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FB1" w:rsidRDefault="00BD7C77" w:rsidP="00072096">
      <w:pPr>
        <w:pStyle w:val="Titolo1"/>
      </w:pPr>
      <w:r>
        <w:t>X</w:t>
      </w:r>
      <w:r w:rsidR="00FF4238">
        <w:t>.</w:t>
      </w:r>
      <w:r w:rsidR="00072096">
        <w:tab/>
        <w:t>Scenario economico</w:t>
      </w:r>
    </w:p>
    <w:p w:rsidR="00BA6EC0" w:rsidRDefault="00CF2079" w:rsidP="00BA6EC0">
      <w:pPr>
        <w:pStyle w:val="Titolo2"/>
      </w:pPr>
      <w:r>
        <w:t>X</w:t>
      </w:r>
      <w:r w:rsidR="00BA6EC0">
        <w:t>.</w:t>
      </w:r>
      <w:r w:rsidR="00FF4238">
        <w:t>1.</w:t>
      </w:r>
      <w:r w:rsidR="00BA6EC0">
        <w:tab/>
      </w:r>
      <w:r w:rsidR="00C43F0D">
        <w:t>L’economia mondiale</w:t>
      </w:r>
    </w:p>
    <w:tbl>
      <w:tblPr>
        <w:tblpPr w:topFromText="284" w:horzAnchor="margin" w:tblpXSpec="center" w:tblpYSpec="bottom"/>
        <w:tblOverlap w:val="never"/>
        <w:tblW w:w="9358" w:type="dxa"/>
        <w:tblInd w:w="8" w:type="dxa"/>
        <w:tblLayout w:type="fixed"/>
        <w:tblCellMar>
          <w:left w:w="0" w:type="dxa"/>
          <w:right w:w="0" w:type="dxa"/>
        </w:tblCellMar>
        <w:tblLook w:val="0000" w:firstRow="0" w:lastRow="0" w:firstColumn="0" w:lastColumn="0" w:noHBand="0" w:noVBand="0"/>
      </w:tblPr>
      <w:tblGrid>
        <w:gridCol w:w="3402"/>
        <w:gridCol w:w="510"/>
        <w:gridCol w:w="510"/>
        <w:gridCol w:w="510"/>
        <w:gridCol w:w="340"/>
        <w:gridCol w:w="2552"/>
        <w:gridCol w:w="510"/>
        <w:gridCol w:w="510"/>
        <w:gridCol w:w="514"/>
      </w:tblGrid>
      <w:tr w:rsidR="00C10240" w:rsidRPr="00BC2A0C" w:rsidTr="007E7340">
        <w:trPr>
          <w:cantSplit/>
        </w:trPr>
        <w:tc>
          <w:tcPr>
            <w:tcW w:w="9358" w:type="dxa"/>
            <w:gridSpan w:val="9"/>
            <w:tcBorders>
              <w:bottom w:val="single" w:sz="4" w:space="0" w:color="800000"/>
            </w:tcBorders>
          </w:tcPr>
          <w:p w:rsidR="00C10240" w:rsidRPr="00BC2A0C" w:rsidRDefault="00C10240" w:rsidP="007E7340">
            <w:pPr>
              <w:pStyle w:val="TabTitolo"/>
            </w:pPr>
            <w:r w:rsidRPr="007C3BBD">
              <w:t>La previsione del Fondo Monetario Internazionale (a)(b)</w:t>
            </w:r>
          </w:p>
        </w:tc>
      </w:tr>
      <w:tr w:rsidR="00C10240" w:rsidRPr="00BC2A0C" w:rsidTr="007E7340">
        <w:trPr>
          <w:cantSplit/>
        </w:trPr>
        <w:tc>
          <w:tcPr>
            <w:tcW w:w="3402" w:type="dxa"/>
            <w:tcBorders>
              <w:top w:val="single" w:sz="4" w:space="0" w:color="800000"/>
              <w:bottom w:val="single" w:sz="4" w:space="0" w:color="800000"/>
            </w:tcBorders>
          </w:tcPr>
          <w:p w:rsidR="00C10240" w:rsidRPr="00BC2A0C" w:rsidRDefault="00C10240" w:rsidP="007E7340">
            <w:pPr>
              <w:pStyle w:val="TabIntestazioni"/>
            </w:pPr>
          </w:p>
        </w:tc>
        <w:tc>
          <w:tcPr>
            <w:tcW w:w="510" w:type="dxa"/>
            <w:tcBorders>
              <w:top w:val="single" w:sz="4" w:space="0" w:color="800000"/>
              <w:bottom w:val="single" w:sz="4" w:space="0" w:color="800000"/>
            </w:tcBorders>
          </w:tcPr>
          <w:p w:rsidR="00C10240" w:rsidRPr="003234B1" w:rsidRDefault="00C10240" w:rsidP="007E7340">
            <w:pPr>
              <w:pStyle w:val="TabIntestazioni"/>
            </w:pPr>
            <w:r w:rsidRPr="003234B1">
              <w:t>201</w:t>
            </w:r>
            <w:r>
              <w:t>8</w:t>
            </w:r>
          </w:p>
        </w:tc>
        <w:tc>
          <w:tcPr>
            <w:tcW w:w="510" w:type="dxa"/>
            <w:tcBorders>
              <w:top w:val="single" w:sz="4" w:space="0" w:color="800000"/>
              <w:bottom w:val="single" w:sz="4" w:space="0" w:color="800000"/>
            </w:tcBorders>
          </w:tcPr>
          <w:p w:rsidR="00C10240" w:rsidRPr="003234B1" w:rsidRDefault="00C10240" w:rsidP="007E7340">
            <w:pPr>
              <w:pStyle w:val="TabIntestazioni"/>
            </w:pPr>
            <w:r w:rsidRPr="003234B1">
              <w:t>201</w:t>
            </w:r>
            <w:r>
              <w:t>9</w:t>
            </w:r>
          </w:p>
        </w:tc>
        <w:tc>
          <w:tcPr>
            <w:tcW w:w="510" w:type="dxa"/>
            <w:tcBorders>
              <w:top w:val="single" w:sz="4" w:space="0" w:color="800000"/>
              <w:bottom w:val="single" w:sz="4" w:space="0" w:color="800000"/>
            </w:tcBorders>
          </w:tcPr>
          <w:p w:rsidR="00C10240" w:rsidRPr="003234B1" w:rsidRDefault="00C10240" w:rsidP="007E7340">
            <w:pPr>
              <w:pStyle w:val="TabIntestazioni"/>
            </w:pPr>
            <w:r w:rsidRPr="003234B1">
              <w:t>20</w:t>
            </w:r>
            <w:r>
              <w:t>20</w:t>
            </w:r>
          </w:p>
        </w:tc>
        <w:tc>
          <w:tcPr>
            <w:tcW w:w="340" w:type="dxa"/>
            <w:tcBorders>
              <w:top w:val="single" w:sz="4" w:space="0" w:color="800000"/>
              <w:bottom w:val="single" w:sz="4" w:space="0" w:color="800000"/>
            </w:tcBorders>
          </w:tcPr>
          <w:p w:rsidR="00C10240" w:rsidRPr="00BC2A0C" w:rsidRDefault="00C10240" w:rsidP="007E7340">
            <w:pPr>
              <w:pStyle w:val="TabIntestazioni"/>
            </w:pPr>
          </w:p>
        </w:tc>
        <w:tc>
          <w:tcPr>
            <w:tcW w:w="2552" w:type="dxa"/>
            <w:tcBorders>
              <w:top w:val="single" w:sz="4" w:space="0" w:color="800000"/>
              <w:bottom w:val="single" w:sz="4" w:space="0" w:color="800000"/>
            </w:tcBorders>
          </w:tcPr>
          <w:p w:rsidR="00C10240" w:rsidRPr="00BC2A0C" w:rsidRDefault="00C10240" w:rsidP="007E7340">
            <w:pPr>
              <w:pStyle w:val="TabIntestazioni"/>
            </w:pPr>
          </w:p>
        </w:tc>
        <w:tc>
          <w:tcPr>
            <w:tcW w:w="510" w:type="dxa"/>
            <w:tcBorders>
              <w:top w:val="single" w:sz="4" w:space="0" w:color="800000"/>
              <w:bottom w:val="single" w:sz="4" w:space="0" w:color="800000"/>
            </w:tcBorders>
          </w:tcPr>
          <w:p w:rsidR="00C10240" w:rsidRPr="003234B1" w:rsidRDefault="00C10240" w:rsidP="007E7340">
            <w:pPr>
              <w:pStyle w:val="TabIntestazioni"/>
            </w:pPr>
            <w:r w:rsidRPr="003234B1">
              <w:t>201</w:t>
            </w:r>
            <w:r>
              <w:t>8</w:t>
            </w:r>
          </w:p>
        </w:tc>
        <w:tc>
          <w:tcPr>
            <w:tcW w:w="510" w:type="dxa"/>
            <w:tcBorders>
              <w:top w:val="single" w:sz="4" w:space="0" w:color="800000"/>
              <w:bottom w:val="single" w:sz="4" w:space="0" w:color="800000"/>
            </w:tcBorders>
          </w:tcPr>
          <w:p w:rsidR="00C10240" w:rsidRPr="003234B1" w:rsidRDefault="00C10240" w:rsidP="007E7340">
            <w:pPr>
              <w:pStyle w:val="TabIntestazioni"/>
            </w:pPr>
            <w:r w:rsidRPr="003234B1">
              <w:t>201</w:t>
            </w:r>
            <w:r>
              <w:t>9</w:t>
            </w:r>
          </w:p>
        </w:tc>
        <w:tc>
          <w:tcPr>
            <w:tcW w:w="514" w:type="dxa"/>
            <w:tcBorders>
              <w:top w:val="single" w:sz="4" w:space="0" w:color="800000"/>
              <w:bottom w:val="single" w:sz="4" w:space="0" w:color="800000"/>
            </w:tcBorders>
          </w:tcPr>
          <w:p w:rsidR="00C10240" w:rsidRPr="003234B1" w:rsidRDefault="00C10240" w:rsidP="007E7340">
            <w:pPr>
              <w:pStyle w:val="TabIntestazioni"/>
            </w:pPr>
            <w:r w:rsidRPr="003234B1">
              <w:t>20</w:t>
            </w:r>
            <w:r>
              <w:t>20</w:t>
            </w:r>
          </w:p>
        </w:tc>
      </w:tr>
      <w:tr w:rsidR="00C10240" w:rsidRPr="00BC2A0C" w:rsidTr="007E7340">
        <w:trPr>
          <w:cantSplit/>
          <w:trHeight w:val="255"/>
        </w:trPr>
        <w:tc>
          <w:tcPr>
            <w:tcW w:w="9358" w:type="dxa"/>
            <w:gridSpan w:val="9"/>
            <w:shd w:val="clear" w:color="auto" w:fill="F2F2F2" w:themeFill="background1" w:themeFillShade="F2"/>
          </w:tcPr>
          <w:p w:rsidR="00C10240" w:rsidRPr="00997C5D" w:rsidRDefault="00C10240" w:rsidP="007E7340">
            <w:pPr>
              <w:pStyle w:val="TabIntestaSup"/>
            </w:pPr>
            <w:r>
              <w:t>Prodotto</w:t>
            </w:r>
          </w:p>
        </w:tc>
      </w:tr>
      <w:tr w:rsidR="00C10240" w:rsidRPr="00BC2A0C" w:rsidTr="007E7340">
        <w:trPr>
          <w:cantSplit/>
          <w:trHeight w:val="255"/>
        </w:trPr>
        <w:tc>
          <w:tcPr>
            <w:tcW w:w="3402" w:type="dxa"/>
          </w:tcPr>
          <w:p w:rsidR="00C10240" w:rsidRPr="00565219" w:rsidRDefault="00C10240" w:rsidP="007E7340">
            <w:pPr>
              <w:pStyle w:val="TabEtichette"/>
            </w:pPr>
            <w:r w:rsidRPr="00565219">
              <w:t>Prodotto mondiale</w:t>
            </w:r>
          </w:p>
        </w:tc>
        <w:tc>
          <w:tcPr>
            <w:tcW w:w="510" w:type="dxa"/>
          </w:tcPr>
          <w:p w:rsidR="00C10240" w:rsidRPr="00BA61A9" w:rsidRDefault="00C10240" w:rsidP="007E7340">
            <w:pPr>
              <w:pStyle w:val="TabNumeri"/>
            </w:pPr>
            <w:r w:rsidRPr="00BA61A9">
              <w:t>3,6</w:t>
            </w:r>
          </w:p>
        </w:tc>
        <w:tc>
          <w:tcPr>
            <w:tcW w:w="510" w:type="dxa"/>
          </w:tcPr>
          <w:p w:rsidR="00C10240" w:rsidRPr="00BA61A9" w:rsidRDefault="00C10240" w:rsidP="007E7340">
            <w:pPr>
              <w:pStyle w:val="TabNumeri"/>
            </w:pPr>
            <w:r w:rsidRPr="00BA61A9">
              <w:t>3,0</w:t>
            </w:r>
          </w:p>
        </w:tc>
        <w:tc>
          <w:tcPr>
            <w:tcW w:w="510" w:type="dxa"/>
          </w:tcPr>
          <w:p w:rsidR="00C10240" w:rsidRPr="00BA61A9" w:rsidRDefault="00C10240" w:rsidP="007E7340">
            <w:pPr>
              <w:pStyle w:val="TabNumeri"/>
            </w:pPr>
            <w:r w:rsidRPr="00BA61A9">
              <w:t>3,4</w:t>
            </w:r>
          </w:p>
        </w:tc>
        <w:tc>
          <w:tcPr>
            <w:tcW w:w="340" w:type="dxa"/>
          </w:tcPr>
          <w:p w:rsidR="00C10240" w:rsidRPr="00565219" w:rsidRDefault="00C10240" w:rsidP="007E7340">
            <w:pPr>
              <w:pStyle w:val="TabEtichette"/>
            </w:pPr>
          </w:p>
        </w:tc>
        <w:tc>
          <w:tcPr>
            <w:tcW w:w="2552" w:type="dxa"/>
          </w:tcPr>
          <w:p w:rsidR="00C10240" w:rsidRPr="00565219" w:rsidRDefault="00C10240" w:rsidP="007E7340">
            <w:pPr>
              <w:pStyle w:val="TabEtichette"/>
            </w:pPr>
            <w:r w:rsidRPr="00565219">
              <w:t>Stati Uniti</w:t>
            </w:r>
          </w:p>
        </w:tc>
        <w:tc>
          <w:tcPr>
            <w:tcW w:w="510" w:type="dxa"/>
          </w:tcPr>
          <w:p w:rsidR="00C10240" w:rsidRPr="003F1AC0" w:rsidRDefault="00C10240" w:rsidP="007E7340">
            <w:pPr>
              <w:pStyle w:val="TabNumeri"/>
            </w:pPr>
            <w:r w:rsidRPr="003F1AC0">
              <w:t>2,9</w:t>
            </w:r>
          </w:p>
        </w:tc>
        <w:tc>
          <w:tcPr>
            <w:tcW w:w="510" w:type="dxa"/>
          </w:tcPr>
          <w:p w:rsidR="00C10240" w:rsidRPr="003F1AC0" w:rsidRDefault="00C10240" w:rsidP="007E7340">
            <w:pPr>
              <w:pStyle w:val="TabNumeri"/>
            </w:pPr>
            <w:r w:rsidRPr="003F1AC0">
              <w:t>2,4</w:t>
            </w:r>
          </w:p>
        </w:tc>
        <w:tc>
          <w:tcPr>
            <w:tcW w:w="514" w:type="dxa"/>
          </w:tcPr>
          <w:p w:rsidR="00C10240" w:rsidRPr="003F1AC0" w:rsidRDefault="00C10240" w:rsidP="007E7340">
            <w:pPr>
              <w:pStyle w:val="TabNumeri"/>
            </w:pPr>
            <w:r w:rsidRPr="003F1AC0">
              <w:t>2,1</w:t>
            </w:r>
          </w:p>
        </w:tc>
      </w:tr>
      <w:tr w:rsidR="00C10240" w:rsidRPr="00BC2A0C" w:rsidTr="007E7340">
        <w:trPr>
          <w:cantSplit/>
          <w:trHeight w:val="255"/>
        </w:trPr>
        <w:tc>
          <w:tcPr>
            <w:tcW w:w="3402" w:type="dxa"/>
            <w:shd w:val="clear" w:color="auto" w:fill="F2F2F2" w:themeFill="background1" w:themeFillShade="F2"/>
          </w:tcPr>
          <w:p w:rsidR="00C10240" w:rsidRPr="00565219" w:rsidRDefault="00C10240" w:rsidP="007E7340">
            <w:pPr>
              <w:pStyle w:val="TabEtichette"/>
            </w:pPr>
            <w:r w:rsidRPr="00565219">
              <w:t>Economie avanzate</w:t>
            </w:r>
          </w:p>
        </w:tc>
        <w:tc>
          <w:tcPr>
            <w:tcW w:w="510" w:type="dxa"/>
            <w:shd w:val="clear" w:color="auto" w:fill="F2F2F2" w:themeFill="background1" w:themeFillShade="F2"/>
          </w:tcPr>
          <w:p w:rsidR="00C10240" w:rsidRPr="00BA61A9" w:rsidRDefault="00C10240" w:rsidP="007E7340">
            <w:pPr>
              <w:pStyle w:val="TabNumeri"/>
            </w:pPr>
            <w:r w:rsidRPr="00BA61A9">
              <w:t>2,3</w:t>
            </w:r>
          </w:p>
        </w:tc>
        <w:tc>
          <w:tcPr>
            <w:tcW w:w="510" w:type="dxa"/>
            <w:shd w:val="clear" w:color="auto" w:fill="F2F2F2" w:themeFill="background1" w:themeFillShade="F2"/>
          </w:tcPr>
          <w:p w:rsidR="00C10240" w:rsidRPr="00BA61A9" w:rsidRDefault="00C10240" w:rsidP="007E7340">
            <w:pPr>
              <w:pStyle w:val="TabNumeri"/>
            </w:pPr>
            <w:r w:rsidRPr="00BA61A9">
              <w:t>1,7</w:t>
            </w:r>
          </w:p>
        </w:tc>
        <w:tc>
          <w:tcPr>
            <w:tcW w:w="510" w:type="dxa"/>
            <w:shd w:val="clear" w:color="auto" w:fill="F2F2F2" w:themeFill="background1" w:themeFillShade="F2"/>
          </w:tcPr>
          <w:p w:rsidR="00C10240" w:rsidRPr="00BA61A9" w:rsidRDefault="00C10240" w:rsidP="007E7340">
            <w:pPr>
              <w:pStyle w:val="TabNumeri"/>
            </w:pPr>
            <w:r w:rsidRPr="00BA61A9">
              <w:t>1,7</w:t>
            </w:r>
          </w:p>
        </w:tc>
        <w:tc>
          <w:tcPr>
            <w:tcW w:w="340" w:type="dxa"/>
            <w:shd w:val="clear" w:color="auto" w:fill="F2F2F2" w:themeFill="background1" w:themeFillShade="F2"/>
          </w:tcPr>
          <w:p w:rsidR="00C10240" w:rsidRPr="00565219" w:rsidRDefault="00C10240" w:rsidP="007E7340">
            <w:pPr>
              <w:pStyle w:val="TabEtichette"/>
            </w:pPr>
          </w:p>
        </w:tc>
        <w:tc>
          <w:tcPr>
            <w:tcW w:w="2552" w:type="dxa"/>
            <w:shd w:val="clear" w:color="auto" w:fill="F2F2F2" w:themeFill="background1" w:themeFillShade="F2"/>
          </w:tcPr>
          <w:p w:rsidR="00C10240" w:rsidRPr="00565219" w:rsidRDefault="00C10240" w:rsidP="007E7340">
            <w:pPr>
              <w:pStyle w:val="TabEtichette"/>
            </w:pPr>
            <w:r w:rsidRPr="00565219">
              <w:t>Cina</w:t>
            </w:r>
          </w:p>
        </w:tc>
        <w:tc>
          <w:tcPr>
            <w:tcW w:w="510" w:type="dxa"/>
            <w:shd w:val="clear" w:color="auto" w:fill="F2F2F2" w:themeFill="background1" w:themeFillShade="F2"/>
          </w:tcPr>
          <w:p w:rsidR="00C10240" w:rsidRPr="003F1AC0" w:rsidRDefault="00C10240" w:rsidP="007E7340">
            <w:pPr>
              <w:pStyle w:val="TabNumeri"/>
            </w:pPr>
            <w:r w:rsidRPr="003F1AC0">
              <w:t>6,6</w:t>
            </w:r>
          </w:p>
        </w:tc>
        <w:tc>
          <w:tcPr>
            <w:tcW w:w="510" w:type="dxa"/>
            <w:shd w:val="clear" w:color="auto" w:fill="F2F2F2" w:themeFill="background1" w:themeFillShade="F2"/>
          </w:tcPr>
          <w:p w:rsidR="00C10240" w:rsidRPr="003F1AC0" w:rsidRDefault="00C10240" w:rsidP="007E7340">
            <w:pPr>
              <w:pStyle w:val="TabNumeri"/>
            </w:pPr>
            <w:r w:rsidRPr="003F1AC0">
              <w:t>6,1</w:t>
            </w:r>
          </w:p>
        </w:tc>
        <w:tc>
          <w:tcPr>
            <w:tcW w:w="514" w:type="dxa"/>
            <w:shd w:val="clear" w:color="auto" w:fill="F2F2F2" w:themeFill="background1" w:themeFillShade="F2"/>
          </w:tcPr>
          <w:p w:rsidR="00C10240" w:rsidRPr="003F1AC0" w:rsidRDefault="00C10240" w:rsidP="007E7340">
            <w:pPr>
              <w:pStyle w:val="TabNumeri"/>
            </w:pPr>
            <w:r w:rsidRPr="003F1AC0">
              <w:t>5,8</w:t>
            </w:r>
          </w:p>
        </w:tc>
      </w:tr>
      <w:tr w:rsidR="00C10240" w:rsidRPr="00BC2A0C" w:rsidTr="007E7340">
        <w:trPr>
          <w:cantSplit/>
          <w:trHeight w:val="255"/>
        </w:trPr>
        <w:tc>
          <w:tcPr>
            <w:tcW w:w="3402" w:type="dxa"/>
          </w:tcPr>
          <w:p w:rsidR="00C10240" w:rsidRPr="00565219" w:rsidRDefault="00C10240" w:rsidP="007E7340">
            <w:pPr>
              <w:pStyle w:val="TabEtichette"/>
            </w:pPr>
            <w:r w:rsidRPr="00565219">
              <w:t>Economie emergenti e in sviluppo</w:t>
            </w:r>
          </w:p>
        </w:tc>
        <w:tc>
          <w:tcPr>
            <w:tcW w:w="510" w:type="dxa"/>
          </w:tcPr>
          <w:p w:rsidR="00C10240" w:rsidRPr="00BA61A9" w:rsidRDefault="00C10240" w:rsidP="007E7340">
            <w:pPr>
              <w:pStyle w:val="TabNumeri"/>
            </w:pPr>
            <w:r w:rsidRPr="00BA61A9">
              <w:t>4,5</w:t>
            </w:r>
          </w:p>
        </w:tc>
        <w:tc>
          <w:tcPr>
            <w:tcW w:w="510" w:type="dxa"/>
          </w:tcPr>
          <w:p w:rsidR="00C10240" w:rsidRPr="00BA61A9" w:rsidRDefault="00C10240" w:rsidP="007E7340">
            <w:pPr>
              <w:pStyle w:val="TabNumeri"/>
            </w:pPr>
            <w:r w:rsidRPr="00BA61A9">
              <w:t>3,9</w:t>
            </w:r>
          </w:p>
        </w:tc>
        <w:tc>
          <w:tcPr>
            <w:tcW w:w="510" w:type="dxa"/>
          </w:tcPr>
          <w:p w:rsidR="00C10240" w:rsidRPr="00BA61A9" w:rsidRDefault="00C10240" w:rsidP="007E7340">
            <w:pPr>
              <w:pStyle w:val="TabNumeri"/>
            </w:pPr>
            <w:r w:rsidRPr="00BA61A9">
              <w:t>4,6</w:t>
            </w:r>
          </w:p>
        </w:tc>
        <w:tc>
          <w:tcPr>
            <w:tcW w:w="340" w:type="dxa"/>
          </w:tcPr>
          <w:p w:rsidR="00C10240" w:rsidRPr="00565219" w:rsidRDefault="00C10240" w:rsidP="007E7340">
            <w:pPr>
              <w:pStyle w:val="TabEtichette"/>
            </w:pPr>
          </w:p>
        </w:tc>
        <w:tc>
          <w:tcPr>
            <w:tcW w:w="2552" w:type="dxa"/>
          </w:tcPr>
          <w:p w:rsidR="00C10240" w:rsidRPr="00565219" w:rsidRDefault="00C10240" w:rsidP="007E7340">
            <w:pPr>
              <w:pStyle w:val="TabEtichette"/>
            </w:pPr>
            <w:r w:rsidRPr="00565219">
              <w:t>Giappone</w:t>
            </w:r>
          </w:p>
        </w:tc>
        <w:tc>
          <w:tcPr>
            <w:tcW w:w="510" w:type="dxa"/>
          </w:tcPr>
          <w:p w:rsidR="00C10240" w:rsidRPr="003F1AC0" w:rsidRDefault="00C10240" w:rsidP="007E7340">
            <w:pPr>
              <w:pStyle w:val="TabNumeri"/>
            </w:pPr>
            <w:r w:rsidRPr="003F1AC0">
              <w:t>0,8</w:t>
            </w:r>
          </w:p>
        </w:tc>
        <w:tc>
          <w:tcPr>
            <w:tcW w:w="510" w:type="dxa"/>
          </w:tcPr>
          <w:p w:rsidR="00C10240" w:rsidRPr="003F1AC0" w:rsidRDefault="00C10240" w:rsidP="007E7340">
            <w:pPr>
              <w:pStyle w:val="TabNumeri"/>
            </w:pPr>
            <w:r w:rsidRPr="003F1AC0">
              <w:t>0,9</w:t>
            </w:r>
          </w:p>
        </w:tc>
        <w:tc>
          <w:tcPr>
            <w:tcW w:w="514" w:type="dxa"/>
          </w:tcPr>
          <w:p w:rsidR="00C10240" w:rsidRPr="003F1AC0" w:rsidRDefault="00C10240" w:rsidP="007E7340">
            <w:pPr>
              <w:pStyle w:val="TabNumeri"/>
            </w:pPr>
            <w:r w:rsidRPr="003F1AC0">
              <w:t>0,5</w:t>
            </w:r>
          </w:p>
        </w:tc>
      </w:tr>
      <w:tr w:rsidR="00C10240" w:rsidRPr="00BC2A0C" w:rsidTr="007E7340">
        <w:trPr>
          <w:cantSplit/>
          <w:trHeight w:val="255"/>
        </w:trPr>
        <w:tc>
          <w:tcPr>
            <w:tcW w:w="3402" w:type="dxa"/>
            <w:shd w:val="clear" w:color="auto" w:fill="F2F2F2" w:themeFill="background1" w:themeFillShade="F2"/>
          </w:tcPr>
          <w:p w:rsidR="00C10240" w:rsidRPr="00565219" w:rsidRDefault="00C10240" w:rsidP="007E7340">
            <w:pPr>
              <w:pStyle w:val="TabEtichette"/>
            </w:pPr>
            <w:r w:rsidRPr="00565219">
              <w:t xml:space="preserve">  Europa emergente e in sviluppo</w:t>
            </w:r>
          </w:p>
        </w:tc>
        <w:tc>
          <w:tcPr>
            <w:tcW w:w="510" w:type="dxa"/>
            <w:shd w:val="clear" w:color="auto" w:fill="F2F2F2" w:themeFill="background1" w:themeFillShade="F2"/>
          </w:tcPr>
          <w:p w:rsidR="00C10240" w:rsidRPr="00BA61A9" w:rsidRDefault="00C10240" w:rsidP="007E7340">
            <w:pPr>
              <w:pStyle w:val="TabNumeri"/>
            </w:pPr>
            <w:r w:rsidRPr="00BA61A9">
              <w:t>3,1</w:t>
            </w:r>
          </w:p>
        </w:tc>
        <w:tc>
          <w:tcPr>
            <w:tcW w:w="510" w:type="dxa"/>
            <w:shd w:val="clear" w:color="auto" w:fill="F2F2F2" w:themeFill="background1" w:themeFillShade="F2"/>
          </w:tcPr>
          <w:p w:rsidR="00C10240" w:rsidRPr="00BA61A9" w:rsidRDefault="00C10240" w:rsidP="007E7340">
            <w:pPr>
              <w:pStyle w:val="TabNumeri"/>
            </w:pPr>
            <w:r w:rsidRPr="00BA61A9">
              <w:t>1,8</w:t>
            </w:r>
          </w:p>
        </w:tc>
        <w:tc>
          <w:tcPr>
            <w:tcW w:w="510" w:type="dxa"/>
            <w:shd w:val="clear" w:color="auto" w:fill="F2F2F2" w:themeFill="background1" w:themeFillShade="F2"/>
          </w:tcPr>
          <w:p w:rsidR="00C10240" w:rsidRPr="00BA61A9" w:rsidRDefault="00C10240" w:rsidP="007E7340">
            <w:pPr>
              <w:pStyle w:val="TabNumeri"/>
            </w:pPr>
            <w:r w:rsidRPr="00BA61A9">
              <w:t>2,5</w:t>
            </w:r>
          </w:p>
        </w:tc>
        <w:tc>
          <w:tcPr>
            <w:tcW w:w="340" w:type="dxa"/>
            <w:shd w:val="clear" w:color="auto" w:fill="F2F2F2" w:themeFill="background1" w:themeFillShade="F2"/>
          </w:tcPr>
          <w:p w:rsidR="00C10240" w:rsidRPr="00565219" w:rsidRDefault="00C10240" w:rsidP="007E7340">
            <w:pPr>
              <w:pStyle w:val="TabEtichette"/>
            </w:pPr>
          </w:p>
        </w:tc>
        <w:tc>
          <w:tcPr>
            <w:tcW w:w="2552" w:type="dxa"/>
            <w:shd w:val="clear" w:color="auto" w:fill="F2F2F2" w:themeFill="background1" w:themeFillShade="F2"/>
          </w:tcPr>
          <w:p w:rsidR="00C10240" w:rsidRPr="00565219" w:rsidRDefault="00C10240" w:rsidP="007E7340">
            <w:pPr>
              <w:pStyle w:val="TabEtichette"/>
            </w:pPr>
            <w:r w:rsidRPr="00565219">
              <w:t>Area dell'euro</w:t>
            </w:r>
          </w:p>
        </w:tc>
        <w:tc>
          <w:tcPr>
            <w:tcW w:w="510" w:type="dxa"/>
            <w:shd w:val="clear" w:color="auto" w:fill="F2F2F2" w:themeFill="background1" w:themeFillShade="F2"/>
          </w:tcPr>
          <w:p w:rsidR="00C10240" w:rsidRPr="003F1AC0" w:rsidRDefault="00C10240" w:rsidP="007E7340">
            <w:pPr>
              <w:pStyle w:val="TabNumeri"/>
            </w:pPr>
            <w:r w:rsidRPr="003F1AC0">
              <w:t>1,9</w:t>
            </w:r>
          </w:p>
        </w:tc>
        <w:tc>
          <w:tcPr>
            <w:tcW w:w="510" w:type="dxa"/>
            <w:shd w:val="clear" w:color="auto" w:fill="F2F2F2" w:themeFill="background1" w:themeFillShade="F2"/>
          </w:tcPr>
          <w:p w:rsidR="00C10240" w:rsidRPr="003F1AC0" w:rsidRDefault="00C10240" w:rsidP="007E7340">
            <w:pPr>
              <w:pStyle w:val="TabNumeri"/>
            </w:pPr>
            <w:r w:rsidRPr="003F1AC0">
              <w:t>1,2</w:t>
            </w:r>
          </w:p>
        </w:tc>
        <w:tc>
          <w:tcPr>
            <w:tcW w:w="514" w:type="dxa"/>
            <w:shd w:val="clear" w:color="auto" w:fill="F2F2F2" w:themeFill="background1" w:themeFillShade="F2"/>
          </w:tcPr>
          <w:p w:rsidR="00C10240" w:rsidRPr="003F1AC0" w:rsidRDefault="00C10240" w:rsidP="007E7340">
            <w:pPr>
              <w:pStyle w:val="TabNumeri"/>
            </w:pPr>
            <w:r w:rsidRPr="003F1AC0">
              <w:t>1,4</w:t>
            </w:r>
          </w:p>
        </w:tc>
      </w:tr>
      <w:tr w:rsidR="00C10240" w:rsidRPr="00BC2A0C" w:rsidTr="007E7340">
        <w:trPr>
          <w:cantSplit/>
          <w:trHeight w:val="255"/>
        </w:trPr>
        <w:tc>
          <w:tcPr>
            <w:tcW w:w="3402" w:type="dxa"/>
          </w:tcPr>
          <w:p w:rsidR="00C10240" w:rsidRPr="00C21B51" w:rsidRDefault="00C10240" w:rsidP="007E7340">
            <w:pPr>
              <w:pStyle w:val="TabEtichette"/>
            </w:pPr>
            <w:r w:rsidRPr="00C21B51">
              <w:t xml:space="preserve">  Paesi Asiatici in sviluppo e emergenti</w:t>
            </w:r>
          </w:p>
        </w:tc>
        <w:tc>
          <w:tcPr>
            <w:tcW w:w="510" w:type="dxa"/>
          </w:tcPr>
          <w:p w:rsidR="00C10240" w:rsidRPr="00BA61A9" w:rsidRDefault="00C10240" w:rsidP="007E7340">
            <w:pPr>
              <w:pStyle w:val="TabNumeri"/>
            </w:pPr>
            <w:r w:rsidRPr="00BA61A9">
              <w:t>6,4</w:t>
            </w:r>
          </w:p>
        </w:tc>
        <w:tc>
          <w:tcPr>
            <w:tcW w:w="510" w:type="dxa"/>
          </w:tcPr>
          <w:p w:rsidR="00C10240" w:rsidRPr="00BA61A9" w:rsidRDefault="00C10240" w:rsidP="007E7340">
            <w:pPr>
              <w:pStyle w:val="TabNumeri"/>
            </w:pPr>
            <w:r w:rsidRPr="00BA61A9">
              <w:t>5,9</w:t>
            </w:r>
          </w:p>
        </w:tc>
        <w:tc>
          <w:tcPr>
            <w:tcW w:w="510" w:type="dxa"/>
          </w:tcPr>
          <w:p w:rsidR="00C10240" w:rsidRPr="00BA61A9" w:rsidRDefault="00C10240" w:rsidP="007E7340">
            <w:pPr>
              <w:pStyle w:val="TabNumeri"/>
            </w:pPr>
            <w:r w:rsidRPr="00BA61A9">
              <w:t>6,0</w:t>
            </w:r>
          </w:p>
        </w:tc>
        <w:tc>
          <w:tcPr>
            <w:tcW w:w="340" w:type="dxa"/>
          </w:tcPr>
          <w:p w:rsidR="00C10240" w:rsidRPr="00565219" w:rsidRDefault="00C10240" w:rsidP="007E7340">
            <w:pPr>
              <w:pStyle w:val="TabEtichette"/>
            </w:pPr>
          </w:p>
        </w:tc>
        <w:tc>
          <w:tcPr>
            <w:tcW w:w="2552" w:type="dxa"/>
          </w:tcPr>
          <w:p w:rsidR="00C10240" w:rsidRPr="00565219" w:rsidRDefault="00C10240" w:rsidP="007E7340">
            <w:pPr>
              <w:pStyle w:val="TabEtichette"/>
            </w:pPr>
            <w:r w:rsidRPr="00565219">
              <w:t xml:space="preserve">  Germania</w:t>
            </w:r>
          </w:p>
        </w:tc>
        <w:tc>
          <w:tcPr>
            <w:tcW w:w="510" w:type="dxa"/>
          </w:tcPr>
          <w:p w:rsidR="00C10240" w:rsidRPr="003F1AC0" w:rsidRDefault="00C10240" w:rsidP="007E7340">
            <w:pPr>
              <w:pStyle w:val="TabNumeri"/>
            </w:pPr>
            <w:r w:rsidRPr="003F1AC0">
              <w:t>1,5</w:t>
            </w:r>
          </w:p>
        </w:tc>
        <w:tc>
          <w:tcPr>
            <w:tcW w:w="510" w:type="dxa"/>
          </w:tcPr>
          <w:p w:rsidR="00C10240" w:rsidRPr="003F1AC0" w:rsidRDefault="00C10240" w:rsidP="007E7340">
            <w:pPr>
              <w:pStyle w:val="TabNumeri"/>
            </w:pPr>
            <w:r w:rsidRPr="003F1AC0">
              <w:t>0,5</w:t>
            </w:r>
          </w:p>
        </w:tc>
        <w:tc>
          <w:tcPr>
            <w:tcW w:w="514" w:type="dxa"/>
          </w:tcPr>
          <w:p w:rsidR="00C10240" w:rsidRPr="003F1AC0" w:rsidRDefault="00C10240" w:rsidP="007E7340">
            <w:pPr>
              <w:pStyle w:val="TabNumeri"/>
            </w:pPr>
            <w:r w:rsidRPr="003F1AC0">
              <w:t>1,2</w:t>
            </w:r>
          </w:p>
        </w:tc>
      </w:tr>
      <w:tr w:rsidR="00C10240" w:rsidRPr="00BC2A0C" w:rsidTr="007E7340">
        <w:trPr>
          <w:cantSplit/>
          <w:trHeight w:val="255"/>
        </w:trPr>
        <w:tc>
          <w:tcPr>
            <w:tcW w:w="3402" w:type="dxa"/>
            <w:shd w:val="clear" w:color="auto" w:fill="F2F2F2" w:themeFill="background1" w:themeFillShade="F2"/>
          </w:tcPr>
          <w:p w:rsidR="00C10240" w:rsidRPr="00C21B51" w:rsidRDefault="00C10240" w:rsidP="007E7340">
            <w:pPr>
              <w:pStyle w:val="TabEtichette"/>
            </w:pPr>
            <w:r>
              <w:t xml:space="preserve">  Medio Oriente, Nord Africa e Asia centrale</w:t>
            </w:r>
          </w:p>
        </w:tc>
        <w:tc>
          <w:tcPr>
            <w:tcW w:w="510" w:type="dxa"/>
            <w:shd w:val="clear" w:color="auto" w:fill="F2F2F2" w:themeFill="background1" w:themeFillShade="F2"/>
          </w:tcPr>
          <w:p w:rsidR="00C10240" w:rsidRPr="00BA61A9" w:rsidRDefault="00C10240" w:rsidP="007E7340">
            <w:pPr>
              <w:pStyle w:val="TabNumeri"/>
            </w:pPr>
            <w:r w:rsidRPr="00BA61A9">
              <w:t>1,9</w:t>
            </w:r>
          </w:p>
        </w:tc>
        <w:tc>
          <w:tcPr>
            <w:tcW w:w="510" w:type="dxa"/>
            <w:shd w:val="clear" w:color="auto" w:fill="F2F2F2" w:themeFill="background1" w:themeFillShade="F2"/>
          </w:tcPr>
          <w:p w:rsidR="00C10240" w:rsidRPr="00BA61A9" w:rsidRDefault="00C10240" w:rsidP="007E7340">
            <w:pPr>
              <w:pStyle w:val="TabNumeri"/>
            </w:pPr>
            <w:r w:rsidRPr="00BA61A9">
              <w:t>0,9</w:t>
            </w:r>
          </w:p>
        </w:tc>
        <w:tc>
          <w:tcPr>
            <w:tcW w:w="510" w:type="dxa"/>
            <w:shd w:val="clear" w:color="auto" w:fill="F2F2F2" w:themeFill="background1" w:themeFillShade="F2"/>
          </w:tcPr>
          <w:p w:rsidR="00C10240" w:rsidRPr="00BA61A9" w:rsidRDefault="00C10240" w:rsidP="007E7340">
            <w:pPr>
              <w:pStyle w:val="TabNumeri"/>
            </w:pPr>
            <w:r w:rsidRPr="00BA61A9">
              <w:t>2,9</w:t>
            </w:r>
          </w:p>
        </w:tc>
        <w:tc>
          <w:tcPr>
            <w:tcW w:w="340" w:type="dxa"/>
            <w:shd w:val="clear" w:color="auto" w:fill="F2F2F2" w:themeFill="background1" w:themeFillShade="F2"/>
          </w:tcPr>
          <w:p w:rsidR="00C10240" w:rsidRPr="00565219" w:rsidRDefault="00C10240" w:rsidP="007E7340">
            <w:pPr>
              <w:pStyle w:val="TabEtichette"/>
            </w:pPr>
          </w:p>
        </w:tc>
        <w:tc>
          <w:tcPr>
            <w:tcW w:w="2552" w:type="dxa"/>
            <w:shd w:val="clear" w:color="auto" w:fill="F2F2F2" w:themeFill="background1" w:themeFillShade="F2"/>
          </w:tcPr>
          <w:p w:rsidR="00C10240" w:rsidRPr="00565219" w:rsidRDefault="00C10240" w:rsidP="007E7340">
            <w:pPr>
              <w:pStyle w:val="TabEtichette"/>
            </w:pPr>
            <w:r w:rsidRPr="00565219">
              <w:t xml:space="preserve">  Francia</w:t>
            </w:r>
          </w:p>
        </w:tc>
        <w:tc>
          <w:tcPr>
            <w:tcW w:w="510" w:type="dxa"/>
            <w:shd w:val="clear" w:color="auto" w:fill="F2F2F2" w:themeFill="background1" w:themeFillShade="F2"/>
          </w:tcPr>
          <w:p w:rsidR="00C10240" w:rsidRPr="003F1AC0" w:rsidRDefault="00C10240" w:rsidP="007E7340">
            <w:pPr>
              <w:pStyle w:val="TabNumeri"/>
            </w:pPr>
            <w:r w:rsidRPr="003F1AC0">
              <w:t>1,7</w:t>
            </w:r>
          </w:p>
        </w:tc>
        <w:tc>
          <w:tcPr>
            <w:tcW w:w="510" w:type="dxa"/>
            <w:shd w:val="clear" w:color="auto" w:fill="F2F2F2" w:themeFill="background1" w:themeFillShade="F2"/>
          </w:tcPr>
          <w:p w:rsidR="00C10240" w:rsidRPr="003F1AC0" w:rsidRDefault="00C10240" w:rsidP="007E7340">
            <w:pPr>
              <w:pStyle w:val="TabNumeri"/>
            </w:pPr>
            <w:r w:rsidRPr="003F1AC0">
              <w:t>1,2</w:t>
            </w:r>
          </w:p>
        </w:tc>
        <w:tc>
          <w:tcPr>
            <w:tcW w:w="514" w:type="dxa"/>
            <w:shd w:val="clear" w:color="auto" w:fill="F2F2F2" w:themeFill="background1" w:themeFillShade="F2"/>
          </w:tcPr>
          <w:p w:rsidR="00C10240" w:rsidRPr="003F1AC0" w:rsidRDefault="00C10240" w:rsidP="007E7340">
            <w:pPr>
              <w:pStyle w:val="TabNumeri"/>
            </w:pPr>
            <w:r w:rsidRPr="003F1AC0">
              <w:t>1,3</w:t>
            </w:r>
          </w:p>
        </w:tc>
      </w:tr>
      <w:tr w:rsidR="00C10240" w:rsidRPr="00BC2A0C" w:rsidTr="007E7340">
        <w:trPr>
          <w:cantSplit/>
          <w:trHeight w:val="255"/>
        </w:trPr>
        <w:tc>
          <w:tcPr>
            <w:tcW w:w="3402" w:type="dxa"/>
          </w:tcPr>
          <w:p w:rsidR="00C10240" w:rsidRPr="00C21B51" w:rsidRDefault="00C10240" w:rsidP="007E7340">
            <w:pPr>
              <w:pStyle w:val="TabEtichette"/>
            </w:pPr>
            <w:r w:rsidRPr="00C21B51">
              <w:t xml:space="preserve">  Africa Sub-Sahariana</w:t>
            </w:r>
          </w:p>
        </w:tc>
        <w:tc>
          <w:tcPr>
            <w:tcW w:w="510" w:type="dxa"/>
          </w:tcPr>
          <w:p w:rsidR="00C10240" w:rsidRPr="00BA61A9" w:rsidRDefault="00C10240" w:rsidP="007E7340">
            <w:pPr>
              <w:pStyle w:val="TabNumeri"/>
            </w:pPr>
            <w:r w:rsidRPr="00BA61A9">
              <w:t>3,2</w:t>
            </w:r>
          </w:p>
        </w:tc>
        <w:tc>
          <w:tcPr>
            <w:tcW w:w="510" w:type="dxa"/>
          </w:tcPr>
          <w:p w:rsidR="00C10240" w:rsidRPr="00BA61A9" w:rsidRDefault="00C10240" w:rsidP="007E7340">
            <w:pPr>
              <w:pStyle w:val="TabNumeri"/>
            </w:pPr>
            <w:r w:rsidRPr="00BA61A9">
              <w:t>3,2</w:t>
            </w:r>
          </w:p>
        </w:tc>
        <w:tc>
          <w:tcPr>
            <w:tcW w:w="510" w:type="dxa"/>
          </w:tcPr>
          <w:p w:rsidR="00C10240" w:rsidRPr="00BA61A9" w:rsidRDefault="00C10240" w:rsidP="007E7340">
            <w:pPr>
              <w:pStyle w:val="TabNumeri"/>
            </w:pPr>
            <w:r w:rsidRPr="00BA61A9">
              <w:t>3,6</w:t>
            </w:r>
          </w:p>
        </w:tc>
        <w:tc>
          <w:tcPr>
            <w:tcW w:w="340" w:type="dxa"/>
          </w:tcPr>
          <w:p w:rsidR="00C10240" w:rsidRPr="00565219" w:rsidRDefault="00C10240" w:rsidP="007E7340">
            <w:pPr>
              <w:pStyle w:val="TabEtichette"/>
            </w:pPr>
          </w:p>
        </w:tc>
        <w:tc>
          <w:tcPr>
            <w:tcW w:w="2552" w:type="dxa"/>
          </w:tcPr>
          <w:p w:rsidR="00C10240" w:rsidRPr="00565219" w:rsidRDefault="00C10240" w:rsidP="007E7340">
            <w:pPr>
              <w:pStyle w:val="TabEtichette"/>
            </w:pPr>
            <w:r w:rsidRPr="00565219">
              <w:t>Russia</w:t>
            </w:r>
          </w:p>
        </w:tc>
        <w:tc>
          <w:tcPr>
            <w:tcW w:w="510" w:type="dxa"/>
          </w:tcPr>
          <w:p w:rsidR="00C10240" w:rsidRPr="003F1AC0" w:rsidRDefault="00C10240" w:rsidP="007E7340">
            <w:pPr>
              <w:pStyle w:val="TabNumeri"/>
            </w:pPr>
            <w:r w:rsidRPr="003F1AC0">
              <w:t>2,3</w:t>
            </w:r>
          </w:p>
        </w:tc>
        <w:tc>
          <w:tcPr>
            <w:tcW w:w="510" w:type="dxa"/>
          </w:tcPr>
          <w:p w:rsidR="00C10240" w:rsidRPr="003F1AC0" w:rsidRDefault="00C10240" w:rsidP="007E7340">
            <w:pPr>
              <w:pStyle w:val="TabNumeri"/>
            </w:pPr>
            <w:r w:rsidRPr="003F1AC0">
              <w:t>1,1</w:t>
            </w:r>
          </w:p>
        </w:tc>
        <w:tc>
          <w:tcPr>
            <w:tcW w:w="514" w:type="dxa"/>
          </w:tcPr>
          <w:p w:rsidR="00C10240" w:rsidRPr="003F1AC0" w:rsidRDefault="00C10240" w:rsidP="007E7340">
            <w:pPr>
              <w:pStyle w:val="TabNumeri"/>
            </w:pPr>
            <w:r w:rsidRPr="003F1AC0">
              <w:t>1,9</w:t>
            </w:r>
          </w:p>
        </w:tc>
      </w:tr>
      <w:tr w:rsidR="00C10240" w:rsidRPr="00BC2A0C" w:rsidTr="007E7340">
        <w:trPr>
          <w:cantSplit/>
          <w:trHeight w:val="255"/>
        </w:trPr>
        <w:tc>
          <w:tcPr>
            <w:tcW w:w="3402" w:type="dxa"/>
            <w:shd w:val="clear" w:color="auto" w:fill="F2F2F2" w:themeFill="background1" w:themeFillShade="F2"/>
          </w:tcPr>
          <w:p w:rsidR="00C10240" w:rsidRPr="00C21B51" w:rsidRDefault="00C10240" w:rsidP="007E7340">
            <w:pPr>
              <w:pStyle w:val="TabEtichette"/>
            </w:pPr>
            <w:r w:rsidRPr="00C21B51">
              <w:t xml:space="preserve">  America Latina e Caraibi</w:t>
            </w:r>
          </w:p>
        </w:tc>
        <w:tc>
          <w:tcPr>
            <w:tcW w:w="510" w:type="dxa"/>
            <w:shd w:val="clear" w:color="auto" w:fill="F2F2F2" w:themeFill="background1" w:themeFillShade="F2"/>
          </w:tcPr>
          <w:p w:rsidR="00C10240" w:rsidRPr="00BA61A9" w:rsidRDefault="00C10240" w:rsidP="007E7340">
            <w:pPr>
              <w:pStyle w:val="TabNumeri"/>
            </w:pPr>
            <w:r w:rsidRPr="00BA61A9">
              <w:t>1,0</w:t>
            </w:r>
          </w:p>
        </w:tc>
        <w:tc>
          <w:tcPr>
            <w:tcW w:w="510" w:type="dxa"/>
            <w:shd w:val="clear" w:color="auto" w:fill="F2F2F2" w:themeFill="background1" w:themeFillShade="F2"/>
          </w:tcPr>
          <w:p w:rsidR="00C10240" w:rsidRPr="00BA61A9" w:rsidRDefault="00C10240" w:rsidP="007E7340">
            <w:pPr>
              <w:pStyle w:val="TabNumeri"/>
            </w:pPr>
            <w:r w:rsidRPr="00BA61A9">
              <w:t>0,2</w:t>
            </w:r>
          </w:p>
        </w:tc>
        <w:tc>
          <w:tcPr>
            <w:tcW w:w="510" w:type="dxa"/>
            <w:shd w:val="clear" w:color="auto" w:fill="F2F2F2" w:themeFill="background1" w:themeFillShade="F2"/>
          </w:tcPr>
          <w:p w:rsidR="00C10240" w:rsidRDefault="00C10240" w:rsidP="007E7340">
            <w:pPr>
              <w:pStyle w:val="TabNumeri"/>
            </w:pPr>
            <w:r w:rsidRPr="00BA61A9">
              <w:t>1,8</w:t>
            </w:r>
          </w:p>
        </w:tc>
        <w:tc>
          <w:tcPr>
            <w:tcW w:w="340" w:type="dxa"/>
            <w:shd w:val="clear" w:color="auto" w:fill="F2F2F2" w:themeFill="background1" w:themeFillShade="F2"/>
          </w:tcPr>
          <w:p w:rsidR="00C10240" w:rsidRPr="00565219" w:rsidRDefault="00C10240" w:rsidP="007E7340">
            <w:pPr>
              <w:pStyle w:val="TabEtichette"/>
            </w:pPr>
          </w:p>
        </w:tc>
        <w:tc>
          <w:tcPr>
            <w:tcW w:w="2552" w:type="dxa"/>
            <w:shd w:val="clear" w:color="auto" w:fill="F2F2F2" w:themeFill="background1" w:themeFillShade="F2"/>
          </w:tcPr>
          <w:p w:rsidR="00C10240" w:rsidRPr="00565219" w:rsidRDefault="00C10240" w:rsidP="007E7340">
            <w:pPr>
              <w:pStyle w:val="TabEtichette"/>
            </w:pPr>
            <w:r w:rsidRPr="00565219">
              <w:t>India</w:t>
            </w:r>
          </w:p>
        </w:tc>
        <w:tc>
          <w:tcPr>
            <w:tcW w:w="510" w:type="dxa"/>
            <w:shd w:val="clear" w:color="auto" w:fill="F2F2F2" w:themeFill="background1" w:themeFillShade="F2"/>
          </w:tcPr>
          <w:p w:rsidR="00C10240" w:rsidRPr="003F1AC0" w:rsidRDefault="00C10240" w:rsidP="007E7340">
            <w:pPr>
              <w:pStyle w:val="TabNumeri"/>
            </w:pPr>
            <w:r w:rsidRPr="003F1AC0">
              <w:t>6,8</w:t>
            </w:r>
          </w:p>
        </w:tc>
        <w:tc>
          <w:tcPr>
            <w:tcW w:w="510" w:type="dxa"/>
            <w:shd w:val="clear" w:color="auto" w:fill="F2F2F2" w:themeFill="background1" w:themeFillShade="F2"/>
          </w:tcPr>
          <w:p w:rsidR="00C10240" w:rsidRPr="003F1AC0" w:rsidRDefault="00C10240" w:rsidP="007E7340">
            <w:pPr>
              <w:pStyle w:val="TabNumeri"/>
            </w:pPr>
            <w:r w:rsidRPr="003F1AC0">
              <w:t>6,1</w:t>
            </w:r>
          </w:p>
        </w:tc>
        <w:tc>
          <w:tcPr>
            <w:tcW w:w="514" w:type="dxa"/>
            <w:shd w:val="clear" w:color="auto" w:fill="F2F2F2" w:themeFill="background1" w:themeFillShade="F2"/>
          </w:tcPr>
          <w:p w:rsidR="00C10240" w:rsidRPr="003F1AC0" w:rsidRDefault="00C10240" w:rsidP="007E7340">
            <w:pPr>
              <w:pStyle w:val="TabNumeri"/>
            </w:pPr>
            <w:r w:rsidRPr="003F1AC0">
              <w:t>7,0</w:t>
            </w:r>
          </w:p>
        </w:tc>
      </w:tr>
      <w:tr w:rsidR="00C10240" w:rsidRPr="00BC2A0C" w:rsidTr="007E7340">
        <w:trPr>
          <w:cantSplit/>
          <w:trHeight w:val="255"/>
        </w:trPr>
        <w:tc>
          <w:tcPr>
            <w:tcW w:w="3402" w:type="dxa"/>
          </w:tcPr>
          <w:p w:rsidR="00C10240" w:rsidRPr="00565219" w:rsidRDefault="00C10240" w:rsidP="007E7340">
            <w:pPr>
              <w:pStyle w:val="TabEtichette"/>
            </w:pPr>
          </w:p>
        </w:tc>
        <w:tc>
          <w:tcPr>
            <w:tcW w:w="510" w:type="dxa"/>
          </w:tcPr>
          <w:p w:rsidR="00C10240" w:rsidRPr="00565219" w:rsidRDefault="00C10240" w:rsidP="007E7340">
            <w:pPr>
              <w:pStyle w:val="TabNumeri"/>
            </w:pPr>
          </w:p>
        </w:tc>
        <w:tc>
          <w:tcPr>
            <w:tcW w:w="510" w:type="dxa"/>
          </w:tcPr>
          <w:p w:rsidR="00C10240" w:rsidRPr="00565219" w:rsidRDefault="00C10240" w:rsidP="007E7340">
            <w:pPr>
              <w:pStyle w:val="TabNumeri"/>
            </w:pPr>
          </w:p>
        </w:tc>
        <w:tc>
          <w:tcPr>
            <w:tcW w:w="510" w:type="dxa"/>
          </w:tcPr>
          <w:p w:rsidR="00C10240" w:rsidRPr="00565219" w:rsidRDefault="00C10240" w:rsidP="007E7340">
            <w:pPr>
              <w:pStyle w:val="TabNumeri"/>
            </w:pPr>
          </w:p>
        </w:tc>
        <w:tc>
          <w:tcPr>
            <w:tcW w:w="340" w:type="dxa"/>
          </w:tcPr>
          <w:p w:rsidR="00C10240" w:rsidRPr="00565219" w:rsidRDefault="00C10240" w:rsidP="007E7340">
            <w:pPr>
              <w:pStyle w:val="TabEtichette"/>
            </w:pPr>
          </w:p>
        </w:tc>
        <w:tc>
          <w:tcPr>
            <w:tcW w:w="2552" w:type="dxa"/>
          </w:tcPr>
          <w:p w:rsidR="00C10240" w:rsidRPr="00565219" w:rsidRDefault="00C10240" w:rsidP="007E7340">
            <w:pPr>
              <w:pStyle w:val="TabEtichette"/>
            </w:pPr>
            <w:r w:rsidRPr="00565219">
              <w:t>Brasile</w:t>
            </w:r>
          </w:p>
        </w:tc>
        <w:tc>
          <w:tcPr>
            <w:tcW w:w="510" w:type="dxa"/>
          </w:tcPr>
          <w:p w:rsidR="00C10240" w:rsidRPr="003F1AC0" w:rsidRDefault="00C10240" w:rsidP="007E7340">
            <w:pPr>
              <w:pStyle w:val="TabNumeri"/>
            </w:pPr>
            <w:r w:rsidRPr="003F1AC0">
              <w:t>1,1</w:t>
            </w:r>
          </w:p>
        </w:tc>
        <w:tc>
          <w:tcPr>
            <w:tcW w:w="510" w:type="dxa"/>
          </w:tcPr>
          <w:p w:rsidR="00C10240" w:rsidRPr="003F1AC0" w:rsidRDefault="00C10240" w:rsidP="007E7340">
            <w:pPr>
              <w:pStyle w:val="TabNumeri"/>
            </w:pPr>
            <w:r w:rsidRPr="003F1AC0">
              <w:t>0,9</w:t>
            </w:r>
          </w:p>
        </w:tc>
        <w:tc>
          <w:tcPr>
            <w:tcW w:w="514" w:type="dxa"/>
          </w:tcPr>
          <w:p w:rsidR="00C10240" w:rsidRPr="003F1AC0" w:rsidRDefault="00C10240" w:rsidP="007E7340">
            <w:pPr>
              <w:pStyle w:val="TabNumeri"/>
            </w:pPr>
            <w:r w:rsidRPr="003F1AC0">
              <w:t>2,0</w:t>
            </w:r>
          </w:p>
        </w:tc>
      </w:tr>
      <w:tr w:rsidR="00C10240" w:rsidRPr="00BC2A0C" w:rsidTr="007E7340">
        <w:trPr>
          <w:cantSplit/>
          <w:trHeight w:val="255"/>
        </w:trPr>
        <w:tc>
          <w:tcPr>
            <w:tcW w:w="3402" w:type="dxa"/>
            <w:shd w:val="clear" w:color="auto" w:fill="F2F2F2" w:themeFill="background1" w:themeFillShade="F2"/>
          </w:tcPr>
          <w:p w:rsidR="00C10240" w:rsidRPr="00565219" w:rsidRDefault="00C10240" w:rsidP="007E7340">
            <w:pPr>
              <w:pStyle w:val="TabEtichette"/>
            </w:pPr>
          </w:p>
        </w:tc>
        <w:tc>
          <w:tcPr>
            <w:tcW w:w="510" w:type="dxa"/>
            <w:shd w:val="clear" w:color="auto" w:fill="F2F2F2" w:themeFill="background1" w:themeFillShade="F2"/>
          </w:tcPr>
          <w:p w:rsidR="00C10240" w:rsidRPr="00565219" w:rsidRDefault="00C10240" w:rsidP="007E7340">
            <w:pPr>
              <w:pStyle w:val="TabNumeri"/>
            </w:pPr>
          </w:p>
        </w:tc>
        <w:tc>
          <w:tcPr>
            <w:tcW w:w="510" w:type="dxa"/>
            <w:shd w:val="clear" w:color="auto" w:fill="F2F2F2" w:themeFill="background1" w:themeFillShade="F2"/>
          </w:tcPr>
          <w:p w:rsidR="00C10240" w:rsidRPr="00565219" w:rsidRDefault="00C10240" w:rsidP="007E7340">
            <w:pPr>
              <w:pStyle w:val="TabNumeri"/>
            </w:pPr>
          </w:p>
        </w:tc>
        <w:tc>
          <w:tcPr>
            <w:tcW w:w="510" w:type="dxa"/>
            <w:shd w:val="clear" w:color="auto" w:fill="F2F2F2" w:themeFill="background1" w:themeFillShade="F2"/>
          </w:tcPr>
          <w:p w:rsidR="00C10240" w:rsidRPr="00565219" w:rsidRDefault="00C10240" w:rsidP="007E7340">
            <w:pPr>
              <w:pStyle w:val="TabNumeri"/>
            </w:pPr>
          </w:p>
        </w:tc>
        <w:tc>
          <w:tcPr>
            <w:tcW w:w="340" w:type="dxa"/>
            <w:shd w:val="clear" w:color="auto" w:fill="F2F2F2" w:themeFill="background1" w:themeFillShade="F2"/>
          </w:tcPr>
          <w:p w:rsidR="00C10240" w:rsidRPr="00565219" w:rsidRDefault="00C10240" w:rsidP="007E7340">
            <w:pPr>
              <w:pStyle w:val="TabEtichette"/>
            </w:pPr>
          </w:p>
        </w:tc>
        <w:tc>
          <w:tcPr>
            <w:tcW w:w="2552" w:type="dxa"/>
            <w:shd w:val="clear" w:color="auto" w:fill="F2F2F2" w:themeFill="background1" w:themeFillShade="F2"/>
          </w:tcPr>
          <w:p w:rsidR="00C10240" w:rsidRPr="00565219" w:rsidRDefault="00C10240" w:rsidP="007E7340">
            <w:pPr>
              <w:pStyle w:val="TabEtichette"/>
            </w:pPr>
            <w:r w:rsidRPr="00565219">
              <w:t>Messico</w:t>
            </w:r>
          </w:p>
        </w:tc>
        <w:tc>
          <w:tcPr>
            <w:tcW w:w="510" w:type="dxa"/>
            <w:shd w:val="clear" w:color="auto" w:fill="F2F2F2" w:themeFill="background1" w:themeFillShade="F2"/>
          </w:tcPr>
          <w:p w:rsidR="00C10240" w:rsidRPr="003F1AC0" w:rsidRDefault="00C10240" w:rsidP="007E7340">
            <w:pPr>
              <w:pStyle w:val="TabNumeri"/>
            </w:pPr>
            <w:r w:rsidRPr="003F1AC0">
              <w:t>2,0</w:t>
            </w:r>
          </w:p>
        </w:tc>
        <w:tc>
          <w:tcPr>
            <w:tcW w:w="510" w:type="dxa"/>
            <w:shd w:val="clear" w:color="auto" w:fill="F2F2F2" w:themeFill="background1" w:themeFillShade="F2"/>
          </w:tcPr>
          <w:p w:rsidR="00C10240" w:rsidRPr="003F1AC0" w:rsidRDefault="00C10240" w:rsidP="007E7340">
            <w:pPr>
              <w:pStyle w:val="TabNumeri"/>
            </w:pPr>
            <w:r w:rsidRPr="003F1AC0">
              <w:t>0,4</w:t>
            </w:r>
          </w:p>
        </w:tc>
        <w:tc>
          <w:tcPr>
            <w:tcW w:w="514" w:type="dxa"/>
            <w:shd w:val="clear" w:color="auto" w:fill="F2F2F2" w:themeFill="background1" w:themeFillShade="F2"/>
          </w:tcPr>
          <w:p w:rsidR="00C10240" w:rsidRDefault="00C10240" w:rsidP="007E7340">
            <w:pPr>
              <w:pStyle w:val="TabNumeri"/>
            </w:pPr>
            <w:r w:rsidRPr="003F1AC0">
              <w:t>1,3</w:t>
            </w:r>
          </w:p>
        </w:tc>
      </w:tr>
      <w:tr w:rsidR="00C10240" w:rsidRPr="00BC2A0C" w:rsidTr="007E7340">
        <w:trPr>
          <w:cantSplit/>
          <w:trHeight w:val="255"/>
        </w:trPr>
        <w:tc>
          <w:tcPr>
            <w:tcW w:w="9358" w:type="dxa"/>
            <w:gridSpan w:val="9"/>
          </w:tcPr>
          <w:p w:rsidR="00C10240" w:rsidRPr="00565219" w:rsidRDefault="00C10240" w:rsidP="007E7340">
            <w:pPr>
              <w:pStyle w:val="TabIntestaSup"/>
            </w:pPr>
            <w:r w:rsidRPr="00565219">
              <w:t>Commercio mondiale</w:t>
            </w:r>
          </w:p>
        </w:tc>
      </w:tr>
      <w:tr w:rsidR="00C10240" w:rsidRPr="00BC2A0C" w:rsidTr="007E7340">
        <w:trPr>
          <w:cantSplit/>
          <w:trHeight w:val="255"/>
        </w:trPr>
        <w:tc>
          <w:tcPr>
            <w:tcW w:w="3402" w:type="dxa"/>
            <w:shd w:val="clear" w:color="auto" w:fill="F2F2F2" w:themeFill="background1" w:themeFillShade="F2"/>
          </w:tcPr>
          <w:p w:rsidR="00C10240" w:rsidRPr="00565219" w:rsidRDefault="00C10240" w:rsidP="007E7340">
            <w:pPr>
              <w:pStyle w:val="TabEtichette"/>
            </w:pPr>
            <w:r w:rsidRPr="00565219">
              <w:t>Commercio mondiale(c)</w:t>
            </w:r>
          </w:p>
        </w:tc>
        <w:tc>
          <w:tcPr>
            <w:tcW w:w="510" w:type="dxa"/>
            <w:shd w:val="clear" w:color="auto" w:fill="F2F2F2" w:themeFill="background1" w:themeFillShade="F2"/>
          </w:tcPr>
          <w:p w:rsidR="00C10240" w:rsidRPr="00AD3B7F" w:rsidRDefault="00C10240" w:rsidP="007E7340">
            <w:pPr>
              <w:pStyle w:val="TabNumeri"/>
            </w:pPr>
            <w:r w:rsidRPr="00AD3B7F">
              <w:t>3,6</w:t>
            </w:r>
          </w:p>
        </w:tc>
        <w:tc>
          <w:tcPr>
            <w:tcW w:w="510" w:type="dxa"/>
            <w:shd w:val="clear" w:color="auto" w:fill="F2F2F2" w:themeFill="background1" w:themeFillShade="F2"/>
          </w:tcPr>
          <w:p w:rsidR="00C10240" w:rsidRPr="00AD3B7F" w:rsidRDefault="00C10240" w:rsidP="007E7340">
            <w:pPr>
              <w:pStyle w:val="TabNumeri"/>
            </w:pPr>
            <w:r w:rsidRPr="00AD3B7F">
              <w:t>1,1</w:t>
            </w:r>
          </w:p>
        </w:tc>
        <w:tc>
          <w:tcPr>
            <w:tcW w:w="510" w:type="dxa"/>
            <w:shd w:val="clear" w:color="auto" w:fill="F2F2F2" w:themeFill="background1" w:themeFillShade="F2"/>
          </w:tcPr>
          <w:p w:rsidR="00C10240" w:rsidRPr="00AD3B7F" w:rsidRDefault="00C10240" w:rsidP="007E7340">
            <w:pPr>
              <w:pStyle w:val="TabNumeri"/>
            </w:pPr>
            <w:r w:rsidRPr="00AD3B7F">
              <w:t>3,2</w:t>
            </w:r>
          </w:p>
        </w:tc>
        <w:tc>
          <w:tcPr>
            <w:tcW w:w="340" w:type="dxa"/>
            <w:shd w:val="clear" w:color="auto" w:fill="F2F2F2" w:themeFill="background1" w:themeFillShade="F2"/>
          </w:tcPr>
          <w:p w:rsidR="00C10240" w:rsidRPr="00565219" w:rsidRDefault="00C10240" w:rsidP="007E7340">
            <w:pPr>
              <w:pStyle w:val="TabEtichette"/>
            </w:pPr>
          </w:p>
        </w:tc>
        <w:tc>
          <w:tcPr>
            <w:tcW w:w="2552" w:type="dxa"/>
            <w:shd w:val="clear" w:color="auto" w:fill="F2F2F2" w:themeFill="background1" w:themeFillShade="F2"/>
          </w:tcPr>
          <w:p w:rsidR="00C10240" w:rsidRPr="00565219" w:rsidRDefault="00C10240" w:rsidP="007E7340">
            <w:pPr>
              <w:pStyle w:val="TabEtichette"/>
            </w:pPr>
          </w:p>
        </w:tc>
        <w:tc>
          <w:tcPr>
            <w:tcW w:w="510" w:type="dxa"/>
            <w:shd w:val="clear" w:color="auto" w:fill="F2F2F2" w:themeFill="background1" w:themeFillShade="F2"/>
          </w:tcPr>
          <w:p w:rsidR="00C10240" w:rsidRPr="00565219" w:rsidRDefault="00C10240" w:rsidP="007E7340">
            <w:pPr>
              <w:pStyle w:val="TabNumeri"/>
            </w:pPr>
          </w:p>
        </w:tc>
        <w:tc>
          <w:tcPr>
            <w:tcW w:w="510" w:type="dxa"/>
            <w:shd w:val="clear" w:color="auto" w:fill="F2F2F2" w:themeFill="background1" w:themeFillShade="F2"/>
          </w:tcPr>
          <w:p w:rsidR="00C10240" w:rsidRPr="00565219" w:rsidRDefault="00C10240" w:rsidP="007E7340">
            <w:pPr>
              <w:pStyle w:val="TabNumeri"/>
            </w:pPr>
          </w:p>
        </w:tc>
        <w:tc>
          <w:tcPr>
            <w:tcW w:w="514" w:type="dxa"/>
            <w:shd w:val="clear" w:color="auto" w:fill="F2F2F2" w:themeFill="background1" w:themeFillShade="F2"/>
          </w:tcPr>
          <w:p w:rsidR="00C10240" w:rsidRPr="00565219" w:rsidRDefault="00C10240" w:rsidP="007E7340">
            <w:pPr>
              <w:pStyle w:val="TabNumeri"/>
            </w:pPr>
          </w:p>
        </w:tc>
      </w:tr>
      <w:tr w:rsidR="00C10240" w:rsidRPr="00BC2A0C" w:rsidTr="007E7340">
        <w:trPr>
          <w:cantSplit/>
          <w:trHeight w:val="255"/>
        </w:trPr>
        <w:tc>
          <w:tcPr>
            <w:tcW w:w="3402" w:type="dxa"/>
          </w:tcPr>
          <w:p w:rsidR="00C10240" w:rsidRPr="00565219" w:rsidRDefault="00C10240" w:rsidP="007E7340">
            <w:pPr>
              <w:pStyle w:val="TabEtichette"/>
            </w:pPr>
            <w:r w:rsidRPr="00565219">
              <w:t>Importazioni</w:t>
            </w:r>
          </w:p>
        </w:tc>
        <w:tc>
          <w:tcPr>
            <w:tcW w:w="510" w:type="dxa"/>
          </w:tcPr>
          <w:p w:rsidR="00C10240" w:rsidRPr="00AD3B7F" w:rsidRDefault="00C10240" w:rsidP="007E7340">
            <w:pPr>
              <w:pStyle w:val="TabNumeri"/>
            </w:pPr>
          </w:p>
        </w:tc>
        <w:tc>
          <w:tcPr>
            <w:tcW w:w="510" w:type="dxa"/>
          </w:tcPr>
          <w:p w:rsidR="00C10240" w:rsidRPr="00AD3B7F" w:rsidRDefault="00C10240" w:rsidP="007E7340">
            <w:pPr>
              <w:pStyle w:val="TabNumeri"/>
            </w:pPr>
          </w:p>
        </w:tc>
        <w:tc>
          <w:tcPr>
            <w:tcW w:w="510" w:type="dxa"/>
          </w:tcPr>
          <w:p w:rsidR="00C10240" w:rsidRPr="00AD3B7F" w:rsidRDefault="00C10240" w:rsidP="007E7340">
            <w:pPr>
              <w:pStyle w:val="TabNumeri"/>
            </w:pPr>
          </w:p>
        </w:tc>
        <w:tc>
          <w:tcPr>
            <w:tcW w:w="340" w:type="dxa"/>
          </w:tcPr>
          <w:p w:rsidR="00C10240" w:rsidRPr="00565219" w:rsidRDefault="00C10240" w:rsidP="007E7340">
            <w:pPr>
              <w:pStyle w:val="TabEtichette"/>
            </w:pPr>
          </w:p>
        </w:tc>
        <w:tc>
          <w:tcPr>
            <w:tcW w:w="2552" w:type="dxa"/>
          </w:tcPr>
          <w:p w:rsidR="00C10240" w:rsidRPr="00565219" w:rsidRDefault="00C10240" w:rsidP="007E7340">
            <w:pPr>
              <w:pStyle w:val="TabEtichette"/>
            </w:pPr>
            <w:r w:rsidRPr="00565219">
              <w:t>Esportazioni</w:t>
            </w:r>
          </w:p>
        </w:tc>
        <w:tc>
          <w:tcPr>
            <w:tcW w:w="510" w:type="dxa"/>
          </w:tcPr>
          <w:p w:rsidR="00C10240" w:rsidRPr="00565219" w:rsidRDefault="00C10240" w:rsidP="007E7340">
            <w:pPr>
              <w:pStyle w:val="TabNumeri"/>
            </w:pPr>
          </w:p>
        </w:tc>
        <w:tc>
          <w:tcPr>
            <w:tcW w:w="510" w:type="dxa"/>
          </w:tcPr>
          <w:p w:rsidR="00C10240" w:rsidRPr="00565219" w:rsidRDefault="00C10240" w:rsidP="007E7340">
            <w:pPr>
              <w:pStyle w:val="TabNumeri"/>
            </w:pPr>
          </w:p>
        </w:tc>
        <w:tc>
          <w:tcPr>
            <w:tcW w:w="514" w:type="dxa"/>
          </w:tcPr>
          <w:p w:rsidR="00C10240" w:rsidRPr="00565219" w:rsidRDefault="00C10240" w:rsidP="007E7340">
            <w:pPr>
              <w:pStyle w:val="TabNumeri"/>
            </w:pPr>
          </w:p>
        </w:tc>
      </w:tr>
      <w:tr w:rsidR="00C10240" w:rsidRPr="00BC2A0C" w:rsidTr="007E7340">
        <w:trPr>
          <w:cantSplit/>
          <w:trHeight w:val="255"/>
        </w:trPr>
        <w:tc>
          <w:tcPr>
            <w:tcW w:w="3402" w:type="dxa"/>
            <w:shd w:val="clear" w:color="auto" w:fill="F2F2F2" w:themeFill="background1" w:themeFillShade="F2"/>
          </w:tcPr>
          <w:p w:rsidR="00C10240" w:rsidRPr="00565219" w:rsidRDefault="00C10240" w:rsidP="007E7340">
            <w:pPr>
              <w:pStyle w:val="TabEtichette"/>
            </w:pPr>
            <w:r w:rsidRPr="00565219">
              <w:t xml:space="preserve">  Economie avanzate</w:t>
            </w:r>
          </w:p>
        </w:tc>
        <w:tc>
          <w:tcPr>
            <w:tcW w:w="510" w:type="dxa"/>
            <w:shd w:val="clear" w:color="auto" w:fill="F2F2F2" w:themeFill="background1" w:themeFillShade="F2"/>
          </w:tcPr>
          <w:p w:rsidR="00C10240" w:rsidRPr="00AD3B7F" w:rsidRDefault="00C10240" w:rsidP="007E7340">
            <w:pPr>
              <w:pStyle w:val="TabNumeri"/>
            </w:pPr>
            <w:r w:rsidRPr="00AD3B7F">
              <w:t>3,0</w:t>
            </w:r>
          </w:p>
        </w:tc>
        <w:tc>
          <w:tcPr>
            <w:tcW w:w="510" w:type="dxa"/>
            <w:shd w:val="clear" w:color="auto" w:fill="F2F2F2" w:themeFill="background1" w:themeFillShade="F2"/>
          </w:tcPr>
          <w:p w:rsidR="00C10240" w:rsidRPr="00AD3B7F" w:rsidRDefault="00C10240" w:rsidP="007E7340">
            <w:pPr>
              <w:pStyle w:val="TabNumeri"/>
            </w:pPr>
            <w:r w:rsidRPr="00AD3B7F">
              <w:t>1,2</w:t>
            </w:r>
          </w:p>
        </w:tc>
        <w:tc>
          <w:tcPr>
            <w:tcW w:w="510" w:type="dxa"/>
            <w:shd w:val="clear" w:color="auto" w:fill="F2F2F2" w:themeFill="background1" w:themeFillShade="F2"/>
          </w:tcPr>
          <w:p w:rsidR="00C10240" w:rsidRPr="00AD3B7F" w:rsidRDefault="00C10240" w:rsidP="007E7340">
            <w:pPr>
              <w:pStyle w:val="TabNumeri"/>
            </w:pPr>
            <w:r w:rsidRPr="00AD3B7F">
              <w:t>2,7</w:t>
            </w:r>
          </w:p>
        </w:tc>
        <w:tc>
          <w:tcPr>
            <w:tcW w:w="340" w:type="dxa"/>
            <w:shd w:val="clear" w:color="auto" w:fill="F2F2F2" w:themeFill="background1" w:themeFillShade="F2"/>
          </w:tcPr>
          <w:p w:rsidR="00C10240" w:rsidRPr="00565219" w:rsidRDefault="00C10240" w:rsidP="007E7340">
            <w:pPr>
              <w:pStyle w:val="TabEtichette"/>
            </w:pPr>
          </w:p>
        </w:tc>
        <w:tc>
          <w:tcPr>
            <w:tcW w:w="2552" w:type="dxa"/>
            <w:shd w:val="clear" w:color="auto" w:fill="F2F2F2" w:themeFill="background1" w:themeFillShade="F2"/>
          </w:tcPr>
          <w:p w:rsidR="00C10240" w:rsidRPr="00565219" w:rsidRDefault="00C10240" w:rsidP="007E7340">
            <w:pPr>
              <w:pStyle w:val="TabEtichette"/>
            </w:pPr>
            <w:r w:rsidRPr="00565219">
              <w:t xml:space="preserve">  Economie avanzate</w:t>
            </w:r>
          </w:p>
        </w:tc>
        <w:tc>
          <w:tcPr>
            <w:tcW w:w="510" w:type="dxa"/>
            <w:shd w:val="clear" w:color="auto" w:fill="F2F2F2" w:themeFill="background1" w:themeFillShade="F2"/>
          </w:tcPr>
          <w:p w:rsidR="00C10240" w:rsidRPr="00A449F6" w:rsidRDefault="00C10240" w:rsidP="007E7340">
            <w:pPr>
              <w:pStyle w:val="TabNumeri"/>
            </w:pPr>
            <w:r w:rsidRPr="00A449F6">
              <w:t>3,1</w:t>
            </w:r>
          </w:p>
        </w:tc>
        <w:tc>
          <w:tcPr>
            <w:tcW w:w="510" w:type="dxa"/>
            <w:shd w:val="clear" w:color="auto" w:fill="F2F2F2" w:themeFill="background1" w:themeFillShade="F2"/>
          </w:tcPr>
          <w:p w:rsidR="00C10240" w:rsidRPr="00A449F6" w:rsidRDefault="00C10240" w:rsidP="007E7340">
            <w:pPr>
              <w:pStyle w:val="TabNumeri"/>
            </w:pPr>
            <w:r w:rsidRPr="00A449F6">
              <w:t>0,9</w:t>
            </w:r>
          </w:p>
        </w:tc>
        <w:tc>
          <w:tcPr>
            <w:tcW w:w="514" w:type="dxa"/>
            <w:shd w:val="clear" w:color="auto" w:fill="F2F2F2" w:themeFill="background1" w:themeFillShade="F2"/>
          </w:tcPr>
          <w:p w:rsidR="00C10240" w:rsidRPr="00A449F6" w:rsidRDefault="00C10240" w:rsidP="007E7340">
            <w:pPr>
              <w:pStyle w:val="TabNumeri"/>
            </w:pPr>
            <w:r w:rsidRPr="00A449F6">
              <w:t>2,5</w:t>
            </w:r>
          </w:p>
        </w:tc>
      </w:tr>
      <w:tr w:rsidR="00C10240" w:rsidRPr="00BC2A0C" w:rsidTr="007E7340">
        <w:trPr>
          <w:cantSplit/>
          <w:trHeight w:val="255"/>
        </w:trPr>
        <w:tc>
          <w:tcPr>
            <w:tcW w:w="3402" w:type="dxa"/>
          </w:tcPr>
          <w:p w:rsidR="00C10240" w:rsidRPr="00565219" w:rsidRDefault="00C10240" w:rsidP="007E7340">
            <w:pPr>
              <w:pStyle w:val="TabEtichette"/>
            </w:pPr>
            <w:r w:rsidRPr="00565219">
              <w:t xml:space="preserve">  Economie emergenti e in sviluppo</w:t>
            </w:r>
          </w:p>
        </w:tc>
        <w:tc>
          <w:tcPr>
            <w:tcW w:w="510" w:type="dxa"/>
          </w:tcPr>
          <w:p w:rsidR="00C10240" w:rsidRPr="00AD3B7F" w:rsidRDefault="00C10240" w:rsidP="007E7340">
            <w:pPr>
              <w:pStyle w:val="TabNumeri"/>
            </w:pPr>
            <w:r w:rsidRPr="00AD3B7F">
              <w:t>5,1</w:t>
            </w:r>
          </w:p>
        </w:tc>
        <w:tc>
          <w:tcPr>
            <w:tcW w:w="510" w:type="dxa"/>
          </w:tcPr>
          <w:p w:rsidR="00C10240" w:rsidRPr="00AD3B7F" w:rsidRDefault="00C10240" w:rsidP="007E7340">
            <w:pPr>
              <w:pStyle w:val="TabNumeri"/>
            </w:pPr>
            <w:r w:rsidRPr="00AD3B7F">
              <w:t>0,7</w:t>
            </w:r>
          </w:p>
        </w:tc>
        <w:tc>
          <w:tcPr>
            <w:tcW w:w="510" w:type="dxa"/>
          </w:tcPr>
          <w:p w:rsidR="00C10240" w:rsidRDefault="00C10240" w:rsidP="007E7340">
            <w:pPr>
              <w:pStyle w:val="TabNumeri"/>
            </w:pPr>
            <w:r w:rsidRPr="00AD3B7F">
              <w:t>4,3</w:t>
            </w:r>
          </w:p>
        </w:tc>
        <w:tc>
          <w:tcPr>
            <w:tcW w:w="340" w:type="dxa"/>
          </w:tcPr>
          <w:p w:rsidR="00C10240" w:rsidRPr="00565219" w:rsidRDefault="00C10240" w:rsidP="007E7340">
            <w:pPr>
              <w:pStyle w:val="TabEtichette"/>
            </w:pPr>
          </w:p>
        </w:tc>
        <w:tc>
          <w:tcPr>
            <w:tcW w:w="2552" w:type="dxa"/>
          </w:tcPr>
          <w:p w:rsidR="00C10240" w:rsidRPr="00565219" w:rsidRDefault="00C10240" w:rsidP="007E7340">
            <w:pPr>
              <w:pStyle w:val="TabEtichette"/>
            </w:pPr>
            <w:r w:rsidRPr="00565219">
              <w:t xml:space="preserve">  Economie emergenti e in sviluppo</w:t>
            </w:r>
          </w:p>
        </w:tc>
        <w:tc>
          <w:tcPr>
            <w:tcW w:w="510" w:type="dxa"/>
          </w:tcPr>
          <w:p w:rsidR="00C10240" w:rsidRPr="00A449F6" w:rsidRDefault="00C10240" w:rsidP="007E7340">
            <w:pPr>
              <w:pStyle w:val="TabNumeri"/>
            </w:pPr>
            <w:r w:rsidRPr="00A449F6">
              <w:t>3,9</w:t>
            </w:r>
          </w:p>
        </w:tc>
        <w:tc>
          <w:tcPr>
            <w:tcW w:w="510" w:type="dxa"/>
          </w:tcPr>
          <w:p w:rsidR="00C10240" w:rsidRPr="00A449F6" w:rsidRDefault="00C10240" w:rsidP="007E7340">
            <w:pPr>
              <w:pStyle w:val="TabNumeri"/>
            </w:pPr>
            <w:r w:rsidRPr="00A449F6">
              <w:t>1,9</w:t>
            </w:r>
          </w:p>
        </w:tc>
        <w:tc>
          <w:tcPr>
            <w:tcW w:w="514" w:type="dxa"/>
          </w:tcPr>
          <w:p w:rsidR="00C10240" w:rsidRDefault="00C10240" w:rsidP="007E7340">
            <w:pPr>
              <w:pStyle w:val="TabNumeri"/>
            </w:pPr>
            <w:r w:rsidRPr="00A449F6">
              <w:t>4,1</w:t>
            </w:r>
          </w:p>
        </w:tc>
      </w:tr>
      <w:tr w:rsidR="00C10240" w:rsidRPr="00BC2A0C" w:rsidTr="007E7340">
        <w:trPr>
          <w:cantSplit/>
          <w:trHeight w:val="255"/>
        </w:trPr>
        <w:tc>
          <w:tcPr>
            <w:tcW w:w="9358" w:type="dxa"/>
            <w:gridSpan w:val="9"/>
            <w:shd w:val="clear" w:color="auto" w:fill="F2F2F2" w:themeFill="background1" w:themeFillShade="F2"/>
          </w:tcPr>
          <w:p w:rsidR="00C10240" w:rsidRPr="00565219" w:rsidRDefault="00C10240" w:rsidP="007E7340">
            <w:pPr>
              <w:pStyle w:val="TabIntestaSup"/>
            </w:pPr>
            <w:r w:rsidRPr="00565219">
              <w:t>Prezzi</w:t>
            </w:r>
          </w:p>
        </w:tc>
      </w:tr>
      <w:tr w:rsidR="00C10240" w:rsidRPr="00BC2A0C" w:rsidTr="007E7340">
        <w:trPr>
          <w:cantSplit/>
          <w:trHeight w:val="255"/>
        </w:trPr>
        <w:tc>
          <w:tcPr>
            <w:tcW w:w="3402" w:type="dxa"/>
          </w:tcPr>
          <w:p w:rsidR="00C10240" w:rsidRPr="00565219" w:rsidRDefault="00C10240" w:rsidP="007E7340">
            <w:pPr>
              <w:pStyle w:val="TabEtichette"/>
            </w:pPr>
            <w:r w:rsidRPr="00565219">
              <w:t xml:space="preserve">Prezzi materie prime (in </w:t>
            </w:r>
            <w:proofErr w:type="spellStart"/>
            <w:r w:rsidRPr="00565219">
              <w:t>Usd</w:t>
            </w:r>
            <w:proofErr w:type="spellEnd"/>
            <w:r w:rsidRPr="00565219">
              <w:t>)</w:t>
            </w:r>
          </w:p>
        </w:tc>
        <w:tc>
          <w:tcPr>
            <w:tcW w:w="510" w:type="dxa"/>
          </w:tcPr>
          <w:p w:rsidR="00C10240" w:rsidRPr="00565219" w:rsidRDefault="00C10240" w:rsidP="007E7340">
            <w:pPr>
              <w:pStyle w:val="TabNumeri"/>
            </w:pPr>
          </w:p>
        </w:tc>
        <w:tc>
          <w:tcPr>
            <w:tcW w:w="510" w:type="dxa"/>
          </w:tcPr>
          <w:p w:rsidR="00C10240" w:rsidRPr="00565219" w:rsidRDefault="00C10240" w:rsidP="007E7340">
            <w:pPr>
              <w:pStyle w:val="TabNumeri"/>
            </w:pPr>
          </w:p>
        </w:tc>
        <w:tc>
          <w:tcPr>
            <w:tcW w:w="510" w:type="dxa"/>
          </w:tcPr>
          <w:p w:rsidR="00C10240" w:rsidRPr="00565219" w:rsidRDefault="00C10240" w:rsidP="007E7340">
            <w:pPr>
              <w:pStyle w:val="TabNumeri"/>
            </w:pPr>
          </w:p>
        </w:tc>
        <w:tc>
          <w:tcPr>
            <w:tcW w:w="340" w:type="dxa"/>
          </w:tcPr>
          <w:p w:rsidR="00C10240" w:rsidRPr="00565219" w:rsidRDefault="00C10240" w:rsidP="007E7340">
            <w:pPr>
              <w:pStyle w:val="TabEtichette"/>
            </w:pPr>
          </w:p>
        </w:tc>
        <w:tc>
          <w:tcPr>
            <w:tcW w:w="2552" w:type="dxa"/>
          </w:tcPr>
          <w:p w:rsidR="00C10240" w:rsidRPr="00565219" w:rsidRDefault="00C10240" w:rsidP="007E7340">
            <w:pPr>
              <w:pStyle w:val="TabEtichette"/>
            </w:pPr>
            <w:r w:rsidRPr="00565219">
              <w:t>Prezzi al consumo</w:t>
            </w:r>
          </w:p>
        </w:tc>
        <w:tc>
          <w:tcPr>
            <w:tcW w:w="510" w:type="dxa"/>
          </w:tcPr>
          <w:p w:rsidR="00C10240" w:rsidRPr="00565219" w:rsidRDefault="00C10240" w:rsidP="007E7340">
            <w:pPr>
              <w:pStyle w:val="TabNumeri"/>
            </w:pPr>
          </w:p>
        </w:tc>
        <w:tc>
          <w:tcPr>
            <w:tcW w:w="510" w:type="dxa"/>
          </w:tcPr>
          <w:p w:rsidR="00C10240" w:rsidRPr="00565219" w:rsidRDefault="00C10240" w:rsidP="007E7340">
            <w:pPr>
              <w:pStyle w:val="TabNumeri"/>
            </w:pPr>
          </w:p>
        </w:tc>
        <w:tc>
          <w:tcPr>
            <w:tcW w:w="514" w:type="dxa"/>
          </w:tcPr>
          <w:p w:rsidR="00C10240" w:rsidRPr="00565219" w:rsidRDefault="00C10240" w:rsidP="007E7340">
            <w:pPr>
              <w:pStyle w:val="TabNumeri"/>
            </w:pPr>
          </w:p>
        </w:tc>
      </w:tr>
      <w:tr w:rsidR="00C10240" w:rsidRPr="00BC2A0C" w:rsidTr="007E7340">
        <w:trPr>
          <w:cantSplit/>
          <w:trHeight w:val="255"/>
        </w:trPr>
        <w:tc>
          <w:tcPr>
            <w:tcW w:w="3402" w:type="dxa"/>
            <w:shd w:val="clear" w:color="auto" w:fill="F2F2F2" w:themeFill="background1" w:themeFillShade="F2"/>
          </w:tcPr>
          <w:p w:rsidR="00C10240" w:rsidRPr="00565219" w:rsidRDefault="00C10240" w:rsidP="007E7340">
            <w:pPr>
              <w:pStyle w:val="TabEtichette"/>
            </w:pPr>
            <w:r w:rsidRPr="00565219">
              <w:t xml:space="preserve"> - Petrolio (d)</w:t>
            </w:r>
          </w:p>
        </w:tc>
        <w:tc>
          <w:tcPr>
            <w:tcW w:w="510" w:type="dxa"/>
            <w:shd w:val="clear" w:color="auto" w:fill="F2F2F2" w:themeFill="background1" w:themeFillShade="F2"/>
          </w:tcPr>
          <w:p w:rsidR="00C10240" w:rsidRPr="005F79FD" w:rsidRDefault="00C10240" w:rsidP="007E7340">
            <w:pPr>
              <w:pStyle w:val="TabNumeri"/>
            </w:pPr>
            <w:r w:rsidRPr="005F79FD">
              <w:t>29,4</w:t>
            </w:r>
          </w:p>
        </w:tc>
        <w:tc>
          <w:tcPr>
            <w:tcW w:w="510" w:type="dxa"/>
            <w:shd w:val="clear" w:color="auto" w:fill="F2F2F2" w:themeFill="background1" w:themeFillShade="F2"/>
          </w:tcPr>
          <w:p w:rsidR="00C10240" w:rsidRPr="005F79FD" w:rsidRDefault="00C10240" w:rsidP="007E7340">
            <w:pPr>
              <w:pStyle w:val="TabNumeri"/>
            </w:pPr>
            <w:r w:rsidRPr="005F79FD">
              <w:t>-9,6</w:t>
            </w:r>
          </w:p>
        </w:tc>
        <w:tc>
          <w:tcPr>
            <w:tcW w:w="510" w:type="dxa"/>
            <w:shd w:val="clear" w:color="auto" w:fill="F2F2F2" w:themeFill="background1" w:themeFillShade="F2"/>
          </w:tcPr>
          <w:p w:rsidR="00C10240" w:rsidRPr="005F79FD" w:rsidRDefault="00C10240" w:rsidP="007E7340">
            <w:pPr>
              <w:pStyle w:val="TabNumeri"/>
            </w:pPr>
            <w:r w:rsidRPr="005F79FD">
              <w:t>-6,2</w:t>
            </w:r>
          </w:p>
        </w:tc>
        <w:tc>
          <w:tcPr>
            <w:tcW w:w="340" w:type="dxa"/>
            <w:shd w:val="clear" w:color="auto" w:fill="F2F2F2" w:themeFill="background1" w:themeFillShade="F2"/>
          </w:tcPr>
          <w:p w:rsidR="00C10240" w:rsidRPr="00565219" w:rsidRDefault="00C10240" w:rsidP="007E7340">
            <w:pPr>
              <w:pStyle w:val="TabEtichette"/>
            </w:pPr>
          </w:p>
        </w:tc>
        <w:tc>
          <w:tcPr>
            <w:tcW w:w="2552" w:type="dxa"/>
            <w:shd w:val="clear" w:color="auto" w:fill="F2F2F2" w:themeFill="background1" w:themeFillShade="F2"/>
          </w:tcPr>
          <w:p w:rsidR="00C10240" w:rsidRPr="00565219" w:rsidRDefault="00C10240" w:rsidP="007E7340">
            <w:pPr>
              <w:pStyle w:val="TabEtichette"/>
            </w:pPr>
            <w:r w:rsidRPr="00565219">
              <w:t xml:space="preserve">  Economie avanzate</w:t>
            </w:r>
          </w:p>
        </w:tc>
        <w:tc>
          <w:tcPr>
            <w:tcW w:w="510" w:type="dxa"/>
            <w:shd w:val="clear" w:color="auto" w:fill="F2F2F2" w:themeFill="background1" w:themeFillShade="F2"/>
          </w:tcPr>
          <w:p w:rsidR="00C10240" w:rsidRPr="001E31B0" w:rsidRDefault="00C10240" w:rsidP="007E7340">
            <w:pPr>
              <w:pStyle w:val="TabNumeri"/>
            </w:pPr>
            <w:r w:rsidRPr="001E31B0">
              <w:t>2,0</w:t>
            </w:r>
          </w:p>
        </w:tc>
        <w:tc>
          <w:tcPr>
            <w:tcW w:w="510" w:type="dxa"/>
            <w:shd w:val="clear" w:color="auto" w:fill="F2F2F2" w:themeFill="background1" w:themeFillShade="F2"/>
          </w:tcPr>
          <w:p w:rsidR="00C10240" w:rsidRPr="001E31B0" w:rsidRDefault="00C10240" w:rsidP="007E7340">
            <w:pPr>
              <w:pStyle w:val="TabNumeri"/>
            </w:pPr>
            <w:r w:rsidRPr="001E31B0">
              <w:t>1,5</w:t>
            </w:r>
          </w:p>
        </w:tc>
        <w:tc>
          <w:tcPr>
            <w:tcW w:w="514" w:type="dxa"/>
            <w:shd w:val="clear" w:color="auto" w:fill="F2F2F2" w:themeFill="background1" w:themeFillShade="F2"/>
          </w:tcPr>
          <w:p w:rsidR="00C10240" w:rsidRPr="001E31B0" w:rsidRDefault="00C10240" w:rsidP="007E7340">
            <w:pPr>
              <w:pStyle w:val="TabNumeri"/>
            </w:pPr>
            <w:r w:rsidRPr="001E31B0">
              <w:t>1,8</w:t>
            </w:r>
          </w:p>
        </w:tc>
      </w:tr>
      <w:tr w:rsidR="00C10240" w:rsidRPr="00BC2A0C" w:rsidTr="007E7340">
        <w:trPr>
          <w:cantSplit/>
          <w:trHeight w:val="255"/>
        </w:trPr>
        <w:tc>
          <w:tcPr>
            <w:tcW w:w="3402" w:type="dxa"/>
          </w:tcPr>
          <w:p w:rsidR="00C10240" w:rsidRPr="00565219" w:rsidRDefault="00C10240" w:rsidP="007E7340">
            <w:pPr>
              <w:pStyle w:val="TabEtichette"/>
            </w:pPr>
            <w:r w:rsidRPr="00565219">
              <w:t xml:space="preserve"> - Materie prime non energetiche(e)</w:t>
            </w:r>
          </w:p>
        </w:tc>
        <w:tc>
          <w:tcPr>
            <w:tcW w:w="510" w:type="dxa"/>
          </w:tcPr>
          <w:p w:rsidR="00C10240" w:rsidRPr="005F79FD" w:rsidRDefault="00C10240" w:rsidP="007E7340">
            <w:pPr>
              <w:pStyle w:val="TabNumeri"/>
            </w:pPr>
            <w:r w:rsidRPr="005F79FD">
              <w:t>1,6</w:t>
            </w:r>
          </w:p>
        </w:tc>
        <w:tc>
          <w:tcPr>
            <w:tcW w:w="510" w:type="dxa"/>
          </w:tcPr>
          <w:p w:rsidR="00C10240" w:rsidRPr="005F79FD" w:rsidRDefault="00C10240" w:rsidP="007E7340">
            <w:pPr>
              <w:pStyle w:val="TabNumeri"/>
            </w:pPr>
            <w:r w:rsidRPr="005F79FD">
              <w:t>0,9</w:t>
            </w:r>
          </w:p>
        </w:tc>
        <w:tc>
          <w:tcPr>
            <w:tcW w:w="510" w:type="dxa"/>
          </w:tcPr>
          <w:p w:rsidR="00C10240" w:rsidRDefault="00C10240" w:rsidP="007E7340">
            <w:pPr>
              <w:pStyle w:val="TabNumeri"/>
            </w:pPr>
            <w:r w:rsidRPr="005F79FD">
              <w:t>1,7</w:t>
            </w:r>
          </w:p>
        </w:tc>
        <w:tc>
          <w:tcPr>
            <w:tcW w:w="340" w:type="dxa"/>
          </w:tcPr>
          <w:p w:rsidR="00C10240" w:rsidRPr="00565219" w:rsidRDefault="00C10240" w:rsidP="007E7340">
            <w:pPr>
              <w:pStyle w:val="TabEtichette"/>
            </w:pPr>
          </w:p>
        </w:tc>
        <w:tc>
          <w:tcPr>
            <w:tcW w:w="2552" w:type="dxa"/>
          </w:tcPr>
          <w:p w:rsidR="00C10240" w:rsidRPr="00565219" w:rsidRDefault="00C10240" w:rsidP="007E7340">
            <w:pPr>
              <w:pStyle w:val="TabEtichette"/>
            </w:pPr>
            <w:r w:rsidRPr="00565219">
              <w:t xml:space="preserve">  Economie emergenti e in sviluppo</w:t>
            </w:r>
          </w:p>
        </w:tc>
        <w:tc>
          <w:tcPr>
            <w:tcW w:w="510" w:type="dxa"/>
          </w:tcPr>
          <w:p w:rsidR="00C10240" w:rsidRPr="001E31B0" w:rsidRDefault="00C10240" w:rsidP="007E7340">
            <w:pPr>
              <w:pStyle w:val="TabNumeri"/>
            </w:pPr>
            <w:r w:rsidRPr="001E31B0">
              <w:t>4,8</w:t>
            </w:r>
          </w:p>
        </w:tc>
        <w:tc>
          <w:tcPr>
            <w:tcW w:w="510" w:type="dxa"/>
          </w:tcPr>
          <w:p w:rsidR="00C10240" w:rsidRPr="001E31B0" w:rsidRDefault="00C10240" w:rsidP="007E7340">
            <w:pPr>
              <w:pStyle w:val="TabNumeri"/>
            </w:pPr>
            <w:r w:rsidRPr="001E31B0">
              <w:t>4,7</w:t>
            </w:r>
          </w:p>
        </w:tc>
        <w:tc>
          <w:tcPr>
            <w:tcW w:w="514" w:type="dxa"/>
          </w:tcPr>
          <w:p w:rsidR="00C10240" w:rsidRDefault="00C10240" w:rsidP="007E7340">
            <w:pPr>
              <w:pStyle w:val="TabNumeri"/>
            </w:pPr>
            <w:r w:rsidRPr="001E31B0">
              <w:t>4,8</w:t>
            </w:r>
          </w:p>
        </w:tc>
      </w:tr>
      <w:tr w:rsidR="00C10240" w:rsidRPr="00BC2A0C" w:rsidTr="007E7340">
        <w:trPr>
          <w:cantSplit/>
          <w:trHeight w:val="255"/>
        </w:trPr>
        <w:tc>
          <w:tcPr>
            <w:tcW w:w="9358" w:type="dxa"/>
            <w:gridSpan w:val="9"/>
            <w:shd w:val="clear" w:color="auto" w:fill="F2F2F2" w:themeFill="background1" w:themeFillShade="F2"/>
          </w:tcPr>
          <w:p w:rsidR="00C10240" w:rsidRPr="00565219" w:rsidRDefault="00C10240" w:rsidP="007E7340">
            <w:pPr>
              <w:pStyle w:val="TabIntestaSup"/>
            </w:pPr>
            <w:proofErr w:type="spellStart"/>
            <w:r w:rsidRPr="00565219">
              <w:t>Libor</w:t>
            </w:r>
            <w:proofErr w:type="spellEnd"/>
            <w:r w:rsidRPr="00565219">
              <w:t xml:space="preserve"> su depositi in (f)</w:t>
            </w:r>
          </w:p>
        </w:tc>
      </w:tr>
      <w:tr w:rsidR="00C10240" w:rsidRPr="00BC2A0C" w:rsidTr="007E7340">
        <w:trPr>
          <w:cantSplit/>
          <w:trHeight w:val="255"/>
        </w:trPr>
        <w:tc>
          <w:tcPr>
            <w:tcW w:w="3402" w:type="dxa"/>
            <w:shd w:val="clear" w:color="auto" w:fill="auto"/>
          </w:tcPr>
          <w:p w:rsidR="00C10240" w:rsidRPr="00565219" w:rsidRDefault="00C10240" w:rsidP="007E7340">
            <w:pPr>
              <w:pStyle w:val="TabEtichette"/>
            </w:pPr>
            <w:r w:rsidRPr="00565219">
              <w:t>Dollari Usa</w:t>
            </w:r>
          </w:p>
        </w:tc>
        <w:tc>
          <w:tcPr>
            <w:tcW w:w="510" w:type="dxa"/>
            <w:shd w:val="clear" w:color="auto" w:fill="auto"/>
          </w:tcPr>
          <w:p w:rsidR="00C10240" w:rsidRPr="006F44B9" w:rsidRDefault="00C10240" w:rsidP="007E7340">
            <w:pPr>
              <w:pStyle w:val="TabNumeri"/>
            </w:pPr>
            <w:r w:rsidRPr="006F44B9">
              <w:t>2,5</w:t>
            </w:r>
          </w:p>
        </w:tc>
        <w:tc>
          <w:tcPr>
            <w:tcW w:w="510" w:type="dxa"/>
            <w:shd w:val="clear" w:color="auto" w:fill="auto"/>
          </w:tcPr>
          <w:p w:rsidR="00C10240" w:rsidRPr="006F44B9" w:rsidRDefault="00C10240" w:rsidP="007E7340">
            <w:pPr>
              <w:pStyle w:val="TabNumeri"/>
            </w:pPr>
            <w:r w:rsidRPr="006F44B9">
              <w:t>2,3</w:t>
            </w:r>
          </w:p>
        </w:tc>
        <w:tc>
          <w:tcPr>
            <w:tcW w:w="510" w:type="dxa"/>
            <w:shd w:val="clear" w:color="auto" w:fill="auto"/>
          </w:tcPr>
          <w:p w:rsidR="00C10240" w:rsidRPr="006F44B9" w:rsidRDefault="00C10240" w:rsidP="007E7340">
            <w:pPr>
              <w:pStyle w:val="TabNumeri"/>
            </w:pPr>
            <w:r w:rsidRPr="006F44B9">
              <w:t>2,0</w:t>
            </w:r>
          </w:p>
        </w:tc>
        <w:tc>
          <w:tcPr>
            <w:tcW w:w="340" w:type="dxa"/>
            <w:shd w:val="clear" w:color="auto" w:fill="auto"/>
          </w:tcPr>
          <w:p w:rsidR="00C10240" w:rsidRPr="00565219" w:rsidRDefault="00C10240" w:rsidP="007E7340">
            <w:pPr>
              <w:pStyle w:val="TabEtichette"/>
            </w:pPr>
          </w:p>
        </w:tc>
        <w:tc>
          <w:tcPr>
            <w:tcW w:w="2552" w:type="dxa"/>
            <w:shd w:val="clear" w:color="auto" w:fill="auto"/>
          </w:tcPr>
          <w:p w:rsidR="00C10240" w:rsidRPr="00565219" w:rsidRDefault="00C10240" w:rsidP="007E7340">
            <w:pPr>
              <w:pStyle w:val="TabEtichette"/>
            </w:pPr>
            <w:r w:rsidRPr="00565219">
              <w:t>Yen</w:t>
            </w:r>
          </w:p>
        </w:tc>
        <w:tc>
          <w:tcPr>
            <w:tcW w:w="510" w:type="dxa"/>
            <w:shd w:val="clear" w:color="auto" w:fill="auto"/>
          </w:tcPr>
          <w:p w:rsidR="00C10240" w:rsidRPr="00565219" w:rsidRDefault="00C10240" w:rsidP="007E7340">
            <w:pPr>
              <w:pStyle w:val="TabNumeri"/>
            </w:pPr>
            <w:r w:rsidRPr="00565219">
              <w:t>0,0</w:t>
            </w:r>
          </w:p>
        </w:tc>
        <w:tc>
          <w:tcPr>
            <w:tcW w:w="510" w:type="dxa"/>
            <w:shd w:val="clear" w:color="auto" w:fill="auto"/>
          </w:tcPr>
          <w:p w:rsidR="00C10240" w:rsidRPr="00565219" w:rsidRDefault="00C10240" w:rsidP="007E7340">
            <w:pPr>
              <w:pStyle w:val="TabNumeri"/>
            </w:pPr>
            <w:r w:rsidRPr="00565219">
              <w:t>0,0</w:t>
            </w:r>
          </w:p>
        </w:tc>
        <w:tc>
          <w:tcPr>
            <w:tcW w:w="514" w:type="dxa"/>
            <w:shd w:val="clear" w:color="auto" w:fill="auto"/>
          </w:tcPr>
          <w:p w:rsidR="00C10240" w:rsidRPr="00565219" w:rsidRDefault="00C10240" w:rsidP="007E7340">
            <w:pPr>
              <w:pStyle w:val="TabNumeri"/>
            </w:pPr>
            <w:r>
              <w:t>-</w:t>
            </w:r>
            <w:r w:rsidRPr="00565219">
              <w:t>0,1</w:t>
            </w:r>
          </w:p>
        </w:tc>
      </w:tr>
      <w:tr w:rsidR="00C10240" w:rsidRPr="00BC2A0C" w:rsidTr="007E7340">
        <w:trPr>
          <w:cantSplit/>
          <w:trHeight w:val="255"/>
        </w:trPr>
        <w:tc>
          <w:tcPr>
            <w:tcW w:w="3402" w:type="dxa"/>
            <w:shd w:val="clear" w:color="auto" w:fill="F2F2F2" w:themeFill="background1" w:themeFillShade="F2"/>
          </w:tcPr>
          <w:p w:rsidR="00C10240" w:rsidRPr="00565219" w:rsidRDefault="00C10240" w:rsidP="007E7340">
            <w:pPr>
              <w:pStyle w:val="TabEtichette"/>
            </w:pPr>
            <w:r w:rsidRPr="00565219">
              <w:t>Euro</w:t>
            </w:r>
          </w:p>
        </w:tc>
        <w:tc>
          <w:tcPr>
            <w:tcW w:w="510" w:type="dxa"/>
            <w:shd w:val="clear" w:color="auto" w:fill="F2F2F2" w:themeFill="background1" w:themeFillShade="F2"/>
          </w:tcPr>
          <w:p w:rsidR="00C10240" w:rsidRPr="006F44B9" w:rsidRDefault="00C10240" w:rsidP="007E7340">
            <w:pPr>
              <w:pStyle w:val="TabNumeri"/>
            </w:pPr>
            <w:r w:rsidRPr="006F44B9">
              <w:t>-0,3</w:t>
            </w:r>
          </w:p>
        </w:tc>
        <w:tc>
          <w:tcPr>
            <w:tcW w:w="510" w:type="dxa"/>
            <w:shd w:val="clear" w:color="auto" w:fill="F2F2F2" w:themeFill="background1" w:themeFillShade="F2"/>
          </w:tcPr>
          <w:p w:rsidR="00C10240" w:rsidRPr="006F44B9" w:rsidRDefault="00C10240" w:rsidP="007E7340">
            <w:pPr>
              <w:pStyle w:val="TabNumeri"/>
            </w:pPr>
            <w:r w:rsidRPr="006F44B9">
              <w:t>-0,4</w:t>
            </w:r>
          </w:p>
        </w:tc>
        <w:tc>
          <w:tcPr>
            <w:tcW w:w="510" w:type="dxa"/>
            <w:shd w:val="clear" w:color="auto" w:fill="F2F2F2" w:themeFill="background1" w:themeFillShade="F2"/>
          </w:tcPr>
          <w:p w:rsidR="00C10240" w:rsidRDefault="00C10240" w:rsidP="007E7340">
            <w:pPr>
              <w:pStyle w:val="TabNumeri"/>
            </w:pPr>
            <w:r w:rsidRPr="006F44B9">
              <w:t>-0,6</w:t>
            </w:r>
          </w:p>
        </w:tc>
        <w:tc>
          <w:tcPr>
            <w:tcW w:w="340" w:type="dxa"/>
            <w:shd w:val="clear" w:color="auto" w:fill="F2F2F2" w:themeFill="background1" w:themeFillShade="F2"/>
          </w:tcPr>
          <w:p w:rsidR="00C10240" w:rsidRPr="00565219" w:rsidRDefault="00C10240" w:rsidP="007E7340">
            <w:pPr>
              <w:pStyle w:val="TabEtichette"/>
            </w:pPr>
          </w:p>
        </w:tc>
        <w:tc>
          <w:tcPr>
            <w:tcW w:w="2552" w:type="dxa"/>
            <w:shd w:val="clear" w:color="auto" w:fill="F2F2F2" w:themeFill="background1" w:themeFillShade="F2"/>
          </w:tcPr>
          <w:p w:rsidR="00C10240" w:rsidRPr="00565219" w:rsidRDefault="00C10240" w:rsidP="007E7340">
            <w:pPr>
              <w:pStyle w:val="TabEtichette"/>
            </w:pPr>
          </w:p>
        </w:tc>
        <w:tc>
          <w:tcPr>
            <w:tcW w:w="510" w:type="dxa"/>
            <w:shd w:val="clear" w:color="auto" w:fill="F2F2F2" w:themeFill="background1" w:themeFillShade="F2"/>
          </w:tcPr>
          <w:p w:rsidR="00C10240" w:rsidRPr="00565219" w:rsidRDefault="00C10240" w:rsidP="007E7340">
            <w:pPr>
              <w:pStyle w:val="TabNumeri"/>
            </w:pPr>
          </w:p>
        </w:tc>
        <w:tc>
          <w:tcPr>
            <w:tcW w:w="510" w:type="dxa"/>
            <w:shd w:val="clear" w:color="auto" w:fill="F2F2F2" w:themeFill="background1" w:themeFillShade="F2"/>
          </w:tcPr>
          <w:p w:rsidR="00C10240" w:rsidRPr="00565219" w:rsidRDefault="00C10240" w:rsidP="007E7340">
            <w:pPr>
              <w:pStyle w:val="TabNumeri"/>
            </w:pPr>
          </w:p>
        </w:tc>
        <w:tc>
          <w:tcPr>
            <w:tcW w:w="514" w:type="dxa"/>
            <w:shd w:val="clear" w:color="auto" w:fill="F2F2F2" w:themeFill="background1" w:themeFillShade="F2"/>
          </w:tcPr>
          <w:p w:rsidR="00C10240" w:rsidRPr="00565219" w:rsidRDefault="00C10240" w:rsidP="007E7340">
            <w:pPr>
              <w:pStyle w:val="TabNumeri"/>
            </w:pPr>
          </w:p>
        </w:tc>
      </w:tr>
      <w:tr w:rsidR="00C10240" w:rsidRPr="005C304F" w:rsidTr="007E7340">
        <w:trPr>
          <w:cantSplit/>
        </w:trPr>
        <w:tc>
          <w:tcPr>
            <w:tcW w:w="9358" w:type="dxa"/>
            <w:gridSpan w:val="9"/>
            <w:tcBorders>
              <w:top w:val="single" w:sz="4" w:space="0" w:color="800000"/>
            </w:tcBorders>
          </w:tcPr>
          <w:p w:rsidR="00C10240" w:rsidRPr="002A4A23" w:rsidRDefault="00C10240" w:rsidP="007E7340">
            <w:pPr>
              <w:pStyle w:val="TabNoteSuperiori"/>
            </w:pPr>
            <w:r>
              <w:t>(</w:t>
            </w:r>
            <w:r w:rsidRPr="00BC2A0C">
              <w:t xml:space="preserve">a) </w:t>
            </w:r>
            <w:r>
              <w:t xml:space="preserve">Le </w:t>
            </w:r>
            <w:r w:rsidRPr="00BC2A0C">
              <w:t>assunzioni della previsione economica</w:t>
            </w:r>
            <w:r>
              <w:t xml:space="preserve"> sono alla sezione </w:t>
            </w:r>
            <w:proofErr w:type="spellStart"/>
            <w:r>
              <w:t>Assumption</w:t>
            </w:r>
            <w:proofErr w:type="spellEnd"/>
            <w:r>
              <w:t xml:space="preserve"> and </w:t>
            </w:r>
            <w:proofErr w:type="spellStart"/>
            <w:r>
              <w:t>Conventions</w:t>
            </w:r>
            <w:proofErr w:type="spellEnd"/>
            <w:r>
              <w:t>.</w:t>
            </w:r>
            <w:r w:rsidRPr="00BC2A0C">
              <w:t xml:space="preserve"> (b) Tasso di variazione percentuale sul periodo precedente. (c) Beni e servizi in volume. (d) Media dei prezzi spot del petrolio greggio  Brent, Dubai e West </w:t>
            </w:r>
            <w:proofErr w:type="spellStart"/>
            <w:r w:rsidRPr="00BC2A0C">
              <w:t>texas</w:t>
            </w:r>
            <w:proofErr w:type="spellEnd"/>
            <w:r w:rsidRPr="00BC2A0C">
              <w:t xml:space="preserve"> Intermediate. (e) Media dei prezzi mondiali delle materie prime non </w:t>
            </w:r>
            <w:proofErr w:type="spellStart"/>
            <w:r w:rsidRPr="00BC2A0C">
              <w:t>fuel</w:t>
            </w:r>
            <w:proofErr w:type="spellEnd"/>
            <w:r w:rsidRPr="00BC2A0C">
              <w:t xml:space="preserve"> (energia) pesata per la loro quota media delle esportazioni di materie prime. (f) LIBOR (</w:t>
            </w:r>
            <w:proofErr w:type="spellStart"/>
            <w:r w:rsidRPr="00BC2A0C">
              <w:t>London</w:t>
            </w:r>
            <w:proofErr w:type="spellEnd"/>
            <w:r w:rsidRPr="00BC2A0C">
              <w:t xml:space="preserve"> </w:t>
            </w:r>
            <w:proofErr w:type="spellStart"/>
            <w:r w:rsidRPr="00BC2A0C">
              <w:t>interbank</w:t>
            </w:r>
            <w:proofErr w:type="spellEnd"/>
            <w:r w:rsidRPr="00BC2A0C">
              <w:t xml:space="preserve"> </w:t>
            </w:r>
            <w:proofErr w:type="spellStart"/>
            <w:r w:rsidRPr="00BC2A0C">
              <w:t>offered</w:t>
            </w:r>
            <w:proofErr w:type="spellEnd"/>
            <w:r w:rsidRPr="00BC2A0C">
              <w:t xml:space="preserve"> rate), tasso di interesse percentuale: a) sui depositi a 6 mesi in U.S.$; sui depositi a 6 mesi in yen; sui depositi a 3 mesi in euro. </w:t>
            </w:r>
          </w:p>
          <w:p w:rsidR="00C10240" w:rsidRPr="00BC2A0C" w:rsidRDefault="00C10240" w:rsidP="007E7340">
            <w:pPr>
              <w:pStyle w:val="TabNoteSuperiori"/>
              <w:rPr>
                <w:lang w:val="en-US"/>
              </w:rPr>
            </w:pPr>
            <w:r w:rsidRPr="00BC2A0C">
              <w:rPr>
                <w:lang w:val="en-GB"/>
              </w:rPr>
              <w:t xml:space="preserve">IMF, World Economic </w:t>
            </w:r>
            <w:r w:rsidRPr="0089108A">
              <w:rPr>
                <w:lang w:val="en-GB"/>
              </w:rPr>
              <w:t xml:space="preserve">Outlook, 15 </w:t>
            </w:r>
            <w:proofErr w:type="spellStart"/>
            <w:r w:rsidRPr="0089108A">
              <w:rPr>
                <w:lang w:val="en-GB"/>
              </w:rPr>
              <w:t>ottobre</w:t>
            </w:r>
            <w:proofErr w:type="spellEnd"/>
            <w:r w:rsidRPr="0089108A">
              <w:rPr>
                <w:lang w:val="en-GB"/>
              </w:rPr>
              <w:t xml:space="preserve"> 2019</w:t>
            </w:r>
          </w:p>
        </w:tc>
      </w:tr>
    </w:tbl>
    <w:p w:rsidR="00265234" w:rsidRPr="00F46588" w:rsidRDefault="00265234" w:rsidP="00265234">
      <w:r w:rsidRPr="00F46588">
        <w:t>L’economia mondiale si trova in una fase rallentamento diffuso e sincronizzato e procede al ritmo più lento sperimentato dalla crisi finanziaria globale. Il basso ritmo di crescita deriva dalle crescenti barriere commerciali, dall’elevata e crescente incertezza che caratterizza il commercio e la politica internazionale, dalle difficili condizioni macro-economiche in cui si sono venuti a trovare diverse economie emergenti e da fattori strutturali quali la bassa crescita della produttività e l’invecchiamento della popolazione che caratterizzano le economie avanzate.</w:t>
      </w:r>
    </w:p>
    <w:p w:rsidR="00265234" w:rsidRPr="00F46588" w:rsidRDefault="00265234" w:rsidP="00265234">
      <w:r w:rsidRPr="00F46588">
        <w:t>Il Fondo monetario internazionale ritiene che la crescita del commercio mondiale debba subire quasi un arresto passando dal +3,6 per cento del 2018 a un modesto +1,1 per cento nel 2019, connesso al rallentamento dell’attività manifatturiera a livello globale, che ha ridotto gli investimenti e il commercio dei beni capitali, ma con la prospettiva di una ripresa nel corso del 2020 (+3,2 per cento). Anche l’Ocse conferma il forte rallentamento della crescita del commercio globale nel 2019, ma non ne prospetta una sostanziale ripresa nel 2020 (+1,6 per cento).</w:t>
      </w:r>
    </w:p>
    <w:p w:rsidR="00265234" w:rsidRPr="00F46588" w:rsidRDefault="00265234" w:rsidP="00265234">
      <w:r w:rsidRPr="00F46588">
        <w:t xml:space="preserve">A ottobre il Fondo monetario internazionale stimava una crescita dell’economia mondiale del 3,0 per cento per l’anno in corso e ne prospettava una ripresa al 3,4 per cento per il 2020, anche se non diffusa e precaria. Anche questa prospettiva non trova riscontro nella più recente previsione dell’Ocse, che vede la </w:t>
      </w:r>
      <w:r w:rsidRPr="00F46588">
        <w:lastRenderedPageBreak/>
        <w:t>crescita globale mantenersi al 2,9 per cento anche nel 2020.</w:t>
      </w:r>
    </w:p>
    <w:p w:rsidR="00265234" w:rsidRPr="00F46588" w:rsidRDefault="00265234" w:rsidP="00265234">
      <w:r w:rsidRPr="00F46588">
        <w:t xml:space="preserve">Le politiche monetarie si sono allineate in senso espansivo, sia nei paesi avanzati, sia in quelli in sviluppo, in assenza di pressioni inflazionistiche, per prevenire un’ulteriore riduzione della crescita. Restano notevoli differenze nei livelli dei tassi e nell’impiego di politiche di </w:t>
      </w:r>
      <w:r w:rsidRPr="00F46588">
        <w:rPr>
          <w:i/>
        </w:rPr>
        <w:t xml:space="preserve">quantitative </w:t>
      </w:r>
      <w:proofErr w:type="spellStart"/>
      <w:r w:rsidRPr="00F46588">
        <w:rPr>
          <w:i/>
        </w:rPr>
        <w:t>easing</w:t>
      </w:r>
      <w:proofErr w:type="spellEnd"/>
      <w:r w:rsidRPr="00F46588">
        <w:t xml:space="preserve"> tra Stati Uniti da un lato e dall’altro Unione europea e più ancora del Giappone. Gli strumenti e i margini di intervento delle banche centrali a fronte di una possibile recessione vanno però restringendosi, mentre le politiche fiscali non sono state utilizzate per sostenere con efficacia la domanda, la produttività e quindi la crescita.</w:t>
      </w:r>
    </w:p>
    <w:tbl>
      <w:tblPr>
        <w:tblStyle w:val="Grigliatabella"/>
        <w:tblpPr w:topFromText="425" w:bottomFromText="425" w:horzAnchor="margin" w:tblpXSpec="center" w:tblpYSpec="top"/>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356"/>
      </w:tblGrid>
      <w:tr w:rsidR="00C10240" w:rsidRPr="002B550F" w:rsidTr="00C10240">
        <w:tc>
          <w:tcPr>
            <w:tcW w:w="9356" w:type="dxa"/>
          </w:tcPr>
          <w:p w:rsidR="00C10240" w:rsidRPr="002B550F" w:rsidRDefault="00C10240" w:rsidP="00C10240">
            <w:pPr>
              <w:pStyle w:val="FigTitolo"/>
            </w:pPr>
            <w:r w:rsidRPr="002B550F">
              <w:t>La previsione del</w:t>
            </w:r>
            <w:r>
              <w:t xml:space="preserve">l’Ocse, </w:t>
            </w:r>
            <w:r w:rsidRPr="002B550F">
              <w:t xml:space="preserve">tasso di variazione del </w:t>
            </w:r>
            <w:r>
              <w:t>p</w:t>
            </w:r>
            <w:r w:rsidRPr="002B550F">
              <w:t>rodotto interno lordo</w:t>
            </w:r>
          </w:p>
        </w:tc>
      </w:tr>
      <w:tr w:rsidR="00C10240" w:rsidRPr="002B550F" w:rsidTr="00C10240">
        <w:tc>
          <w:tcPr>
            <w:tcW w:w="9356" w:type="dxa"/>
          </w:tcPr>
          <w:p w:rsidR="00C10240" w:rsidRPr="004C3A94" w:rsidRDefault="00C10240" w:rsidP="00C10240">
            <w:pPr>
              <w:pStyle w:val="Figure"/>
            </w:pPr>
            <w:r>
              <w:rPr>
                <w:noProof/>
              </w:rPr>
              <w:drawing>
                <wp:inline distT="0" distB="0" distL="0" distR="0" wp14:anchorId="6F5F3FBC" wp14:editId="341D12F2">
                  <wp:extent cx="5897880" cy="2157730"/>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97880" cy="2157730"/>
                          </a:xfrm>
                          <a:prstGeom prst="rect">
                            <a:avLst/>
                          </a:prstGeom>
                          <a:noFill/>
                          <a:ln>
                            <a:noFill/>
                          </a:ln>
                        </pic:spPr>
                      </pic:pic>
                    </a:graphicData>
                  </a:graphic>
                </wp:inline>
              </w:drawing>
            </w:r>
          </w:p>
        </w:tc>
      </w:tr>
      <w:tr w:rsidR="00C10240" w:rsidRPr="00BC439F" w:rsidTr="00C10240">
        <w:tc>
          <w:tcPr>
            <w:tcW w:w="9356" w:type="dxa"/>
          </w:tcPr>
          <w:p w:rsidR="00C10240" w:rsidRPr="001A3E14" w:rsidRDefault="00C10240" w:rsidP="00C10240">
            <w:pPr>
              <w:pStyle w:val="TabNoteSuperiori"/>
              <w:rPr>
                <w:lang w:val="en-US"/>
              </w:rPr>
            </w:pPr>
            <w:r w:rsidRPr="00206193">
              <w:rPr>
                <w:lang w:val="en-US"/>
              </w:rPr>
              <w:t>Fonte</w:t>
            </w:r>
            <w:r w:rsidRPr="005C304F">
              <w:rPr>
                <w:lang w:val="en-US"/>
              </w:rPr>
              <w:t xml:space="preserve">: Oecd, Economic Outlook, 21 </w:t>
            </w:r>
            <w:proofErr w:type="spellStart"/>
            <w:r w:rsidRPr="005C304F">
              <w:rPr>
                <w:lang w:val="en-US"/>
              </w:rPr>
              <w:t>novembre</w:t>
            </w:r>
            <w:proofErr w:type="spellEnd"/>
            <w:r w:rsidRPr="005C304F">
              <w:rPr>
                <w:lang w:val="en-US"/>
              </w:rPr>
              <w:t xml:space="preserve"> 2019</w:t>
            </w:r>
          </w:p>
        </w:tc>
      </w:tr>
    </w:tbl>
    <w:p w:rsidR="00265234" w:rsidRPr="00F46588" w:rsidRDefault="00265234" w:rsidP="00265234">
      <w:r w:rsidRPr="00F46588">
        <w:t xml:space="preserve">Le quotazioni del petrolio, dopo l’impennata del 2018, dovrebbero contrarsi nel 2019 (-9,6 per cento) e in misura più contenuta anche nel 2020 (-6,2 per cento). Nello stesso periodo, i prezzi delle materie prime non energetiche cresceranno in misura contenuta. La dinamica dei prezzi nei paesi avanzati ha rallentato nel 2019, ben al di sotto degli obbiettivi, ma dovrebbe riprendersi lievemente nel 2020, in presenza di moderate pressioni salariali. Nei paesi emergenti e in sviluppo, invece dovrebbe mantenersi costante nel 2019 e 2020. </w:t>
      </w:r>
    </w:p>
    <w:p w:rsidR="00265234" w:rsidRPr="00F46588" w:rsidRDefault="00265234" w:rsidP="00265234">
      <w:r w:rsidRPr="00F46588">
        <w:t>La crescita rallenterà in misura superiore nelle economie avanzate nel 2019 (+1,7 per cento) e non si riprenderà nel 2020 (+1,6 per cento). Nei paesi emergenti a un rallentamento meno ampio nel 2019 (3,9 per cento), farà seguito una pronta ripresa nel 2020 (+4,6 per cento) per il Fondo monetario internazionale, mentre l’Ocse non prospetta alcuna accelerazione della crescita (+4,0 per cento).</w:t>
      </w:r>
    </w:p>
    <w:p w:rsidR="00265234" w:rsidRPr="00F46588" w:rsidRDefault="00265234" w:rsidP="00265234">
      <w:r w:rsidRPr="00F46588">
        <w:t xml:space="preserve">Per il Fmi, </w:t>
      </w:r>
    </w:p>
    <w:p w:rsidR="00265234" w:rsidRPr="00F46588" w:rsidRDefault="00265234" w:rsidP="00265234">
      <w:r w:rsidRPr="00F46588">
        <w:t>La crescita negli Stati Uniti rallenterà leggermente al 2,4 per cento nel 2019 e lo farà ulteriormente nel 2020 (+2,1 per cento), trascorso l’effetto dello stimolo fiscale, frenata dalle incertezze commerciali e politiche, nonostante il crescente sostegno della politica monetaria. Le indicazioni dell’Ocse appaiono in linea rispettivamente al 2,3 e al 2,0 per cento per il 2019 e il 2020.</w:t>
      </w:r>
    </w:p>
    <w:p w:rsidR="00265234" w:rsidRPr="00F46588" w:rsidRDefault="00265234" w:rsidP="00265234">
      <w:r w:rsidRPr="00F46588">
        <w:t>A fronte del ribilanciamento del modello di crescita, degli effetti della guerra commerciale con gli Usa e della necessità di ridurre l’elevata dipendenza dall’indebitamento, il ritmo di sviluppo in Cina si è ridotto nel 2019 al 6,1 per cento per il Fmi (6,2 per l’Ocse). Una serie di pacchetti di stimolo fiscale, l’allentamento monetario della Banca centrale cinese e la svalutazione controllata del cambio dovrebbero contenere il rallentamento della crescita nel 2020 (5,8 per cento per l’FMI, 5,7 per cento per l’Ocse).</w:t>
      </w:r>
    </w:p>
    <w:p w:rsidR="00265234" w:rsidRPr="00F46588" w:rsidRDefault="00265234" w:rsidP="00265234">
      <w:r w:rsidRPr="00F46588">
        <w:t>La crescita in Giappone raggiungerà l’1,0 per cento nel 2019, grazie a una forte spesa per consumi e al sostegno fiscale, ma non andrà oltre lo 0,6 per cento nel 2020, con l’aumento della imposizione sui consumi recentemente applicato.</w:t>
      </w:r>
    </w:p>
    <w:p w:rsidR="00C43F0D" w:rsidRPr="00DB2CF9" w:rsidRDefault="00C43F0D" w:rsidP="00C43F0D">
      <w:pPr>
        <w:pStyle w:val="Titolo2"/>
      </w:pPr>
      <w:r>
        <w:t>X.2.</w:t>
      </w:r>
      <w:r>
        <w:tab/>
        <w:t>L’a</w:t>
      </w:r>
      <w:r w:rsidRPr="00DB2CF9">
        <w:t>rea dell’euro</w:t>
      </w:r>
    </w:p>
    <w:p w:rsidR="00265234" w:rsidRPr="00F46588" w:rsidRDefault="00265234" w:rsidP="00265234">
      <w:r w:rsidRPr="00F46588">
        <w:t xml:space="preserve">Per la Commissione europea la crescita del prodotto interno lordo dell’area dell’euro dovrebbe frenare ulteriormente nel 2019 (+1,1 per cento) e riprendersi solo marginalmente nel 2020 (+1,2 per cento), nonostante le condizioni finanziarie più favorevoli, il rallentamento della domanda esterna e la contrazione dell’attività manifatturiera, che frenano le esportazioni e gli investimenti, cominciano a trasmettersi agli altri settori dell’economia. La buona condizione del mercato del lavoro sostiene i consumi privati e la domanda interna, ma è improbabile che la crescita del prodotto interno lordo possa riprendersi </w:t>
      </w:r>
      <w:r w:rsidRPr="00F46588">
        <w:lastRenderedPageBreak/>
        <w:t xml:space="preserve">sensibilmente a breve. Le previsioni dell’Ocse prospettano lo stesso scenario con una crescita minima sia nel 2019 (+1,2 per cento), sia nel 2020 (+1,1 per cento). </w:t>
      </w:r>
    </w:p>
    <w:p w:rsidR="00265234" w:rsidRPr="00F46588" w:rsidRDefault="00265234" w:rsidP="00265234">
      <w:r w:rsidRPr="00F46588">
        <w:t>La tendenza diverge tra i maggiori paesi dell’area. La crescita frena sensibilmente nel 2019 in Germania e Italia, dato l’elevato rilievo delle esportazioni rispetto al Pil, senza una sostanziale ripresa nel 2020, mentre il rallentamento della crescita francese è meno ampio, ma ugualmente non registrerà una ripresa nel 2020 e la riduzione della dinamica dell’attività economica in Spagna risulterà sensibile anche nel 2020.</w:t>
      </w:r>
    </w:p>
    <w:p w:rsidR="00265234" w:rsidRPr="00F46588" w:rsidRDefault="00265234" w:rsidP="00265234">
      <w:r w:rsidRPr="00F46588">
        <w:t>Secondo la Commissione europea, la crescita dei consumi privati si è ridotta nuovamente e per il terzo anno consecutivo nel 2019 (+1,1 per cento). Si prevede si riprenderà lievemente nel 2020 (+1,2 per cento), sostenuta dalla contenuta inflazione, dalla politica fiscale e dalle buone condizioni di finanziamento, nonostante le peggiori condizioni del mercato del lavoro. L’espansione dei consumi pubblici dovrebbe restare forte, sia nel 2019 (+1,6 per cento ), sia nel 2020 (+1,5 per cento).</w:t>
      </w:r>
    </w:p>
    <w:p w:rsidR="00265234" w:rsidRPr="00F46588" w:rsidRDefault="00265234" w:rsidP="00265234">
      <w:r w:rsidRPr="00F46588">
        <w:t>Se non si considerano i dati Irlandesi influenzati dall’erraticità degli investimenti delle multinazionali, la dinamica degli investimenti dovrebbe perdere slancio nel 2019 (+3,0 per cento), dopo un +3,3 per cento nel 2018, e rallentare più decisamente nel 2020 (+1,9 per cento).</w:t>
      </w:r>
    </w:p>
    <w:tbl>
      <w:tblPr>
        <w:tblStyle w:val="Grigliatabella"/>
        <w:tblpPr w:topFromText="284" w:bottomFromText="284" w:horzAnchor="margin" w:tblpXSpec="center" w:tblpYSpec="bottom"/>
        <w:tblOverlap w:val="never"/>
        <w:tblW w:w="93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11"/>
        <w:gridCol w:w="737"/>
        <w:gridCol w:w="737"/>
        <w:gridCol w:w="737"/>
        <w:gridCol w:w="510"/>
        <w:gridCol w:w="2211"/>
        <w:gridCol w:w="737"/>
        <w:gridCol w:w="737"/>
        <w:gridCol w:w="737"/>
        <w:gridCol w:w="16"/>
      </w:tblGrid>
      <w:tr w:rsidR="00A652E1" w:rsidTr="007E7340">
        <w:trPr>
          <w:cantSplit/>
          <w:trHeight w:val="255"/>
        </w:trPr>
        <w:tc>
          <w:tcPr>
            <w:tcW w:w="9370" w:type="dxa"/>
            <w:gridSpan w:val="10"/>
            <w:tcBorders>
              <w:bottom w:val="single" w:sz="4" w:space="0" w:color="632423" w:themeColor="accent2" w:themeShade="80"/>
            </w:tcBorders>
            <w:noWrap/>
          </w:tcPr>
          <w:p w:rsidR="00A652E1" w:rsidRDefault="00A652E1" w:rsidP="007E7340">
            <w:pPr>
              <w:pStyle w:val="TabTitolo"/>
            </w:pPr>
            <w:r>
              <w:t>Proiezioni macro economiche per l’area dell’euro.</w:t>
            </w:r>
          </w:p>
        </w:tc>
      </w:tr>
      <w:tr w:rsidR="00A652E1" w:rsidRPr="00DD211F" w:rsidTr="007E7340">
        <w:tblPrEx>
          <w:tblBorders>
            <w:top w:val="single" w:sz="4" w:space="0" w:color="632423" w:themeColor="accent2" w:themeShade="80"/>
            <w:bottom w:val="single" w:sz="4" w:space="0" w:color="632423" w:themeColor="accent2" w:themeShade="80"/>
          </w:tblBorders>
        </w:tblPrEx>
        <w:trPr>
          <w:gridAfter w:val="1"/>
          <w:wAfter w:w="16" w:type="dxa"/>
          <w:cantSplit/>
        </w:trPr>
        <w:tc>
          <w:tcPr>
            <w:tcW w:w="2211" w:type="dxa"/>
            <w:noWrap/>
          </w:tcPr>
          <w:p w:rsidR="00A652E1" w:rsidRPr="00DD211F" w:rsidRDefault="00A652E1" w:rsidP="007E7340">
            <w:pPr>
              <w:pStyle w:val="TabIntestazioni"/>
            </w:pPr>
          </w:p>
        </w:tc>
        <w:tc>
          <w:tcPr>
            <w:tcW w:w="737" w:type="dxa"/>
            <w:noWrap/>
          </w:tcPr>
          <w:p w:rsidR="00A652E1" w:rsidRPr="00DD211F" w:rsidRDefault="00A652E1" w:rsidP="007E7340">
            <w:pPr>
              <w:pStyle w:val="TabIntestazioni"/>
            </w:pPr>
            <w:r>
              <w:t>2018</w:t>
            </w:r>
          </w:p>
        </w:tc>
        <w:tc>
          <w:tcPr>
            <w:tcW w:w="737" w:type="dxa"/>
          </w:tcPr>
          <w:p w:rsidR="00A652E1" w:rsidRPr="00DD211F" w:rsidRDefault="00A652E1" w:rsidP="007E7340">
            <w:pPr>
              <w:pStyle w:val="TabIntestazioni"/>
            </w:pPr>
            <w:r>
              <w:t>2019</w:t>
            </w:r>
          </w:p>
        </w:tc>
        <w:tc>
          <w:tcPr>
            <w:tcW w:w="737" w:type="dxa"/>
          </w:tcPr>
          <w:p w:rsidR="00A652E1" w:rsidRPr="00DD211F" w:rsidRDefault="00A652E1" w:rsidP="007E7340">
            <w:pPr>
              <w:pStyle w:val="TabIntestazioni"/>
            </w:pPr>
            <w:r>
              <w:t>2020</w:t>
            </w:r>
          </w:p>
        </w:tc>
        <w:tc>
          <w:tcPr>
            <w:tcW w:w="510" w:type="dxa"/>
            <w:noWrap/>
          </w:tcPr>
          <w:p w:rsidR="00A652E1" w:rsidRPr="00DD211F" w:rsidRDefault="00A652E1" w:rsidP="007E7340">
            <w:pPr>
              <w:pStyle w:val="TabIntestazioni"/>
            </w:pPr>
          </w:p>
        </w:tc>
        <w:tc>
          <w:tcPr>
            <w:tcW w:w="2211" w:type="dxa"/>
          </w:tcPr>
          <w:p w:rsidR="00A652E1" w:rsidRPr="00DD211F" w:rsidRDefault="00A652E1" w:rsidP="007E7340">
            <w:pPr>
              <w:pStyle w:val="TabIntestazioni"/>
            </w:pPr>
          </w:p>
        </w:tc>
        <w:tc>
          <w:tcPr>
            <w:tcW w:w="737" w:type="dxa"/>
          </w:tcPr>
          <w:p w:rsidR="00A652E1" w:rsidRPr="00DD211F" w:rsidRDefault="00A652E1" w:rsidP="007E7340">
            <w:pPr>
              <w:pStyle w:val="TabIntestazioni"/>
            </w:pPr>
            <w:r>
              <w:t>2018</w:t>
            </w:r>
          </w:p>
        </w:tc>
        <w:tc>
          <w:tcPr>
            <w:tcW w:w="737" w:type="dxa"/>
          </w:tcPr>
          <w:p w:rsidR="00A652E1" w:rsidRPr="00DD211F" w:rsidRDefault="00A652E1" w:rsidP="007E7340">
            <w:pPr>
              <w:pStyle w:val="TabIntestazioni"/>
            </w:pPr>
            <w:r>
              <w:t>2019</w:t>
            </w:r>
          </w:p>
        </w:tc>
        <w:tc>
          <w:tcPr>
            <w:tcW w:w="737" w:type="dxa"/>
          </w:tcPr>
          <w:p w:rsidR="00A652E1" w:rsidRPr="00DD211F" w:rsidRDefault="00A652E1" w:rsidP="007E7340">
            <w:pPr>
              <w:pStyle w:val="TabIntestazioni"/>
            </w:pPr>
            <w:r>
              <w:t>2020</w:t>
            </w:r>
          </w:p>
        </w:tc>
      </w:tr>
      <w:tr w:rsidR="00A652E1" w:rsidTr="007E7340">
        <w:trPr>
          <w:gridAfter w:val="1"/>
          <w:wAfter w:w="16" w:type="dxa"/>
          <w:cantSplit/>
          <w:trHeight w:hRule="exact" w:val="113"/>
        </w:trPr>
        <w:tc>
          <w:tcPr>
            <w:tcW w:w="2211" w:type="dxa"/>
            <w:tcBorders>
              <w:top w:val="single" w:sz="4" w:space="0" w:color="632423" w:themeColor="accent2" w:themeShade="80"/>
            </w:tcBorders>
            <w:noWrap/>
          </w:tcPr>
          <w:p w:rsidR="00A652E1" w:rsidRDefault="00A652E1" w:rsidP="007E7340">
            <w:pPr>
              <w:pStyle w:val="TabEtichette"/>
            </w:pPr>
          </w:p>
        </w:tc>
        <w:tc>
          <w:tcPr>
            <w:tcW w:w="737" w:type="dxa"/>
            <w:tcBorders>
              <w:top w:val="single" w:sz="4" w:space="0" w:color="632423" w:themeColor="accent2" w:themeShade="80"/>
            </w:tcBorders>
            <w:noWrap/>
          </w:tcPr>
          <w:p w:rsidR="00A652E1" w:rsidRDefault="00A652E1" w:rsidP="007E7340">
            <w:pPr>
              <w:pStyle w:val="TabNumeri"/>
            </w:pPr>
          </w:p>
        </w:tc>
        <w:tc>
          <w:tcPr>
            <w:tcW w:w="737" w:type="dxa"/>
            <w:tcBorders>
              <w:top w:val="single" w:sz="4" w:space="0" w:color="632423" w:themeColor="accent2" w:themeShade="80"/>
            </w:tcBorders>
            <w:noWrap/>
          </w:tcPr>
          <w:p w:rsidR="00A652E1" w:rsidRDefault="00A652E1" w:rsidP="007E7340">
            <w:pPr>
              <w:pStyle w:val="TabNumeri"/>
            </w:pPr>
          </w:p>
        </w:tc>
        <w:tc>
          <w:tcPr>
            <w:tcW w:w="737" w:type="dxa"/>
            <w:tcBorders>
              <w:top w:val="single" w:sz="4" w:space="0" w:color="632423" w:themeColor="accent2" w:themeShade="80"/>
            </w:tcBorders>
            <w:noWrap/>
          </w:tcPr>
          <w:p w:rsidR="00A652E1" w:rsidRDefault="00A652E1" w:rsidP="007E7340">
            <w:pPr>
              <w:pStyle w:val="TabNumeri"/>
            </w:pPr>
          </w:p>
        </w:tc>
        <w:tc>
          <w:tcPr>
            <w:tcW w:w="510" w:type="dxa"/>
            <w:tcBorders>
              <w:top w:val="single" w:sz="4" w:space="0" w:color="632423" w:themeColor="accent2" w:themeShade="80"/>
            </w:tcBorders>
            <w:noWrap/>
          </w:tcPr>
          <w:p w:rsidR="00A652E1" w:rsidRDefault="00A652E1" w:rsidP="007E7340">
            <w:pPr>
              <w:pStyle w:val="TabNumeri"/>
            </w:pPr>
          </w:p>
        </w:tc>
        <w:tc>
          <w:tcPr>
            <w:tcW w:w="2211" w:type="dxa"/>
            <w:tcBorders>
              <w:top w:val="single" w:sz="4" w:space="0" w:color="632423" w:themeColor="accent2" w:themeShade="80"/>
            </w:tcBorders>
          </w:tcPr>
          <w:p w:rsidR="00A652E1" w:rsidRDefault="00A652E1" w:rsidP="007E7340">
            <w:pPr>
              <w:pStyle w:val="TabEtichette"/>
            </w:pPr>
          </w:p>
        </w:tc>
        <w:tc>
          <w:tcPr>
            <w:tcW w:w="737" w:type="dxa"/>
            <w:tcBorders>
              <w:top w:val="single" w:sz="4" w:space="0" w:color="632423" w:themeColor="accent2" w:themeShade="80"/>
            </w:tcBorders>
            <w:noWrap/>
          </w:tcPr>
          <w:p w:rsidR="00A652E1" w:rsidRDefault="00A652E1" w:rsidP="007E7340">
            <w:pPr>
              <w:pStyle w:val="TabNumeri"/>
            </w:pPr>
          </w:p>
        </w:tc>
        <w:tc>
          <w:tcPr>
            <w:tcW w:w="737" w:type="dxa"/>
            <w:tcBorders>
              <w:top w:val="single" w:sz="4" w:space="0" w:color="632423" w:themeColor="accent2" w:themeShade="80"/>
            </w:tcBorders>
          </w:tcPr>
          <w:p w:rsidR="00A652E1" w:rsidRDefault="00A652E1" w:rsidP="007E7340">
            <w:pPr>
              <w:pStyle w:val="TabNumeri"/>
            </w:pPr>
          </w:p>
        </w:tc>
        <w:tc>
          <w:tcPr>
            <w:tcW w:w="737" w:type="dxa"/>
            <w:tcBorders>
              <w:top w:val="single" w:sz="4" w:space="0" w:color="632423" w:themeColor="accent2" w:themeShade="80"/>
            </w:tcBorders>
            <w:noWrap/>
          </w:tcPr>
          <w:p w:rsidR="00A652E1" w:rsidRDefault="00A652E1" w:rsidP="007E7340">
            <w:pPr>
              <w:pStyle w:val="TabNumeri"/>
            </w:pPr>
          </w:p>
        </w:tc>
      </w:tr>
      <w:tr w:rsidR="00A652E1" w:rsidTr="007E7340">
        <w:trPr>
          <w:gridAfter w:val="1"/>
          <w:wAfter w:w="16" w:type="dxa"/>
          <w:cantSplit/>
          <w:trHeight w:val="255"/>
        </w:trPr>
        <w:tc>
          <w:tcPr>
            <w:tcW w:w="2211" w:type="dxa"/>
            <w:noWrap/>
          </w:tcPr>
          <w:p w:rsidR="00A652E1" w:rsidRPr="00233F5C" w:rsidRDefault="00A652E1" w:rsidP="007E7340">
            <w:pPr>
              <w:pStyle w:val="TabEtichette"/>
            </w:pPr>
            <w:r w:rsidRPr="00233F5C">
              <w:t>Prodotto interno lordo</w:t>
            </w:r>
            <w:r>
              <w:t xml:space="preserve"> (1)</w:t>
            </w:r>
          </w:p>
        </w:tc>
        <w:tc>
          <w:tcPr>
            <w:tcW w:w="737" w:type="dxa"/>
            <w:noWrap/>
          </w:tcPr>
          <w:p w:rsidR="00A652E1" w:rsidRPr="005C6472" w:rsidRDefault="00A652E1" w:rsidP="007E7340">
            <w:pPr>
              <w:pStyle w:val="TabNumeri"/>
            </w:pPr>
            <w:r>
              <w:t>1,9</w:t>
            </w:r>
          </w:p>
        </w:tc>
        <w:tc>
          <w:tcPr>
            <w:tcW w:w="737" w:type="dxa"/>
            <w:noWrap/>
          </w:tcPr>
          <w:p w:rsidR="00A652E1" w:rsidRPr="005C6472" w:rsidRDefault="00A652E1" w:rsidP="007E7340">
            <w:pPr>
              <w:pStyle w:val="TabNumeri"/>
            </w:pPr>
            <w:r>
              <w:t>1,1</w:t>
            </w:r>
          </w:p>
        </w:tc>
        <w:tc>
          <w:tcPr>
            <w:tcW w:w="737" w:type="dxa"/>
            <w:noWrap/>
          </w:tcPr>
          <w:p w:rsidR="00A652E1" w:rsidRPr="005C6472" w:rsidRDefault="00A652E1" w:rsidP="007E7340">
            <w:pPr>
              <w:pStyle w:val="TabNumeri"/>
            </w:pPr>
            <w:r>
              <w:t>1,2</w:t>
            </w:r>
          </w:p>
        </w:tc>
        <w:tc>
          <w:tcPr>
            <w:tcW w:w="510" w:type="dxa"/>
            <w:noWrap/>
          </w:tcPr>
          <w:p w:rsidR="00A652E1" w:rsidRPr="000770A1" w:rsidRDefault="00A652E1" w:rsidP="007E7340">
            <w:pPr>
              <w:pStyle w:val="TabNumeri"/>
              <w:rPr>
                <w:sz w:val="14"/>
                <w:szCs w:val="14"/>
              </w:rPr>
            </w:pPr>
          </w:p>
        </w:tc>
        <w:tc>
          <w:tcPr>
            <w:tcW w:w="2211" w:type="dxa"/>
          </w:tcPr>
          <w:p w:rsidR="00A652E1" w:rsidRPr="00233F5C" w:rsidRDefault="00A652E1" w:rsidP="007E7340">
            <w:pPr>
              <w:pStyle w:val="TabEtichette"/>
            </w:pPr>
            <w:r>
              <w:t>Saldo di conto corrente (4)</w:t>
            </w:r>
          </w:p>
        </w:tc>
        <w:tc>
          <w:tcPr>
            <w:tcW w:w="737" w:type="dxa"/>
            <w:noWrap/>
          </w:tcPr>
          <w:p w:rsidR="00A652E1" w:rsidRPr="006A5D4D" w:rsidRDefault="00A652E1" w:rsidP="007E7340">
            <w:pPr>
              <w:pStyle w:val="TabNumeri"/>
            </w:pPr>
            <w:r>
              <w:t>3,8</w:t>
            </w:r>
          </w:p>
        </w:tc>
        <w:tc>
          <w:tcPr>
            <w:tcW w:w="737" w:type="dxa"/>
          </w:tcPr>
          <w:p w:rsidR="00A652E1" w:rsidRPr="006A5D4D" w:rsidRDefault="00A652E1" w:rsidP="007E7340">
            <w:pPr>
              <w:pStyle w:val="TabNumeri"/>
            </w:pPr>
            <w:r>
              <w:t>3,3</w:t>
            </w:r>
          </w:p>
        </w:tc>
        <w:tc>
          <w:tcPr>
            <w:tcW w:w="737" w:type="dxa"/>
            <w:noWrap/>
          </w:tcPr>
          <w:p w:rsidR="00A652E1" w:rsidRPr="006A5D4D" w:rsidRDefault="00A652E1" w:rsidP="007E7340">
            <w:pPr>
              <w:pStyle w:val="TabNumeri"/>
            </w:pPr>
            <w:r>
              <w:t>3,2</w:t>
            </w:r>
          </w:p>
        </w:tc>
      </w:tr>
      <w:tr w:rsidR="00A652E1" w:rsidTr="007E7340">
        <w:trPr>
          <w:gridAfter w:val="1"/>
          <w:wAfter w:w="16" w:type="dxa"/>
          <w:cantSplit/>
          <w:trHeight w:val="255"/>
        </w:trPr>
        <w:tc>
          <w:tcPr>
            <w:tcW w:w="2211" w:type="dxa"/>
            <w:shd w:val="clear" w:color="auto" w:fill="EAF1DD" w:themeFill="accent3" w:themeFillTint="33"/>
            <w:noWrap/>
          </w:tcPr>
          <w:p w:rsidR="00A652E1" w:rsidRPr="00233F5C" w:rsidRDefault="00A652E1" w:rsidP="007E7340">
            <w:pPr>
              <w:pStyle w:val="TabEtichette"/>
            </w:pPr>
            <w:r w:rsidRPr="00233F5C">
              <w:t xml:space="preserve">Consumi </w:t>
            </w:r>
            <w:r>
              <w:t>privati (1)</w:t>
            </w:r>
          </w:p>
        </w:tc>
        <w:tc>
          <w:tcPr>
            <w:tcW w:w="737" w:type="dxa"/>
            <w:shd w:val="clear" w:color="auto" w:fill="EAF1DD" w:themeFill="accent3" w:themeFillTint="33"/>
            <w:noWrap/>
          </w:tcPr>
          <w:p w:rsidR="00A652E1" w:rsidRPr="005C6472" w:rsidRDefault="00A652E1" w:rsidP="007E7340">
            <w:pPr>
              <w:pStyle w:val="TabNumeri"/>
            </w:pPr>
            <w:r>
              <w:t>1,4</w:t>
            </w:r>
          </w:p>
        </w:tc>
        <w:tc>
          <w:tcPr>
            <w:tcW w:w="737" w:type="dxa"/>
            <w:shd w:val="clear" w:color="auto" w:fill="EAF1DD" w:themeFill="accent3" w:themeFillTint="33"/>
            <w:noWrap/>
          </w:tcPr>
          <w:p w:rsidR="00A652E1" w:rsidRPr="005C6472" w:rsidRDefault="00A652E1" w:rsidP="007E7340">
            <w:pPr>
              <w:pStyle w:val="TabNumeri"/>
            </w:pPr>
            <w:r>
              <w:t>1,1</w:t>
            </w:r>
          </w:p>
        </w:tc>
        <w:tc>
          <w:tcPr>
            <w:tcW w:w="737" w:type="dxa"/>
            <w:shd w:val="clear" w:color="auto" w:fill="EAF1DD" w:themeFill="accent3" w:themeFillTint="33"/>
            <w:noWrap/>
          </w:tcPr>
          <w:p w:rsidR="00A652E1" w:rsidRPr="005C6472" w:rsidRDefault="00A652E1" w:rsidP="007E7340">
            <w:pPr>
              <w:pStyle w:val="TabNumeri"/>
            </w:pPr>
            <w:r>
              <w:t>1,2</w:t>
            </w:r>
          </w:p>
        </w:tc>
        <w:tc>
          <w:tcPr>
            <w:tcW w:w="510" w:type="dxa"/>
            <w:shd w:val="clear" w:color="auto" w:fill="EAF1DD" w:themeFill="accent3" w:themeFillTint="33"/>
            <w:noWrap/>
          </w:tcPr>
          <w:p w:rsidR="00A652E1" w:rsidRPr="000770A1" w:rsidRDefault="00A652E1" w:rsidP="007E7340">
            <w:pPr>
              <w:pStyle w:val="TabNumeri"/>
              <w:rPr>
                <w:sz w:val="14"/>
                <w:szCs w:val="14"/>
              </w:rPr>
            </w:pPr>
          </w:p>
        </w:tc>
        <w:tc>
          <w:tcPr>
            <w:tcW w:w="2211" w:type="dxa"/>
            <w:shd w:val="clear" w:color="auto" w:fill="EAF1DD" w:themeFill="accent3" w:themeFillTint="33"/>
          </w:tcPr>
          <w:p w:rsidR="00A652E1" w:rsidRPr="00233F5C" w:rsidRDefault="00A652E1" w:rsidP="007E7340">
            <w:pPr>
              <w:pStyle w:val="TabEtichette"/>
            </w:pPr>
            <w:r>
              <w:t>Occupazione (1)</w:t>
            </w:r>
          </w:p>
        </w:tc>
        <w:tc>
          <w:tcPr>
            <w:tcW w:w="737" w:type="dxa"/>
            <w:shd w:val="clear" w:color="auto" w:fill="EAF1DD" w:themeFill="accent3" w:themeFillTint="33"/>
            <w:noWrap/>
          </w:tcPr>
          <w:p w:rsidR="00A652E1" w:rsidRPr="006A5D4D" w:rsidRDefault="00A652E1" w:rsidP="007E7340">
            <w:pPr>
              <w:pStyle w:val="TabNumeri"/>
            </w:pPr>
            <w:r>
              <w:t>1,5</w:t>
            </w:r>
          </w:p>
        </w:tc>
        <w:tc>
          <w:tcPr>
            <w:tcW w:w="737" w:type="dxa"/>
            <w:shd w:val="clear" w:color="auto" w:fill="EAF1DD" w:themeFill="accent3" w:themeFillTint="33"/>
          </w:tcPr>
          <w:p w:rsidR="00A652E1" w:rsidRPr="006A5D4D" w:rsidRDefault="00A652E1" w:rsidP="007E7340">
            <w:pPr>
              <w:pStyle w:val="TabNumeri"/>
            </w:pPr>
            <w:r>
              <w:t>1,1</w:t>
            </w:r>
          </w:p>
        </w:tc>
        <w:tc>
          <w:tcPr>
            <w:tcW w:w="737" w:type="dxa"/>
            <w:shd w:val="clear" w:color="auto" w:fill="EAF1DD" w:themeFill="accent3" w:themeFillTint="33"/>
            <w:noWrap/>
          </w:tcPr>
          <w:p w:rsidR="00A652E1" w:rsidRPr="006A5D4D" w:rsidRDefault="00A652E1" w:rsidP="007E7340">
            <w:pPr>
              <w:pStyle w:val="TabNumeri"/>
            </w:pPr>
            <w:r>
              <w:t>0,5</w:t>
            </w:r>
          </w:p>
        </w:tc>
      </w:tr>
      <w:tr w:rsidR="00A652E1" w:rsidTr="007E7340">
        <w:trPr>
          <w:gridAfter w:val="1"/>
          <w:wAfter w:w="16" w:type="dxa"/>
          <w:cantSplit/>
          <w:trHeight w:val="255"/>
        </w:trPr>
        <w:tc>
          <w:tcPr>
            <w:tcW w:w="2211" w:type="dxa"/>
            <w:noWrap/>
          </w:tcPr>
          <w:p w:rsidR="00A652E1" w:rsidRPr="00233F5C" w:rsidRDefault="00A652E1" w:rsidP="007E7340">
            <w:pPr>
              <w:pStyle w:val="TabEtichette"/>
            </w:pPr>
            <w:r w:rsidRPr="00233F5C">
              <w:t xml:space="preserve">Consumi </w:t>
            </w:r>
            <w:r>
              <w:t>pubblici (1)</w:t>
            </w:r>
          </w:p>
        </w:tc>
        <w:tc>
          <w:tcPr>
            <w:tcW w:w="737" w:type="dxa"/>
            <w:noWrap/>
          </w:tcPr>
          <w:p w:rsidR="00A652E1" w:rsidRPr="005C6472" w:rsidRDefault="00A652E1" w:rsidP="007E7340">
            <w:pPr>
              <w:pStyle w:val="TabNumeri"/>
            </w:pPr>
            <w:r>
              <w:t>1,1</w:t>
            </w:r>
          </w:p>
        </w:tc>
        <w:tc>
          <w:tcPr>
            <w:tcW w:w="737" w:type="dxa"/>
            <w:noWrap/>
          </w:tcPr>
          <w:p w:rsidR="00A652E1" w:rsidRPr="005C6472" w:rsidRDefault="00A652E1" w:rsidP="007E7340">
            <w:pPr>
              <w:pStyle w:val="TabNumeri"/>
            </w:pPr>
            <w:r>
              <w:t>1,6</w:t>
            </w:r>
          </w:p>
        </w:tc>
        <w:tc>
          <w:tcPr>
            <w:tcW w:w="737" w:type="dxa"/>
            <w:noWrap/>
          </w:tcPr>
          <w:p w:rsidR="00A652E1" w:rsidRPr="005C6472" w:rsidRDefault="00A652E1" w:rsidP="007E7340">
            <w:pPr>
              <w:pStyle w:val="TabNumeri"/>
            </w:pPr>
            <w:r>
              <w:t>1,5</w:t>
            </w:r>
          </w:p>
        </w:tc>
        <w:tc>
          <w:tcPr>
            <w:tcW w:w="510" w:type="dxa"/>
            <w:noWrap/>
          </w:tcPr>
          <w:p w:rsidR="00A652E1" w:rsidRPr="000770A1" w:rsidRDefault="00A652E1" w:rsidP="007E7340">
            <w:pPr>
              <w:pStyle w:val="TabNumeri"/>
              <w:rPr>
                <w:sz w:val="14"/>
                <w:szCs w:val="14"/>
              </w:rPr>
            </w:pPr>
          </w:p>
        </w:tc>
        <w:tc>
          <w:tcPr>
            <w:tcW w:w="2211" w:type="dxa"/>
          </w:tcPr>
          <w:p w:rsidR="00A652E1" w:rsidRPr="00233F5C" w:rsidRDefault="00A652E1" w:rsidP="007E7340">
            <w:pPr>
              <w:pStyle w:val="TabEtichette"/>
            </w:pPr>
            <w:r>
              <w:t>Tasso di d</w:t>
            </w:r>
            <w:r w:rsidRPr="00233F5C">
              <w:t>isoccupazione [</w:t>
            </w:r>
            <w:r>
              <w:t>5</w:t>
            </w:r>
            <w:r w:rsidRPr="00233F5C">
              <w:t>]</w:t>
            </w:r>
          </w:p>
        </w:tc>
        <w:tc>
          <w:tcPr>
            <w:tcW w:w="737" w:type="dxa"/>
            <w:noWrap/>
          </w:tcPr>
          <w:p w:rsidR="00A652E1" w:rsidRPr="006A5D4D" w:rsidRDefault="00A652E1" w:rsidP="007E7340">
            <w:pPr>
              <w:pStyle w:val="TabNumeri"/>
            </w:pPr>
            <w:r>
              <w:t>8,2</w:t>
            </w:r>
          </w:p>
        </w:tc>
        <w:tc>
          <w:tcPr>
            <w:tcW w:w="737" w:type="dxa"/>
          </w:tcPr>
          <w:p w:rsidR="00A652E1" w:rsidRPr="006A5D4D" w:rsidRDefault="00A652E1" w:rsidP="007E7340">
            <w:pPr>
              <w:pStyle w:val="TabNumeri"/>
            </w:pPr>
            <w:r>
              <w:t>7,6</w:t>
            </w:r>
          </w:p>
        </w:tc>
        <w:tc>
          <w:tcPr>
            <w:tcW w:w="737" w:type="dxa"/>
            <w:noWrap/>
          </w:tcPr>
          <w:p w:rsidR="00A652E1" w:rsidRPr="006A5D4D" w:rsidRDefault="00A652E1" w:rsidP="007E7340">
            <w:pPr>
              <w:pStyle w:val="TabNumeri"/>
            </w:pPr>
            <w:r>
              <w:t>7,4</w:t>
            </w:r>
          </w:p>
        </w:tc>
      </w:tr>
      <w:tr w:rsidR="00A652E1" w:rsidTr="007E7340">
        <w:trPr>
          <w:gridAfter w:val="1"/>
          <w:wAfter w:w="16" w:type="dxa"/>
          <w:cantSplit/>
          <w:trHeight w:val="255"/>
        </w:trPr>
        <w:tc>
          <w:tcPr>
            <w:tcW w:w="2211" w:type="dxa"/>
            <w:shd w:val="clear" w:color="auto" w:fill="EAF1DD" w:themeFill="accent3" w:themeFillTint="33"/>
            <w:noWrap/>
          </w:tcPr>
          <w:p w:rsidR="00A652E1" w:rsidRPr="00233F5C" w:rsidRDefault="00A652E1" w:rsidP="007E7340">
            <w:pPr>
              <w:pStyle w:val="TabEtichette"/>
            </w:pPr>
            <w:r w:rsidRPr="00233F5C">
              <w:t>Investimenti fissi lordi</w:t>
            </w:r>
            <w:r>
              <w:t xml:space="preserve"> (1)</w:t>
            </w:r>
          </w:p>
        </w:tc>
        <w:tc>
          <w:tcPr>
            <w:tcW w:w="737" w:type="dxa"/>
            <w:shd w:val="clear" w:color="auto" w:fill="EAF1DD" w:themeFill="accent3" w:themeFillTint="33"/>
            <w:noWrap/>
          </w:tcPr>
          <w:p w:rsidR="00A652E1" w:rsidRPr="005C6472" w:rsidRDefault="00A652E1" w:rsidP="007E7340">
            <w:pPr>
              <w:pStyle w:val="TabNumeri"/>
            </w:pPr>
            <w:r>
              <w:t>2,3</w:t>
            </w:r>
          </w:p>
        </w:tc>
        <w:tc>
          <w:tcPr>
            <w:tcW w:w="737" w:type="dxa"/>
            <w:shd w:val="clear" w:color="auto" w:fill="EAF1DD" w:themeFill="accent3" w:themeFillTint="33"/>
            <w:noWrap/>
          </w:tcPr>
          <w:p w:rsidR="00A652E1" w:rsidRPr="005C6472" w:rsidRDefault="00A652E1" w:rsidP="007E7340">
            <w:pPr>
              <w:pStyle w:val="TabNumeri"/>
            </w:pPr>
            <w:r>
              <w:t>4,3</w:t>
            </w:r>
          </w:p>
        </w:tc>
        <w:tc>
          <w:tcPr>
            <w:tcW w:w="737" w:type="dxa"/>
            <w:shd w:val="clear" w:color="auto" w:fill="EAF1DD" w:themeFill="accent3" w:themeFillTint="33"/>
            <w:noWrap/>
          </w:tcPr>
          <w:p w:rsidR="00A652E1" w:rsidRPr="005C6472" w:rsidRDefault="00A652E1" w:rsidP="007E7340">
            <w:pPr>
              <w:pStyle w:val="TabNumeri"/>
            </w:pPr>
            <w:r>
              <w:t>2,0</w:t>
            </w:r>
          </w:p>
        </w:tc>
        <w:tc>
          <w:tcPr>
            <w:tcW w:w="510" w:type="dxa"/>
            <w:shd w:val="clear" w:color="auto" w:fill="EAF1DD" w:themeFill="accent3" w:themeFillTint="33"/>
            <w:noWrap/>
          </w:tcPr>
          <w:p w:rsidR="00A652E1" w:rsidRPr="000770A1" w:rsidRDefault="00A652E1" w:rsidP="007E7340">
            <w:pPr>
              <w:pStyle w:val="TabNumeri"/>
              <w:rPr>
                <w:sz w:val="14"/>
                <w:szCs w:val="14"/>
              </w:rPr>
            </w:pPr>
          </w:p>
        </w:tc>
        <w:tc>
          <w:tcPr>
            <w:tcW w:w="2211" w:type="dxa"/>
            <w:shd w:val="clear" w:color="auto" w:fill="EAF1DD" w:themeFill="accent3" w:themeFillTint="33"/>
          </w:tcPr>
          <w:p w:rsidR="00A652E1" w:rsidRPr="00233F5C" w:rsidRDefault="00A652E1" w:rsidP="007E7340">
            <w:pPr>
              <w:pStyle w:val="TabEtichette"/>
            </w:pPr>
            <w:r w:rsidRPr="00233F5C">
              <w:t>Prezzi al consumo</w:t>
            </w:r>
            <w:r>
              <w:t xml:space="preserve"> [1, 6]</w:t>
            </w:r>
          </w:p>
        </w:tc>
        <w:tc>
          <w:tcPr>
            <w:tcW w:w="737" w:type="dxa"/>
            <w:shd w:val="clear" w:color="auto" w:fill="EAF1DD" w:themeFill="accent3" w:themeFillTint="33"/>
            <w:noWrap/>
          </w:tcPr>
          <w:p w:rsidR="00A652E1" w:rsidRPr="006A5D4D" w:rsidRDefault="00A652E1" w:rsidP="007E7340">
            <w:pPr>
              <w:pStyle w:val="TabNumeri"/>
            </w:pPr>
            <w:r>
              <w:t>1,8</w:t>
            </w:r>
          </w:p>
        </w:tc>
        <w:tc>
          <w:tcPr>
            <w:tcW w:w="737" w:type="dxa"/>
            <w:shd w:val="clear" w:color="auto" w:fill="EAF1DD" w:themeFill="accent3" w:themeFillTint="33"/>
          </w:tcPr>
          <w:p w:rsidR="00A652E1" w:rsidRPr="006A5D4D" w:rsidRDefault="00A652E1" w:rsidP="007E7340">
            <w:pPr>
              <w:pStyle w:val="TabNumeri"/>
            </w:pPr>
            <w:r>
              <w:t>1,2</w:t>
            </w:r>
          </w:p>
        </w:tc>
        <w:tc>
          <w:tcPr>
            <w:tcW w:w="737" w:type="dxa"/>
            <w:shd w:val="clear" w:color="auto" w:fill="EAF1DD" w:themeFill="accent3" w:themeFillTint="33"/>
            <w:noWrap/>
          </w:tcPr>
          <w:p w:rsidR="00A652E1" w:rsidRPr="006A5D4D" w:rsidRDefault="00A652E1" w:rsidP="007E7340">
            <w:pPr>
              <w:pStyle w:val="TabNumeri"/>
            </w:pPr>
            <w:r>
              <w:t>1,2</w:t>
            </w:r>
          </w:p>
        </w:tc>
      </w:tr>
      <w:tr w:rsidR="00A652E1" w:rsidTr="007E7340">
        <w:trPr>
          <w:gridAfter w:val="1"/>
          <w:wAfter w:w="16" w:type="dxa"/>
          <w:cantSplit/>
          <w:trHeight w:val="255"/>
        </w:trPr>
        <w:tc>
          <w:tcPr>
            <w:tcW w:w="2211" w:type="dxa"/>
            <w:noWrap/>
          </w:tcPr>
          <w:p w:rsidR="00A652E1" w:rsidRPr="00233F5C" w:rsidRDefault="00A652E1" w:rsidP="007E7340">
            <w:pPr>
              <w:pStyle w:val="TabEtichette"/>
            </w:pPr>
            <w:r w:rsidRPr="00233F5C">
              <w:t>Esportazioni</w:t>
            </w:r>
            <w:r>
              <w:t xml:space="preserve"> (1)</w:t>
            </w:r>
          </w:p>
        </w:tc>
        <w:tc>
          <w:tcPr>
            <w:tcW w:w="737" w:type="dxa"/>
            <w:noWrap/>
          </w:tcPr>
          <w:p w:rsidR="00A652E1" w:rsidRPr="005C6472" w:rsidRDefault="00A652E1" w:rsidP="007E7340">
            <w:pPr>
              <w:pStyle w:val="TabNumeri"/>
            </w:pPr>
            <w:r>
              <w:t>3,3</w:t>
            </w:r>
          </w:p>
        </w:tc>
        <w:tc>
          <w:tcPr>
            <w:tcW w:w="737" w:type="dxa"/>
            <w:noWrap/>
          </w:tcPr>
          <w:p w:rsidR="00A652E1" w:rsidRPr="005C6472" w:rsidRDefault="00A652E1" w:rsidP="007E7340">
            <w:pPr>
              <w:pStyle w:val="TabNumeri"/>
            </w:pPr>
            <w:r>
              <w:t>2,4</w:t>
            </w:r>
          </w:p>
        </w:tc>
        <w:tc>
          <w:tcPr>
            <w:tcW w:w="737" w:type="dxa"/>
            <w:noWrap/>
          </w:tcPr>
          <w:p w:rsidR="00A652E1" w:rsidRPr="005C6472" w:rsidRDefault="00A652E1" w:rsidP="007E7340">
            <w:pPr>
              <w:pStyle w:val="TabNumeri"/>
            </w:pPr>
            <w:r>
              <w:t>2,1</w:t>
            </w:r>
          </w:p>
        </w:tc>
        <w:tc>
          <w:tcPr>
            <w:tcW w:w="510" w:type="dxa"/>
            <w:noWrap/>
          </w:tcPr>
          <w:p w:rsidR="00A652E1" w:rsidRPr="000770A1" w:rsidRDefault="00A652E1" w:rsidP="007E7340">
            <w:pPr>
              <w:pStyle w:val="TabNumeri"/>
              <w:rPr>
                <w:sz w:val="14"/>
                <w:szCs w:val="14"/>
              </w:rPr>
            </w:pPr>
          </w:p>
        </w:tc>
        <w:tc>
          <w:tcPr>
            <w:tcW w:w="2211" w:type="dxa"/>
          </w:tcPr>
          <w:p w:rsidR="00A652E1" w:rsidRPr="00233F5C" w:rsidRDefault="00A652E1" w:rsidP="007E7340">
            <w:pPr>
              <w:pStyle w:val="TabEtichette"/>
            </w:pPr>
            <w:r>
              <w:t>Bilancio della P.A. [4]</w:t>
            </w:r>
          </w:p>
        </w:tc>
        <w:tc>
          <w:tcPr>
            <w:tcW w:w="737" w:type="dxa"/>
            <w:noWrap/>
          </w:tcPr>
          <w:p w:rsidR="00A652E1" w:rsidRPr="008D37A3" w:rsidRDefault="00A652E1" w:rsidP="007E7340">
            <w:pPr>
              <w:pStyle w:val="TabNumeri"/>
            </w:pPr>
            <w:r>
              <w:t>-</w:t>
            </w:r>
            <w:r w:rsidRPr="008D37A3">
              <w:t>0,5</w:t>
            </w:r>
          </w:p>
        </w:tc>
        <w:tc>
          <w:tcPr>
            <w:tcW w:w="737" w:type="dxa"/>
          </w:tcPr>
          <w:p w:rsidR="00A652E1" w:rsidRPr="008D37A3" w:rsidRDefault="00A652E1" w:rsidP="007E7340">
            <w:pPr>
              <w:pStyle w:val="TabNumeri"/>
            </w:pPr>
            <w:r>
              <w:t>-</w:t>
            </w:r>
            <w:r w:rsidRPr="008D37A3">
              <w:t>0,8</w:t>
            </w:r>
          </w:p>
        </w:tc>
        <w:tc>
          <w:tcPr>
            <w:tcW w:w="737" w:type="dxa"/>
            <w:noWrap/>
          </w:tcPr>
          <w:p w:rsidR="00A652E1" w:rsidRPr="008D37A3" w:rsidRDefault="00A652E1" w:rsidP="007E7340">
            <w:pPr>
              <w:pStyle w:val="TabNumeri"/>
            </w:pPr>
            <w:r>
              <w:t>-</w:t>
            </w:r>
            <w:r w:rsidRPr="008D37A3">
              <w:t>0,</w:t>
            </w:r>
            <w:r>
              <w:t>9</w:t>
            </w:r>
          </w:p>
        </w:tc>
      </w:tr>
      <w:tr w:rsidR="00A652E1" w:rsidTr="007E7340">
        <w:trPr>
          <w:gridAfter w:val="1"/>
          <w:wAfter w:w="16" w:type="dxa"/>
          <w:cantSplit/>
          <w:trHeight w:val="255"/>
        </w:trPr>
        <w:tc>
          <w:tcPr>
            <w:tcW w:w="2211" w:type="dxa"/>
            <w:tcBorders>
              <w:bottom w:val="single" w:sz="4" w:space="0" w:color="632423" w:themeColor="accent2" w:themeShade="80"/>
            </w:tcBorders>
            <w:shd w:val="clear" w:color="auto" w:fill="EAF1DD" w:themeFill="accent3" w:themeFillTint="33"/>
            <w:noWrap/>
          </w:tcPr>
          <w:p w:rsidR="00A652E1" w:rsidRDefault="00A652E1" w:rsidP="007E7340">
            <w:pPr>
              <w:pStyle w:val="TabEtichette"/>
            </w:pPr>
            <w:r w:rsidRPr="00233F5C">
              <w:t>Importazioni</w:t>
            </w:r>
            <w:r>
              <w:t xml:space="preserve"> (1)</w:t>
            </w:r>
          </w:p>
        </w:tc>
        <w:tc>
          <w:tcPr>
            <w:tcW w:w="737" w:type="dxa"/>
            <w:tcBorders>
              <w:bottom w:val="single" w:sz="4" w:space="0" w:color="632423" w:themeColor="accent2" w:themeShade="80"/>
            </w:tcBorders>
            <w:shd w:val="clear" w:color="auto" w:fill="EAF1DD" w:themeFill="accent3" w:themeFillTint="33"/>
            <w:noWrap/>
          </w:tcPr>
          <w:p w:rsidR="00A652E1" w:rsidRPr="005C6472" w:rsidRDefault="00A652E1" w:rsidP="007E7340">
            <w:pPr>
              <w:pStyle w:val="TabNumeri"/>
            </w:pPr>
            <w:r>
              <w:t>2,7</w:t>
            </w:r>
          </w:p>
        </w:tc>
        <w:tc>
          <w:tcPr>
            <w:tcW w:w="737" w:type="dxa"/>
            <w:tcBorders>
              <w:bottom w:val="single" w:sz="4" w:space="0" w:color="632423" w:themeColor="accent2" w:themeShade="80"/>
            </w:tcBorders>
            <w:shd w:val="clear" w:color="auto" w:fill="EAF1DD" w:themeFill="accent3" w:themeFillTint="33"/>
            <w:noWrap/>
          </w:tcPr>
          <w:p w:rsidR="00A652E1" w:rsidRPr="005C6472" w:rsidRDefault="00A652E1" w:rsidP="007E7340">
            <w:pPr>
              <w:pStyle w:val="TabNumeri"/>
            </w:pPr>
            <w:r>
              <w:t>3,2</w:t>
            </w:r>
          </w:p>
        </w:tc>
        <w:tc>
          <w:tcPr>
            <w:tcW w:w="737" w:type="dxa"/>
            <w:tcBorders>
              <w:bottom w:val="single" w:sz="4" w:space="0" w:color="632423" w:themeColor="accent2" w:themeShade="80"/>
            </w:tcBorders>
            <w:shd w:val="clear" w:color="auto" w:fill="EAF1DD" w:themeFill="accent3" w:themeFillTint="33"/>
            <w:noWrap/>
          </w:tcPr>
          <w:p w:rsidR="00A652E1" w:rsidRDefault="00A652E1" w:rsidP="007E7340">
            <w:pPr>
              <w:pStyle w:val="TabNumeri"/>
            </w:pPr>
            <w:r>
              <w:t>2,6</w:t>
            </w:r>
          </w:p>
        </w:tc>
        <w:tc>
          <w:tcPr>
            <w:tcW w:w="510" w:type="dxa"/>
            <w:tcBorders>
              <w:bottom w:val="single" w:sz="4" w:space="0" w:color="632423" w:themeColor="accent2" w:themeShade="80"/>
            </w:tcBorders>
            <w:shd w:val="clear" w:color="auto" w:fill="EAF1DD" w:themeFill="accent3" w:themeFillTint="33"/>
            <w:noWrap/>
          </w:tcPr>
          <w:p w:rsidR="00A652E1" w:rsidRPr="000770A1" w:rsidRDefault="00A652E1" w:rsidP="007E7340">
            <w:pPr>
              <w:pStyle w:val="TabNumeri"/>
              <w:rPr>
                <w:sz w:val="14"/>
                <w:szCs w:val="14"/>
              </w:rPr>
            </w:pPr>
          </w:p>
        </w:tc>
        <w:tc>
          <w:tcPr>
            <w:tcW w:w="2211" w:type="dxa"/>
            <w:tcBorders>
              <w:bottom w:val="single" w:sz="4" w:space="0" w:color="632423" w:themeColor="accent2" w:themeShade="80"/>
            </w:tcBorders>
            <w:shd w:val="clear" w:color="auto" w:fill="EAF1DD" w:themeFill="accent3" w:themeFillTint="33"/>
          </w:tcPr>
          <w:p w:rsidR="00A652E1" w:rsidRDefault="00A652E1" w:rsidP="007E7340">
            <w:pPr>
              <w:pStyle w:val="TabEtichette"/>
            </w:pPr>
            <w:r>
              <w:t>Debito lordo della. P.A. [4</w:t>
            </w:r>
            <w:r w:rsidRPr="00233F5C">
              <w:t>]</w:t>
            </w:r>
          </w:p>
        </w:tc>
        <w:tc>
          <w:tcPr>
            <w:tcW w:w="737" w:type="dxa"/>
            <w:tcBorders>
              <w:bottom w:val="single" w:sz="4" w:space="0" w:color="632423" w:themeColor="accent2" w:themeShade="80"/>
            </w:tcBorders>
            <w:shd w:val="clear" w:color="auto" w:fill="EAF1DD" w:themeFill="accent3" w:themeFillTint="33"/>
            <w:noWrap/>
          </w:tcPr>
          <w:p w:rsidR="00A652E1" w:rsidRPr="008D37A3" w:rsidRDefault="00A652E1" w:rsidP="007E7340">
            <w:pPr>
              <w:pStyle w:val="TabNumeri"/>
            </w:pPr>
            <w:r w:rsidRPr="008D37A3">
              <w:t>8</w:t>
            </w:r>
            <w:r>
              <w:t>7,9</w:t>
            </w:r>
          </w:p>
        </w:tc>
        <w:tc>
          <w:tcPr>
            <w:tcW w:w="737" w:type="dxa"/>
            <w:tcBorders>
              <w:bottom w:val="single" w:sz="4" w:space="0" w:color="632423" w:themeColor="accent2" w:themeShade="80"/>
            </w:tcBorders>
            <w:shd w:val="clear" w:color="auto" w:fill="EAF1DD" w:themeFill="accent3" w:themeFillTint="33"/>
          </w:tcPr>
          <w:p w:rsidR="00A652E1" w:rsidRPr="008D37A3" w:rsidRDefault="00A652E1" w:rsidP="007E7340">
            <w:pPr>
              <w:pStyle w:val="TabNumeri"/>
            </w:pPr>
            <w:r w:rsidRPr="008D37A3">
              <w:t>8</w:t>
            </w:r>
            <w:r>
              <w:t>6,4</w:t>
            </w:r>
          </w:p>
        </w:tc>
        <w:tc>
          <w:tcPr>
            <w:tcW w:w="737" w:type="dxa"/>
            <w:tcBorders>
              <w:bottom w:val="single" w:sz="4" w:space="0" w:color="632423" w:themeColor="accent2" w:themeShade="80"/>
            </w:tcBorders>
            <w:shd w:val="clear" w:color="auto" w:fill="EAF1DD" w:themeFill="accent3" w:themeFillTint="33"/>
            <w:noWrap/>
          </w:tcPr>
          <w:p w:rsidR="00A652E1" w:rsidRDefault="00A652E1" w:rsidP="007E7340">
            <w:pPr>
              <w:pStyle w:val="TabNumeri"/>
            </w:pPr>
            <w:r w:rsidRPr="008D37A3">
              <w:t>85</w:t>
            </w:r>
            <w:r>
              <w:t>,1</w:t>
            </w:r>
          </w:p>
        </w:tc>
      </w:tr>
      <w:tr w:rsidR="00A652E1" w:rsidRPr="002F7285" w:rsidTr="007E7340">
        <w:trPr>
          <w:cantSplit/>
          <w:trHeight w:val="255"/>
        </w:trPr>
        <w:tc>
          <w:tcPr>
            <w:tcW w:w="9370" w:type="dxa"/>
            <w:gridSpan w:val="10"/>
            <w:tcBorders>
              <w:top w:val="single" w:sz="4" w:space="0" w:color="632423" w:themeColor="accent2" w:themeShade="80"/>
            </w:tcBorders>
            <w:noWrap/>
          </w:tcPr>
          <w:p w:rsidR="00A652E1" w:rsidRPr="00D76DB6" w:rsidRDefault="00A652E1" w:rsidP="007E7340">
            <w:pPr>
              <w:pStyle w:val="TabNoteSuperiori"/>
            </w:pPr>
            <w:r>
              <w:t>[1] T</w:t>
            </w:r>
            <w:r w:rsidRPr="000465E3">
              <w:t>assi di variazione tendenziale</w:t>
            </w:r>
            <w:r>
              <w:t xml:space="preserve"> percentuale. </w:t>
            </w:r>
            <w:r w:rsidRPr="00D76DB6">
              <w:t>[</w:t>
            </w:r>
            <w:r>
              <w:t>4</w:t>
            </w:r>
            <w:r w:rsidRPr="00D76DB6">
              <w:t xml:space="preserve">] </w:t>
            </w:r>
            <w:r>
              <w:t>In p</w:t>
            </w:r>
            <w:r w:rsidRPr="00D76DB6">
              <w:t xml:space="preserve">ercentuale </w:t>
            </w:r>
            <w:r>
              <w:t>de</w:t>
            </w:r>
            <w:r w:rsidRPr="00D76DB6">
              <w:t xml:space="preserve">l Pil. </w:t>
            </w:r>
            <w:r>
              <w:t xml:space="preserve">[5] Percentuale della forza lavoro. [6] </w:t>
            </w:r>
            <w:r w:rsidRPr="00D76DB6">
              <w:t xml:space="preserve">Tasso di inflazione </w:t>
            </w:r>
            <w:r w:rsidRPr="0073321F">
              <w:t>armonizzato</w:t>
            </w:r>
            <w:r w:rsidRPr="00D76DB6">
              <w:t xml:space="preserve"> Ue. </w:t>
            </w:r>
          </w:p>
          <w:p w:rsidR="00A652E1" w:rsidRPr="002F7285" w:rsidRDefault="00A652E1" w:rsidP="007E7340">
            <w:pPr>
              <w:pStyle w:val="TabNoteInferiori"/>
            </w:pPr>
            <w:r w:rsidRPr="002F7285">
              <w:t xml:space="preserve">Fonte: </w:t>
            </w:r>
            <w:proofErr w:type="spellStart"/>
            <w:r w:rsidRPr="002F7285">
              <w:t>European</w:t>
            </w:r>
            <w:proofErr w:type="spellEnd"/>
            <w:r w:rsidRPr="002F7285">
              <w:t xml:space="preserve"> </w:t>
            </w:r>
            <w:proofErr w:type="spellStart"/>
            <w:r w:rsidRPr="002F7285">
              <w:t>Commission</w:t>
            </w:r>
            <w:proofErr w:type="spellEnd"/>
            <w:r w:rsidRPr="002F7285">
              <w:t xml:space="preserve">, </w:t>
            </w:r>
            <w:proofErr w:type="spellStart"/>
            <w:r w:rsidRPr="002F7285">
              <w:t>European</w:t>
            </w:r>
            <w:proofErr w:type="spellEnd"/>
            <w:r w:rsidRPr="002F7285">
              <w:t xml:space="preserve"> </w:t>
            </w:r>
            <w:proofErr w:type="spellStart"/>
            <w:r w:rsidRPr="002F7285">
              <w:t>Macroeconomic</w:t>
            </w:r>
            <w:proofErr w:type="spellEnd"/>
            <w:r w:rsidRPr="002F7285">
              <w:t xml:space="preserve"> </w:t>
            </w:r>
            <w:proofErr w:type="spellStart"/>
            <w:r w:rsidRPr="002F7285">
              <w:t>Foreca</w:t>
            </w:r>
            <w:r w:rsidRPr="0089108A">
              <w:t>st</w:t>
            </w:r>
            <w:proofErr w:type="spellEnd"/>
            <w:r w:rsidRPr="0089108A">
              <w:t>, 07 novembre 2019</w:t>
            </w:r>
          </w:p>
        </w:tc>
      </w:tr>
    </w:tbl>
    <w:p w:rsidR="00265234" w:rsidRPr="00F46588" w:rsidRDefault="00265234" w:rsidP="00265234">
      <w:r w:rsidRPr="00F46588">
        <w:t>Le indicazioni per il 2019 prospettano un ulteriore rallentamento delle esportazioni (+2,4 per cento), che proseguirà anche nel 2020 (+2,1 per cento), accentuando la minore crescita della domanda mondiale per i prodotti e servizi dei paesi dell’Area dell’euro. Il surplus dei conti correnti in rapporto al Pil è salito stabilmente dal 2008, ha toccato un picco nel 2017 e nel 2018, ma ci si attende che si riduca nel 2019 (+3,3 per cento), con l’indebolirsi della dinamica delle esportazioni, per scendere nuovamente nel 2020 (+3,2 per cento).</w:t>
      </w:r>
    </w:p>
    <w:p w:rsidR="00265234" w:rsidRPr="00F46588" w:rsidRDefault="00265234" w:rsidP="00265234">
      <w:r w:rsidRPr="00F46588">
        <w:t xml:space="preserve">Le condizioni del mercato del lavoro hanno continuato a migliorare, ma con un passo sempre più moderato. L’aumento dell’occupazione proseguirà più lentamente, passando a un +1,1 per cento nel 2019, per effetto dei limiti all’offerta e del rallentamento dell’attività, ma si ridurrà ulteriormente nel 2020 (+0,5 per cento). Il tasso di disoccupazione si ridurrà di nuovo nel 2019 (7,6 per cento), ma più gradualmente nel 2020 (7,4 per cento). </w:t>
      </w:r>
    </w:p>
    <w:p w:rsidR="00265234" w:rsidRPr="00F46588" w:rsidRDefault="00265234" w:rsidP="00265234">
      <w:r w:rsidRPr="00F46588">
        <w:t xml:space="preserve">La dinamica dei prezzi ha mostrato una sensibile tendenza discendente durante il 2019 (+1,2 per cento), frenata dalla caduta dalla componente energetica, nonostante una robusta crescita salariale, alti livelli di occupazione e elevati prezzi delle abitazioni, fattori che non si sono riflessi sull’indice, anche per la debolezza dell’attività produttiva. Non ci si attende nessuna ripresa dell’inflazione anche nel 2020 (+1,2 per cento). </w:t>
      </w:r>
    </w:p>
    <w:p w:rsidR="00265234" w:rsidRPr="00F46588" w:rsidRDefault="00265234" w:rsidP="00265234">
      <w:r w:rsidRPr="00F46588">
        <w:t>La commissione europea si attende che il rapporto tra deficit pubblico e prodotto interno lordo, dopo avere toccato un minimo nel 2018, aumenti lievemente nel 2019 (0,8 per cento) e mostri un ulteriore marginale incremento nel 2020 (0,9 per cento), per effetto di politiche fiscali moderatamente espansive, con una riduzione delle entrate a fronte di spese stabili, con un aumento delle spese sociali compensato da ridotti pagamenti per interessi. Il rapporto tra debito pubblico e Pil si sta riducendo dopo avere toccato un picco nel 2014 e continuerà a ridursi, sia nel 2019 (86,4 per cento), sia nel 2020 (85,1 per cento), grazie a un saldo primario in declino, ma positivo e al favorevole differenziale tra tassi di interesse sul debito esistente e tasso di crescita nominale del Pil.</w:t>
      </w:r>
    </w:p>
    <w:p w:rsidR="00265234" w:rsidRPr="00F46588" w:rsidRDefault="00265234" w:rsidP="00265234">
      <w:r w:rsidRPr="00F46588">
        <w:t>La politica monetaria è divenuta più accomodante. La Bce ha ridotto il tasso su depositi a -0,50 per cento, spingendo l’</w:t>
      </w:r>
      <w:proofErr w:type="spellStart"/>
      <w:r w:rsidRPr="00F46588">
        <w:t>euribor</w:t>
      </w:r>
      <w:proofErr w:type="spellEnd"/>
      <w:r w:rsidRPr="00F46588">
        <w:t xml:space="preserve"> a tre mesi a un nuovo minimo storico, e ha avviato dal primo novembre un programma senza scadenza di acquisti di </w:t>
      </w:r>
      <w:proofErr w:type="spellStart"/>
      <w:r w:rsidRPr="00F46588">
        <w:t>asset</w:t>
      </w:r>
      <w:proofErr w:type="spellEnd"/>
      <w:r w:rsidRPr="00F46588">
        <w:t xml:space="preserve"> sul mercato per 20 miliardi al mese, che, insieme con il reinvestimento dei titoli in scadenza per un periodo ulteriormente esteso, ha portato i tassi di interesse nominali di lungo termine a livelli molto bassi. Le condizioni di finanziamento risultano quindi molto favorevoli, con la riduzione del costo del credito alle imprese e alle famiglie, e dovrebbero mantenersi tali.</w:t>
      </w:r>
    </w:p>
    <w:p w:rsidR="00F81CE8" w:rsidRDefault="00CF2079" w:rsidP="00F81CE8">
      <w:pPr>
        <w:pStyle w:val="Titolo2"/>
      </w:pPr>
      <w:r>
        <w:lastRenderedPageBreak/>
        <w:t>X</w:t>
      </w:r>
      <w:r w:rsidR="00F81CE8">
        <w:t>.</w:t>
      </w:r>
      <w:r w:rsidR="00C43F0D">
        <w:t>3</w:t>
      </w:r>
      <w:r w:rsidR="00F81CE8">
        <w:t>.</w:t>
      </w:r>
      <w:r w:rsidR="00F81CE8">
        <w:tab/>
      </w:r>
      <w:r w:rsidR="00493B22">
        <w:t xml:space="preserve">L’economia </w:t>
      </w:r>
      <w:r w:rsidR="00CE68C2">
        <w:t>nazionale</w:t>
      </w:r>
    </w:p>
    <w:p w:rsidR="00265234" w:rsidRDefault="00265234" w:rsidP="00265234">
      <w:pPr>
        <w:pStyle w:val="Titolo4"/>
      </w:pPr>
      <w:bookmarkStart w:id="0" w:name="_Toc19697794"/>
      <w:r>
        <w:t>I conti economici</w:t>
      </w:r>
      <w:bookmarkEnd w:id="0"/>
    </w:p>
    <w:tbl>
      <w:tblPr>
        <w:tblpPr w:topFromText="284" w:bottomFromText="284" w:horzAnchor="margin" w:tblpXSpec="center" w:tblpYSpec="top"/>
        <w:tblOverlap w:val="never"/>
        <w:tblW w:w="0" w:type="auto"/>
        <w:tblCellMar>
          <w:left w:w="0" w:type="dxa"/>
          <w:right w:w="0" w:type="dxa"/>
        </w:tblCellMar>
        <w:tblLook w:val="04A0" w:firstRow="1" w:lastRow="0" w:firstColumn="1" w:lastColumn="0" w:noHBand="0" w:noVBand="1"/>
      </w:tblPr>
      <w:tblGrid>
        <w:gridCol w:w="9356"/>
      </w:tblGrid>
      <w:tr w:rsidR="00ED5A65" w:rsidTr="00ED5A65">
        <w:tc>
          <w:tcPr>
            <w:tcW w:w="9356" w:type="dxa"/>
          </w:tcPr>
          <w:p w:rsidR="00ED5A65" w:rsidRDefault="00ED5A65" w:rsidP="00ED5A65">
            <w:pPr>
              <w:pStyle w:val="FigTitolo"/>
            </w:pPr>
            <w:r>
              <w:t>Fig. 1.2.</w:t>
            </w:r>
            <w:r>
              <w:tab/>
              <w:t>Prodotto interno lordo, valori concatenati (anno di riferimento 2015), dati destagionalizzati e corretti.</w:t>
            </w:r>
            <w:r>
              <w:br/>
              <w:t>Numero indice (2015=100) e tasso di variazione sul trimestre precedente.</w:t>
            </w:r>
          </w:p>
        </w:tc>
      </w:tr>
      <w:tr w:rsidR="00ED5A65" w:rsidTr="00ED5A65">
        <w:tblPrEx>
          <w:tblCellMar>
            <w:left w:w="70" w:type="dxa"/>
            <w:right w:w="70" w:type="dxa"/>
          </w:tblCellMar>
        </w:tblPrEx>
        <w:tc>
          <w:tcPr>
            <w:tcW w:w="9356" w:type="dxa"/>
          </w:tcPr>
          <w:p w:rsidR="00ED5A65" w:rsidRPr="002A23F1" w:rsidRDefault="00ED5A65" w:rsidP="00ED5A65">
            <w:pPr>
              <w:pStyle w:val="Figure"/>
            </w:pPr>
            <w:r>
              <w:rPr>
                <w:noProof/>
              </w:rPr>
              <w:drawing>
                <wp:inline distT="0" distB="0" distL="0" distR="0" wp14:anchorId="4C45D6B1" wp14:editId="2E4A11EE">
                  <wp:extent cx="5917565" cy="2216785"/>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17565" cy="2216785"/>
                          </a:xfrm>
                          <a:prstGeom prst="rect">
                            <a:avLst/>
                          </a:prstGeom>
                          <a:noFill/>
                          <a:ln>
                            <a:noFill/>
                          </a:ln>
                        </pic:spPr>
                      </pic:pic>
                    </a:graphicData>
                  </a:graphic>
                </wp:inline>
              </w:drawing>
            </w:r>
          </w:p>
        </w:tc>
      </w:tr>
      <w:tr w:rsidR="00ED5A65" w:rsidTr="00ED5A65">
        <w:tc>
          <w:tcPr>
            <w:tcW w:w="9356" w:type="dxa"/>
          </w:tcPr>
          <w:p w:rsidR="00ED5A65" w:rsidRDefault="00ED5A65" w:rsidP="00ED5A65">
            <w:pPr>
              <w:pStyle w:val="TabNoteSuperiori"/>
            </w:pPr>
            <w:r>
              <w:t>Fonte Istat</w:t>
            </w:r>
          </w:p>
        </w:tc>
      </w:tr>
    </w:tbl>
    <w:tbl>
      <w:tblPr>
        <w:tblStyle w:val="Grigliatabella"/>
        <w:tblpPr w:topFromText="284" w:bottomFromText="284" w:horzAnchor="margin" w:tblpXSpec="center" w:tblpYSpec="bottom"/>
        <w:tblOverlap w:val="never"/>
        <w:tblW w:w="9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85"/>
        <w:gridCol w:w="680"/>
        <w:gridCol w:w="228"/>
        <w:gridCol w:w="680"/>
        <w:gridCol w:w="228"/>
        <w:gridCol w:w="510"/>
        <w:gridCol w:w="397"/>
        <w:gridCol w:w="680"/>
        <w:gridCol w:w="228"/>
        <w:gridCol w:w="113"/>
        <w:gridCol w:w="680"/>
        <w:gridCol w:w="228"/>
        <w:gridCol w:w="680"/>
        <w:gridCol w:w="228"/>
        <w:gridCol w:w="510"/>
        <w:gridCol w:w="397"/>
        <w:gridCol w:w="680"/>
        <w:gridCol w:w="227"/>
      </w:tblGrid>
      <w:tr w:rsidR="00ED5A65" w:rsidTr="007E7340">
        <w:trPr>
          <w:cantSplit/>
          <w:trHeight w:val="255"/>
        </w:trPr>
        <w:tc>
          <w:tcPr>
            <w:tcW w:w="9359" w:type="dxa"/>
            <w:gridSpan w:val="18"/>
            <w:tcBorders>
              <w:bottom w:val="single" w:sz="4" w:space="0" w:color="632423" w:themeColor="accent2" w:themeShade="80"/>
            </w:tcBorders>
            <w:noWrap/>
          </w:tcPr>
          <w:p w:rsidR="00ED5A65" w:rsidRDefault="00ED5A65" w:rsidP="007E7340">
            <w:pPr>
              <w:pStyle w:val="TabTitolo"/>
            </w:pPr>
            <w:r>
              <w:t>L'economia italiana. Consuntivo e previsioni recenti, variazioni percentuali annue a prezzi costanti salvo diversa indicazione.</w:t>
            </w:r>
          </w:p>
        </w:tc>
      </w:tr>
      <w:tr w:rsidR="00ED5A65" w:rsidRPr="00C744DD" w:rsidTr="007E7340">
        <w:trPr>
          <w:cantSplit/>
          <w:trHeight w:val="255"/>
        </w:trPr>
        <w:tc>
          <w:tcPr>
            <w:tcW w:w="1985" w:type="dxa"/>
            <w:tcBorders>
              <w:top w:val="single" w:sz="4" w:space="0" w:color="632423" w:themeColor="accent2" w:themeShade="80"/>
            </w:tcBorders>
            <w:noWrap/>
          </w:tcPr>
          <w:p w:rsidR="00ED5A65" w:rsidRPr="00C744DD" w:rsidRDefault="00ED5A65" w:rsidP="007E7340">
            <w:pPr>
              <w:pStyle w:val="TabIntestaSup"/>
            </w:pPr>
          </w:p>
        </w:tc>
        <w:tc>
          <w:tcPr>
            <w:tcW w:w="3631" w:type="dxa"/>
            <w:gridSpan w:val="8"/>
            <w:tcBorders>
              <w:top w:val="single" w:sz="4" w:space="0" w:color="632423" w:themeColor="accent2" w:themeShade="80"/>
            </w:tcBorders>
            <w:noWrap/>
          </w:tcPr>
          <w:p w:rsidR="00ED5A65" w:rsidRPr="00C744DD" w:rsidRDefault="00ED5A65" w:rsidP="007E7340">
            <w:pPr>
              <w:pStyle w:val="TabIntestaSupBordo"/>
            </w:pPr>
            <w:r w:rsidRPr="00C744DD">
              <w:t>Previsioni 201</w:t>
            </w:r>
            <w:r>
              <w:t>9</w:t>
            </w:r>
          </w:p>
        </w:tc>
        <w:tc>
          <w:tcPr>
            <w:tcW w:w="113" w:type="dxa"/>
            <w:tcBorders>
              <w:top w:val="single" w:sz="4" w:space="0" w:color="632423" w:themeColor="accent2" w:themeShade="80"/>
            </w:tcBorders>
            <w:noWrap/>
          </w:tcPr>
          <w:p w:rsidR="00ED5A65" w:rsidRPr="00C744DD" w:rsidRDefault="00ED5A65" w:rsidP="007E7340">
            <w:pPr>
              <w:pStyle w:val="TabIntestaSup"/>
            </w:pPr>
          </w:p>
        </w:tc>
        <w:tc>
          <w:tcPr>
            <w:tcW w:w="3630" w:type="dxa"/>
            <w:gridSpan w:val="8"/>
            <w:tcBorders>
              <w:top w:val="single" w:sz="4" w:space="0" w:color="632423" w:themeColor="accent2" w:themeShade="80"/>
            </w:tcBorders>
          </w:tcPr>
          <w:p w:rsidR="00ED5A65" w:rsidRPr="00C744DD" w:rsidRDefault="00ED5A65" w:rsidP="007E7340">
            <w:pPr>
              <w:pStyle w:val="TabIntestaSupBordo"/>
            </w:pPr>
            <w:r>
              <w:t>Previsioni 2020</w:t>
            </w:r>
          </w:p>
        </w:tc>
      </w:tr>
      <w:tr w:rsidR="00ED5A65" w:rsidRPr="00C744DD" w:rsidTr="007E7340">
        <w:trPr>
          <w:cantSplit/>
          <w:trHeight w:val="255"/>
        </w:trPr>
        <w:tc>
          <w:tcPr>
            <w:tcW w:w="1985" w:type="dxa"/>
            <w:noWrap/>
          </w:tcPr>
          <w:p w:rsidR="00ED5A65" w:rsidRPr="00C744DD" w:rsidRDefault="00ED5A65" w:rsidP="007E7340">
            <w:pPr>
              <w:pStyle w:val="TabIntestaSup"/>
            </w:pPr>
          </w:p>
        </w:tc>
        <w:tc>
          <w:tcPr>
            <w:tcW w:w="908" w:type="dxa"/>
            <w:gridSpan w:val="2"/>
            <w:noWrap/>
          </w:tcPr>
          <w:p w:rsidR="00ED5A65" w:rsidRPr="00C744DD" w:rsidRDefault="00ED5A65" w:rsidP="007E7340">
            <w:pPr>
              <w:pStyle w:val="TabIntestaSup"/>
            </w:pPr>
            <w:r w:rsidRPr="00C744DD">
              <w:t>Fmi</w:t>
            </w:r>
          </w:p>
        </w:tc>
        <w:tc>
          <w:tcPr>
            <w:tcW w:w="908" w:type="dxa"/>
            <w:gridSpan w:val="2"/>
            <w:noWrap/>
          </w:tcPr>
          <w:p w:rsidR="00ED5A65" w:rsidRPr="00C744DD" w:rsidRDefault="00ED5A65" w:rsidP="007E7340">
            <w:pPr>
              <w:pStyle w:val="TabIntestaSup"/>
            </w:pPr>
            <w:r w:rsidRPr="00C744DD">
              <w:t>Ue</w:t>
            </w:r>
          </w:p>
        </w:tc>
        <w:tc>
          <w:tcPr>
            <w:tcW w:w="907" w:type="dxa"/>
            <w:gridSpan w:val="2"/>
            <w:noWrap/>
          </w:tcPr>
          <w:p w:rsidR="00ED5A65" w:rsidRPr="00C744DD" w:rsidRDefault="00ED5A65" w:rsidP="007E7340">
            <w:pPr>
              <w:pStyle w:val="TabIntestaSup"/>
            </w:pPr>
            <w:r w:rsidRPr="00C744DD">
              <w:t>Prometeia</w:t>
            </w:r>
          </w:p>
        </w:tc>
        <w:tc>
          <w:tcPr>
            <w:tcW w:w="908" w:type="dxa"/>
            <w:gridSpan w:val="2"/>
            <w:noWrap/>
          </w:tcPr>
          <w:p w:rsidR="00ED5A65" w:rsidRPr="00C744DD" w:rsidRDefault="00ED5A65" w:rsidP="007E7340">
            <w:pPr>
              <w:pStyle w:val="TabIntestaSup"/>
            </w:pPr>
            <w:r w:rsidRPr="00C744DD">
              <w:t>Ocse</w:t>
            </w:r>
          </w:p>
        </w:tc>
        <w:tc>
          <w:tcPr>
            <w:tcW w:w="113" w:type="dxa"/>
            <w:noWrap/>
          </w:tcPr>
          <w:p w:rsidR="00ED5A65" w:rsidRPr="00C744DD" w:rsidRDefault="00ED5A65" w:rsidP="007E7340">
            <w:pPr>
              <w:pStyle w:val="TabIntestaSup"/>
            </w:pPr>
          </w:p>
        </w:tc>
        <w:tc>
          <w:tcPr>
            <w:tcW w:w="908" w:type="dxa"/>
            <w:gridSpan w:val="2"/>
          </w:tcPr>
          <w:p w:rsidR="00ED5A65" w:rsidRPr="00C744DD" w:rsidRDefault="00ED5A65" w:rsidP="007E7340">
            <w:pPr>
              <w:pStyle w:val="TabIntestaSup"/>
            </w:pPr>
            <w:r w:rsidRPr="00C744DD">
              <w:t>Fmi</w:t>
            </w:r>
          </w:p>
        </w:tc>
        <w:tc>
          <w:tcPr>
            <w:tcW w:w="908" w:type="dxa"/>
            <w:gridSpan w:val="2"/>
            <w:noWrap/>
          </w:tcPr>
          <w:p w:rsidR="00ED5A65" w:rsidRPr="00C744DD" w:rsidRDefault="00ED5A65" w:rsidP="007E7340">
            <w:pPr>
              <w:pStyle w:val="TabIntestaSup"/>
            </w:pPr>
            <w:r w:rsidRPr="00C744DD">
              <w:t>Ue</w:t>
            </w:r>
          </w:p>
        </w:tc>
        <w:tc>
          <w:tcPr>
            <w:tcW w:w="907" w:type="dxa"/>
            <w:gridSpan w:val="2"/>
            <w:noWrap/>
          </w:tcPr>
          <w:p w:rsidR="00ED5A65" w:rsidRPr="00C744DD" w:rsidRDefault="00ED5A65" w:rsidP="007E7340">
            <w:pPr>
              <w:pStyle w:val="TabIntestaSup"/>
            </w:pPr>
            <w:r w:rsidRPr="00C744DD">
              <w:t>Prometeia</w:t>
            </w:r>
          </w:p>
        </w:tc>
        <w:tc>
          <w:tcPr>
            <w:tcW w:w="907" w:type="dxa"/>
            <w:gridSpan w:val="2"/>
            <w:noWrap/>
          </w:tcPr>
          <w:p w:rsidR="00ED5A65" w:rsidRPr="00C744DD" w:rsidRDefault="00ED5A65" w:rsidP="007E7340">
            <w:pPr>
              <w:pStyle w:val="TabIntestaSup"/>
            </w:pPr>
            <w:r w:rsidRPr="00C744DD">
              <w:t>Ocse</w:t>
            </w:r>
          </w:p>
        </w:tc>
      </w:tr>
      <w:tr w:rsidR="00ED5A65" w:rsidTr="007E7340">
        <w:trPr>
          <w:cantSplit/>
          <w:trHeight w:val="255"/>
        </w:trPr>
        <w:tc>
          <w:tcPr>
            <w:tcW w:w="1985" w:type="dxa"/>
            <w:tcBorders>
              <w:bottom w:val="single" w:sz="4" w:space="0" w:color="632423" w:themeColor="accent2" w:themeShade="80"/>
            </w:tcBorders>
            <w:noWrap/>
          </w:tcPr>
          <w:p w:rsidR="00ED5A65" w:rsidRDefault="00ED5A65" w:rsidP="007E7340">
            <w:pPr>
              <w:pStyle w:val="TabIntestaInf"/>
            </w:pPr>
          </w:p>
        </w:tc>
        <w:tc>
          <w:tcPr>
            <w:tcW w:w="908" w:type="dxa"/>
            <w:gridSpan w:val="2"/>
            <w:tcBorders>
              <w:bottom w:val="single" w:sz="4" w:space="0" w:color="632423" w:themeColor="accent2" w:themeShade="80"/>
            </w:tcBorders>
            <w:noWrap/>
          </w:tcPr>
          <w:p w:rsidR="00ED5A65" w:rsidRDefault="00ED5A65" w:rsidP="007E7340">
            <w:pPr>
              <w:pStyle w:val="TabIntestaInf"/>
            </w:pPr>
            <w:r>
              <w:t>ott-19</w:t>
            </w:r>
          </w:p>
        </w:tc>
        <w:tc>
          <w:tcPr>
            <w:tcW w:w="908" w:type="dxa"/>
            <w:gridSpan w:val="2"/>
            <w:tcBorders>
              <w:bottom w:val="single" w:sz="4" w:space="0" w:color="632423" w:themeColor="accent2" w:themeShade="80"/>
            </w:tcBorders>
            <w:noWrap/>
          </w:tcPr>
          <w:p w:rsidR="00ED5A65" w:rsidRDefault="00ED5A65" w:rsidP="007E7340">
            <w:pPr>
              <w:pStyle w:val="TabIntestaInf"/>
            </w:pPr>
            <w:r>
              <w:t>nov-19</w:t>
            </w:r>
          </w:p>
        </w:tc>
        <w:tc>
          <w:tcPr>
            <w:tcW w:w="907" w:type="dxa"/>
            <w:gridSpan w:val="2"/>
            <w:tcBorders>
              <w:bottom w:val="single" w:sz="4" w:space="0" w:color="632423" w:themeColor="accent2" w:themeShade="80"/>
            </w:tcBorders>
            <w:noWrap/>
          </w:tcPr>
          <w:p w:rsidR="00ED5A65" w:rsidRDefault="00ED5A65" w:rsidP="007E7340">
            <w:pPr>
              <w:pStyle w:val="TabIntestaInf"/>
            </w:pPr>
            <w:r>
              <w:t>nov-19 [1]</w:t>
            </w:r>
          </w:p>
        </w:tc>
        <w:tc>
          <w:tcPr>
            <w:tcW w:w="908" w:type="dxa"/>
            <w:gridSpan w:val="2"/>
            <w:tcBorders>
              <w:bottom w:val="single" w:sz="4" w:space="0" w:color="632423" w:themeColor="accent2" w:themeShade="80"/>
            </w:tcBorders>
            <w:noWrap/>
          </w:tcPr>
          <w:p w:rsidR="00ED5A65" w:rsidRDefault="00ED5A65" w:rsidP="007E7340">
            <w:pPr>
              <w:pStyle w:val="TabIntestaInf"/>
            </w:pPr>
            <w:r>
              <w:t>nov-18 [1]</w:t>
            </w:r>
          </w:p>
        </w:tc>
        <w:tc>
          <w:tcPr>
            <w:tcW w:w="113" w:type="dxa"/>
            <w:tcBorders>
              <w:bottom w:val="single" w:sz="4" w:space="0" w:color="632423" w:themeColor="accent2" w:themeShade="80"/>
            </w:tcBorders>
            <w:noWrap/>
          </w:tcPr>
          <w:p w:rsidR="00ED5A65" w:rsidRDefault="00ED5A65" w:rsidP="007E7340">
            <w:pPr>
              <w:pStyle w:val="TabIntestaInf"/>
            </w:pPr>
          </w:p>
        </w:tc>
        <w:tc>
          <w:tcPr>
            <w:tcW w:w="908" w:type="dxa"/>
            <w:gridSpan w:val="2"/>
            <w:tcBorders>
              <w:bottom w:val="single" w:sz="4" w:space="0" w:color="632423" w:themeColor="accent2" w:themeShade="80"/>
            </w:tcBorders>
          </w:tcPr>
          <w:p w:rsidR="00ED5A65" w:rsidRDefault="00ED5A65" w:rsidP="007E7340">
            <w:pPr>
              <w:pStyle w:val="TabIntestaInf"/>
            </w:pPr>
            <w:r>
              <w:t>ott-19</w:t>
            </w:r>
          </w:p>
        </w:tc>
        <w:tc>
          <w:tcPr>
            <w:tcW w:w="908" w:type="dxa"/>
            <w:gridSpan w:val="2"/>
            <w:tcBorders>
              <w:bottom w:val="single" w:sz="4" w:space="0" w:color="632423" w:themeColor="accent2" w:themeShade="80"/>
            </w:tcBorders>
            <w:noWrap/>
          </w:tcPr>
          <w:p w:rsidR="00ED5A65" w:rsidRDefault="00ED5A65" w:rsidP="007E7340">
            <w:pPr>
              <w:pStyle w:val="TabIntestaInf"/>
            </w:pPr>
            <w:r>
              <w:t>nov-19</w:t>
            </w:r>
          </w:p>
        </w:tc>
        <w:tc>
          <w:tcPr>
            <w:tcW w:w="907" w:type="dxa"/>
            <w:gridSpan w:val="2"/>
            <w:tcBorders>
              <w:bottom w:val="single" w:sz="4" w:space="0" w:color="632423" w:themeColor="accent2" w:themeShade="80"/>
            </w:tcBorders>
            <w:noWrap/>
          </w:tcPr>
          <w:p w:rsidR="00ED5A65" w:rsidRDefault="00ED5A65" w:rsidP="007E7340">
            <w:pPr>
              <w:pStyle w:val="TabIntestaInf"/>
            </w:pPr>
            <w:r>
              <w:t>nov-19 [1]</w:t>
            </w:r>
          </w:p>
        </w:tc>
        <w:tc>
          <w:tcPr>
            <w:tcW w:w="907" w:type="dxa"/>
            <w:gridSpan w:val="2"/>
            <w:tcBorders>
              <w:bottom w:val="single" w:sz="4" w:space="0" w:color="632423" w:themeColor="accent2" w:themeShade="80"/>
            </w:tcBorders>
            <w:noWrap/>
          </w:tcPr>
          <w:p w:rsidR="00ED5A65" w:rsidRDefault="00ED5A65" w:rsidP="007E7340">
            <w:pPr>
              <w:pStyle w:val="TabIntestaInf"/>
            </w:pPr>
            <w:r>
              <w:t>nov-18 [1]</w:t>
            </w:r>
          </w:p>
        </w:tc>
      </w:tr>
      <w:tr w:rsidR="00ED5A65" w:rsidTr="007E7340">
        <w:trPr>
          <w:cantSplit/>
          <w:trHeight w:hRule="exact" w:val="113"/>
        </w:trPr>
        <w:tc>
          <w:tcPr>
            <w:tcW w:w="1985" w:type="dxa"/>
            <w:tcBorders>
              <w:top w:val="single" w:sz="4" w:space="0" w:color="632423" w:themeColor="accent2" w:themeShade="80"/>
            </w:tcBorders>
            <w:noWrap/>
          </w:tcPr>
          <w:p w:rsidR="00ED5A65" w:rsidRDefault="00ED5A65" w:rsidP="007E7340">
            <w:pPr>
              <w:pStyle w:val="TabNumeri"/>
            </w:pPr>
          </w:p>
        </w:tc>
        <w:tc>
          <w:tcPr>
            <w:tcW w:w="680" w:type="dxa"/>
            <w:tcBorders>
              <w:top w:val="single" w:sz="4" w:space="0" w:color="632423" w:themeColor="accent2" w:themeShade="80"/>
            </w:tcBorders>
            <w:noWrap/>
          </w:tcPr>
          <w:p w:rsidR="00ED5A65" w:rsidRDefault="00ED5A65" w:rsidP="007E7340">
            <w:pPr>
              <w:pStyle w:val="TabNumeri"/>
            </w:pPr>
          </w:p>
        </w:tc>
        <w:tc>
          <w:tcPr>
            <w:tcW w:w="228" w:type="dxa"/>
            <w:tcBorders>
              <w:top w:val="single" w:sz="4" w:space="0" w:color="632423" w:themeColor="accent2" w:themeShade="80"/>
            </w:tcBorders>
            <w:noWrap/>
          </w:tcPr>
          <w:p w:rsidR="00ED5A65" w:rsidRDefault="00ED5A65" w:rsidP="007E7340">
            <w:pPr>
              <w:pStyle w:val="TabNumeri"/>
            </w:pPr>
          </w:p>
        </w:tc>
        <w:tc>
          <w:tcPr>
            <w:tcW w:w="680" w:type="dxa"/>
            <w:tcBorders>
              <w:top w:val="single" w:sz="4" w:space="0" w:color="632423" w:themeColor="accent2" w:themeShade="80"/>
            </w:tcBorders>
            <w:noWrap/>
          </w:tcPr>
          <w:p w:rsidR="00ED5A65" w:rsidRDefault="00ED5A65" w:rsidP="007E7340">
            <w:pPr>
              <w:pStyle w:val="TabNumeri"/>
            </w:pPr>
          </w:p>
        </w:tc>
        <w:tc>
          <w:tcPr>
            <w:tcW w:w="228" w:type="dxa"/>
            <w:tcBorders>
              <w:top w:val="single" w:sz="4" w:space="0" w:color="632423" w:themeColor="accent2" w:themeShade="80"/>
            </w:tcBorders>
            <w:noWrap/>
          </w:tcPr>
          <w:p w:rsidR="00ED5A65" w:rsidRDefault="00ED5A65" w:rsidP="007E7340">
            <w:pPr>
              <w:pStyle w:val="TabNumeri"/>
            </w:pPr>
          </w:p>
        </w:tc>
        <w:tc>
          <w:tcPr>
            <w:tcW w:w="510" w:type="dxa"/>
            <w:tcBorders>
              <w:top w:val="single" w:sz="4" w:space="0" w:color="632423" w:themeColor="accent2" w:themeShade="80"/>
            </w:tcBorders>
            <w:noWrap/>
          </w:tcPr>
          <w:p w:rsidR="00ED5A65" w:rsidRDefault="00ED5A65" w:rsidP="007E7340">
            <w:pPr>
              <w:pStyle w:val="TabNumeri"/>
            </w:pPr>
          </w:p>
        </w:tc>
        <w:tc>
          <w:tcPr>
            <w:tcW w:w="397" w:type="dxa"/>
            <w:tcBorders>
              <w:top w:val="single" w:sz="4" w:space="0" w:color="632423" w:themeColor="accent2" w:themeShade="80"/>
            </w:tcBorders>
            <w:noWrap/>
          </w:tcPr>
          <w:p w:rsidR="00ED5A65" w:rsidRDefault="00ED5A65" w:rsidP="007E7340">
            <w:pPr>
              <w:pStyle w:val="TabNumeri"/>
            </w:pPr>
          </w:p>
        </w:tc>
        <w:tc>
          <w:tcPr>
            <w:tcW w:w="680" w:type="dxa"/>
            <w:tcBorders>
              <w:top w:val="single" w:sz="4" w:space="0" w:color="632423" w:themeColor="accent2" w:themeShade="80"/>
            </w:tcBorders>
            <w:noWrap/>
          </w:tcPr>
          <w:p w:rsidR="00ED5A65" w:rsidRDefault="00ED5A65" w:rsidP="007E7340">
            <w:pPr>
              <w:pStyle w:val="TabNumeri"/>
            </w:pPr>
          </w:p>
        </w:tc>
        <w:tc>
          <w:tcPr>
            <w:tcW w:w="228" w:type="dxa"/>
            <w:tcBorders>
              <w:top w:val="single" w:sz="4" w:space="0" w:color="632423" w:themeColor="accent2" w:themeShade="80"/>
            </w:tcBorders>
          </w:tcPr>
          <w:p w:rsidR="00ED5A65" w:rsidRPr="00B64650" w:rsidRDefault="00ED5A65" w:rsidP="007E7340">
            <w:pPr>
              <w:pStyle w:val="TabNumeri"/>
            </w:pPr>
          </w:p>
        </w:tc>
        <w:tc>
          <w:tcPr>
            <w:tcW w:w="113" w:type="dxa"/>
            <w:tcBorders>
              <w:top w:val="single" w:sz="4" w:space="0" w:color="632423" w:themeColor="accent2" w:themeShade="80"/>
            </w:tcBorders>
            <w:noWrap/>
          </w:tcPr>
          <w:p w:rsidR="00ED5A65" w:rsidRDefault="00ED5A65" w:rsidP="007E7340">
            <w:pPr>
              <w:pStyle w:val="TabNumeri"/>
            </w:pPr>
          </w:p>
        </w:tc>
        <w:tc>
          <w:tcPr>
            <w:tcW w:w="680" w:type="dxa"/>
            <w:tcBorders>
              <w:top w:val="single" w:sz="4" w:space="0" w:color="632423" w:themeColor="accent2" w:themeShade="80"/>
            </w:tcBorders>
          </w:tcPr>
          <w:p w:rsidR="00ED5A65" w:rsidRDefault="00ED5A65" w:rsidP="007E7340">
            <w:pPr>
              <w:pStyle w:val="TabNumeri"/>
            </w:pPr>
          </w:p>
        </w:tc>
        <w:tc>
          <w:tcPr>
            <w:tcW w:w="228" w:type="dxa"/>
            <w:tcBorders>
              <w:top w:val="single" w:sz="4" w:space="0" w:color="632423" w:themeColor="accent2" w:themeShade="80"/>
            </w:tcBorders>
            <w:noWrap/>
          </w:tcPr>
          <w:p w:rsidR="00ED5A65" w:rsidRDefault="00ED5A65" w:rsidP="007E7340">
            <w:pPr>
              <w:pStyle w:val="TabNumeri"/>
            </w:pPr>
          </w:p>
        </w:tc>
        <w:tc>
          <w:tcPr>
            <w:tcW w:w="680" w:type="dxa"/>
            <w:tcBorders>
              <w:top w:val="single" w:sz="4" w:space="0" w:color="632423" w:themeColor="accent2" w:themeShade="80"/>
            </w:tcBorders>
            <w:noWrap/>
          </w:tcPr>
          <w:p w:rsidR="00ED5A65" w:rsidRDefault="00ED5A65" w:rsidP="007E7340">
            <w:pPr>
              <w:pStyle w:val="TabNumeri"/>
            </w:pPr>
          </w:p>
        </w:tc>
        <w:tc>
          <w:tcPr>
            <w:tcW w:w="228" w:type="dxa"/>
            <w:tcBorders>
              <w:top w:val="single" w:sz="4" w:space="0" w:color="632423" w:themeColor="accent2" w:themeShade="80"/>
            </w:tcBorders>
            <w:noWrap/>
          </w:tcPr>
          <w:p w:rsidR="00ED5A65" w:rsidRDefault="00ED5A65" w:rsidP="007E7340">
            <w:pPr>
              <w:pStyle w:val="TabNumeri"/>
            </w:pPr>
          </w:p>
        </w:tc>
        <w:tc>
          <w:tcPr>
            <w:tcW w:w="510" w:type="dxa"/>
            <w:tcBorders>
              <w:top w:val="single" w:sz="4" w:space="0" w:color="632423" w:themeColor="accent2" w:themeShade="80"/>
            </w:tcBorders>
            <w:noWrap/>
          </w:tcPr>
          <w:p w:rsidR="00ED5A65" w:rsidRDefault="00ED5A65" w:rsidP="007E7340">
            <w:pPr>
              <w:pStyle w:val="TabNumeri"/>
            </w:pPr>
          </w:p>
        </w:tc>
        <w:tc>
          <w:tcPr>
            <w:tcW w:w="397" w:type="dxa"/>
            <w:tcBorders>
              <w:top w:val="single" w:sz="4" w:space="0" w:color="632423" w:themeColor="accent2" w:themeShade="80"/>
            </w:tcBorders>
            <w:noWrap/>
          </w:tcPr>
          <w:p w:rsidR="00ED5A65" w:rsidRDefault="00ED5A65" w:rsidP="007E7340">
            <w:pPr>
              <w:pStyle w:val="TabNumeri"/>
            </w:pPr>
          </w:p>
        </w:tc>
        <w:tc>
          <w:tcPr>
            <w:tcW w:w="680" w:type="dxa"/>
            <w:tcBorders>
              <w:top w:val="single" w:sz="4" w:space="0" w:color="632423" w:themeColor="accent2" w:themeShade="80"/>
            </w:tcBorders>
            <w:noWrap/>
          </w:tcPr>
          <w:p w:rsidR="00ED5A65" w:rsidRDefault="00ED5A65" w:rsidP="007E7340">
            <w:pPr>
              <w:pStyle w:val="TabNumeri"/>
            </w:pPr>
          </w:p>
        </w:tc>
        <w:tc>
          <w:tcPr>
            <w:tcW w:w="227" w:type="dxa"/>
            <w:tcBorders>
              <w:top w:val="single" w:sz="4" w:space="0" w:color="632423" w:themeColor="accent2" w:themeShade="80"/>
            </w:tcBorders>
            <w:noWrap/>
          </w:tcPr>
          <w:p w:rsidR="00ED5A65" w:rsidRDefault="00ED5A65" w:rsidP="007E7340">
            <w:pPr>
              <w:pStyle w:val="TabNumeri"/>
            </w:pPr>
          </w:p>
        </w:tc>
      </w:tr>
      <w:tr w:rsidR="00ED5A65" w:rsidTr="007E7340">
        <w:trPr>
          <w:cantSplit/>
          <w:trHeight w:val="255"/>
        </w:trPr>
        <w:tc>
          <w:tcPr>
            <w:tcW w:w="1985" w:type="dxa"/>
            <w:noWrap/>
          </w:tcPr>
          <w:p w:rsidR="00ED5A65" w:rsidRPr="00233F5C" w:rsidRDefault="00ED5A65" w:rsidP="007E7340">
            <w:pPr>
              <w:pStyle w:val="TabEtichette"/>
            </w:pPr>
            <w:r w:rsidRPr="00233F5C">
              <w:t>Prodotto interno lordo</w:t>
            </w:r>
          </w:p>
        </w:tc>
        <w:tc>
          <w:tcPr>
            <w:tcW w:w="680" w:type="dxa"/>
            <w:noWrap/>
          </w:tcPr>
          <w:p w:rsidR="00ED5A65" w:rsidRPr="00F86988" w:rsidRDefault="00ED5A65" w:rsidP="007E7340">
            <w:pPr>
              <w:pStyle w:val="TabNumeri"/>
            </w:pPr>
            <w:r w:rsidRPr="00F86988">
              <w:t>0,0</w:t>
            </w:r>
          </w:p>
        </w:tc>
        <w:tc>
          <w:tcPr>
            <w:tcW w:w="228" w:type="dxa"/>
            <w:noWrap/>
          </w:tcPr>
          <w:p w:rsidR="00ED5A65" w:rsidRPr="00B64650" w:rsidRDefault="00ED5A65" w:rsidP="007E7340">
            <w:pPr>
              <w:pStyle w:val="TabNumeri"/>
            </w:pPr>
          </w:p>
        </w:tc>
        <w:tc>
          <w:tcPr>
            <w:tcW w:w="680" w:type="dxa"/>
            <w:noWrap/>
          </w:tcPr>
          <w:p w:rsidR="00ED5A65" w:rsidRPr="00D65A6F" w:rsidRDefault="00ED5A65" w:rsidP="007E7340">
            <w:pPr>
              <w:pStyle w:val="TabNumeri"/>
            </w:pPr>
            <w:r w:rsidRPr="00D65A6F">
              <w:t>0,1</w:t>
            </w:r>
          </w:p>
        </w:tc>
        <w:tc>
          <w:tcPr>
            <w:tcW w:w="228" w:type="dxa"/>
            <w:noWrap/>
          </w:tcPr>
          <w:p w:rsidR="00ED5A65" w:rsidRPr="00C32B54" w:rsidRDefault="00ED5A65" w:rsidP="007E7340">
            <w:pPr>
              <w:pStyle w:val="TabNumeri"/>
            </w:pPr>
          </w:p>
        </w:tc>
        <w:tc>
          <w:tcPr>
            <w:tcW w:w="510" w:type="dxa"/>
            <w:noWrap/>
          </w:tcPr>
          <w:p w:rsidR="00ED5A65" w:rsidRPr="00904DA8" w:rsidRDefault="00ED5A65" w:rsidP="007E7340">
            <w:pPr>
              <w:pStyle w:val="TabNumeri"/>
            </w:pPr>
            <w:r w:rsidRPr="00904DA8">
              <w:t>0,2</w:t>
            </w:r>
          </w:p>
        </w:tc>
        <w:tc>
          <w:tcPr>
            <w:tcW w:w="397" w:type="dxa"/>
            <w:noWrap/>
          </w:tcPr>
          <w:p w:rsidR="00ED5A65" w:rsidRPr="00904DA8" w:rsidRDefault="00ED5A65" w:rsidP="007E7340">
            <w:pPr>
              <w:pStyle w:val="TabNumeri"/>
            </w:pPr>
            <w:r w:rsidRPr="00904DA8">
              <w:t>[7]</w:t>
            </w:r>
          </w:p>
        </w:tc>
        <w:tc>
          <w:tcPr>
            <w:tcW w:w="680" w:type="dxa"/>
            <w:noWrap/>
          </w:tcPr>
          <w:p w:rsidR="00ED5A65" w:rsidRPr="003C782D" w:rsidRDefault="00ED5A65" w:rsidP="007E7340">
            <w:pPr>
              <w:pStyle w:val="TabNumeri"/>
            </w:pPr>
            <w:r w:rsidRPr="003C782D">
              <w:t>0,2</w:t>
            </w:r>
          </w:p>
        </w:tc>
        <w:tc>
          <w:tcPr>
            <w:tcW w:w="228" w:type="dxa"/>
          </w:tcPr>
          <w:p w:rsidR="00ED5A65" w:rsidRPr="00AA375C" w:rsidRDefault="00ED5A65" w:rsidP="007E7340">
            <w:pPr>
              <w:pStyle w:val="TabNumeri"/>
            </w:pPr>
          </w:p>
        </w:tc>
        <w:tc>
          <w:tcPr>
            <w:tcW w:w="113" w:type="dxa"/>
            <w:noWrap/>
          </w:tcPr>
          <w:p w:rsidR="00ED5A65" w:rsidRPr="00B64650" w:rsidRDefault="00ED5A65" w:rsidP="007E7340">
            <w:pPr>
              <w:pStyle w:val="TabNumeri"/>
            </w:pPr>
          </w:p>
        </w:tc>
        <w:tc>
          <w:tcPr>
            <w:tcW w:w="680" w:type="dxa"/>
          </w:tcPr>
          <w:p w:rsidR="00ED5A65" w:rsidRPr="009E61ED" w:rsidRDefault="00ED5A65" w:rsidP="007E7340">
            <w:pPr>
              <w:pStyle w:val="TabNumeri"/>
            </w:pPr>
            <w:r w:rsidRPr="009E61ED">
              <w:t>0,5</w:t>
            </w:r>
          </w:p>
        </w:tc>
        <w:tc>
          <w:tcPr>
            <w:tcW w:w="228" w:type="dxa"/>
            <w:noWrap/>
          </w:tcPr>
          <w:p w:rsidR="00ED5A65" w:rsidRPr="00811B57" w:rsidRDefault="00ED5A65" w:rsidP="007E7340">
            <w:pPr>
              <w:pStyle w:val="TabNumeri"/>
            </w:pPr>
          </w:p>
        </w:tc>
        <w:tc>
          <w:tcPr>
            <w:tcW w:w="680" w:type="dxa"/>
            <w:noWrap/>
          </w:tcPr>
          <w:p w:rsidR="00ED5A65" w:rsidRPr="00A27A0A" w:rsidRDefault="00ED5A65" w:rsidP="007E7340">
            <w:pPr>
              <w:pStyle w:val="TabNumeri"/>
            </w:pPr>
            <w:r w:rsidRPr="00A27A0A">
              <w:t>0,4</w:t>
            </w:r>
          </w:p>
        </w:tc>
        <w:tc>
          <w:tcPr>
            <w:tcW w:w="228" w:type="dxa"/>
            <w:noWrap/>
          </w:tcPr>
          <w:p w:rsidR="00ED5A65" w:rsidRPr="00DC6642" w:rsidRDefault="00ED5A65" w:rsidP="007E7340">
            <w:pPr>
              <w:pStyle w:val="TabNumeri"/>
            </w:pPr>
          </w:p>
        </w:tc>
        <w:tc>
          <w:tcPr>
            <w:tcW w:w="510" w:type="dxa"/>
            <w:noWrap/>
          </w:tcPr>
          <w:p w:rsidR="00ED5A65" w:rsidRPr="00986A4F" w:rsidRDefault="00ED5A65" w:rsidP="007E7340">
            <w:pPr>
              <w:pStyle w:val="TabNumeri"/>
            </w:pPr>
            <w:r w:rsidRPr="00986A4F">
              <w:t>0,6</w:t>
            </w:r>
          </w:p>
        </w:tc>
        <w:tc>
          <w:tcPr>
            <w:tcW w:w="397" w:type="dxa"/>
            <w:noWrap/>
          </w:tcPr>
          <w:p w:rsidR="00ED5A65" w:rsidRPr="00986A4F" w:rsidRDefault="00ED5A65" w:rsidP="007E7340">
            <w:pPr>
              <w:pStyle w:val="TabNumeri"/>
            </w:pPr>
            <w:r w:rsidRPr="00986A4F">
              <w:t>[7]</w:t>
            </w:r>
          </w:p>
        </w:tc>
        <w:tc>
          <w:tcPr>
            <w:tcW w:w="680" w:type="dxa"/>
            <w:noWrap/>
          </w:tcPr>
          <w:p w:rsidR="00ED5A65" w:rsidRPr="00413582" w:rsidRDefault="00ED5A65" w:rsidP="007E7340">
            <w:pPr>
              <w:pStyle w:val="TabNumeri"/>
            </w:pPr>
            <w:r w:rsidRPr="00413582">
              <w:t>0,4</w:t>
            </w:r>
          </w:p>
        </w:tc>
        <w:tc>
          <w:tcPr>
            <w:tcW w:w="227" w:type="dxa"/>
            <w:noWrap/>
          </w:tcPr>
          <w:p w:rsidR="00ED5A65" w:rsidRPr="00A319C0" w:rsidRDefault="00ED5A65" w:rsidP="007E7340">
            <w:pPr>
              <w:pStyle w:val="TabNumeri"/>
            </w:pPr>
          </w:p>
        </w:tc>
      </w:tr>
      <w:tr w:rsidR="00ED5A65" w:rsidTr="007E7340">
        <w:trPr>
          <w:cantSplit/>
          <w:trHeight w:val="255"/>
        </w:trPr>
        <w:tc>
          <w:tcPr>
            <w:tcW w:w="1985" w:type="dxa"/>
            <w:shd w:val="clear" w:color="auto" w:fill="EAF1DD" w:themeFill="accent3" w:themeFillTint="33"/>
            <w:noWrap/>
          </w:tcPr>
          <w:p w:rsidR="00ED5A65" w:rsidRPr="00233F5C" w:rsidRDefault="00ED5A65" w:rsidP="007E7340">
            <w:pPr>
              <w:pStyle w:val="TabEtichette"/>
            </w:pPr>
            <w:r w:rsidRPr="00233F5C">
              <w:t>Importazioni</w:t>
            </w:r>
          </w:p>
        </w:tc>
        <w:tc>
          <w:tcPr>
            <w:tcW w:w="680" w:type="dxa"/>
            <w:shd w:val="clear" w:color="auto" w:fill="EAF1DD" w:themeFill="accent3" w:themeFillTint="33"/>
            <w:noWrap/>
          </w:tcPr>
          <w:p w:rsidR="00ED5A65" w:rsidRPr="00F86988" w:rsidRDefault="00ED5A65" w:rsidP="007E7340">
            <w:pPr>
              <w:pStyle w:val="TabNumeri"/>
            </w:pPr>
            <w:r w:rsidRPr="00F86988">
              <w:t>0,8</w:t>
            </w:r>
          </w:p>
        </w:tc>
        <w:tc>
          <w:tcPr>
            <w:tcW w:w="228" w:type="dxa"/>
            <w:shd w:val="clear" w:color="auto" w:fill="EAF1DD" w:themeFill="accent3" w:themeFillTint="33"/>
            <w:noWrap/>
          </w:tcPr>
          <w:p w:rsidR="00ED5A65" w:rsidRPr="00B64650" w:rsidRDefault="00ED5A65" w:rsidP="007E7340">
            <w:pPr>
              <w:pStyle w:val="TabNumeri"/>
            </w:pPr>
          </w:p>
        </w:tc>
        <w:tc>
          <w:tcPr>
            <w:tcW w:w="680" w:type="dxa"/>
            <w:shd w:val="clear" w:color="auto" w:fill="EAF1DD" w:themeFill="accent3" w:themeFillTint="33"/>
            <w:noWrap/>
          </w:tcPr>
          <w:p w:rsidR="00ED5A65" w:rsidRPr="00D65A6F" w:rsidRDefault="00ED5A65" w:rsidP="007E7340">
            <w:pPr>
              <w:pStyle w:val="TabNumeri"/>
            </w:pPr>
            <w:r w:rsidRPr="00D65A6F">
              <w:t>0,7</w:t>
            </w:r>
          </w:p>
        </w:tc>
        <w:tc>
          <w:tcPr>
            <w:tcW w:w="228" w:type="dxa"/>
            <w:shd w:val="clear" w:color="auto" w:fill="EAF1DD" w:themeFill="accent3" w:themeFillTint="33"/>
            <w:noWrap/>
          </w:tcPr>
          <w:p w:rsidR="00ED5A65" w:rsidRPr="00C32B54" w:rsidRDefault="00ED5A65" w:rsidP="007E7340">
            <w:pPr>
              <w:pStyle w:val="TabNumeri"/>
            </w:pPr>
          </w:p>
        </w:tc>
        <w:tc>
          <w:tcPr>
            <w:tcW w:w="510" w:type="dxa"/>
            <w:shd w:val="clear" w:color="auto" w:fill="EAF1DD" w:themeFill="accent3" w:themeFillTint="33"/>
            <w:noWrap/>
          </w:tcPr>
          <w:p w:rsidR="00ED5A65" w:rsidRPr="00904DA8" w:rsidRDefault="00ED5A65" w:rsidP="007E7340">
            <w:pPr>
              <w:pStyle w:val="TabNumeri"/>
            </w:pPr>
            <w:r w:rsidRPr="00904DA8">
              <w:t>0,9</w:t>
            </w:r>
          </w:p>
        </w:tc>
        <w:tc>
          <w:tcPr>
            <w:tcW w:w="397" w:type="dxa"/>
            <w:shd w:val="clear" w:color="auto" w:fill="EAF1DD" w:themeFill="accent3" w:themeFillTint="33"/>
            <w:noWrap/>
          </w:tcPr>
          <w:p w:rsidR="00ED5A65" w:rsidRPr="00904DA8" w:rsidRDefault="00ED5A65" w:rsidP="007E7340">
            <w:pPr>
              <w:pStyle w:val="TabNumeri"/>
            </w:pPr>
            <w:r w:rsidRPr="00904DA8">
              <w:t>[7]</w:t>
            </w:r>
          </w:p>
        </w:tc>
        <w:tc>
          <w:tcPr>
            <w:tcW w:w="680" w:type="dxa"/>
            <w:shd w:val="clear" w:color="auto" w:fill="EAF1DD" w:themeFill="accent3" w:themeFillTint="33"/>
            <w:noWrap/>
          </w:tcPr>
          <w:p w:rsidR="00ED5A65" w:rsidRPr="003C782D" w:rsidRDefault="00ED5A65" w:rsidP="007E7340">
            <w:pPr>
              <w:pStyle w:val="TabNumeri"/>
            </w:pPr>
            <w:r w:rsidRPr="003C782D">
              <w:t>0,8</w:t>
            </w:r>
          </w:p>
        </w:tc>
        <w:tc>
          <w:tcPr>
            <w:tcW w:w="228" w:type="dxa"/>
            <w:shd w:val="clear" w:color="auto" w:fill="EAF1DD" w:themeFill="accent3" w:themeFillTint="33"/>
          </w:tcPr>
          <w:p w:rsidR="00ED5A65" w:rsidRPr="00AA375C" w:rsidRDefault="00ED5A65" w:rsidP="007E7340">
            <w:pPr>
              <w:pStyle w:val="TabNumeri"/>
            </w:pPr>
          </w:p>
        </w:tc>
        <w:tc>
          <w:tcPr>
            <w:tcW w:w="113" w:type="dxa"/>
            <w:shd w:val="clear" w:color="auto" w:fill="EAF1DD" w:themeFill="accent3" w:themeFillTint="33"/>
            <w:noWrap/>
          </w:tcPr>
          <w:p w:rsidR="00ED5A65" w:rsidRPr="00B64650" w:rsidRDefault="00ED5A65" w:rsidP="007E7340">
            <w:pPr>
              <w:pStyle w:val="TabNumeri"/>
            </w:pPr>
          </w:p>
        </w:tc>
        <w:tc>
          <w:tcPr>
            <w:tcW w:w="680" w:type="dxa"/>
            <w:shd w:val="clear" w:color="auto" w:fill="EAF1DD" w:themeFill="accent3" w:themeFillTint="33"/>
          </w:tcPr>
          <w:p w:rsidR="00ED5A65" w:rsidRPr="009E61ED" w:rsidRDefault="00ED5A65" w:rsidP="007E7340">
            <w:pPr>
              <w:pStyle w:val="TabNumeri"/>
            </w:pPr>
            <w:r w:rsidRPr="009E61ED">
              <w:t>3,1</w:t>
            </w:r>
          </w:p>
        </w:tc>
        <w:tc>
          <w:tcPr>
            <w:tcW w:w="228" w:type="dxa"/>
            <w:shd w:val="clear" w:color="auto" w:fill="EAF1DD" w:themeFill="accent3" w:themeFillTint="33"/>
            <w:noWrap/>
          </w:tcPr>
          <w:p w:rsidR="00ED5A65" w:rsidRPr="00811B57" w:rsidRDefault="00ED5A65" w:rsidP="007E7340">
            <w:pPr>
              <w:pStyle w:val="TabNumeri"/>
            </w:pPr>
          </w:p>
        </w:tc>
        <w:tc>
          <w:tcPr>
            <w:tcW w:w="680" w:type="dxa"/>
            <w:shd w:val="clear" w:color="auto" w:fill="EAF1DD" w:themeFill="accent3" w:themeFillTint="33"/>
            <w:noWrap/>
          </w:tcPr>
          <w:p w:rsidR="00ED5A65" w:rsidRPr="00A27A0A" w:rsidRDefault="00ED5A65" w:rsidP="007E7340">
            <w:pPr>
              <w:pStyle w:val="TabNumeri"/>
            </w:pPr>
            <w:r w:rsidRPr="00A27A0A">
              <w:t>2,2</w:t>
            </w:r>
          </w:p>
        </w:tc>
        <w:tc>
          <w:tcPr>
            <w:tcW w:w="228" w:type="dxa"/>
            <w:shd w:val="clear" w:color="auto" w:fill="EAF1DD" w:themeFill="accent3" w:themeFillTint="33"/>
            <w:noWrap/>
          </w:tcPr>
          <w:p w:rsidR="00ED5A65" w:rsidRPr="00DC6642" w:rsidRDefault="00ED5A65" w:rsidP="007E7340">
            <w:pPr>
              <w:pStyle w:val="TabNumeri"/>
            </w:pPr>
          </w:p>
        </w:tc>
        <w:tc>
          <w:tcPr>
            <w:tcW w:w="510" w:type="dxa"/>
            <w:shd w:val="clear" w:color="auto" w:fill="EAF1DD" w:themeFill="accent3" w:themeFillTint="33"/>
            <w:noWrap/>
          </w:tcPr>
          <w:p w:rsidR="00ED5A65" w:rsidRPr="00986A4F" w:rsidRDefault="00ED5A65" w:rsidP="007E7340">
            <w:pPr>
              <w:pStyle w:val="TabNumeri"/>
            </w:pPr>
            <w:r w:rsidRPr="00986A4F">
              <w:t>2,5</w:t>
            </w:r>
          </w:p>
        </w:tc>
        <w:tc>
          <w:tcPr>
            <w:tcW w:w="397" w:type="dxa"/>
            <w:shd w:val="clear" w:color="auto" w:fill="EAF1DD" w:themeFill="accent3" w:themeFillTint="33"/>
            <w:noWrap/>
          </w:tcPr>
          <w:p w:rsidR="00ED5A65" w:rsidRPr="00986A4F" w:rsidRDefault="00ED5A65" w:rsidP="007E7340">
            <w:pPr>
              <w:pStyle w:val="TabNumeri"/>
            </w:pPr>
            <w:r w:rsidRPr="00986A4F">
              <w:t>[7]</w:t>
            </w:r>
          </w:p>
        </w:tc>
        <w:tc>
          <w:tcPr>
            <w:tcW w:w="680" w:type="dxa"/>
            <w:shd w:val="clear" w:color="auto" w:fill="EAF1DD" w:themeFill="accent3" w:themeFillTint="33"/>
            <w:noWrap/>
          </w:tcPr>
          <w:p w:rsidR="00ED5A65" w:rsidRPr="00413582" w:rsidRDefault="00ED5A65" w:rsidP="007E7340">
            <w:pPr>
              <w:pStyle w:val="TabNumeri"/>
            </w:pPr>
            <w:r w:rsidRPr="00413582">
              <w:t>1,5</w:t>
            </w:r>
          </w:p>
        </w:tc>
        <w:tc>
          <w:tcPr>
            <w:tcW w:w="227" w:type="dxa"/>
            <w:shd w:val="clear" w:color="auto" w:fill="EAF1DD" w:themeFill="accent3" w:themeFillTint="33"/>
            <w:noWrap/>
          </w:tcPr>
          <w:p w:rsidR="00ED5A65" w:rsidRPr="00A319C0" w:rsidRDefault="00ED5A65" w:rsidP="007E7340">
            <w:pPr>
              <w:pStyle w:val="TabNumeri"/>
            </w:pPr>
          </w:p>
        </w:tc>
      </w:tr>
      <w:tr w:rsidR="00ED5A65" w:rsidTr="007E7340">
        <w:trPr>
          <w:cantSplit/>
          <w:trHeight w:val="255"/>
        </w:trPr>
        <w:tc>
          <w:tcPr>
            <w:tcW w:w="1985" w:type="dxa"/>
            <w:noWrap/>
          </w:tcPr>
          <w:p w:rsidR="00ED5A65" w:rsidRPr="00233F5C" w:rsidRDefault="00ED5A65" w:rsidP="007E7340">
            <w:pPr>
              <w:pStyle w:val="TabEtichette"/>
            </w:pPr>
            <w:r w:rsidRPr="00233F5C">
              <w:t>Esportazioni</w:t>
            </w:r>
          </w:p>
        </w:tc>
        <w:tc>
          <w:tcPr>
            <w:tcW w:w="680" w:type="dxa"/>
            <w:noWrap/>
          </w:tcPr>
          <w:p w:rsidR="00ED5A65" w:rsidRPr="00F86988" w:rsidRDefault="00ED5A65" w:rsidP="007E7340">
            <w:pPr>
              <w:pStyle w:val="TabNumeri"/>
            </w:pPr>
            <w:r w:rsidRPr="00F86988">
              <w:t>1,6</w:t>
            </w:r>
          </w:p>
        </w:tc>
        <w:tc>
          <w:tcPr>
            <w:tcW w:w="228" w:type="dxa"/>
            <w:noWrap/>
          </w:tcPr>
          <w:p w:rsidR="00ED5A65" w:rsidRPr="00B64650" w:rsidRDefault="00ED5A65" w:rsidP="007E7340">
            <w:pPr>
              <w:pStyle w:val="TabNumeri"/>
            </w:pPr>
          </w:p>
        </w:tc>
        <w:tc>
          <w:tcPr>
            <w:tcW w:w="680" w:type="dxa"/>
            <w:noWrap/>
          </w:tcPr>
          <w:p w:rsidR="00ED5A65" w:rsidRPr="00D65A6F" w:rsidRDefault="00ED5A65" w:rsidP="007E7340">
            <w:pPr>
              <w:pStyle w:val="TabNumeri"/>
            </w:pPr>
            <w:r w:rsidRPr="00D65A6F">
              <w:t>1,9</w:t>
            </w:r>
          </w:p>
        </w:tc>
        <w:tc>
          <w:tcPr>
            <w:tcW w:w="228" w:type="dxa"/>
            <w:noWrap/>
          </w:tcPr>
          <w:p w:rsidR="00ED5A65" w:rsidRPr="00C32B54" w:rsidRDefault="00ED5A65" w:rsidP="007E7340">
            <w:pPr>
              <w:pStyle w:val="TabNumeri"/>
            </w:pPr>
          </w:p>
        </w:tc>
        <w:tc>
          <w:tcPr>
            <w:tcW w:w="510" w:type="dxa"/>
            <w:noWrap/>
          </w:tcPr>
          <w:p w:rsidR="00ED5A65" w:rsidRPr="00904DA8" w:rsidRDefault="00ED5A65" w:rsidP="007E7340">
            <w:pPr>
              <w:pStyle w:val="TabNumeri"/>
            </w:pPr>
            <w:r w:rsidRPr="00904DA8">
              <w:t>2,2</w:t>
            </w:r>
          </w:p>
        </w:tc>
        <w:tc>
          <w:tcPr>
            <w:tcW w:w="397" w:type="dxa"/>
            <w:noWrap/>
          </w:tcPr>
          <w:p w:rsidR="00ED5A65" w:rsidRPr="00904DA8" w:rsidRDefault="00ED5A65" w:rsidP="007E7340">
            <w:pPr>
              <w:pStyle w:val="TabNumeri"/>
            </w:pPr>
            <w:r w:rsidRPr="00904DA8">
              <w:t>[7]</w:t>
            </w:r>
          </w:p>
        </w:tc>
        <w:tc>
          <w:tcPr>
            <w:tcW w:w="680" w:type="dxa"/>
            <w:noWrap/>
          </w:tcPr>
          <w:p w:rsidR="00ED5A65" w:rsidRPr="003C782D" w:rsidRDefault="00ED5A65" w:rsidP="007E7340">
            <w:pPr>
              <w:pStyle w:val="TabNumeri"/>
            </w:pPr>
            <w:r w:rsidRPr="003C782D">
              <w:t>2,7</w:t>
            </w:r>
          </w:p>
        </w:tc>
        <w:tc>
          <w:tcPr>
            <w:tcW w:w="228" w:type="dxa"/>
          </w:tcPr>
          <w:p w:rsidR="00ED5A65" w:rsidRPr="00AA375C" w:rsidRDefault="00ED5A65" w:rsidP="007E7340">
            <w:pPr>
              <w:pStyle w:val="TabNumeri"/>
            </w:pPr>
          </w:p>
        </w:tc>
        <w:tc>
          <w:tcPr>
            <w:tcW w:w="113" w:type="dxa"/>
            <w:noWrap/>
          </w:tcPr>
          <w:p w:rsidR="00ED5A65" w:rsidRPr="00B64650" w:rsidRDefault="00ED5A65" w:rsidP="007E7340">
            <w:pPr>
              <w:pStyle w:val="TabNumeri"/>
            </w:pPr>
          </w:p>
        </w:tc>
        <w:tc>
          <w:tcPr>
            <w:tcW w:w="680" w:type="dxa"/>
          </w:tcPr>
          <w:p w:rsidR="00ED5A65" w:rsidRPr="009E61ED" w:rsidRDefault="00ED5A65" w:rsidP="007E7340">
            <w:pPr>
              <w:pStyle w:val="TabNumeri"/>
            </w:pPr>
            <w:r w:rsidRPr="009E61ED">
              <w:t>3,2</w:t>
            </w:r>
          </w:p>
        </w:tc>
        <w:tc>
          <w:tcPr>
            <w:tcW w:w="228" w:type="dxa"/>
            <w:noWrap/>
          </w:tcPr>
          <w:p w:rsidR="00ED5A65" w:rsidRPr="00811B57" w:rsidRDefault="00ED5A65" w:rsidP="007E7340">
            <w:pPr>
              <w:pStyle w:val="TabNumeri"/>
            </w:pPr>
          </w:p>
        </w:tc>
        <w:tc>
          <w:tcPr>
            <w:tcW w:w="680" w:type="dxa"/>
            <w:noWrap/>
          </w:tcPr>
          <w:p w:rsidR="00ED5A65" w:rsidRPr="00A27A0A" w:rsidRDefault="00ED5A65" w:rsidP="007E7340">
            <w:pPr>
              <w:pStyle w:val="TabNumeri"/>
            </w:pPr>
            <w:r w:rsidRPr="00A27A0A">
              <w:t>2,0</w:t>
            </w:r>
          </w:p>
        </w:tc>
        <w:tc>
          <w:tcPr>
            <w:tcW w:w="228" w:type="dxa"/>
            <w:noWrap/>
          </w:tcPr>
          <w:p w:rsidR="00ED5A65" w:rsidRPr="00DC6642" w:rsidRDefault="00ED5A65" w:rsidP="007E7340">
            <w:pPr>
              <w:pStyle w:val="TabNumeri"/>
            </w:pPr>
          </w:p>
        </w:tc>
        <w:tc>
          <w:tcPr>
            <w:tcW w:w="510" w:type="dxa"/>
            <w:noWrap/>
          </w:tcPr>
          <w:p w:rsidR="00ED5A65" w:rsidRPr="00986A4F" w:rsidRDefault="00ED5A65" w:rsidP="007E7340">
            <w:pPr>
              <w:pStyle w:val="TabNumeri"/>
            </w:pPr>
            <w:r w:rsidRPr="00986A4F">
              <w:t>0,9</w:t>
            </w:r>
          </w:p>
        </w:tc>
        <w:tc>
          <w:tcPr>
            <w:tcW w:w="397" w:type="dxa"/>
            <w:noWrap/>
          </w:tcPr>
          <w:p w:rsidR="00ED5A65" w:rsidRPr="00986A4F" w:rsidRDefault="00ED5A65" w:rsidP="007E7340">
            <w:pPr>
              <w:pStyle w:val="TabNumeri"/>
            </w:pPr>
            <w:r w:rsidRPr="00986A4F">
              <w:t>[7]</w:t>
            </w:r>
          </w:p>
        </w:tc>
        <w:tc>
          <w:tcPr>
            <w:tcW w:w="680" w:type="dxa"/>
            <w:noWrap/>
          </w:tcPr>
          <w:p w:rsidR="00ED5A65" w:rsidRPr="00413582" w:rsidRDefault="00ED5A65" w:rsidP="007E7340">
            <w:pPr>
              <w:pStyle w:val="TabNumeri"/>
            </w:pPr>
            <w:r w:rsidRPr="00413582">
              <w:t>1,3</w:t>
            </w:r>
          </w:p>
        </w:tc>
        <w:tc>
          <w:tcPr>
            <w:tcW w:w="227" w:type="dxa"/>
            <w:noWrap/>
          </w:tcPr>
          <w:p w:rsidR="00ED5A65" w:rsidRPr="00A319C0" w:rsidRDefault="00ED5A65" w:rsidP="007E7340">
            <w:pPr>
              <w:pStyle w:val="TabNumeri"/>
            </w:pPr>
          </w:p>
        </w:tc>
      </w:tr>
      <w:tr w:rsidR="00ED5A65" w:rsidTr="007E7340">
        <w:trPr>
          <w:cantSplit/>
          <w:trHeight w:val="255"/>
        </w:trPr>
        <w:tc>
          <w:tcPr>
            <w:tcW w:w="1985" w:type="dxa"/>
            <w:shd w:val="clear" w:color="auto" w:fill="EAF1DD" w:themeFill="accent3" w:themeFillTint="33"/>
            <w:noWrap/>
          </w:tcPr>
          <w:p w:rsidR="00ED5A65" w:rsidRPr="00233F5C" w:rsidRDefault="00ED5A65" w:rsidP="007E7340">
            <w:pPr>
              <w:pStyle w:val="TabEtichette"/>
            </w:pPr>
            <w:r w:rsidRPr="00233F5C">
              <w:t>Domanda interna</w:t>
            </w:r>
          </w:p>
        </w:tc>
        <w:tc>
          <w:tcPr>
            <w:tcW w:w="680" w:type="dxa"/>
            <w:shd w:val="clear" w:color="auto" w:fill="EAF1DD" w:themeFill="accent3" w:themeFillTint="33"/>
            <w:noWrap/>
          </w:tcPr>
          <w:p w:rsidR="00ED5A65" w:rsidRPr="00F86988" w:rsidRDefault="00ED5A65" w:rsidP="007E7340">
            <w:pPr>
              <w:pStyle w:val="TabNumeri"/>
            </w:pPr>
            <w:r w:rsidRPr="00F86988">
              <w:t>-0,3</w:t>
            </w:r>
          </w:p>
        </w:tc>
        <w:tc>
          <w:tcPr>
            <w:tcW w:w="228" w:type="dxa"/>
            <w:shd w:val="clear" w:color="auto" w:fill="EAF1DD" w:themeFill="accent3" w:themeFillTint="33"/>
            <w:noWrap/>
          </w:tcPr>
          <w:p w:rsidR="00ED5A65" w:rsidRPr="00B64650" w:rsidRDefault="00ED5A65" w:rsidP="007E7340">
            <w:pPr>
              <w:pStyle w:val="TabNumeri"/>
            </w:pPr>
          </w:p>
        </w:tc>
        <w:tc>
          <w:tcPr>
            <w:tcW w:w="680" w:type="dxa"/>
            <w:shd w:val="clear" w:color="auto" w:fill="EAF1DD" w:themeFill="accent3" w:themeFillTint="33"/>
            <w:noWrap/>
          </w:tcPr>
          <w:p w:rsidR="00ED5A65" w:rsidRPr="00D65A6F" w:rsidRDefault="00ED5A65" w:rsidP="007E7340">
            <w:pPr>
              <w:pStyle w:val="TabNumeri"/>
            </w:pPr>
            <w:r w:rsidRPr="00D65A6F">
              <w:t>-0,3</w:t>
            </w:r>
          </w:p>
        </w:tc>
        <w:tc>
          <w:tcPr>
            <w:tcW w:w="228" w:type="dxa"/>
            <w:shd w:val="clear" w:color="auto" w:fill="EAF1DD" w:themeFill="accent3" w:themeFillTint="33"/>
            <w:noWrap/>
          </w:tcPr>
          <w:p w:rsidR="00ED5A65" w:rsidRPr="00C32B54" w:rsidRDefault="00ED5A65" w:rsidP="007E7340">
            <w:pPr>
              <w:pStyle w:val="TabNumeri"/>
            </w:pPr>
          </w:p>
        </w:tc>
        <w:tc>
          <w:tcPr>
            <w:tcW w:w="510" w:type="dxa"/>
            <w:shd w:val="clear" w:color="auto" w:fill="EAF1DD" w:themeFill="accent3" w:themeFillTint="33"/>
            <w:noWrap/>
          </w:tcPr>
          <w:p w:rsidR="00ED5A65" w:rsidRPr="00904DA8" w:rsidRDefault="00ED5A65" w:rsidP="007E7340">
            <w:pPr>
              <w:pStyle w:val="TabNumeri"/>
            </w:pPr>
            <w:r w:rsidRPr="00904DA8">
              <w:t>-0,2</w:t>
            </w:r>
          </w:p>
        </w:tc>
        <w:tc>
          <w:tcPr>
            <w:tcW w:w="397" w:type="dxa"/>
            <w:shd w:val="clear" w:color="auto" w:fill="EAF1DD" w:themeFill="accent3" w:themeFillTint="33"/>
            <w:noWrap/>
          </w:tcPr>
          <w:p w:rsidR="00ED5A65" w:rsidRPr="00904DA8" w:rsidRDefault="00ED5A65" w:rsidP="007E7340">
            <w:pPr>
              <w:pStyle w:val="TabNumeri"/>
            </w:pPr>
            <w:r w:rsidRPr="00904DA8">
              <w:t>[7]</w:t>
            </w:r>
          </w:p>
        </w:tc>
        <w:tc>
          <w:tcPr>
            <w:tcW w:w="680" w:type="dxa"/>
            <w:shd w:val="clear" w:color="auto" w:fill="EAF1DD" w:themeFill="accent3" w:themeFillTint="33"/>
            <w:noWrap/>
          </w:tcPr>
          <w:p w:rsidR="00ED5A65" w:rsidRPr="003C782D" w:rsidRDefault="00ED5A65" w:rsidP="007E7340">
            <w:pPr>
              <w:pStyle w:val="TabNumeri"/>
            </w:pPr>
            <w:r w:rsidRPr="003C782D">
              <w:t>-0,5</w:t>
            </w:r>
          </w:p>
        </w:tc>
        <w:tc>
          <w:tcPr>
            <w:tcW w:w="228" w:type="dxa"/>
            <w:shd w:val="clear" w:color="auto" w:fill="EAF1DD" w:themeFill="accent3" w:themeFillTint="33"/>
          </w:tcPr>
          <w:p w:rsidR="00ED5A65" w:rsidRPr="00AA375C" w:rsidRDefault="00ED5A65" w:rsidP="007E7340">
            <w:pPr>
              <w:pStyle w:val="TabNumeri"/>
            </w:pPr>
          </w:p>
        </w:tc>
        <w:tc>
          <w:tcPr>
            <w:tcW w:w="113" w:type="dxa"/>
            <w:shd w:val="clear" w:color="auto" w:fill="EAF1DD" w:themeFill="accent3" w:themeFillTint="33"/>
            <w:noWrap/>
          </w:tcPr>
          <w:p w:rsidR="00ED5A65" w:rsidRPr="00B64650" w:rsidRDefault="00ED5A65" w:rsidP="007E7340">
            <w:pPr>
              <w:pStyle w:val="TabNumeri"/>
            </w:pPr>
          </w:p>
        </w:tc>
        <w:tc>
          <w:tcPr>
            <w:tcW w:w="680" w:type="dxa"/>
            <w:shd w:val="clear" w:color="auto" w:fill="EAF1DD" w:themeFill="accent3" w:themeFillTint="33"/>
          </w:tcPr>
          <w:p w:rsidR="00ED5A65" w:rsidRPr="009E61ED" w:rsidRDefault="00ED5A65" w:rsidP="007E7340">
            <w:pPr>
              <w:pStyle w:val="TabNumeri"/>
            </w:pPr>
            <w:r w:rsidRPr="009E61ED">
              <w:t>0,4</w:t>
            </w:r>
          </w:p>
        </w:tc>
        <w:tc>
          <w:tcPr>
            <w:tcW w:w="228" w:type="dxa"/>
            <w:shd w:val="clear" w:color="auto" w:fill="EAF1DD" w:themeFill="accent3" w:themeFillTint="33"/>
            <w:noWrap/>
          </w:tcPr>
          <w:p w:rsidR="00ED5A65" w:rsidRPr="00811B57" w:rsidRDefault="00ED5A65" w:rsidP="007E7340">
            <w:pPr>
              <w:pStyle w:val="TabNumeri"/>
            </w:pPr>
          </w:p>
        </w:tc>
        <w:tc>
          <w:tcPr>
            <w:tcW w:w="680" w:type="dxa"/>
            <w:shd w:val="clear" w:color="auto" w:fill="EAF1DD" w:themeFill="accent3" w:themeFillTint="33"/>
            <w:noWrap/>
          </w:tcPr>
          <w:p w:rsidR="00ED5A65" w:rsidRPr="00A27A0A" w:rsidRDefault="00ED5A65" w:rsidP="007E7340">
            <w:pPr>
              <w:pStyle w:val="TabNumeri"/>
            </w:pPr>
            <w:r w:rsidRPr="00A27A0A">
              <w:t>0,5</w:t>
            </w:r>
          </w:p>
        </w:tc>
        <w:tc>
          <w:tcPr>
            <w:tcW w:w="228" w:type="dxa"/>
            <w:shd w:val="clear" w:color="auto" w:fill="EAF1DD" w:themeFill="accent3" w:themeFillTint="33"/>
            <w:noWrap/>
          </w:tcPr>
          <w:p w:rsidR="00ED5A65" w:rsidRPr="00DC6642" w:rsidRDefault="00ED5A65" w:rsidP="007E7340">
            <w:pPr>
              <w:pStyle w:val="TabNumeri"/>
            </w:pPr>
          </w:p>
        </w:tc>
        <w:tc>
          <w:tcPr>
            <w:tcW w:w="510" w:type="dxa"/>
            <w:shd w:val="clear" w:color="auto" w:fill="EAF1DD" w:themeFill="accent3" w:themeFillTint="33"/>
            <w:noWrap/>
          </w:tcPr>
          <w:p w:rsidR="00ED5A65" w:rsidRPr="00986A4F" w:rsidRDefault="00ED5A65" w:rsidP="007E7340">
            <w:pPr>
              <w:pStyle w:val="TabNumeri"/>
            </w:pPr>
            <w:r w:rsidRPr="00986A4F">
              <w:t>1,1</w:t>
            </w:r>
          </w:p>
        </w:tc>
        <w:tc>
          <w:tcPr>
            <w:tcW w:w="397" w:type="dxa"/>
            <w:shd w:val="clear" w:color="auto" w:fill="EAF1DD" w:themeFill="accent3" w:themeFillTint="33"/>
            <w:noWrap/>
          </w:tcPr>
          <w:p w:rsidR="00ED5A65" w:rsidRPr="00986A4F" w:rsidRDefault="00ED5A65" w:rsidP="007E7340">
            <w:pPr>
              <w:pStyle w:val="TabNumeri"/>
            </w:pPr>
            <w:r w:rsidRPr="00986A4F">
              <w:t>[7]</w:t>
            </w:r>
          </w:p>
        </w:tc>
        <w:tc>
          <w:tcPr>
            <w:tcW w:w="680" w:type="dxa"/>
            <w:shd w:val="clear" w:color="auto" w:fill="EAF1DD" w:themeFill="accent3" w:themeFillTint="33"/>
            <w:noWrap/>
          </w:tcPr>
          <w:p w:rsidR="00ED5A65" w:rsidRPr="00413582" w:rsidRDefault="00ED5A65" w:rsidP="007E7340">
            <w:pPr>
              <w:pStyle w:val="TabNumeri"/>
            </w:pPr>
            <w:r w:rsidRPr="00413582">
              <w:t>0,4</w:t>
            </w:r>
          </w:p>
        </w:tc>
        <w:tc>
          <w:tcPr>
            <w:tcW w:w="227" w:type="dxa"/>
            <w:shd w:val="clear" w:color="auto" w:fill="EAF1DD" w:themeFill="accent3" w:themeFillTint="33"/>
            <w:noWrap/>
          </w:tcPr>
          <w:p w:rsidR="00ED5A65" w:rsidRPr="00A319C0" w:rsidRDefault="00ED5A65" w:rsidP="007E7340">
            <w:pPr>
              <w:pStyle w:val="TabNumeri"/>
            </w:pPr>
          </w:p>
        </w:tc>
      </w:tr>
      <w:tr w:rsidR="00ED5A65" w:rsidTr="007E7340">
        <w:trPr>
          <w:cantSplit/>
          <w:trHeight w:val="255"/>
        </w:trPr>
        <w:tc>
          <w:tcPr>
            <w:tcW w:w="1985" w:type="dxa"/>
            <w:noWrap/>
          </w:tcPr>
          <w:p w:rsidR="00ED5A65" w:rsidRPr="00233F5C" w:rsidRDefault="00ED5A65" w:rsidP="007E7340">
            <w:pPr>
              <w:pStyle w:val="TabEtichette"/>
            </w:pPr>
            <w:r w:rsidRPr="00233F5C">
              <w:t xml:space="preserve">Consumi </w:t>
            </w:r>
            <w:r>
              <w:t xml:space="preserve">delle </w:t>
            </w:r>
            <w:r w:rsidRPr="00233F5C">
              <w:t>famiglie</w:t>
            </w:r>
          </w:p>
        </w:tc>
        <w:tc>
          <w:tcPr>
            <w:tcW w:w="680" w:type="dxa"/>
            <w:noWrap/>
          </w:tcPr>
          <w:p w:rsidR="00ED5A65" w:rsidRPr="00F86988" w:rsidRDefault="00ED5A65" w:rsidP="007E7340">
            <w:pPr>
              <w:pStyle w:val="TabNumeri"/>
            </w:pPr>
            <w:r w:rsidRPr="00F86988">
              <w:t>0,3</w:t>
            </w:r>
          </w:p>
        </w:tc>
        <w:tc>
          <w:tcPr>
            <w:tcW w:w="228" w:type="dxa"/>
            <w:noWrap/>
          </w:tcPr>
          <w:p w:rsidR="00ED5A65" w:rsidRPr="00B64650" w:rsidRDefault="00ED5A65" w:rsidP="007E7340">
            <w:pPr>
              <w:pStyle w:val="TabNumeri"/>
            </w:pPr>
          </w:p>
        </w:tc>
        <w:tc>
          <w:tcPr>
            <w:tcW w:w="680" w:type="dxa"/>
            <w:noWrap/>
          </w:tcPr>
          <w:p w:rsidR="00ED5A65" w:rsidRPr="00D65A6F" w:rsidRDefault="00ED5A65" w:rsidP="007E7340">
            <w:pPr>
              <w:pStyle w:val="TabNumeri"/>
            </w:pPr>
            <w:r w:rsidRPr="00D65A6F">
              <w:t>0,4</w:t>
            </w:r>
          </w:p>
        </w:tc>
        <w:tc>
          <w:tcPr>
            <w:tcW w:w="228" w:type="dxa"/>
            <w:noWrap/>
          </w:tcPr>
          <w:p w:rsidR="00ED5A65" w:rsidRPr="00C32B54" w:rsidRDefault="00ED5A65" w:rsidP="007E7340">
            <w:pPr>
              <w:pStyle w:val="TabNumeri"/>
            </w:pPr>
          </w:p>
        </w:tc>
        <w:tc>
          <w:tcPr>
            <w:tcW w:w="510" w:type="dxa"/>
            <w:noWrap/>
          </w:tcPr>
          <w:p w:rsidR="00ED5A65" w:rsidRPr="00904DA8" w:rsidRDefault="00ED5A65" w:rsidP="007E7340">
            <w:pPr>
              <w:pStyle w:val="TabNumeri"/>
            </w:pPr>
            <w:r w:rsidRPr="00904DA8">
              <w:t>0,5</w:t>
            </w:r>
          </w:p>
        </w:tc>
        <w:tc>
          <w:tcPr>
            <w:tcW w:w="397" w:type="dxa"/>
            <w:noWrap/>
          </w:tcPr>
          <w:p w:rsidR="00ED5A65" w:rsidRPr="00904DA8" w:rsidRDefault="00ED5A65" w:rsidP="007E7340">
            <w:pPr>
              <w:pStyle w:val="TabNumeri"/>
            </w:pPr>
            <w:r w:rsidRPr="00904DA8">
              <w:t>[7]</w:t>
            </w:r>
          </w:p>
        </w:tc>
        <w:tc>
          <w:tcPr>
            <w:tcW w:w="680" w:type="dxa"/>
            <w:noWrap/>
          </w:tcPr>
          <w:p w:rsidR="00ED5A65" w:rsidRPr="003C782D" w:rsidRDefault="00ED5A65" w:rsidP="007E7340">
            <w:pPr>
              <w:pStyle w:val="TabNumeri"/>
            </w:pPr>
            <w:r w:rsidRPr="003C782D">
              <w:t>0,4</w:t>
            </w:r>
          </w:p>
        </w:tc>
        <w:tc>
          <w:tcPr>
            <w:tcW w:w="228" w:type="dxa"/>
          </w:tcPr>
          <w:p w:rsidR="00ED5A65" w:rsidRPr="00AA375C" w:rsidRDefault="00ED5A65" w:rsidP="007E7340">
            <w:pPr>
              <w:pStyle w:val="TabNumeri"/>
            </w:pPr>
          </w:p>
        </w:tc>
        <w:tc>
          <w:tcPr>
            <w:tcW w:w="113" w:type="dxa"/>
            <w:noWrap/>
          </w:tcPr>
          <w:p w:rsidR="00ED5A65" w:rsidRPr="00B64650" w:rsidRDefault="00ED5A65" w:rsidP="007E7340">
            <w:pPr>
              <w:pStyle w:val="TabNumeri"/>
            </w:pPr>
          </w:p>
        </w:tc>
        <w:tc>
          <w:tcPr>
            <w:tcW w:w="680" w:type="dxa"/>
          </w:tcPr>
          <w:p w:rsidR="00ED5A65" w:rsidRPr="009E61ED" w:rsidRDefault="00ED5A65" w:rsidP="007E7340">
            <w:pPr>
              <w:pStyle w:val="TabNumeri"/>
            </w:pPr>
            <w:r w:rsidRPr="009E61ED">
              <w:t>0,4</w:t>
            </w:r>
          </w:p>
        </w:tc>
        <w:tc>
          <w:tcPr>
            <w:tcW w:w="228" w:type="dxa"/>
            <w:noWrap/>
          </w:tcPr>
          <w:p w:rsidR="00ED5A65" w:rsidRPr="00811B57" w:rsidRDefault="00ED5A65" w:rsidP="007E7340">
            <w:pPr>
              <w:pStyle w:val="TabNumeri"/>
            </w:pPr>
          </w:p>
        </w:tc>
        <w:tc>
          <w:tcPr>
            <w:tcW w:w="680" w:type="dxa"/>
            <w:noWrap/>
          </w:tcPr>
          <w:p w:rsidR="00ED5A65" w:rsidRPr="00A27A0A" w:rsidRDefault="00ED5A65" w:rsidP="007E7340">
            <w:pPr>
              <w:pStyle w:val="TabNumeri"/>
            </w:pPr>
            <w:r w:rsidRPr="00A27A0A">
              <w:t>0,5</w:t>
            </w:r>
          </w:p>
        </w:tc>
        <w:tc>
          <w:tcPr>
            <w:tcW w:w="228" w:type="dxa"/>
            <w:noWrap/>
          </w:tcPr>
          <w:p w:rsidR="00ED5A65" w:rsidRPr="00DC6642" w:rsidRDefault="00ED5A65" w:rsidP="007E7340">
            <w:pPr>
              <w:pStyle w:val="TabNumeri"/>
            </w:pPr>
          </w:p>
        </w:tc>
        <w:tc>
          <w:tcPr>
            <w:tcW w:w="510" w:type="dxa"/>
            <w:noWrap/>
          </w:tcPr>
          <w:p w:rsidR="00ED5A65" w:rsidRPr="00986A4F" w:rsidRDefault="00ED5A65" w:rsidP="007E7340">
            <w:pPr>
              <w:pStyle w:val="TabNumeri"/>
            </w:pPr>
            <w:r w:rsidRPr="00986A4F">
              <w:t>0,8</w:t>
            </w:r>
          </w:p>
        </w:tc>
        <w:tc>
          <w:tcPr>
            <w:tcW w:w="397" w:type="dxa"/>
            <w:noWrap/>
          </w:tcPr>
          <w:p w:rsidR="00ED5A65" w:rsidRPr="00986A4F" w:rsidRDefault="00ED5A65" w:rsidP="007E7340">
            <w:pPr>
              <w:pStyle w:val="TabNumeri"/>
            </w:pPr>
            <w:r w:rsidRPr="00986A4F">
              <w:t>[7]</w:t>
            </w:r>
          </w:p>
        </w:tc>
        <w:tc>
          <w:tcPr>
            <w:tcW w:w="680" w:type="dxa"/>
            <w:noWrap/>
          </w:tcPr>
          <w:p w:rsidR="00ED5A65" w:rsidRPr="00413582" w:rsidRDefault="00ED5A65" w:rsidP="007E7340">
            <w:pPr>
              <w:pStyle w:val="TabNumeri"/>
            </w:pPr>
            <w:r w:rsidRPr="00413582">
              <w:t>0,4</w:t>
            </w:r>
          </w:p>
        </w:tc>
        <w:tc>
          <w:tcPr>
            <w:tcW w:w="227" w:type="dxa"/>
            <w:noWrap/>
          </w:tcPr>
          <w:p w:rsidR="00ED5A65" w:rsidRPr="00A319C0" w:rsidRDefault="00ED5A65" w:rsidP="007E7340">
            <w:pPr>
              <w:pStyle w:val="TabNumeri"/>
            </w:pPr>
          </w:p>
        </w:tc>
      </w:tr>
      <w:tr w:rsidR="00ED5A65" w:rsidTr="007E7340">
        <w:trPr>
          <w:cantSplit/>
          <w:trHeight w:val="255"/>
        </w:trPr>
        <w:tc>
          <w:tcPr>
            <w:tcW w:w="1985" w:type="dxa"/>
            <w:shd w:val="clear" w:color="auto" w:fill="EAF1DD" w:themeFill="accent3" w:themeFillTint="33"/>
            <w:noWrap/>
          </w:tcPr>
          <w:p w:rsidR="00ED5A65" w:rsidRPr="00233F5C" w:rsidRDefault="00ED5A65" w:rsidP="007E7340">
            <w:pPr>
              <w:pStyle w:val="TabEtichette"/>
            </w:pPr>
            <w:r w:rsidRPr="00233F5C">
              <w:t>Consumi collettivi</w:t>
            </w:r>
          </w:p>
        </w:tc>
        <w:tc>
          <w:tcPr>
            <w:tcW w:w="680" w:type="dxa"/>
            <w:shd w:val="clear" w:color="auto" w:fill="EAF1DD" w:themeFill="accent3" w:themeFillTint="33"/>
            <w:noWrap/>
          </w:tcPr>
          <w:p w:rsidR="00ED5A65" w:rsidRPr="00F86988" w:rsidRDefault="00ED5A65" w:rsidP="007E7340">
            <w:pPr>
              <w:pStyle w:val="TabNumeri"/>
            </w:pPr>
            <w:r w:rsidRPr="00F86988">
              <w:t>-0,9</w:t>
            </w:r>
          </w:p>
        </w:tc>
        <w:tc>
          <w:tcPr>
            <w:tcW w:w="228" w:type="dxa"/>
            <w:shd w:val="clear" w:color="auto" w:fill="EAF1DD" w:themeFill="accent3" w:themeFillTint="33"/>
            <w:noWrap/>
          </w:tcPr>
          <w:p w:rsidR="00ED5A65" w:rsidRPr="00B64650" w:rsidRDefault="00ED5A65" w:rsidP="007E7340">
            <w:pPr>
              <w:pStyle w:val="TabNumeri"/>
            </w:pPr>
          </w:p>
        </w:tc>
        <w:tc>
          <w:tcPr>
            <w:tcW w:w="680" w:type="dxa"/>
            <w:shd w:val="clear" w:color="auto" w:fill="EAF1DD" w:themeFill="accent3" w:themeFillTint="33"/>
            <w:noWrap/>
          </w:tcPr>
          <w:p w:rsidR="00ED5A65" w:rsidRPr="00D65A6F" w:rsidRDefault="00ED5A65" w:rsidP="007E7340">
            <w:pPr>
              <w:pStyle w:val="TabNumeri"/>
            </w:pPr>
            <w:r w:rsidRPr="00D65A6F">
              <w:t>0,4</w:t>
            </w:r>
          </w:p>
        </w:tc>
        <w:tc>
          <w:tcPr>
            <w:tcW w:w="228" w:type="dxa"/>
            <w:shd w:val="clear" w:color="auto" w:fill="EAF1DD" w:themeFill="accent3" w:themeFillTint="33"/>
            <w:noWrap/>
          </w:tcPr>
          <w:p w:rsidR="00ED5A65" w:rsidRPr="00C32B54" w:rsidRDefault="00ED5A65" w:rsidP="007E7340">
            <w:pPr>
              <w:pStyle w:val="TabNumeri"/>
            </w:pPr>
          </w:p>
        </w:tc>
        <w:tc>
          <w:tcPr>
            <w:tcW w:w="510" w:type="dxa"/>
            <w:shd w:val="clear" w:color="auto" w:fill="EAF1DD" w:themeFill="accent3" w:themeFillTint="33"/>
            <w:noWrap/>
          </w:tcPr>
          <w:p w:rsidR="00ED5A65" w:rsidRPr="00904DA8" w:rsidRDefault="00ED5A65" w:rsidP="007E7340">
            <w:pPr>
              <w:pStyle w:val="TabNumeri"/>
            </w:pPr>
            <w:r w:rsidRPr="00904DA8">
              <w:t>0,2</w:t>
            </w:r>
          </w:p>
        </w:tc>
        <w:tc>
          <w:tcPr>
            <w:tcW w:w="397" w:type="dxa"/>
            <w:shd w:val="clear" w:color="auto" w:fill="EAF1DD" w:themeFill="accent3" w:themeFillTint="33"/>
            <w:noWrap/>
          </w:tcPr>
          <w:p w:rsidR="00ED5A65" w:rsidRPr="00904DA8" w:rsidRDefault="00ED5A65" w:rsidP="007E7340">
            <w:pPr>
              <w:pStyle w:val="TabNumeri"/>
            </w:pPr>
            <w:r w:rsidRPr="00904DA8">
              <w:t>[7]</w:t>
            </w:r>
          </w:p>
        </w:tc>
        <w:tc>
          <w:tcPr>
            <w:tcW w:w="680" w:type="dxa"/>
            <w:shd w:val="clear" w:color="auto" w:fill="EAF1DD" w:themeFill="accent3" w:themeFillTint="33"/>
            <w:noWrap/>
          </w:tcPr>
          <w:p w:rsidR="00ED5A65" w:rsidRPr="003C782D" w:rsidRDefault="00ED5A65" w:rsidP="007E7340">
            <w:pPr>
              <w:pStyle w:val="TabNumeri"/>
            </w:pPr>
            <w:r w:rsidRPr="003C782D">
              <w:t>0,4</w:t>
            </w:r>
          </w:p>
        </w:tc>
        <w:tc>
          <w:tcPr>
            <w:tcW w:w="228" w:type="dxa"/>
            <w:shd w:val="clear" w:color="auto" w:fill="EAF1DD" w:themeFill="accent3" w:themeFillTint="33"/>
          </w:tcPr>
          <w:p w:rsidR="00ED5A65" w:rsidRPr="00AA375C" w:rsidRDefault="00ED5A65" w:rsidP="007E7340">
            <w:pPr>
              <w:pStyle w:val="TabNumeri"/>
            </w:pPr>
          </w:p>
        </w:tc>
        <w:tc>
          <w:tcPr>
            <w:tcW w:w="113" w:type="dxa"/>
            <w:shd w:val="clear" w:color="auto" w:fill="EAF1DD" w:themeFill="accent3" w:themeFillTint="33"/>
            <w:noWrap/>
          </w:tcPr>
          <w:p w:rsidR="00ED5A65" w:rsidRPr="00B64650" w:rsidRDefault="00ED5A65" w:rsidP="007E7340">
            <w:pPr>
              <w:pStyle w:val="TabNumeri"/>
            </w:pPr>
          </w:p>
        </w:tc>
        <w:tc>
          <w:tcPr>
            <w:tcW w:w="680" w:type="dxa"/>
            <w:shd w:val="clear" w:color="auto" w:fill="EAF1DD" w:themeFill="accent3" w:themeFillTint="33"/>
          </w:tcPr>
          <w:p w:rsidR="00ED5A65" w:rsidRPr="009E61ED" w:rsidRDefault="00ED5A65" w:rsidP="007E7340">
            <w:pPr>
              <w:pStyle w:val="TabNumeri"/>
            </w:pPr>
            <w:r w:rsidRPr="009E61ED">
              <w:t>0,4</w:t>
            </w:r>
          </w:p>
        </w:tc>
        <w:tc>
          <w:tcPr>
            <w:tcW w:w="228" w:type="dxa"/>
            <w:shd w:val="clear" w:color="auto" w:fill="EAF1DD" w:themeFill="accent3" w:themeFillTint="33"/>
            <w:noWrap/>
          </w:tcPr>
          <w:p w:rsidR="00ED5A65" w:rsidRPr="00811B57" w:rsidRDefault="00ED5A65" w:rsidP="007E7340">
            <w:pPr>
              <w:pStyle w:val="TabNumeri"/>
            </w:pPr>
          </w:p>
        </w:tc>
        <w:tc>
          <w:tcPr>
            <w:tcW w:w="680" w:type="dxa"/>
            <w:shd w:val="clear" w:color="auto" w:fill="EAF1DD" w:themeFill="accent3" w:themeFillTint="33"/>
            <w:noWrap/>
          </w:tcPr>
          <w:p w:rsidR="00ED5A65" w:rsidRPr="00A27A0A" w:rsidRDefault="00ED5A65" w:rsidP="007E7340">
            <w:pPr>
              <w:pStyle w:val="TabNumeri"/>
            </w:pPr>
            <w:r w:rsidRPr="00A27A0A">
              <w:t>0,2</w:t>
            </w:r>
          </w:p>
        </w:tc>
        <w:tc>
          <w:tcPr>
            <w:tcW w:w="228" w:type="dxa"/>
            <w:shd w:val="clear" w:color="auto" w:fill="EAF1DD" w:themeFill="accent3" w:themeFillTint="33"/>
            <w:noWrap/>
          </w:tcPr>
          <w:p w:rsidR="00ED5A65" w:rsidRPr="00DC6642" w:rsidRDefault="00ED5A65" w:rsidP="007E7340">
            <w:pPr>
              <w:pStyle w:val="TabNumeri"/>
            </w:pPr>
          </w:p>
        </w:tc>
        <w:tc>
          <w:tcPr>
            <w:tcW w:w="510" w:type="dxa"/>
            <w:shd w:val="clear" w:color="auto" w:fill="EAF1DD" w:themeFill="accent3" w:themeFillTint="33"/>
            <w:noWrap/>
          </w:tcPr>
          <w:p w:rsidR="00ED5A65" w:rsidRPr="00986A4F" w:rsidRDefault="00ED5A65" w:rsidP="007E7340">
            <w:pPr>
              <w:pStyle w:val="TabNumeri"/>
            </w:pPr>
            <w:r w:rsidRPr="00986A4F">
              <w:t>-0,2</w:t>
            </w:r>
          </w:p>
        </w:tc>
        <w:tc>
          <w:tcPr>
            <w:tcW w:w="397" w:type="dxa"/>
            <w:shd w:val="clear" w:color="auto" w:fill="EAF1DD" w:themeFill="accent3" w:themeFillTint="33"/>
            <w:noWrap/>
          </w:tcPr>
          <w:p w:rsidR="00ED5A65" w:rsidRPr="00986A4F" w:rsidRDefault="00ED5A65" w:rsidP="007E7340">
            <w:pPr>
              <w:pStyle w:val="TabNumeri"/>
            </w:pPr>
            <w:r w:rsidRPr="00986A4F">
              <w:t>[7]</w:t>
            </w:r>
          </w:p>
        </w:tc>
        <w:tc>
          <w:tcPr>
            <w:tcW w:w="680" w:type="dxa"/>
            <w:shd w:val="clear" w:color="auto" w:fill="EAF1DD" w:themeFill="accent3" w:themeFillTint="33"/>
            <w:noWrap/>
          </w:tcPr>
          <w:p w:rsidR="00ED5A65" w:rsidRPr="00413582" w:rsidRDefault="00ED5A65" w:rsidP="007E7340">
            <w:pPr>
              <w:pStyle w:val="TabNumeri"/>
            </w:pPr>
            <w:r w:rsidRPr="00413582">
              <w:t>0,3</w:t>
            </w:r>
          </w:p>
        </w:tc>
        <w:tc>
          <w:tcPr>
            <w:tcW w:w="227" w:type="dxa"/>
            <w:shd w:val="clear" w:color="auto" w:fill="EAF1DD" w:themeFill="accent3" w:themeFillTint="33"/>
            <w:noWrap/>
          </w:tcPr>
          <w:p w:rsidR="00ED5A65" w:rsidRPr="00A319C0" w:rsidRDefault="00ED5A65" w:rsidP="007E7340">
            <w:pPr>
              <w:pStyle w:val="TabNumeri"/>
            </w:pPr>
          </w:p>
        </w:tc>
      </w:tr>
      <w:tr w:rsidR="00ED5A65" w:rsidTr="007E7340">
        <w:trPr>
          <w:cantSplit/>
          <w:trHeight w:val="255"/>
        </w:trPr>
        <w:tc>
          <w:tcPr>
            <w:tcW w:w="1985" w:type="dxa"/>
            <w:noWrap/>
          </w:tcPr>
          <w:p w:rsidR="00ED5A65" w:rsidRPr="00233F5C" w:rsidRDefault="00ED5A65" w:rsidP="007E7340">
            <w:pPr>
              <w:pStyle w:val="TabEtichette"/>
            </w:pPr>
            <w:r w:rsidRPr="00233F5C">
              <w:t>Investimenti fissi lordi</w:t>
            </w:r>
          </w:p>
        </w:tc>
        <w:tc>
          <w:tcPr>
            <w:tcW w:w="680" w:type="dxa"/>
            <w:noWrap/>
          </w:tcPr>
          <w:p w:rsidR="00ED5A65" w:rsidRPr="00F86988" w:rsidRDefault="00ED5A65" w:rsidP="007E7340">
            <w:pPr>
              <w:pStyle w:val="TabNumeri"/>
            </w:pPr>
            <w:r w:rsidRPr="00F86988">
              <w:t>2,8</w:t>
            </w:r>
          </w:p>
        </w:tc>
        <w:tc>
          <w:tcPr>
            <w:tcW w:w="228" w:type="dxa"/>
            <w:noWrap/>
          </w:tcPr>
          <w:p w:rsidR="00ED5A65" w:rsidRPr="00B64650" w:rsidRDefault="00ED5A65" w:rsidP="007E7340">
            <w:pPr>
              <w:pStyle w:val="TabNumeri"/>
            </w:pPr>
          </w:p>
        </w:tc>
        <w:tc>
          <w:tcPr>
            <w:tcW w:w="680" w:type="dxa"/>
            <w:noWrap/>
          </w:tcPr>
          <w:p w:rsidR="00ED5A65" w:rsidRPr="00D65A6F" w:rsidRDefault="00ED5A65" w:rsidP="007E7340">
            <w:pPr>
              <w:pStyle w:val="TabNumeri"/>
            </w:pPr>
            <w:r w:rsidRPr="00D65A6F">
              <w:t>2,7</w:t>
            </w:r>
          </w:p>
        </w:tc>
        <w:tc>
          <w:tcPr>
            <w:tcW w:w="228" w:type="dxa"/>
            <w:noWrap/>
          </w:tcPr>
          <w:p w:rsidR="00ED5A65" w:rsidRPr="00C32B54" w:rsidRDefault="00ED5A65" w:rsidP="007E7340">
            <w:pPr>
              <w:pStyle w:val="TabNumeri"/>
            </w:pPr>
          </w:p>
        </w:tc>
        <w:tc>
          <w:tcPr>
            <w:tcW w:w="510" w:type="dxa"/>
            <w:noWrap/>
          </w:tcPr>
          <w:p w:rsidR="00ED5A65" w:rsidRPr="00904DA8" w:rsidRDefault="00ED5A65" w:rsidP="007E7340">
            <w:pPr>
              <w:pStyle w:val="TabNumeri"/>
            </w:pPr>
            <w:r w:rsidRPr="00904DA8">
              <w:t>2,5</w:t>
            </w:r>
          </w:p>
        </w:tc>
        <w:tc>
          <w:tcPr>
            <w:tcW w:w="397" w:type="dxa"/>
            <w:noWrap/>
          </w:tcPr>
          <w:p w:rsidR="00ED5A65" w:rsidRPr="00904DA8" w:rsidRDefault="00ED5A65" w:rsidP="007E7340">
            <w:pPr>
              <w:pStyle w:val="TabNumeri"/>
            </w:pPr>
            <w:r w:rsidRPr="00904DA8">
              <w:t>[7]</w:t>
            </w:r>
          </w:p>
        </w:tc>
        <w:tc>
          <w:tcPr>
            <w:tcW w:w="680" w:type="dxa"/>
            <w:noWrap/>
          </w:tcPr>
          <w:p w:rsidR="00ED5A65" w:rsidRPr="003C782D" w:rsidRDefault="00ED5A65" w:rsidP="007E7340">
            <w:pPr>
              <w:pStyle w:val="TabNumeri"/>
            </w:pPr>
            <w:r w:rsidRPr="003C782D">
              <w:t>2,9</w:t>
            </w:r>
          </w:p>
        </w:tc>
        <w:tc>
          <w:tcPr>
            <w:tcW w:w="228" w:type="dxa"/>
          </w:tcPr>
          <w:p w:rsidR="00ED5A65" w:rsidRPr="00AA375C" w:rsidRDefault="00ED5A65" w:rsidP="007E7340">
            <w:pPr>
              <w:pStyle w:val="TabNumeri"/>
            </w:pPr>
          </w:p>
        </w:tc>
        <w:tc>
          <w:tcPr>
            <w:tcW w:w="113" w:type="dxa"/>
            <w:noWrap/>
          </w:tcPr>
          <w:p w:rsidR="00ED5A65" w:rsidRPr="00B64650" w:rsidRDefault="00ED5A65" w:rsidP="007E7340">
            <w:pPr>
              <w:pStyle w:val="TabNumeri"/>
            </w:pPr>
          </w:p>
        </w:tc>
        <w:tc>
          <w:tcPr>
            <w:tcW w:w="680" w:type="dxa"/>
          </w:tcPr>
          <w:p w:rsidR="00ED5A65" w:rsidRPr="009E61ED" w:rsidRDefault="00ED5A65" w:rsidP="007E7340">
            <w:pPr>
              <w:pStyle w:val="TabNumeri"/>
            </w:pPr>
            <w:r w:rsidRPr="009E61ED">
              <w:t>2,2</w:t>
            </w:r>
          </w:p>
        </w:tc>
        <w:tc>
          <w:tcPr>
            <w:tcW w:w="228" w:type="dxa"/>
            <w:noWrap/>
          </w:tcPr>
          <w:p w:rsidR="00ED5A65" w:rsidRPr="00811B57" w:rsidRDefault="00ED5A65" w:rsidP="007E7340">
            <w:pPr>
              <w:pStyle w:val="TabNumeri"/>
            </w:pPr>
          </w:p>
        </w:tc>
        <w:tc>
          <w:tcPr>
            <w:tcW w:w="680" w:type="dxa"/>
            <w:noWrap/>
          </w:tcPr>
          <w:p w:rsidR="00ED5A65" w:rsidRPr="00A27A0A" w:rsidRDefault="00ED5A65" w:rsidP="007E7340">
            <w:pPr>
              <w:pStyle w:val="TabNumeri"/>
            </w:pPr>
            <w:r w:rsidRPr="00A27A0A">
              <w:t>1,5</w:t>
            </w:r>
          </w:p>
        </w:tc>
        <w:tc>
          <w:tcPr>
            <w:tcW w:w="228" w:type="dxa"/>
            <w:noWrap/>
          </w:tcPr>
          <w:p w:rsidR="00ED5A65" w:rsidRPr="00DC6642" w:rsidRDefault="00ED5A65" w:rsidP="007E7340">
            <w:pPr>
              <w:pStyle w:val="TabNumeri"/>
            </w:pPr>
          </w:p>
        </w:tc>
        <w:tc>
          <w:tcPr>
            <w:tcW w:w="510" w:type="dxa"/>
            <w:noWrap/>
          </w:tcPr>
          <w:p w:rsidR="00ED5A65" w:rsidRPr="00986A4F" w:rsidRDefault="00ED5A65" w:rsidP="007E7340">
            <w:pPr>
              <w:pStyle w:val="TabNumeri"/>
            </w:pPr>
            <w:r w:rsidRPr="00986A4F">
              <w:t>2,4</w:t>
            </w:r>
          </w:p>
        </w:tc>
        <w:tc>
          <w:tcPr>
            <w:tcW w:w="397" w:type="dxa"/>
            <w:noWrap/>
          </w:tcPr>
          <w:p w:rsidR="00ED5A65" w:rsidRPr="00986A4F" w:rsidRDefault="00ED5A65" w:rsidP="007E7340">
            <w:pPr>
              <w:pStyle w:val="TabNumeri"/>
            </w:pPr>
            <w:r w:rsidRPr="00986A4F">
              <w:t>[7]</w:t>
            </w:r>
          </w:p>
        </w:tc>
        <w:tc>
          <w:tcPr>
            <w:tcW w:w="680" w:type="dxa"/>
            <w:noWrap/>
          </w:tcPr>
          <w:p w:rsidR="00ED5A65" w:rsidRPr="00413582" w:rsidRDefault="00ED5A65" w:rsidP="007E7340">
            <w:pPr>
              <w:pStyle w:val="TabNumeri"/>
            </w:pPr>
            <w:r w:rsidRPr="00413582">
              <w:t>0,8</w:t>
            </w:r>
          </w:p>
        </w:tc>
        <w:tc>
          <w:tcPr>
            <w:tcW w:w="227" w:type="dxa"/>
            <w:noWrap/>
          </w:tcPr>
          <w:p w:rsidR="00ED5A65" w:rsidRPr="00A319C0" w:rsidRDefault="00ED5A65" w:rsidP="007E7340">
            <w:pPr>
              <w:pStyle w:val="TabNumeri"/>
            </w:pPr>
          </w:p>
        </w:tc>
      </w:tr>
      <w:tr w:rsidR="00ED5A65" w:rsidTr="007E7340">
        <w:trPr>
          <w:cantSplit/>
          <w:trHeight w:val="255"/>
        </w:trPr>
        <w:tc>
          <w:tcPr>
            <w:tcW w:w="1985" w:type="dxa"/>
            <w:shd w:val="clear" w:color="auto" w:fill="EAF1DD" w:themeFill="accent3" w:themeFillTint="33"/>
            <w:noWrap/>
          </w:tcPr>
          <w:p w:rsidR="00ED5A65" w:rsidRPr="00233F5C" w:rsidRDefault="00ED5A65" w:rsidP="007E7340">
            <w:pPr>
              <w:pStyle w:val="TabEtichette"/>
            </w:pPr>
            <w:r w:rsidRPr="00233F5C">
              <w:t xml:space="preserve">- </w:t>
            </w:r>
            <w:proofErr w:type="spellStart"/>
            <w:r w:rsidRPr="00233F5C">
              <w:t>mac</w:t>
            </w:r>
            <w:proofErr w:type="spellEnd"/>
            <w:r w:rsidRPr="00233F5C">
              <w:t xml:space="preserve">. </w:t>
            </w:r>
            <w:proofErr w:type="spellStart"/>
            <w:r w:rsidRPr="00233F5C">
              <w:t>attr</w:t>
            </w:r>
            <w:proofErr w:type="spellEnd"/>
            <w:r w:rsidRPr="00233F5C">
              <w:t xml:space="preserve">. </w:t>
            </w:r>
            <w:proofErr w:type="spellStart"/>
            <w:r w:rsidRPr="00233F5C">
              <w:t>mez</w:t>
            </w:r>
            <w:proofErr w:type="spellEnd"/>
            <w:r>
              <w:t>.</w:t>
            </w:r>
            <w:r w:rsidRPr="00233F5C">
              <w:t xml:space="preserve"> </w:t>
            </w:r>
            <w:proofErr w:type="spellStart"/>
            <w:r w:rsidRPr="00233F5C">
              <w:t>trasp</w:t>
            </w:r>
            <w:proofErr w:type="spellEnd"/>
            <w:r w:rsidRPr="00233F5C">
              <w:t>.</w:t>
            </w:r>
          </w:p>
        </w:tc>
        <w:tc>
          <w:tcPr>
            <w:tcW w:w="680" w:type="dxa"/>
            <w:shd w:val="clear" w:color="auto" w:fill="EAF1DD" w:themeFill="accent3" w:themeFillTint="33"/>
            <w:noWrap/>
          </w:tcPr>
          <w:p w:rsidR="00ED5A65" w:rsidRPr="00F86988" w:rsidRDefault="00ED5A65" w:rsidP="007E7340">
            <w:pPr>
              <w:pStyle w:val="TabNumeri"/>
            </w:pPr>
            <w:proofErr w:type="spellStart"/>
            <w:r w:rsidRPr="00F86988">
              <w:t>n.d.</w:t>
            </w:r>
            <w:proofErr w:type="spellEnd"/>
          </w:p>
        </w:tc>
        <w:tc>
          <w:tcPr>
            <w:tcW w:w="228" w:type="dxa"/>
            <w:shd w:val="clear" w:color="auto" w:fill="EAF1DD" w:themeFill="accent3" w:themeFillTint="33"/>
            <w:noWrap/>
          </w:tcPr>
          <w:p w:rsidR="00ED5A65" w:rsidRPr="00B64650" w:rsidRDefault="00ED5A65" w:rsidP="007E7340">
            <w:pPr>
              <w:pStyle w:val="TabNumeri"/>
            </w:pPr>
          </w:p>
        </w:tc>
        <w:tc>
          <w:tcPr>
            <w:tcW w:w="680" w:type="dxa"/>
            <w:shd w:val="clear" w:color="auto" w:fill="EAF1DD" w:themeFill="accent3" w:themeFillTint="33"/>
            <w:noWrap/>
          </w:tcPr>
          <w:p w:rsidR="00ED5A65" w:rsidRPr="00D65A6F" w:rsidRDefault="00ED5A65" w:rsidP="007E7340">
            <w:pPr>
              <w:pStyle w:val="TabNumeri"/>
            </w:pPr>
            <w:r w:rsidRPr="00D65A6F">
              <w:t>3,0</w:t>
            </w:r>
          </w:p>
        </w:tc>
        <w:tc>
          <w:tcPr>
            <w:tcW w:w="228" w:type="dxa"/>
            <w:shd w:val="clear" w:color="auto" w:fill="EAF1DD" w:themeFill="accent3" w:themeFillTint="33"/>
            <w:noWrap/>
          </w:tcPr>
          <w:p w:rsidR="00ED5A65" w:rsidRPr="00C32B54" w:rsidRDefault="00ED5A65" w:rsidP="007E7340">
            <w:pPr>
              <w:pStyle w:val="TabNumeri"/>
            </w:pPr>
            <w:r w:rsidRPr="00C32B54">
              <w:t>[2]</w:t>
            </w:r>
          </w:p>
        </w:tc>
        <w:tc>
          <w:tcPr>
            <w:tcW w:w="510" w:type="dxa"/>
            <w:shd w:val="clear" w:color="auto" w:fill="EAF1DD" w:themeFill="accent3" w:themeFillTint="33"/>
            <w:noWrap/>
          </w:tcPr>
          <w:p w:rsidR="00ED5A65" w:rsidRPr="00904DA8" w:rsidRDefault="00ED5A65" w:rsidP="007E7340">
            <w:pPr>
              <w:pStyle w:val="TabNumeri"/>
            </w:pPr>
            <w:r w:rsidRPr="00904DA8">
              <w:t>1,6</w:t>
            </w:r>
          </w:p>
        </w:tc>
        <w:tc>
          <w:tcPr>
            <w:tcW w:w="397" w:type="dxa"/>
            <w:shd w:val="clear" w:color="auto" w:fill="EAF1DD" w:themeFill="accent3" w:themeFillTint="33"/>
            <w:noWrap/>
          </w:tcPr>
          <w:p w:rsidR="00ED5A65" w:rsidRPr="00904DA8" w:rsidRDefault="00ED5A65" w:rsidP="007E7340">
            <w:pPr>
              <w:pStyle w:val="TabNumeri"/>
            </w:pPr>
            <w:r w:rsidRPr="00904DA8">
              <w:t>[7]</w:t>
            </w:r>
          </w:p>
        </w:tc>
        <w:tc>
          <w:tcPr>
            <w:tcW w:w="680" w:type="dxa"/>
            <w:shd w:val="clear" w:color="auto" w:fill="EAF1DD" w:themeFill="accent3" w:themeFillTint="33"/>
            <w:noWrap/>
          </w:tcPr>
          <w:p w:rsidR="00ED5A65" w:rsidRPr="003C782D" w:rsidRDefault="00ED5A65" w:rsidP="007E7340">
            <w:pPr>
              <w:pStyle w:val="TabNumeri"/>
            </w:pPr>
            <w:proofErr w:type="spellStart"/>
            <w:r w:rsidRPr="003C782D">
              <w:t>n.d.</w:t>
            </w:r>
            <w:proofErr w:type="spellEnd"/>
          </w:p>
        </w:tc>
        <w:tc>
          <w:tcPr>
            <w:tcW w:w="228" w:type="dxa"/>
            <w:shd w:val="clear" w:color="auto" w:fill="EAF1DD" w:themeFill="accent3" w:themeFillTint="33"/>
          </w:tcPr>
          <w:p w:rsidR="00ED5A65" w:rsidRPr="00AA375C" w:rsidRDefault="00ED5A65" w:rsidP="007E7340">
            <w:pPr>
              <w:pStyle w:val="TabNumeri"/>
            </w:pPr>
          </w:p>
        </w:tc>
        <w:tc>
          <w:tcPr>
            <w:tcW w:w="113" w:type="dxa"/>
            <w:shd w:val="clear" w:color="auto" w:fill="EAF1DD" w:themeFill="accent3" w:themeFillTint="33"/>
            <w:noWrap/>
          </w:tcPr>
          <w:p w:rsidR="00ED5A65" w:rsidRPr="00B64650" w:rsidRDefault="00ED5A65" w:rsidP="007E7340">
            <w:pPr>
              <w:pStyle w:val="TabNumeri"/>
            </w:pPr>
          </w:p>
        </w:tc>
        <w:tc>
          <w:tcPr>
            <w:tcW w:w="680" w:type="dxa"/>
            <w:shd w:val="clear" w:color="auto" w:fill="EAF1DD" w:themeFill="accent3" w:themeFillTint="33"/>
          </w:tcPr>
          <w:p w:rsidR="00ED5A65" w:rsidRPr="009E61ED" w:rsidRDefault="00ED5A65" w:rsidP="007E7340">
            <w:pPr>
              <w:pStyle w:val="TabNumeri"/>
            </w:pPr>
            <w:proofErr w:type="spellStart"/>
            <w:r w:rsidRPr="009E61ED">
              <w:t>n.d.</w:t>
            </w:r>
            <w:proofErr w:type="spellEnd"/>
          </w:p>
        </w:tc>
        <w:tc>
          <w:tcPr>
            <w:tcW w:w="228" w:type="dxa"/>
            <w:shd w:val="clear" w:color="auto" w:fill="EAF1DD" w:themeFill="accent3" w:themeFillTint="33"/>
            <w:noWrap/>
          </w:tcPr>
          <w:p w:rsidR="00ED5A65" w:rsidRPr="00811B57" w:rsidRDefault="00ED5A65" w:rsidP="007E7340">
            <w:pPr>
              <w:pStyle w:val="TabNumeri"/>
            </w:pPr>
          </w:p>
        </w:tc>
        <w:tc>
          <w:tcPr>
            <w:tcW w:w="680" w:type="dxa"/>
            <w:shd w:val="clear" w:color="auto" w:fill="EAF1DD" w:themeFill="accent3" w:themeFillTint="33"/>
            <w:noWrap/>
          </w:tcPr>
          <w:p w:rsidR="00ED5A65" w:rsidRPr="00A27A0A" w:rsidRDefault="00ED5A65" w:rsidP="007E7340">
            <w:pPr>
              <w:pStyle w:val="TabNumeri"/>
            </w:pPr>
            <w:r w:rsidRPr="00A27A0A">
              <w:t>1,7</w:t>
            </w:r>
          </w:p>
        </w:tc>
        <w:tc>
          <w:tcPr>
            <w:tcW w:w="228" w:type="dxa"/>
            <w:shd w:val="clear" w:color="auto" w:fill="EAF1DD" w:themeFill="accent3" w:themeFillTint="33"/>
            <w:noWrap/>
          </w:tcPr>
          <w:p w:rsidR="00ED5A65" w:rsidRPr="00DC6642" w:rsidRDefault="00ED5A65" w:rsidP="007E7340">
            <w:pPr>
              <w:pStyle w:val="TabNumeri"/>
            </w:pPr>
            <w:r w:rsidRPr="00DC6642">
              <w:t>[2]</w:t>
            </w:r>
          </w:p>
        </w:tc>
        <w:tc>
          <w:tcPr>
            <w:tcW w:w="510" w:type="dxa"/>
            <w:shd w:val="clear" w:color="auto" w:fill="EAF1DD" w:themeFill="accent3" w:themeFillTint="33"/>
            <w:noWrap/>
          </w:tcPr>
          <w:p w:rsidR="00ED5A65" w:rsidRPr="00986A4F" w:rsidRDefault="00ED5A65" w:rsidP="007E7340">
            <w:pPr>
              <w:pStyle w:val="TabNumeri"/>
            </w:pPr>
            <w:r w:rsidRPr="00986A4F">
              <w:t>1,9</w:t>
            </w:r>
          </w:p>
        </w:tc>
        <w:tc>
          <w:tcPr>
            <w:tcW w:w="397" w:type="dxa"/>
            <w:shd w:val="clear" w:color="auto" w:fill="EAF1DD" w:themeFill="accent3" w:themeFillTint="33"/>
            <w:noWrap/>
          </w:tcPr>
          <w:p w:rsidR="00ED5A65" w:rsidRPr="00986A4F" w:rsidRDefault="00ED5A65" w:rsidP="007E7340">
            <w:pPr>
              <w:pStyle w:val="TabNumeri"/>
            </w:pPr>
            <w:r w:rsidRPr="00986A4F">
              <w:t>[7]</w:t>
            </w:r>
          </w:p>
        </w:tc>
        <w:tc>
          <w:tcPr>
            <w:tcW w:w="680" w:type="dxa"/>
            <w:shd w:val="clear" w:color="auto" w:fill="EAF1DD" w:themeFill="accent3" w:themeFillTint="33"/>
            <w:noWrap/>
          </w:tcPr>
          <w:p w:rsidR="00ED5A65" w:rsidRPr="00413582" w:rsidRDefault="00ED5A65" w:rsidP="007E7340">
            <w:pPr>
              <w:pStyle w:val="TabNumeri"/>
            </w:pPr>
            <w:proofErr w:type="spellStart"/>
            <w:r w:rsidRPr="00413582">
              <w:t>n.d.</w:t>
            </w:r>
            <w:proofErr w:type="spellEnd"/>
          </w:p>
        </w:tc>
        <w:tc>
          <w:tcPr>
            <w:tcW w:w="227" w:type="dxa"/>
            <w:shd w:val="clear" w:color="auto" w:fill="EAF1DD" w:themeFill="accent3" w:themeFillTint="33"/>
            <w:noWrap/>
          </w:tcPr>
          <w:p w:rsidR="00ED5A65" w:rsidRPr="00A319C0" w:rsidRDefault="00ED5A65" w:rsidP="007E7340">
            <w:pPr>
              <w:pStyle w:val="TabNumeri"/>
            </w:pPr>
          </w:p>
        </w:tc>
      </w:tr>
      <w:tr w:rsidR="00ED5A65" w:rsidTr="007E7340">
        <w:trPr>
          <w:cantSplit/>
          <w:trHeight w:val="255"/>
        </w:trPr>
        <w:tc>
          <w:tcPr>
            <w:tcW w:w="1985" w:type="dxa"/>
            <w:noWrap/>
          </w:tcPr>
          <w:p w:rsidR="00ED5A65" w:rsidRPr="00233F5C" w:rsidRDefault="00ED5A65" w:rsidP="007E7340">
            <w:pPr>
              <w:pStyle w:val="TabEtichette"/>
            </w:pPr>
            <w:r w:rsidRPr="00233F5C">
              <w:t>- costruzioni</w:t>
            </w:r>
          </w:p>
        </w:tc>
        <w:tc>
          <w:tcPr>
            <w:tcW w:w="680" w:type="dxa"/>
            <w:noWrap/>
          </w:tcPr>
          <w:p w:rsidR="00ED5A65" w:rsidRPr="00F86988" w:rsidRDefault="00ED5A65" w:rsidP="007E7340">
            <w:pPr>
              <w:pStyle w:val="TabNumeri"/>
            </w:pPr>
            <w:proofErr w:type="spellStart"/>
            <w:r w:rsidRPr="00F86988">
              <w:t>n.d.</w:t>
            </w:r>
            <w:proofErr w:type="spellEnd"/>
          </w:p>
        </w:tc>
        <w:tc>
          <w:tcPr>
            <w:tcW w:w="228" w:type="dxa"/>
            <w:noWrap/>
          </w:tcPr>
          <w:p w:rsidR="00ED5A65" w:rsidRPr="00B64650" w:rsidRDefault="00ED5A65" w:rsidP="007E7340">
            <w:pPr>
              <w:pStyle w:val="TabNumeri"/>
            </w:pPr>
          </w:p>
        </w:tc>
        <w:tc>
          <w:tcPr>
            <w:tcW w:w="680" w:type="dxa"/>
            <w:noWrap/>
          </w:tcPr>
          <w:p w:rsidR="00ED5A65" w:rsidRPr="00D65A6F" w:rsidRDefault="00ED5A65" w:rsidP="007E7340">
            <w:pPr>
              <w:pStyle w:val="TabNumeri"/>
            </w:pPr>
            <w:r w:rsidRPr="00D65A6F">
              <w:t>3,0</w:t>
            </w:r>
          </w:p>
        </w:tc>
        <w:tc>
          <w:tcPr>
            <w:tcW w:w="228" w:type="dxa"/>
            <w:noWrap/>
          </w:tcPr>
          <w:p w:rsidR="00ED5A65" w:rsidRPr="00C32B54" w:rsidRDefault="00ED5A65" w:rsidP="007E7340">
            <w:pPr>
              <w:pStyle w:val="TabNumeri"/>
            </w:pPr>
          </w:p>
        </w:tc>
        <w:tc>
          <w:tcPr>
            <w:tcW w:w="510" w:type="dxa"/>
            <w:noWrap/>
          </w:tcPr>
          <w:p w:rsidR="00ED5A65" w:rsidRPr="00904DA8" w:rsidRDefault="00ED5A65" w:rsidP="007E7340">
            <w:pPr>
              <w:pStyle w:val="TabNumeri"/>
            </w:pPr>
            <w:r w:rsidRPr="00904DA8">
              <w:t>3,6</w:t>
            </w:r>
          </w:p>
        </w:tc>
        <w:tc>
          <w:tcPr>
            <w:tcW w:w="397" w:type="dxa"/>
            <w:noWrap/>
          </w:tcPr>
          <w:p w:rsidR="00ED5A65" w:rsidRPr="00904DA8" w:rsidRDefault="00ED5A65" w:rsidP="007E7340">
            <w:pPr>
              <w:pStyle w:val="TabNumeri"/>
            </w:pPr>
            <w:r w:rsidRPr="00904DA8">
              <w:t>[7]</w:t>
            </w:r>
          </w:p>
        </w:tc>
        <w:tc>
          <w:tcPr>
            <w:tcW w:w="680" w:type="dxa"/>
            <w:noWrap/>
          </w:tcPr>
          <w:p w:rsidR="00ED5A65" w:rsidRPr="003C782D" w:rsidRDefault="00ED5A65" w:rsidP="007E7340">
            <w:pPr>
              <w:pStyle w:val="TabNumeri"/>
            </w:pPr>
            <w:proofErr w:type="spellStart"/>
            <w:r w:rsidRPr="003C782D">
              <w:t>n.d.</w:t>
            </w:r>
            <w:proofErr w:type="spellEnd"/>
          </w:p>
        </w:tc>
        <w:tc>
          <w:tcPr>
            <w:tcW w:w="228" w:type="dxa"/>
          </w:tcPr>
          <w:p w:rsidR="00ED5A65" w:rsidRPr="00AA375C" w:rsidRDefault="00ED5A65" w:rsidP="007E7340">
            <w:pPr>
              <w:pStyle w:val="TabNumeri"/>
            </w:pPr>
          </w:p>
        </w:tc>
        <w:tc>
          <w:tcPr>
            <w:tcW w:w="113" w:type="dxa"/>
            <w:noWrap/>
          </w:tcPr>
          <w:p w:rsidR="00ED5A65" w:rsidRPr="00B64650" w:rsidRDefault="00ED5A65" w:rsidP="007E7340">
            <w:pPr>
              <w:pStyle w:val="TabNumeri"/>
            </w:pPr>
          </w:p>
        </w:tc>
        <w:tc>
          <w:tcPr>
            <w:tcW w:w="680" w:type="dxa"/>
          </w:tcPr>
          <w:p w:rsidR="00ED5A65" w:rsidRPr="009E61ED" w:rsidRDefault="00ED5A65" w:rsidP="007E7340">
            <w:pPr>
              <w:pStyle w:val="TabNumeri"/>
            </w:pPr>
            <w:proofErr w:type="spellStart"/>
            <w:r w:rsidRPr="009E61ED">
              <w:t>n.d.</w:t>
            </w:r>
            <w:proofErr w:type="spellEnd"/>
          </w:p>
        </w:tc>
        <w:tc>
          <w:tcPr>
            <w:tcW w:w="228" w:type="dxa"/>
            <w:noWrap/>
          </w:tcPr>
          <w:p w:rsidR="00ED5A65" w:rsidRPr="00811B57" w:rsidRDefault="00ED5A65" w:rsidP="007E7340">
            <w:pPr>
              <w:pStyle w:val="TabNumeri"/>
            </w:pPr>
          </w:p>
        </w:tc>
        <w:tc>
          <w:tcPr>
            <w:tcW w:w="680" w:type="dxa"/>
            <w:noWrap/>
          </w:tcPr>
          <w:p w:rsidR="00ED5A65" w:rsidRPr="00A27A0A" w:rsidRDefault="00ED5A65" w:rsidP="007E7340">
            <w:pPr>
              <w:pStyle w:val="TabNumeri"/>
            </w:pPr>
            <w:r w:rsidRPr="00A27A0A">
              <w:t>1,7</w:t>
            </w:r>
          </w:p>
        </w:tc>
        <w:tc>
          <w:tcPr>
            <w:tcW w:w="228" w:type="dxa"/>
            <w:noWrap/>
          </w:tcPr>
          <w:p w:rsidR="00ED5A65" w:rsidRPr="00DC6642" w:rsidRDefault="00ED5A65" w:rsidP="007E7340">
            <w:pPr>
              <w:pStyle w:val="TabNumeri"/>
            </w:pPr>
          </w:p>
        </w:tc>
        <w:tc>
          <w:tcPr>
            <w:tcW w:w="510" w:type="dxa"/>
            <w:noWrap/>
          </w:tcPr>
          <w:p w:rsidR="00ED5A65" w:rsidRPr="00986A4F" w:rsidRDefault="00ED5A65" w:rsidP="007E7340">
            <w:pPr>
              <w:pStyle w:val="TabNumeri"/>
            </w:pPr>
            <w:r w:rsidRPr="00986A4F">
              <w:t>3,0</w:t>
            </w:r>
          </w:p>
        </w:tc>
        <w:tc>
          <w:tcPr>
            <w:tcW w:w="397" w:type="dxa"/>
            <w:noWrap/>
          </w:tcPr>
          <w:p w:rsidR="00ED5A65" w:rsidRPr="00986A4F" w:rsidRDefault="00ED5A65" w:rsidP="007E7340">
            <w:pPr>
              <w:pStyle w:val="TabNumeri"/>
            </w:pPr>
            <w:r w:rsidRPr="00986A4F">
              <w:t>[7]</w:t>
            </w:r>
          </w:p>
        </w:tc>
        <w:tc>
          <w:tcPr>
            <w:tcW w:w="680" w:type="dxa"/>
            <w:noWrap/>
          </w:tcPr>
          <w:p w:rsidR="00ED5A65" w:rsidRPr="00413582" w:rsidRDefault="00ED5A65" w:rsidP="007E7340">
            <w:pPr>
              <w:pStyle w:val="TabNumeri"/>
            </w:pPr>
            <w:proofErr w:type="spellStart"/>
            <w:r w:rsidRPr="00413582">
              <w:t>n.d.</w:t>
            </w:r>
            <w:proofErr w:type="spellEnd"/>
          </w:p>
        </w:tc>
        <w:tc>
          <w:tcPr>
            <w:tcW w:w="227" w:type="dxa"/>
            <w:noWrap/>
          </w:tcPr>
          <w:p w:rsidR="00ED5A65" w:rsidRPr="00A319C0" w:rsidRDefault="00ED5A65" w:rsidP="007E7340">
            <w:pPr>
              <w:pStyle w:val="TabNumeri"/>
            </w:pPr>
          </w:p>
        </w:tc>
      </w:tr>
      <w:tr w:rsidR="00ED5A65" w:rsidTr="007E7340">
        <w:trPr>
          <w:cantSplit/>
          <w:trHeight w:val="255"/>
        </w:trPr>
        <w:tc>
          <w:tcPr>
            <w:tcW w:w="1985" w:type="dxa"/>
            <w:shd w:val="clear" w:color="auto" w:fill="EAF1DD" w:themeFill="accent3" w:themeFillTint="33"/>
            <w:noWrap/>
          </w:tcPr>
          <w:p w:rsidR="00ED5A65" w:rsidRPr="00233F5C" w:rsidRDefault="00ED5A65" w:rsidP="007E7340">
            <w:pPr>
              <w:pStyle w:val="TabEtichette"/>
            </w:pPr>
            <w:r>
              <w:t>Occupazione</w:t>
            </w:r>
          </w:p>
        </w:tc>
        <w:tc>
          <w:tcPr>
            <w:tcW w:w="680" w:type="dxa"/>
            <w:shd w:val="clear" w:color="auto" w:fill="EAF1DD" w:themeFill="accent3" w:themeFillTint="33"/>
            <w:noWrap/>
          </w:tcPr>
          <w:p w:rsidR="00ED5A65" w:rsidRPr="00F86988" w:rsidRDefault="00ED5A65" w:rsidP="007E7340">
            <w:pPr>
              <w:pStyle w:val="TabNumeri"/>
            </w:pPr>
            <w:r w:rsidRPr="00F86988">
              <w:t>0,4</w:t>
            </w:r>
          </w:p>
        </w:tc>
        <w:tc>
          <w:tcPr>
            <w:tcW w:w="228" w:type="dxa"/>
            <w:shd w:val="clear" w:color="auto" w:fill="EAF1DD" w:themeFill="accent3" w:themeFillTint="33"/>
            <w:noWrap/>
          </w:tcPr>
          <w:p w:rsidR="00ED5A65" w:rsidRPr="00B64650" w:rsidRDefault="00ED5A65" w:rsidP="007E7340">
            <w:pPr>
              <w:pStyle w:val="TabNumeri"/>
            </w:pPr>
            <w:r w:rsidRPr="00B64650">
              <w:t>[3]</w:t>
            </w:r>
          </w:p>
        </w:tc>
        <w:tc>
          <w:tcPr>
            <w:tcW w:w="680" w:type="dxa"/>
            <w:shd w:val="clear" w:color="auto" w:fill="EAF1DD" w:themeFill="accent3" w:themeFillTint="33"/>
            <w:noWrap/>
          </w:tcPr>
          <w:p w:rsidR="00ED5A65" w:rsidRPr="00D65A6F" w:rsidRDefault="00ED5A65" w:rsidP="007E7340">
            <w:pPr>
              <w:pStyle w:val="TabNumeri"/>
            </w:pPr>
            <w:r w:rsidRPr="00D65A6F">
              <w:t>0,6</w:t>
            </w:r>
          </w:p>
        </w:tc>
        <w:tc>
          <w:tcPr>
            <w:tcW w:w="228" w:type="dxa"/>
            <w:shd w:val="clear" w:color="auto" w:fill="EAF1DD" w:themeFill="accent3" w:themeFillTint="33"/>
            <w:noWrap/>
          </w:tcPr>
          <w:p w:rsidR="00ED5A65" w:rsidRPr="00C32B54" w:rsidRDefault="00ED5A65" w:rsidP="007E7340">
            <w:pPr>
              <w:pStyle w:val="TabNumeri"/>
            </w:pPr>
          </w:p>
        </w:tc>
        <w:tc>
          <w:tcPr>
            <w:tcW w:w="510" w:type="dxa"/>
            <w:shd w:val="clear" w:color="auto" w:fill="EAF1DD" w:themeFill="accent3" w:themeFillTint="33"/>
            <w:noWrap/>
          </w:tcPr>
          <w:p w:rsidR="00ED5A65" w:rsidRPr="00904DA8" w:rsidRDefault="00ED5A65" w:rsidP="007E7340">
            <w:pPr>
              <w:pStyle w:val="TabNumeri"/>
            </w:pPr>
            <w:r w:rsidRPr="00904DA8">
              <w:t>0,5</w:t>
            </w:r>
          </w:p>
        </w:tc>
        <w:tc>
          <w:tcPr>
            <w:tcW w:w="397" w:type="dxa"/>
            <w:shd w:val="clear" w:color="auto" w:fill="EAF1DD" w:themeFill="accent3" w:themeFillTint="33"/>
            <w:noWrap/>
          </w:tcPr>
          <w:p w:rsidR="00ED5A65" w:rsidRPr="00904DA8" w:rsidRDefault="00ED5A65" w:rsidP="007E7340">
            <w:pPr>
              <w:pStyle w:val="TabNumeri"/>
            </w:pPr>
            <w:r w:rsidRPr="00904DA8">
              <w:t>[4 7]</w:t>
            </w:r>
          </w:p>
        </w:tc>
        <w:tc>
          <w:tcPr>
            <w:tcW w:w="680" w:type="dxa"/>
            <w:shd w:val="clear" w:color="auto" w:fill="EAF1DD" w:themeFill="accent3" w:themeFillTint="33"/>
            <w:noWrap/>
          </w:tcPr>
          <w:p w:rsidR="00ED5A65" w:rsidRPr="003C782D" w:rsidRDefault="00ED5A65" w:rsidP="007E7340">
            <w:pPr>
              <w:pStyle w:val="TabNumeri"/>
            </w:pPr>
            <w:r w:rsidRPr="003C782D">
              <w:t>0,7</w:t>
            </w:r>
          </w:p>
        </w:tc>
        <w:tc>
          <w:tcPr>
            <w:tcW w:w="228" w:type="dxa"/>
            <w:shd w:val="clear" w:color="auto" w:fill="EAF1DD" w:themeFill="accent3" w:themeFillTint="33"/>
          </w:tcPr>
          <w:p w:rsidR="00ED5A65" w:rsidRPr="00AA375C" w:rsidRDefault="00ED5A65" w:rsidP="007E7340">
            <w:pPr>
              <w:pStyle w:val="TabNumeri"/>
            </w:pPr>
            <w:r w:rsidRPr="00AA375C">
              <w:t>[3]</w:t>
            </w:r>
          </w:p>
        </w:tc>
        <w:tc>
          <w:tcPr>
            <w:tcW w:w="113" w:type="dxa"/>
            <w:shd w:val="clear" w:color="auto" w:fill="EAF1DD" w:themeFill="accent3" w:themeFillTint="33"/>
            <w:noWrap/>
          </w:tcPr>
          <w:p w:rsidR="00ED5A65" w:rsidRPr="00B64650" w:rsidRDefault="00ED5A65" w:rsidP="007E7340">
            <w:pPr>
              <w:pStyle w:val="TabNumeri"/>
            </w:pPr>
          </w:p>
        </w:tc>
        <w:tc>
          <w:tcPr>
            <w:tcW w:w="680" w:type="dxa"/>
            <w:shd w:val="clear" w:color="auto" w:fill="EAF1DD" w:themeFill="accent3" w:themeFillTint="33"/>
          </w:tcPr>
          <w:p w:rsidR="00ED5A65" w:rsidRPr="009E61ED" w:rsidRDefault="00ED5A65" w:rsidP="007E7340">
            <w:pPr>
              <w:pStyle w:val="TabNumeri"/>
            </w:pPr>
            <w:r w:rsidRPr="009E61ED">
              <w:t>0,2</w:t>
            </w:r>
          </w:p>
        </w:tc>
        <w:tc>
          <w:tcPr>
            <w:tcW w:w="228" w:type="dxa"/>
            <w:shd w:val="clear" w:color="auto" w:fill="EAF1DD" w:themeFill="accent3" w:themeFillTint="33"/>
            <w:noWrap/>
          </w:tcPr>
          <w:p w:rsidR="00ED5A65" w:rsidRPr="00811B57" w:rsidRDefault="00ED5A65" w:rsidP="007E7340">
            <w:pPr>
              <w:pStyle w:val="TabNumeri"/>
            </w:pPr>
            <w:r w:rsidRPr="00811B57">
              <w:t>[3]</w:t>
            </w:r>
          </w:p>
        </w:tc>
        <w:tc>
          <w:tcPr>
            <w:tcW w:w="680" w:type="dxa"/>
            <w:shd w:val="clear" w:color="auto" w:fill="EAF1DD" w:themeFill="accent3" w:themeFillTint="33"/>
            <w:noWrap/>
          </w:tcPr>
          <w:p w:rsidR="00ED5A65" w:rsidRPr="00A27A0A" w:rsidRDefault="00ED5A65" w:rsidP="007E7340">
            <w:pPr>
              <w:pStyle w:val="TabNumeri"/>
            </w:pPr>
            <w:r w:rsidRPr="00A27A0A">
              <w:t>0,1</w:t>
            </w:r>
          </w:p>
        </w:tc>
        <w:tc>
          <w:tcPr>
            <w:tcW w:w="228" w:type="dxa"/>
            <w:shd w:val="clear" w:color="auto" w:fill="EAF1DD" w:themeFill="accent3" w:themeFillTint="33"/>
            <w:noWrap/>
          </w:tcPr>
          <w:p w:rsidR="00ED5A65" w:rsidRPr="00DC6642" w:rsidRDefault="00ED5A65" w:rsidP="007E7340">
            <w:pPr>
              <w:pStyle w:val="TabNumeri"/>
            </w:pPr>
          </w:p>
        </w:tc>
        <w:tc>
          <w:tcPr>
            <w:tcW w:w="510" w:type="dxa"/>
            <w:shd w:val="clear" w:color="auto" w:fill="EAF1DD" w:themeFill="accent3" w:themeFillTint="33"/>
            <w:noWrap/>
          </w:tcPr>
          <w:p w:rsidR="00ED5A65" w:rsidRPr="00986A4F" w:rsidRDefault="00ED5A65" w:rsidP="007E7340">
            <w:pPr>
              <w:pStyle w:val="TabNumeri"/>
            </w:pPr>
            <w:r w:rsidRPr="00986A4F">
              <w:t>0,2</w:t>
            </w:r>
          </w:p>
        </w:tc>
        <w:tc>
          <w:tcPr>
            <w:tcW w:w="397" w:type="dxa"/>
            <w:shd w:val="clear" w:color="auto" w:fill="EAF1DD" w:themeFill="accent3" w:themeFillTint="33"/>
            <w:noWrap/>
          </w:tcPr>
          <w:p w:rsidR="00ED5A65" w:rsidRPr="00986A4F" w:rsidRDefault="00ED5A65" w:rsidP="007E7340">
            <w:pPr>
              <w:pStyle w:val="TabNumeri"/>
            </w:pPr>
            <w:r w:rsidRPr="00986A4F">
              <w:t>[4 7]</w:t>
            </w:r>
          </w:p>
        </w:tc>
        <w:tc>
          <w:tcPr>
            <w:tcW w:w="680" w:type="dxa"/>
            <w:shd w:val="clear" w:color="auto" w:fill="EAF1DD" w:themeFill="accent3" w:themeFillTint="33"/>
            <w:noWrap/>
          </w:tcPr>
          <w:p w:rsidR="00ED5A65" w:rsidRPr="00413582" w:rsidRDefault="00ED5A65" w:rsidP="007E7340">
            <w:pPr>
              <w:pStyle w:val="TabNumeri"/>
            </w:pPr>
            <w:r w:rsidRPr="00413582">
              <w:t>0,3</w:t>
            </w:r>
          </w:p>
        </w:tc>
        <w:tc>
          <w:tcPr>
            <w:tcW w:w="227" w:type="dxa"/>
            <w:shd w:val="clear" w:color="auto" w:fill="EAF1DD" w:themeFill="accent3" w:themeFillTint="33"/>
            <w:noWrap/>
          </w:tcPr>
          <w:p w:rsidR="00ED5A65" w:rsidRPr="00A319C0" w:rsidRDefault="00ED5A65" w:rsidP="007E7340">
            <w:pPr>
              <w:pStyle w:val="TabNumeri"/>
            </w:pPr>
            <w:r w:rsidRPr="00A319C0">
              <w:t>[3]</w:t>
            </w:r>
          </w:p>
        </w:tc>
      </w:tr>
      <w:tr w:rsidR="00ED5A65" w:rsidTr="007E7340">
        <w:trPr>
          <w:cantSplit/>
          <w:trHeight w:val="255"/>
        </w:trPr>
        <w:tc>
          <w:tcPr>
            <w:tcW w:w="1985" w:type="dxa"/>
            <w:noWrap/>
          </w:tcPr>
          <w:p w:rsidR="00ED5A65" w:rsidRPr="00233F5C" w:rsidRDefault="00ED5A65" w:rsidP="007E7340">
            <w:pPr>
              <w:pStyle w:val="TabEtichette"/>
            </w:pPr>
            <w:r w:rsidRPr="00233F5C">
              <w:t>Disoccupazione [</w:t>
            </w:r>
            <w:r>
              <w:t>a</w:t>
            </w:r>
            <w:r w:rsidRPr="00233F5C">
              <w:t>]</w:t>
            </w:r>
          </w:p>
        </w:tc>
        <w:tc>
          <w:tcPr>
            <w:tcW w:w="680" w:type="dxa"/>
            <w:noWrap/>
          </w:tcPr>
          <w:p w:rsidR="00ED5A65" w:rsidRPr="00F86988" w:rsidRDefault="00ED5A65" w:rsidP="007E7340">
            <w:pPr>
              <w:pStyle w:val="TabNumeri"/>
            </w:pPr>
            <w:r w:rsidRPr="00F86988">
              <w:t>10,3</w:t>
            </w:r>
          </w:p>
        </w:tc>
        <w:tc>
          <w:tcPr>
            <w:tcW w:w="228" w:type="dxa"/>
            <w:noWrap/>
          </w:tcPr>
          <w:p w:rsidR="00ED5A65" w:rsidRPr="00B64650" w:rsidRDefault="00ED5A65" w:rsidP="007E7340">
            <w:pPr>
              <w:pStyle w:val="TabNumeri"/>
            </w:pPr>
          </w:p>
        </w:tc>
        <w:tc>
          <w:tcPr>
            <w:tcW w:w="680" w:type="dxa"/>
            <w:noWrap/>
          </w:tcPr>
          <w:p w:rsidR="00ED5A65" w:rsidRPr="00D65A6F" w:rsidRDefault="00ED5A65" w:rsidP="007E7340">
            <w:pPr>
              <w:pStyle w:val="TabNumeri"/>
            </w:pPr>
            <w:r w:rsidRPr="00D65A6F">
              <w:t>10,0</w:t>
            </w:r>
          </w:p>
        </w:tc>
        <w:tc>
          <w:tcPr>
            <w:tcW w:w="228" w:type="dxa"/>
            <w:noWrap/>
          </w:tcPr>
          <w:p w:rsidR="00ED5A65" w:rsidRPr="00C32B54" w:rsidRDefault="00ED5A65" w:rsidP="007E7340">
            <w:pPr>
              <w:pStyle w:val="TabNumeri"/>
            </w:pPr>
          </w:p>
        </w:tc>
        <w:tc>
          <w:tcPr>
            <w:tcW w:w="510" w:type="dxa"/>
            <w:noWrap/>
          </w:tcPr>
          <w:p w:rsidR="00ED5A65" w:rsidRPr="00904DA8" w:rsidRDefault="00ED5A65" w:rsidP="007E7340">
            <w:pPr>
              <w:pStyle w:val="TabNumeri"/>
            </w:pPr>
            <w:r w:rsidRPr="00904DA8">
              <w:t>10,0</w:t>
            </w:r>
          </w:p>
        </w:tc>
        <w:tc>
          <w:tcPr>
            <w:tcW w:w="397" w:type="dxa"/>
            <w:noWrap/>
          </w:tcPr>
          <w:p w:rsidR="00ED5A65" w:rsidRPr="00904DA8" w:rsidRDefault="00ED5A65" w:rsidP="007E7340">
            <w:pPr>
              <w:pStyle w:val="TabNumeri"/>
            </w:pPr>
            <w:r w:rsidRPr="00904DA8">
              <w:t>[8]</w:t>
            </w:r>
          </w:p>
        </w:tc>
        <w:tc>
          <w:tcPr>
            <w:tcW w:w="680" w:type="dxa"/>
            <w:noWrap/>
          </w:tcPr>
          <w:p w:rsidR="00ED5A65" w:rsidRPr="003C782D" w:rsidRDefault="00ED5A65" w:rsidP="007E7340">
            <w:pPr>
              <w:pStyle w:val="TabNumeri"/>
            </w:pPr>
            <w:r w:rsidRPr="003C782D">
              <w:t>10,0</w:t>
            </w:r>
          </w:p>
        </w:tc>
        <w:tc>
          <w:tcPr>
            <w:tcW w:w="228" w:type="dxa"/>
          </w:tcPr>
          <w:p w:rsidR="00ED5A65" w:rsidRPr="00AA375C" w:rsidRDefault="00ED5A65" w:rsidP="007E7340">
            <w:pPr>
              <w:pStyle w:val="TabNumeri"/>
            </w:pPr>
          </w:p>
        </w:tc>
        <w:tc>
          <w:tcPr>
            <w:tcW w:w="113" w:type="dxa"/>
            <w:noWrap/>
          </w:tcPr>
          <w:p w:rsidR="00ED5A65" w:rsidRPr="00B64650" w:rsidRDefault="00ED5A65" w:rsidP="007E7340">
            <w:pPr>
              <w:pStyle w:val="TabNumeri"/>
            </w:pPr>
          </w:p>
        </w:tc>
        <w:tc>
          <w:tcPr>
            <w:tcW w:w="680" w:type="dxa"/>
          </w:tcPr>
          <w:p w:rsidR="00ED5A65" w:rsidRPr="009E61ED" w:rsidRDefault="00ED5A65" w:rsidP="007E7340">
            <w:pPr>
              <w:pStyle w:val="TabNumeri"/>
            </w:pPr>
            <w:r w:rsidRPr="009E61ED">
              <w:t>10,3</w:t>
            </w:r>
          </w:p>
        </w:tc>
        <w:tc>
          <w:tcPr>
            <w:tcW w:w="228" w:type="dxa"/>
            <w:noWrap/>
          </w:tcPr>
          <w:p w:rsidR="00ED5A65" w:rsidRPr="00811B57" w:rsidRDefault="00ED5A65" w:rsidP="007E7340">
            <w:pPr>
              <w:pStyle w:val="TabNumeri"/>
            </w:pPr>
          </w:p>
        </w:tc>
        <w:tc>
          <w:tcPr>
            <w:tcW w:w="680" w:type="dxa"/>
            <w:noWrap/>
          </w:tcPr>
          <w:p w:rsidR="00ED5A65" w:rsidRPr="00A27A0A" w:rsidRDefault="00ED5A65" w:rsidP="007E7340">
            <w:pPr>
              <w:pStyle w:val="TabNumeri"/>
            </w:pPr>
            <w:r w:rsidRPr="00A27A0A">
              <w:t>10,0</w:t>
            </w:r>
          </w:p>
        </w:tc>
        <w:tc>
          <w:tcPr>
            <w:tcW w:w="228" w:type="dxa"/>
            <w:noWrap/>
          </w:tcPr>
          <w:p w:rsidR="00ED5A65" w:rsidRPr="00DC6642" w:rsidRDefault="00ED5A65" w:rsidP="007E7340">
            <w:pPr>
              <w:pStyle w:val="TabNumeri"/>
            </w:pPr>
          </w:p>
        </w:tc>
        <w:tc>
          <w:tcPr>
            <w:tcW w:w="510" w:type="dxa"/>
            <w:noWrap/>
          </w:tcPr>
          <w:p w:rsidR="00ED5A65" w:rsidRPr="00986A4F" w:rsidRDefault="00ED5A65" w:rsidP="007E7340">
            <w:pPr>
              <w:pStyle w:val="TabNumeri"/>
            </w:pPr>
            <w:r w:rsidRPr="00986A4F">
              <w:t>9,9</w:t>
            </w:r>
          </w:p>
        </w:tc>
        <w:tc>
          <w:tcPr>
            <w:tcW w:w="397" w:type="dxa"/>
            <w:noWrap/>
          </w:tcPr>
          <w:p w:rsidR="00ED5A65" w:rsidRPr="00986A4F" w:rsidRDefault="00ED5A65" w:rsidP="007E7340">
            <w:pPr>
              <w:pStyle w:val="TabNumeri"/>
            </w:pPr>
            <w:r w:rsidRPr="00986A4F">
              <w:t>[8]</w:t>
            </w:r>
          </w:p>
        </w:tc>
        <w:tc>
          <w:tcPr>
            <w:tcW w:w="680" w:type="dxa"/>
            <w:noWrap/>
          </w:tcPr>
          <w:p w:rsidR="00ED5A65" w:rsidRPr="00413582" w:rsidRDefault="00ED5A65" w:rsidP="007E7340">
            <w:pPr>
              <w:pStyle w:val="TabNumeri"/>
            </w:pPr>
            <w:r w:rsidRPr="00413582">
              <w:t>10,0</w:t>
            </w:r>
          </w:p>
        </w:tc>
        <w:tc>
          <w:tcPr>
            <w:tcW w:w="227" w:type="dxa"/>
            <w:noWrap/>
          </w:tcPr>
          <w:p w:rsidR="00ED5A65" w:rsidRPr="00A319C0" w:rsidRDefault="00ED5A65" w:rsidP="007E7340">
            <w:pPr>
              <w:pStyle w:val="TabNumeri"/>
            </w:pPr>
          </w:p>
        </w:tc>
      </w:tr>
      <w:tr w:rsidR="00ED5A65" w:rsidTr="007E7340">
        <w:trPr>
          <w:cantSplit/>
          <w:trHeight w:val="255"/>
        </w:trPr>
        <w:tc>
          <w:tcPr>
            <w:tcW w:w="1985" w:type="dxa"/>
            <w:shd w:val="clear" w:color="auto" w:fill="EAF1DD" w:themeFill="accent3" w:themeFillTint="33"/>
            <w:noWrap/>
          </w:tcPr>
          <w:p w:rsidR="00ED5A65" w:rsidRPr="00233F5C" w:rsidRDefault="00ED5A65" w:rsidP="007E7340">
            <w:pPr>
              <w:pStyle w:val="TabEtichette"/>
            </w:pPr>
            <w:r w:rsidRPr="00233F5C">
              <w:t>Prezzi al consumo</w:t>
            </w:r>
          </w:p>
        </w:tc>
        <w:tc>
          <w:tcPr>
            <w:tcW w:w="680" w:type="dxa"/>
            <w:shd w:val="clear" w:color="auto" w:fill="EAF1DD" w:themeFill="accent3" w:themeFillTint="33"/>
            <w:noWrap/>
          </w:tcPr>
          <w:p w:rsidR="00ED5A65" w:rsidRPr="00F86988" w:rsidRDefault="00ED5A65" w:rsidP="007E7340">
            <w:pPr>
              <w:pStyle w:val="TabNumeri"/>
            </w:pPr>
            <w:r w:rsidRPr="00F86988">
              <w:t>0,7</w:t>
            </w:r>
          </w:p>
        </w:tc>
        <w:tc>
          <w:tcPr>
            <w:tcW w:w="228" w:type="dxa"/>
            <w:shd w:val="clear" w:color="auto" w:fill="EAF1DD" w:themeFill="accent3" w:themeFillTint="33"/>
            <w:noWrap/>
          </w:tcPr>
          <w:p w:rsidR="00ED5A65" w:rsidRPr="00B64650" w:rsidRDefault="00ED5A65" w:rsidP="007E7340">
            <w:pPr>
              <w:pStyle w:val="TabNumeri"/>
            </w:pPr>
          </w:p>
        </w:tc>
        <w:tc>
          <w:tcPr>
            <w:tcW w:w="680" w:type="dxa"/>
            <w:shd w:val="clear" w:color="auto" w:fill="EAF1DD" w:themeFill="accent3" w:themeFillTint="33"/>
            <w:noWrap/>
          </w:tcPr>
          <w:p w:rsidR="00ED5A65" w:rsidRPr="00D65A6F" w:rsidRDefault="00ED5A65" w:rsidP="007E7340">
            <w:pPr>
              <w:pStyle w:val="TabNumeri"/>
            </w:pPr>
            <w:r w:rsidRPr="00D65A6F">
              <w:t>0,6</w:t>
            </w:r>
          </w:p>
        </w:tc>
        <w:tc>
          <w:tcPr>
            <w:tcW w:w="228" w:type="dxa"/>
            <w:shd w:val="clear" w:color="auto" w:fill="EAF1DD" w:themeFill="accent3" w:themeFillTint="33"/>
            <w:noWrap/>
          </w:tcPr>
          <w:p w:rsidR="00ED5A65" w:rsidRPr="00C32B54" w:rsidRDefault="00ED5A65" w:rsidP="007E7340">
            <w:pPr>
              <w:pStyle w:val="TabNumeri"/>
            </w:pPr>
            <w:r w:rsidRPr="00C32B54">
              <w:t>[5]</w:t>
            </w:r>
          </w:p>
        </w:tc>
        <w:tc>
          <w:tcPr>
            <w:tcW w:w="510" w:type="dxa"/>
            <w:shd w:val="clear" w:color="auto" w:fill="EAF1DD" w:themeFill="accent3" w:themeFillTint="33"/>
            <w:noWrap/>
          </w:tcPr>
          <w:p w:rsidR="00ED5A65" w:rsidRPr="00904DA8" w:rsidRDefault="00ED5A65" w:rsidP="007E7340">
            <w:pPr>
              <w:pStyle w:val="TabNumeri"/>
            </w:pPr>
            <w:r w:rsidRPr="00904DA8">
              <w:t>0,6</w:t>
            </w:r>
          </w:p>
        </w:tc>
        <w:tc>
          <w:tcPr>
            <w:tcW w:w="397" w:type="dxa"/>
            <w:shd w:val="clear" w:color="auto" w:fill="EAF1DD" w:themeFill="accent3" w:themeFillTint="33"/>
            <w:noWrap/>
          </w:tcPr>
          <w:p w:rsidR="00ED5A65" w:rsidRPr="00904DA8" w:rsidRDefault="00ED5A65" w:rsidP="007E7340">
            <w:pPr>
              <w:pStyle w:val="TabNumeri"/>
            </w:pPr>
            <w:r w:rsidRPr="00904DA8">
              <w:t>[7]</w:t>
            </w:r>
          </w:p>
        </w:tc>
        <w:tc>
          <w:tcPr>
            <w:tcW w:w="680" w:type="dxa"/>
            <w:shd w:val="clear" w:color="auto" w:fill="EAF1DD" w:themeFill="accent3" w:themeFillTint="33"/>
            <w:noWrap/>
          </w:tcPr>
          <w:p w:rsidR="00ED5A65" w:rsidRPr="003C782D" w:rsidRDefault="00ED5A65" w:rsidP="007E7340">
            <w:pPr>
              <w:pStyle w:val="TabNumeri"/>
            </w:pPr>
            <w:r w:rsidRPr="003C782D">
              <w:t>0,6</w:t>
            </w:r>
          </w:p>
        </w:tc>
        <w:tc>
          <w:tcPr>
            <w:tcW w:w="228" w:type="dxa"/>
            <w:shd w:val="clear" w:color="auto" w:fill="EAF1DD" w:themeFill="accent3" w:themeFillTint="33"/>
          </w:tcPr>
          <w:p w:rsidR="00ED5A65" w:rsidRPr="00AA375C" w:rsidRDefault="00ED5A65" w:rsidP="007E7340">
            <w:pPr>
              <w:pStyle w:val="TabNumeri"/>
            </w:pPr>
            <w:r w:rsidRPr="00AA375C">
              <w:t>[5]</w:t>
            </w:r>
          </w:p>
        </w:tc>
        <w:tc>
          <w:tcPr>
            <w:tcW w:w="113" w:type="dxa"/>
            <w:shd w:val="clear" w:color="auto" w:fill="EAF1DD" w:themeFill="accent3" w:themeFillTint="33"/>
            <w:noWrap/>
          </w:tcPr>
          <w:p w:rsidR="00ED5A65" w:rsidRPr="00B64650" w:rsidRDefault="00ED5A65" w:rsidP="007E7340">
            <w:pPr>
              <w:pStyle w:val="TabNumeri"/>
            </w:pPr>
          </w:p>
        </w:tc>
        <w:tc>
          <w:tcPr>
            <w:tcW w:w="680" w:type="dxa"/>
            <w:shd w:val="clear" w:color="auto" w:fill="EAF1DD" w:themeFill="accent3" w:themeFillTint="33"/>
          </w:tcPr>
          <w:p w:rsidR="00ED5A65" w:rsidRPr="009E61ED" w:rsidRDefault="00ED5A65" w:rsidP="007E7340">
            <w:pPr>
              <w:pStyle w:val="TabNumeri"/>
            </w:pPr>
            <w:r w:rsidRPr="009E61ED">
              <w:t>1,0</w:t>
            </w:r>
          </w:p>
        </w:tc>
        <w:tc>
          <w:tcPr>
            <w:tcW w:w="228" w:type="dxa"/>
            <w:shd w:val="clear" w:color="auto" w:fill="EAF1DD" w:themeFill="accent3" w:themeFillTint="33"/>
            <w:noWrap/>
          </w:tcPr>
          <w:p w:rsidR="00ED5A65" w:rsidRPr="00811B57" w:rsidRDefault="00ED5A65" w:rsidP="007E7340">
            <w:pPr>
              <w:pStyle w:val="TabNumeri"/>
            </w:pPr>
          </w:p>
        </w:tc>
        <w:tc>
          <w:tcPr>
            <w:tcW w:w="680" w:type="dxa"/>
            <w:shd w:val="clear" w:color="auto" w:fill="EAF1DD" w:themeFill="accent3" w:themeFillTint="33"/>
            <w:noWrap/>
          </w:tcPr>
          <w:p w:rsidR="00ED5A65" w:rsidRPr="00A27A0A" w:rsidRDefault="00ED5A65" w:rsidP="007E7340">
            <w:pPr>
              <w:pStyle w:val="TabNumeri"/>
            </w:pPr>
            <w:r w:rsidRPr="00A27A0A">
              <w:t>0,8</w:t>
            </w:r>
          </w:p>
        </w:tc>
        <w:tc>
          <w:tcPr>
            <w:tcW w:w="228" w:type="dxa"/>
            <w:shd w:val="clear" w:color="auto" w:fill="EAF1DD" w:themeFill="accent3" w:themeFillTint="33"/>
            <w:noWrap/>
          </w:tcPr>
          <w:p w:rsidR="00ED5A65" w:rsidRPr="00DC6642" w:rsidRDefault="00ED5A65" w:rsidP="007E7340">
            <w:pPr>
              <w:pStyle w:val="TabNumeri"/>
            </w:pPr>
            <w:r w:rsidRPr="00DC6642">
              <w:t>[5]</w:t>
            </w:r>
          </w:p>
        </w:tc>
        <w:tc>
          <w:tcPr>
            <w:tcW w:w="510" w:type="dxa"/>
            <w:shd w:val="clear" w:color="auto" w:fill="EAF1DD" w:themeFill="accent3" w:themeFillTint="33"/>
            <w:noWrap/>
          </w:tcPr>
          <w:p w:rsidR="00ED5A65" w:rsidRPr="00986A4F" w:rsidRDefault="00ED5A65" w:rsidP="007E7340">
            <w:pPr>
              <w:pStyle w:val="TabNumeri"/>
            </w:pPr>
            <w:r w:rsidRPr="00986A4F">
              <w:t>0,7</w:t>
            </w:r>
          </w:p>
        </w:tc>
        <w:tc>
          <w:tcPr>
            <w:tcW w:w="397" w:type="dxa"/>
            <w:shd w:val="clear" w:color="auto" w:fill="EAF1DD" w:themeFill="accent3" w:themeFillTint="33"/>
            <w:noWrap/>
          </w:tcPr>
          <w:p w:rsidR="00ED5A65" w:rsidRPr="00986A4F" w:rsidRDefault="00ED5A65" w:rsidP="007E7340">
            <w:pPr>
              <w:pStyle w:val="TabNumeri"/>
            </w:pPr>
            <w:r w:rsidRPr="00986A4F">
              <w:t>[7]</w:t>
            </w:r>
          </w:p>
        </w:tc>
        <w:tc>
          <w:tcPr>
            <w:tcW w:w="680" w:type="dxa"/>
            <w:shd w:val="clear" w:color="auto" w:fill="EAF1DD" w:themeFill="accent3" w:themeFillTint="33"/>
            <w:noWrap/>
          </w:tcPr>
          <w:p w:rsidR="00ED5A65" w:rsidRPr="00413582" w:rsidRDefault="00ED5A65" w:rsidP="007E7340">
            <w:pPr>
              <w:pStyle w:val="TabNumeri"/>
            </w:pPr>
            <w:r w:rsidRPr="00413582">
              <w:t>0,6</w:t>
            </w:r>
          </w:p>
        </w:tc>
        <w:tc>
          <w:tcPr>
            <w:tcW w:w="227" w:type="dxa"/>
            <w:shd w:val="clear" w:color="auto" w:fill="EAF1DD" w:themeFill="accent3" w:themeFillTint="33"/>
            <w:noWrap/>
          </w:tcPr>
          <w:p w:rsidR="00ED5A65" w:rsidRPr="00A319C0" w:rsidRDefault="00ED5A65" w:rsidP="007E7340">
            <w:pPr>
              <w:pStyle w:val="TabNumeri"/>
            </w:pPr>
            <w:r w:rsidRPr="00A319C0">
              <w:t>[5]</w:t>
            </w:r>
          </w:p>
        </w:tc>
      </w:tr>
      <w:tr w:rsidR="00ED5A65" w:rsidTr="007E7340">
        <w:trPr>
          <w:cantSplit/>
          <w:trHeight w:val="255"/>
        </w:trPr>
        <w:tc>
          <w:tcPr>
            <w:tcW w:w="1985" w:type="dxa"/>
            <w:noWrap/>
          </w:tcPr>
          <w:p w:rsidR="00ED5A65" w:rsidRPr="00233F5C" w:rsidRDefault="00ED5A65" w:rsidP="007E7340">
            <w:pPr>
              <w:pStyle w:val="TabEtichette"/>
            </w:pPr>
            <w:r>
              <w:t xml:space="preserve">Saldo c. c. </w:t>
            </w:r>
            <w:proofErr w:type="spellStart"/>
            <w:r>
              <w:t>Bil</w:t>
            </w:r>
            <w:proofErr w:type="spellEnd"/>
            <w:r>
              <w:t xml:space="preserve"> </w:t>
            </w:r>
            <w:proofErr w:type="spellStart"/>
            <w:r>
              <w:t>Pag</w:t>
            </w:r>
            <w:proofErr w:type="spellEnd"/>
            <w:r>
              <w:t xml:space="preserve"> [b</w:t>
            </w:r>
            <w:r w:rsidRPr="00233F5C">
              <w:t>]</w:t>
            </w:r>
          </w:p>
        </w:tc>
        <w:tc>
          <w:tcPr>
            <w:tcW w:w="680" w:type="dxa"/>
            <w:noWrap/>
          </w:tcPr>
          <w:p w:rsidR="00ED5A65" w:rsidRPr="00F86988" w:rsidRDefault="00ED5A65" w:rsidP="007E7340">
            <w:pPr>
              <w:pStyle w:val="TabNumeri"/>
            </w:pPr>
            <w:r w:rsidRPr="00F86988">
              <w:t>2,9</w:t>
            </w:r>
          </w:p>
        </w:tc>
        <w:tc>
          <w:tcPr>
            <w:tcW w:w="228" w:type="dxa"/>
            <w:noWrap/>
          </w:tcPr>
          <w:p w:rsidR="00ED5A65" w:rsidRPr="00B64650" w:rsidRDefault="00ED5A65" w:rsidP="007E7340">
            <w:pPr>
              <w:pStyle w:val="TabNumeri"/>
            </w:pPr>
          </w:p>
        </w:tc>
        <w:tc>
          <w:tcPr>
            <w:tcW w:w="680" w:type="dxa"/>
            <w:noWrap/>
          </w:tcPr>
          <w:p w:rsidR="00ED5A65" w:rsidRPr="00D65A6F" w:rsidRDefault="00ED5A65" w:rsidP="007E7340">
            <w:pPr>
              <w:pStyle w:val="TabNumeri"/>
            </w:pPr>
            <w:r w:rsidRPr="00D65A6F">
              <w:t>2,9</w:t>
            </w:r>
          </w:p>
        </w:tc>
        <w:tc>
          <w:tcPr>
            <w:tcW w:w="228" w:type="dxa"/>
            <w:noWrap/>
          </w:tcPr>
          <w:p w:rsidR="00ED5A65" w:rsidRPr="00C32B54" w:rsidRDefault="00ED5A65" w:rsidP="007E7340">
            <w:pPr>
              <w:pStyle w:val="TabNumeri"/>
            </w:pPr>
          </w:p>
        </w:tc>
        <w:tc>
          <w:tcPr>
            <w:tcW w:w="510" w:type="dxa"/>
            <w:noWrap/>
          </w:tcPr>
          <w:p w:rsidR="00ED5A65" w:rsidRPr="00904DA8" w:rsidRDefault="00ED5A65" w:rsidP="007E7340">
            <w:pPr>
              <w:pStyle w:val="TabNumeri"/>
            </w:pPr>
            <w:r w:rsidRPr="00904DA8">
              <w:t>3,1</w:t>
            </w:r>
          </w:p>
        </w:tc>
        <w:tc>
          <w:tcPr>
            <w:tcW w:w="397" w:type="dxa"/>
            <w:noWrap/>
          </w:tcPr>
          <w:p w:rsidR="00ED5A65" w:rsidRPr="00904DA8" w:rsidRDefault="00ED5A65" w:rsidP="007E7340">
            <w:pPr>
              <w:pStyle w:val="TabNumeri"/>
            </w:pPr>
            <w:r w:rsidRPr="00904DA8">
              <w:t>[6 7]</w:t>
            </w:r>
          </w:p>
        </w:tc>
        <w:tc>
          <w:tcPr>
            <w:tcW w:w="680" w:type="dxa"/>
            <w:noWrap/>
          </w:tcPr>
          <w:p w:rsidR="00ED5A65" w:rsidRPr="003C782D" w:rsidRDefault="00ED5A65" w:rsidP="007E7340">
            <w:pPr>
              <w:pStyle w:val="TabNumeri"/>
            </w:pPr>
            <w:r w:rsidRPr="003C782D">
              <w:t>2,7</w:t>
            </w:r>
          </w:p>
        </w:tc>
        <w:tc>
          <w:tcPr>
            <w:tcW w:w="228" w:type="dxa"/>
          </w:tcPr>
          <w:p w:rsidR="00ED5A65" w:rsidRPr="00AA375C" w:rsidRDefault="00ED5A65" w:rsidP="007E7340">
            <w:pPr>
              <w:pStyle w:val="TabNumeri"/>
            </w:pPr>
          </w:p>
        </w:tc>
        <w:tc>
          <w:tcPr>
            <w:tcW w:w="113" w:type="dxa"/>
            <w:noWrap/>
          </w:tcPr>
          <w:p w:rsidR="00ED5A65" w:rsidRPr="00B64650" w:rsidRDefault="00ED5A65" w:rsidP="007E7340">
            <w:pPr>
              <w:pStyle w:val="TabNumeri"/>
            </w:pPr>
          </w:p>
        </w:tc>
        <w:tc>
          <w:tcPr>
            <w:tcW w:w="680" w:type="dxa"/>
          </w:tcPr>
          <w:p w:rsidR="00ED5A65" w:rsidRPr="009E61ED" w:rsidRDefault="00ED5A65" w:rsidP="007E7340">
            <w:pPr>
              <w:pStyle w:val="TabNumeri"/>
            </w:pPr>
            <w:r w:rsidRPr="009E61ED">
              <w:t>2,9</w:t>
            </w:r>
          </w:p>
        </w:tc>
        <w:tc>
          <w:tcPr>
            <w:tcW w:w="228" w:type="dxa"/>
            <w:noWrap/>
          </w:tcPr>
          <w:p w:rsidR="00ED5A65" w:rsidRPr="00811B57" w:rsidRDefault="00ED5A65" w:rsidP="007E7340">
            <w:pPr>
              <w:pStyle w:val="TabNumeri"/>
            </w:pPr>
          </w:p>
        </w:tc>
        <w:tc>
          <w:tcPr>
            <w:tcW w:w="680" w:type="dxa"/>
            <w:noWrap/>
          </w:tcPr>
          <w:p w:rsidR="00ED5A65" w:rsidRPr="00A27A0A" w:rsidRDefault="00ED5A65" w:rsidP="007E7340">
            <w:pPr>
              <w:pStyle w:val="TabNumeri"/>
            </w:pPr>
            <w:r w:rsidRPr="00A27A0A">
              <w:t>2,9</w:t>
            </w:r>
          </w:p>
        </w:tc>
        <w:tc>
          <w:tcPr>
            <w:tcW w:w="228" w:type="dxa"/>
            <w:noWrap/>
          </w:tcPr>
          <w:p w:rsidR="00ED5A65" w:rsidRPr="00DC6642" w:rsidRDefault="00ED5A65" w:rsidP="007E7340">
            <w:pPr>
              <w:pStyle w:val="TabNumeri"/>
            </w:pPr>
          </w:p>
        </w:tc>
        <w:tc>
          <w:tcPr>
            <w:tcW w:w="510" w:type="dxa"/>
            <w:noWrap/>
          </w:tcPr>
          <w:p w:rsidR="00ED5A65" w:rsidRPr="00986A4F" w:rsidRDefault="00ED5A65" w:rsidP="007E7340">
            <w:pPr>
              <w:pStyle w:val="TabNumeri"/>
            </w:pPr>
            <w:r w:rsidRPr="00986A4F">
              <w:t>3,2</w:t>
            </w:r>
          </w:p>
        </w:tc>
        <w:tc>
          <w:tcPr>
            <w:tcW w:w="397" w:type="dxa"/>
            <w:noWrap/>
          </w:tcPr>
          <w:p w:rsidR="00ED5A65" w:rsidRPr="00986A4F" w:rsidRDefault="00ED5A65" w:rsidP="007E7340">
            <w:pPr>
              <w:pStyle w:val="TabNumeri"/>
            </w:pPr>
            <w:r w:rsidRPr="00986A4F">
              <w:t>[6 7]</w:t>
            </w:r>
          </w:p>
        </w:tc>
        <w:tc>
          <w:tcPr>
            <w:tcW w:w="680" w:type="dxa"/>
            <w:noWrap/>
          </w:tcPr>
          <w:p w:rsidR="00ED5A65" w:rsidRPr="00413582" w:rsidRDefault="00ED5A65" w:rsidP="007E7340">
            <w:pPr>
              <w:pStyle w:val="TabNumeri"/>
            </w:pPr>
            <w:r w:rsidRPr="00413582">
              <w:t>2,7</w:t>
            </w:r>
          </w:p>
        </w:tc>
        <w:tc>
          <w:tcPr>
            <w:tcW w:w="227" w:type="dxa"/>
            <w:noWrap/>
          </w:tcPr>
          <w:p w:rsidR="00ED5A65" w:rsidRPr="00A319C0" w:rsidRDefault="00ED5A65" w:rsidP="007E7340">
            <w:pPr>
              <w:pStyle w:val="TabNumeri"/>
            </w:pPr>
          </w:p>
        </w:tc>
      </w:tr>
      <w:tr w:rsidR="00ED5A65" w:rsidTr="007E7340">
        <w:trPr>
          <w:cantSplit/>
          <w:trHeight w:val="255"/>
        </w:trPr>
        <w:tc>
          <w:tcPr>
            <w:tcW w:w="1985" w:type="dxa"/>
            <w:shd w:val="clear" w:color="auto" w:fill="EAF1DD" w:themeFill="accent3" w:themeFillTint="33"/>
            <w:noWrap/>
          </w:tcPr>
          <w:p w:rsidR="00ED5A65" w:rsidRPr="00233F5C" w:rsidRDefault="00ED5A65" w:rsidP="007E7340">
            <w:pPr>
              <w:pStyle w:val="TabEtichette"/>
            </w:pPr>
            <w:r w:rsidRPr="00233F5C">
              <w:t>Avanzo primario [</w:t>
            </w:r>
            <w:r>
              <w:t>b</w:t>
            </w:r>
            <w:r w:rsidRPr="00233F5C">
              <w:t>]</w:t>
            </w:r>
          </w:p>
        </w:tc>
        <w:tc>
          <w:tcPr>
            <w:tcW w:w="680" w:type="dxa"/>
            <w:shd w:val="clear" w:color="auto" w:fill="EAF1DD" w:themeFill="accent3" w:themeFillTint="33"/>
            <w:noWrap/>
          </w:tcPr>
          <w:p w:rsidR="00ED5A65" w:rsidRPr="00F86988" w:rsidRDefault="00ED5A65" w:rsidP="007E7340">
            <w:pPr>
              <w:pStyle w:val="TabNumeri"/>
            </w:pPr>
            <w:r w:rsidRPr="00F86988">
              <w:t>1,4</w:t>
            </w:r>
          </w:p>
        </w:tc>
        <w:tc>
          <w:tcPr>
            <w:tcW w:w="228" w:type="dxa"/>
            <w:shd w:val="clear" w:color="auto" w:fill="EAF1DD" w:themeFill="accent3" w:themeFillTint="33"/>
            <w:noWrap/>
          </w:tcPr>
          <w:p w:rsidR="00ED5A65" w:rsidRPr="00B64650" w:rsidRDefault="00ED5A65" w:rsidP="007E7340">
            <w:pPr>
              <w:pStyle w:val="TabNumeri"/>
            </w:pPr>
          </w:p>
        </w:tc>
        <w:tc>
          <w:tcPr>
            <w:tcW w:w="680" w:type="dxa"/>
            <w:shd w:val="clear" w:color="auto" w:fill="EAF1DD" w:themeFill="accent3" w:themeFillTint="33"/>
            <w:noWrap/>
          </w:tcPr>
          <w:p w:rsidR="00ED5A65" w:rsidRPr="00D65A6F" w:rsidRDefault="00ED5A65" w:rsidP="007E7340">
            <w:pPr>
              <w:pStyle w:val="TabNumeri"/>
            </w:pPr>
            <w:r w:rsidRPr="00D65A6F">
              <w:t>1,3</w:t>
            </w:r>
          </w:p>
        </w:tc>
        <w:tc>
          <w:tcPr>
            <w:tcW w:w="228" w:type="dxa"/>
            <w:shd w:val="clear" w:color="auto" w:fill="EAF1DD" w:themeFill="accent3" w:themeFillTint="33"/>
            <w:noWrap/>
          </w:tcPr>
          <w:p w:rsidR="00ED5A65" w:rsidRPr="00C32B54" w:rsidRDefault="00ED5A65" w:rsidP="007E7340">
            <w:pPr>
              <w:pStyle w:val="TabNumeri"/>
            </w:pPr>
          </w:p>
        </w:tc>
        <w:tc>
          <w:tcPr>
            <w:tcW w:w="510" w:type="dxa"/>
            <w:shd w:val="clear" w:color="auto" w:fill="EAF1DD" w:themeFill="accent3" w:themeFillTint="33"/>
            <w:noWrap/>
          </w:tcPr>
          <w:p w:rsidR="00ED5A65" w:rsidRPr="00904DA8" w:rsidRDefault="00ED5A65" w:rsidP="007E7340">
            <w:pPr>
              <w:pStyle w:val="TabNumeri"/>
            </w:pPr>
            <w:r w:rsidRPr="00904DA8">
              <w:t>1,7</w:t>
            </w:r>
          </w:p>
        </w:tc>
        <w:tc>
          <w:tcPr>
            <w:tcW w:w="397" w:type="dxa"/>
            <w:shd w:val="clear" w:color="auto" w:fill="EAF1DD" w:themeFill="accent3" w:themeFillTint="33"/>
            <w:noWrap/>
          </w:tcPr>
          <w:p w:rsidR="00ED5A65" w:rsidRPr="00904DA8" w:rsidRDefault="00ED5A65" w:rsidP="007E7340">
            <w:pPr>
              <w:pStyle w:val="TabNumeri"/>
            </w:pPr>
            <w:r w:rsidRPr="00904DA8">
              <w:t>[8]</w:t>
            </w:r>
          </w:p>
        </w:tc>
        <w:tc>
          <w:tcPr>
            <w:tcW w:w="680" w:type="dxa"/>
            <w:shd w:val="clear" w:color="auto" w:fill="EAF1DD" w:themeFill="accent3" w:themeFillTint="33"/>
            <w:noWrap/>
          </w:tcPr>
          <w:p w:rsidR="00ED5A65" w:rsidRPr="003C782D" w:rsidRDefault="00ED5A65" w:rsidP="007E7340">
            <w:pPr>
              <w:pStyle w:val="TabNumeri"/>
            </w:pPr>
            <w:r w:rsidRPr="003C782D">
              <w:t>1,1</w:t>
            </w:r>
          </w:p>
        </w:tc>
        <w:tc>
          <w:tcPr>
            <w:tcW w:w="228" w:type="dxa"/>
            <w:shd w:val="clear" w:color="auto" w:fill="EAF1DD" w:themeFill="accent3" w:themeFillTint="33"/>
          </w:tcPr>
          <w:p w:rsidR="00ED5A65" w:rsidRPr="00AA375C" w:rsidRDefault="00ED5A65" w:rsidP="007E7340">
            <w:pPr>
              <w:pStyle w:val="TabNumeri"/>
            </w:pPr>
          </w:p>
        </w:tc>
        <w:tc>
          <w:tcPr>
            <w:tcW w:w="113" w:type="dxa"/>
            <w:shd w:val="clear" w:color="auto" w:fill="EAF1DD" w:themeFill="accent3" w:themeFillTint="33"/>
            <w:noWrap/>
          </w:tcPr>
          <w:p w:rsidR="00ED5A65" w:rsidRPr="00B64650" w:rsidRDefault="00ED5A65" w:rsidP="007E7340">
            <w:pPr>
              <w:pStyle w:val="TabNumeri"/>
            </w:pPr>
          </w:p>
        </w:tc>
        <w:tc>
          <w:tcPr>
            <w:tcW w:w="680" w:type="dxa"/>
            <w:shd w:val="clear" w:color="auto" w:fill="EAF1DD" w:themeFill="accent3" w:themeFillTint="33"/>
          </w:tcPr>
          <w:p w:rsidR="00ED5A65" w:rsidRPr="009E61ED" w:rsidRDefault="00ED5A65" w:rsidP="007E7340">
            <w:pPr>
              <w:pStyle w:val="TabNumeri"/>
            </w:pPr>
            <w:r w:rsidRPr="009E61ED">
              <w:t>0,7</w:t>
            </w:r>
          </w:p>
        </w:tc>
        <w:tc>
          <w:tcPr>
            <w:tcW w:w="228" w:type="dxa"/>
            <w:shd w:val="clear" w:color="auto" w:fill="EAF1DD" w:themeFill="accent3" w:themeFillTint="33"/>
            <w:noWrap/>
          </w:tcPr>
          <w:p w:rsidR="00ED5A65" w:rsidRPr="00811B57" w:rsidRDefault="00ED5A65" w:rsidP="007E7340">
            <w:pPr>
              <w:pStyle w:val="TabNumeri"/>
            </w:pPr>
          </w:p>
        </w:tc>
        <w:tc>
          <w:tcPr>
            <w:tcW w:w="680" w:type="dxa"/>
            <w:shd w:val="clear" w:color="auto" w:fill="EAF1DD" w:themeFill="accent3" w:themeFillTint="33"/>
            <w:noWrap/>
          </w:tcPr>
          <w:p w:rsidR="00ED5A65" w:rsidRPr="00A27A0A" w:rsidRDefault="00ED5A65" w:rsidP="007E7340">
            <w:pPr>
              <w:pStyle w:val="TabNumeri"/>
            </w:pPr>
            <w:r w:rsidRPr="00A27A0A">
              <w:t>0,9</w:t>
            </w:r>
          </w:p>
        </w:tc>
        <w:tc>
          <w:tcPr>
            <w:tcW w:w="228" w:type="dxa"/>
            <w:shd w:val="clear" w:color="auto" w:fill="EAF1DD" w:themeFill="accent3" w:themeFillTint="33"/>
            <w:noWrap/>
          </w:tcPr>
          <w:p w:rsidR="00ED5A65" w:rsidRPr="00DC6642" w:rsidRDefault="00ED5A65" w:rsidP="007E7340">
            <w:pPr>
              <w:pStyle w:val="TabNumeri"/>
            </w:pPr>
          </w:p>
        </w:tc>
        <w:tc>
          <w:tcPr>
            <w:tcW w:w="510" w:type="dxa"/>
            <w:shd w:val="clear" w:color="auto" w:fill="EAF1DD" w:themeFill="accent3" w:themeFillTint="33"/>
            <w:noWrap/>
          </w:tcPr>
          <w:p w:rsidR="00ED5A65" w:rsidRPr="00986A4F" w:rsidRDefault="00ED5A65" w:rsidP="007E7340">
            <w:pPr>
              <w:pStyle w:val="TabNumeri"/>
            </w:pPr>
            <w:r w:rsidRPr="00986A4F">
              <w:t>1,4</w:t>
            </w:r>
          </w:p>
        </w:tc>
        <w:tc>
          <w:tcPr>
            <w:tcW w:w="397" w:type="dxa"/>
            <w:shd w:val="clear" w:color="auto" w:fill="EAF1DD" w:themeFill="accent3" w:themeFillTint="33"/>
            <w:noWrap/>
          </w:tcPr>
          <w:p w:rsidR="00ED5A65" w:rsidRPr="00986A4F" w:rsidRDefault="00ED5A65" w:rsidP="007E7340">
            <w:pPr>
              <w:pStyle w:val="TabNumeri"/>
            </w:pPr>
            <w:r w:rsidRPr="00986A4F">
              <w:t>[8]</w:t>
            </w:r>
          </w:p>
        </w:tc>
        <w:tc>
          <w:tcPr>
            <w:tcW w:w="680" w:type="dxa"/>
            <w:shd w:val="clear" w:color="auto" w:fill="EAF1DD" w:themeFill="accent3" w:themeFillTint="33"/>
            <w:noWrap/>
          </w:tcPr>
          <w:p w:rsidR="00ED5A65" w:rsidRPr="00413582" w:rsidRDefault="00ED5A65" w:rsidP="007E7340">
            <w:pPr>
              <w:pStyle w:val="TabNumeri"/>
            </w:pPr>
            <w:r w:rsidRPr="00413582">
              <w:t>1,0</w:t>
            </w:r>
          </w:p>
        </w:tc>
        <w:tc>
          <w:tcPr>
            <w:tcW w:w="227" w:type="dxa"/>
            <w:shd w:val="clear" w:color="auto" w:fill="EAF1DD" w:themeFill="accent3" w:themeFillTint="33"/>
            <w:noWrap/>
          </w:tcPr>
          <w:p w:rsidR="00ED5A65" w:rsidRPr="00A319C0" w:rsidRDefault="00ED5A65" w:rsidP="007E7340">
            <w:pPr>
              <w:pStyle w:val="TabNumeri"/>
            </w:pPr>
          </w:p>
        </w:tc>
      </w:tr>
      <w:tr w:rsidR="00ED5A65" w:rsidTr="007E7340">
        <w:trPr>
          <w:cantSplit/>
          <w:trHeight w:val="255"/>
        </w:trPr>
        <w:tc>
          <w:tcPr>
            <w:tcW w:w="1985" w:type="dxa"/>
            <w:noWrap/>
          </w:tcPr>
          <w:p w:rsidR="00ED5A65" w:rsidRPr="00233F5C" w:rsidRDefault="00ED5A65" w:rsidP="007E7340">
            <w:pPr>
              <w:pStyle w:val="TabEtichette"/>
            </w:pPr>
            <w:r w:rsidRPr="00233F5C">
              <w:t>Ind</w:t>
            </w:r>
            <w:r>
              <w:t>ebitamento A. P. [b</w:t>
            </w:r>
            <w:r w:rsidRPr="00233F5C">
              <w:t>]</w:t>
            </w:r>
          </w:p>
        </w:tc>
        <w:tc>
          <w:tcPr>
            <w:tcW w:w="680" w:type="dxa"/>
            <w:noWrap/>
          </w:tcPr>
          <w:p w:rsidR="00ED5A65" w:rsidRPr="00F86988" w:rsidRDefault="00ED5A65" w:rsidP="007E7340">
            <w:pPr>
              <w:pStyle w:val="TabNumeri"/>
            </w:pPr>
            <w:r w:rsidRPr="00F86988">
              <w:t>2,0</w:t>
            </w:r>
          </w:p>
        </w:tc>
        <w:tc>
          <w:tcPr>
            <w:tcW w:w="228" w:type="dxa"/>
            <w:noWrap/>
          </w:tcPr>
          <w:p w:rsidR="00ED5A65" w:rsidRPr="00B64650" w:rsidRDefault="00ED5A65" w:rsidP="007E7340">
            <w:pPr>
              <w:pStyle w:val="TabNumeri"/>
            </w:pPr>
          </w:p>
        </w:tc>
        <w:tc>
          <w:tcPr>
            <w:tcW w:w="680" w:type="dxa"/>
            <w:noWrap/>
          </w:tcPr>
          <w:p w:rsidR="00ED5A65" w:rsidRPr="00D65A6F" w:rsidRDefault="00ED5A65" w:rsidP="007E7340">
            <w:pPr>
              <w:pStyle w:val="TabNumeri"/>
            </w:pPr>
            <w:r w:rsidRPr="00D65A6F">
              <w:t>2,2</w:t>
            </w:r>
          </w:p>
        </w:tc>
        <w:tc>
          <w:tcPr>
            <w:tcW w:w="228" w:type="dxa"/>
            <w:noWrap/>
          </w:tcPr>
          <w:p w:rsidR="00ED5A65" w:rsidRPr="00C32B54" w:rsidRDefault="00ED5A65" w:rsidP="007E7340">
            <w:pPr>
              <w:pStyle w:val="TabNumeri"/>
            </w:pPr>
          </w:p>
        </w:tc>
        <w:tc>
          <w:tcPr>
            <w:tcW w:w="510" w:type="dxa"/>
            <w:noWrap/>
          </w:tcPr>
          <w:p w:rsidR="00ED5A65" w:rsidRPr="00904DA8" w:rsidRDefault="00ED5A65" w:rsidP="007E7340">
            <w:pPr>
              <w:pStyle w:val="TabNumeri"/>
            </w:pPr>
            <w:r w:rsidRPr="00904DA8">
              <w:t>2,2</w:t>
            </w:r>
          </w:p>
        </w:tc>
        <w:tc>
          <w:tcPr>
            <w:tcW w:w="397" w:type="dxa"/>
            <w:noWrap/>
          </w:tcPr>
          <w:p w:rsidR="00ED5A65" w:rsidRPr="00904DA8" w:rsidRDefault="00ED5A65" w:rsidP="007E7340">
            <w:pPr>
              <w:pStyle w:val="TabNumeri"/>
            </w:pPr>
            <w:r w:rsidRPr="00904DA8">
              <w:t>[7]</w:t>
            </w:r>
          </w:p>
        </w:tc>
        <w:tc>
          <w:tcPr>
            <w:tcW w:w="680" w:type="dxa"/>
            <w:noWrap/>
          </w:tcPr>
          <w:p w:rsidR="00ED5A65" w:rsidRPr="003C782D" w:rsidRDefault="00ED5A65" w:rsidP="007E7340">
            <w:pPr>
              <w:pStyle w:val="TabNumeri"/>
            </w:pPr>
            <w:r w:rsidRPr="003C782D">
              <w:t>2,2</w:t>
            </w:r>
          </w:p>
        </w:tc>
        <w:tc>
          <w:tcPr>
            <w:tcW w:w="228" w:type="dxa"/>
          </w:tcPr>
          <w:p w:rsidR="00ED5A65" w:rsidRPr="00AA375C" w:rsidRDefault="00ED5A65" w:rsidP="007E7340">
            <w:pPr>
              <w:pStyle w:val="TabNumeri"/>
            </w:pPr>
          </w:p>
        </w:tc>
        <w:tc>
          <w:tcPr>
            <w:tcW w:w="113" w:type="dxa"/>
            <w:noWrap/>
          </w:tcPr>
          <w:p w:rsidR="00ED5A65" w:rsidRPr="00B64650" w:rsidRDefault="00ED5A65" w:rsidP="007E7340">
            <w:pPr>
              <w:pStyle w:val="TabNumeri"/>
            </w:pPr>
          </w:p>
        </w:tc>
        <w:tc>
          <w:tcPr>
            <w:tcW w:w="680" w:type="dxa"/>
          </w:tcPr>
          <w:p w:rsidR="00ED5A65" w:rsidRPr="009E61ED" w:rsidRDefault="00ED5A65" w:rsidP="007E7340">
            <w:pPr>
              <w:pStyle w:val="TabNumeri"/>
            </w:pPr>
            <w:r w:rsidRPr="009E61ED">
              <w:t>2,5</w:t>
            </w:r>
          </w:p>
        </w:tc>
        <w:tc>
          <w:tcPr>
            <w:tcW w:w="228" w:type="dxa"/>
            <w:noWrap/>
          </w:tcPr>
          <w:p w:rsidR="00ED5A65" w:rsidRPr="00811B57" w:rsidRDefault="00ED5A65" w:rsidP="007E7340">
            <w:pPr>
              <w:pStyle w:val="TabNumeri"/>
            </w:pPr>
          </w:p>
        </w:tc>
        <w:tc>
          <w:tcPr>
            <w:tcW w:w="680" w:type="dxa"/>
            <w:noWrap/>
          </w:tcPr>
          <w:p w:rsidR="00ED5A65" w:rsidRPr="00A27A0A" w:rsidRDefault="00ED5A65" w:rsidP="007E7340">
            <w:pPr>
              <w:pStyle w:val="TabNumeri"/>
            </w:pPr>
            <w:r w:rsidRPr="00A27A0A">
              <w:t>2,3</w:t>
            </w:r>
          </w:p>
        </w:tc>
        <w:tc>
          <w:tcPr>
            <w:tcW w:w="228" w:type="dxa"/>
            <w:noWrap/>
          </w:tcPr>
          <w:p w:rsidR="00ED5A65" w:rsidRPr="00DC6642" w:rsidRDefault="00ED5A65" w:rsidP="007E7340">
            <w:pPr>
              <w:pStyle w:val="TabNumeri"/>
            </w:pPr>
          </w:p>
        </w:tc>
        <w:tc>
          <w:tcPr>
            <w:tcW w:w="510" w:type="dxa"/>
            <w:noWrap/>
          </w:tcPr>
          <w:p w:rsidR="00ED5A65" w:rsidRPr="00986A4F" w:rsidRDefault="00ED5A65" w:rsidP="007E7340">
            <w:pPr>
              <w:pStyle w:val="TabNumeri"/>
            </w:pPr>
            <w:r w:rsidRPr="00986A4F">
              <w:t>2,2</w:t>
            </w:r>
          </w:p>
        </w:tc>
        <w:tc>
          <w:tcPr>
            <w:tcW w:w="397" w:type="dxa"/>
            <w:noWrap/>
          </w:tcPr>
          <w:p w:rsidR="00ED5A65" w:rsidRPr="00986A4F" w:rsidRDefault="00ED5A65" w:rsidP="007E7340">
            <w:pPr>
              <w:pStyle w:val="TabNumeri"/>
            </w:pPr>
            <w:r w:rsidRPr="00986A4F">
              <w:t>[7]</w:t>
            </w:r>
          </w:p>
        </w:tc>
        <w:tc>
          <w:tcPr>
            <w:tcW w:w="680" w:type="dxa"/>
            <w:noWrap/>
          </w:tcPr>
          <w:p w:rsidR="00ED5A65" w:rsidRPr="00413582" w:rsidRDefault="00ED5A65" w:rsidP="007E7340">
            <w:pPr>
              <w:pStyle w:val="TabNumeri"/>
            </w:pPr>
            <w:r w:rsidRPr="00413582">
              <w:t>2,2</w:t>
            </w:r>
          </w:p>
        </w:tc>
        <w:tc>
          <w:tcPr>
            <w:tcW w:w="227" w:type="dxa"/>
            <w:noWrap/>
          </w:tcPr>
          <w:p w:rsidR="00ED5A65" w:rsidRPr="00A319C0" w:rsidRDefault="00ED5A65" w:rsidP="007E7340">
            <w:pPr>
              <w:pStyle w:val="TabNumeri"/>
            </w:pPr>
          </w:p>
        </w:tc>
      </w:tr>
      <w:tr w:rsidR="00ED5A65" w:rsidTr="007E7340">
        <w:trPr>
          <w:cantSplit/>
          <w:trHeight w:val="255"/>
        </w:trPr>
        <w:tc>
          <w:tcPr>
            <w:tcW w:w="1985" w:type="dxa"/>
            <w:tcBorders>
              <w:bottom w:val="single" w:sz="4" w:space="0" w:color="632423" w:themeColor="accent2" w:themeShade="80"/>
            </w:tcBorders>
            <w:shd w:val="clear" w:color="auto" w:fill="EAF1DD" w:themeFill="accent3" w:themeFillTint="33"/>
            <w:noWrap/>
          </w:tcPr>
          <w:p w:rsidR="00ED5A65" w:rsidRDefault="00ED5A65" w:rsidP="007E7340">
            <w:pPr>
              <w:pStyle w:val="TabEtichette"/>
            </w:pPr>
            <w:r>
              <w:t>Debito A. Pubblica [b</w:t>
            </w:r>
            <w:r w:rsidRPr="00233F5C">
              <w:t>]</w:t>
            </w:r>
          </w:p>
        </w:tc>
        <w:tc>
          <w:tcPr>
            <w:tcW w:w="680" w:type="dxa"/>
            <w:tcBorders>
              <w:bottom w:val="single" w:sz="4" w:space="0" w:color="632423" w:themeColor="accent2" w:themeShade="80"/>
            </w:tcBorders>
            <w:shd w:val="clear" w:color="auto" w:fill="EAF1DD" w:themeFill="accent3" w:themeFillTint="33"/>
            <w:noWrap/>
          </w:tcPr>
          <w:p w:rsidR="00ED5A65" w:rsidRDefault="00ED5A65" w:rsidP="007E7340">
            <w:pPr>
              <w:pStyle w:val="TabNumeri"/>
            </w:pPr>
            <w:r w:rsidRPr="00F86988">
              <w:t>133,2</w:t>
            </w:r>
          </w:p>
        </w:tc>
        <w:tc>
          <w:tcPr>
            <w:tcW w:w="228" w:type="dxa"/>
            <w:tcBorders>
              <w:bottom w:val="single" w:sz="4" w:space="0" w:color="632423" w:themeColor="accent2" w:themeShade="80"/>
            </w:tcBorders>
            <w:shd w:val="clear" w:color="auto" w:fill="EAF1DD" w:themeFill="accent3" w:themeFillTint="33"/>
            <w:noWrap/>
          </w:tcPr>
          <w:p w:rsidR="00ED5A65" w:rsidRPr="00B64650" w:rsidRDefault="00ED5A65" w:rsidP="007E7340">
            <w:pPr>
              <w:pStyle w:val="TabNumeri"/>
            </w:pPr>
          </w:p>
        </w:tc>
        <w:tc>
          <w:tcPr>
            <w:tcW w:w="680" w:type="dxa"/>
            <w:tcBorders>
              <w:bottom w:val="single" w:sz="4" w:space="0" w:color="632423" w:themeColor="accent2" w:themeShade="80"/>
            </w:tcBorders>
            <w:shd w:val="clear" w:color="auto" w:fill="EAF1DD" w:themeFill="accent3" w:themeFillTint="33"/>
            <w:noWrap/>
          </w:tcPr>
          <w:p w:rsidR="00ED5A65" w:rsidRDefault="00ED5A65" w:rsidP="007E7340">
            <w:pPr>
              <w:pStyle w:val="TabNumeri"/>
            </w:pPr>
            <w:r w:rsidRPr="00D65A6F">
              <w:t>136,2</w:t>
            </w:r>
          </w:p>
        </w:tc>
        <w:tc>
          <w:tcPr>
            <w:tcW w:w="228" w:type="dxa"/>
            <w:tcBorders>
              <w:bottom w:val="single" w:sz="4" w:space="0" w:color="632423" w:themeColor="accent2" w:themeShade="80"/>
            </w:tcBorders>
            <w:shd w:val="clear" w:color="auto" w:fill="EAF1DD" w:themeFill="accent3" w:themeFillTint="33"/>
            <w:noWrap/>
          </w:tcPr>
          <w:p w:rsidR="00ED5A65" w:rsidRDefault="00ED5A65" w:rsidP="007E7340">
            <w:pPr>
              <w:pStyle w:val="TabNumeri"/>
            </w:pPr>
          </w:p>
        </w:tc>
        <w:tc>
          <w:tcPr>
            <w:tcW w:w="510" w:type="dxa"/>
            <w:tcBorders>
              <w:bottom w:val="single" w:sz="4" w:space="0" w:color="632423" w:themeColor="accent2" w:themeShade="80"/>
            </w:tcBorders>
            <w:shd w:val="clear" w:color="auto" w:fill="EAF1DD" w:themeFill="accent3" w:themeFillTint="33"/>
            <w:noWrap/>
          </w:tcPr>
          <w:p w:rsidR="00ED5A65" w:rsidRPr="00904DA8" w:rsidRDefault="00ED5A65" w:rsidP="007E7340">
            <w:pPr>
              <w:pStyle w:val="TabNumeri"/>
            </w:pPr>
            <w:r w:rsidRPr="00904DA8">
              <w:t>133,2</w:t>
            </w:r>
          </w:p>
        </w:tc>
        <w:tc>
          <w:tcPr>
            <w:tcW w:w="397" w:type="dxa"/>
            <w:tcBorders>
              <w:bottom w:val="single" w:sz="4" w:space="0" w:color="632423" w:themeColor="accent2" w:themeShade="80"/>
            </w:tcBorders>
            <w:shd w:val="clear" w:color="auto" w:fill="EAF1DD" w:themeFill="accent3" w:themeFillTint="33"/>
            <w:noWrap/>
          </w:tcPr>
          <w:p w:rsidR="00ED5A65" w:rsidRDefault="00ED5A65" w:rsidP="007E7340">
            <w:pPr>
              <w:pStyle w:val="TabNumeri"/>
            </w:pPr>
            <w:r w:rsidRPr="00904DA8">
              <w:t>[8]</w:t>
            </w:r>
          </w:p>
        </w:tc>
        <w:tc>
          <w:tcPr>
            <w:tcW w:w="680" w:type="dxa"/>
            <w:tcBorders>
              <w:bottom w:val="single" w:sz="4" w:space="0" w:color="632423" w:themeColor="accent2" w:themeShade="80"/>
            </w:tcBorders>
            <w:shd w:val="clear" w:color="auto" w:fill="EAF1DD" w:themeFill="accent3" w:themeFillTint="33"/>
            <w:noWrap/>
          </w:tcPr>
          <w:p w:rsidR="00ED5A65" w:rsidRDefault="00ED5A65" w:rsidP="007E7340">
            <w:pPr>
              <w:pStyle w:val="TabNumeri"/>
            </w:pPr>
            <w:r w:rsidRPr="003C782D">
              <w:t>136,0</w:t>
            </w:r>
          </w:p>
        </w:tc>
        <w:tc>
          <w:tcPr>
            <w:tcW w:w="228" w:type="dxa"/>
            <w:tcBorders>
              <w:bottom w:val="single" w:sz="4" w:space="0" w:color="632423" w:themeColor="accent2" w:themeShade="80"/>
            </w:tcBorders>
            <w:shd w:val="clear" w:color="auto" w:fill="EAF1DD" w:themeFill="accent3" w:themeFillTint="33"/>
          </w:tcPr>
          <w:p w:rsidR="00ED5A65" w:rsidRDefault="00ED5A65" w:rsidP="007E7340">
            <w:pPr>
              <w:pStyle w:val="TabNumeri"/>
            </w:pPr>
          </w:p>
        </w:tc>
        <w:tc>
          <w:tcPr>
            <w:tcW w:w="113" w:type="dxa"/>
            <w:tcBorders>
              <w:bottom w:val="single" w:sz="4" w:space="0" w:color="632423" w:themeColor="accent2" w:themeShade="80"/>
            </w:tcBorders>
            <w:shd w:val="clear" w:color="auto" w:fill="EAF1DD" w:themeFill="accent3" w:themeFillTint="33"/>
            <w:noWrap/>
          </w:tcPr>
          <w:p w:rsidR="00ED5A65" w:rsidRPr="00B64650" w:rsidRDefault="00ED5A65" w:rsidP="007E7340">
            <w:pPr>
              <w:pStyle w:val="TabNumeri"/>
            </w:pPr>
          </w:p>
        </w:tc>
        <w:tc>
          <w:tcPr>
            <w:tcW w:w="680" w:type="dxa"/>
            <w:tcBorders>
              <w:bottom w:val="single" w:sz="4" w:space="0" w:color="632423" w:themeColor="accent2" w:themeShade="80"/>
            </w:tcBorders>
            <w:shd w:val="clear" w:color="auto" w:fill="EAF1DD" w:themeFill="accent3" w:themeFillTint="33"/>
          </w:tcPr>
          <w:p w:rsidR="00ED5A65" w:rsidRDefault="00ED5A65" w:rsidP="007E7340">
            <w:pPr>
              <w:pStyle w:val="TabNumeri"/>
            </w:pPr>
            <w:r w:rsidRPr="009E61ED">
              <w:t>133,7</w:t>
            </w:r>
          </w:p>
        </w:tc>
        <w:tc>
          <w:tcPr>
            <w:tcW w:w="228" w:type="dxa"/>
            <w:tcBorders>
              <w:bottom w:val="single" w:sz="4" w:space="0" w:color="632423" w:themeColor="accent2" w:themeShade="80"/>
            </w:tcBorders>
            <w:shd w:val="clear" w:color="auto" w:fill="EAF1DD" w:themeFill="accent3" w:themeFillTint="33"/>
            <w:noWrap/>
          </w:tcPr>
          <w:p w:rsidR="00ED5A65" w:rsidRDefault="00ED5A65" w:rsidP="007E7340">
            <w:pPr>
              <w:pStyle w:val="TabNumeri"/>
            </w:pPr>
          </w:p>
        </w:tc>
        <w:tc>
          <w:tcPr>
            <w:tcW w:w="680" w:type="dxa"/>
            <w:tcBorders>
              <w:bottom w:val="single" w:sz="4" w:space="0" w:color="632423" w:themeColor="accent2" w:themeShade="80"/>
            </w:tcBorders>
            <w:shd w:val="clear" w:color="auto" w:fill="EAF1DD" w:themeFill="accent3" w:themeFillTint="33"/>
            <w:noWrap/>
          </w:tcPr>
          <w:p w:rsidR="00ED5A65" w:rsidRDefault="00ED5A65" w:rsidP="007E7340">
            <w:pPr>
              <w:pStyle w:val="TabNumeri"/>
            </w:pPr>
            <w:r w:rsidRPr="00A27A0A">
              <w:t>136,8</w:t>
            </w:r>
          </w:p>
        </w:tc>
        <w:tc>
          <w:tcPr>
            <w:tcW w:w="228" w:type="dxa"/>
            <w:tcBorders>
              <w:bottom w:val="single" w:sz="4" w:space="0" w:color="632423" w:themeColor="accent2" w:themeShade="80"/>
            </w:tcBorders>
            <w:shd w:val="clear" w:color="auto" w:fill="EAF1DD" w:themeFill="accent3" w:themeFillTint="33"/>
            <w:noWrap/>
          </w:tcPr>
          <w:p w:rsidR="00ED5A65" w:rsidRDefault="00ED5A65" w:rsidP="007E7340">
            <w:pPr>
              <w:pStyle w:val="TabNumeri"/>
            </w:pPr>
          </w:p>
        </w:tc>
        <w:tc>
          <w:tcPr>
            <w:tcW w:w="510" w:type="dxa"/>
            <w:tcBorders>
              <w:bottom w:val="single" w:sz="4" w:space="0" w:color="632423" w:themeColor="accent2" w:themeShade="80"/>
            </w:tcBorders>
            <w:shd w:val="clear" w:color="auto" w:fill="EAF1DD" w:themeFill="accent3" w:themeFillTint="33"/>
            <w:noWrap/>
          </w:tcPr>
          <w:p w:rsidR="00ED5A65" w:rsidRPr="00986A4F" w:rsidRDefault="00ED5A65" w:rsidP="007E7340">
            <w:pPr>
              <w:pStyle w:val="TabNumeri"/>
            </w:pPr>
            <w:r w:rsidRPr="00986A4F">
              <w:t>132,7</w:t>
            </w:r>
          </w:p>
        </w:tc>
        <w:tc>
          <w:tcPr>
            <w:tcW w:w="397" w:type="dxa"/>
            <w:tcBorders>
              <w:bottom w:val="single" w:sz="4" w:space="0" w:color="632423" w:themeColor="accent2" w:themeShade="80"/>
            </w:tcBorders>
            <w:shd w:val="clear" w:color="auto" w:fill="EAF1DD" w:themeFill="accent3" w:themeFillTint="33"/>
            <w:noWrap/>
          </w:tcPr>
          <w:p w:rsidR="00ED5A65" w:rsidRDefault="00ED5A65" w:rsidP="007E7340">
            <w:pPr>
              <w:pStyle w:val="TabNumeri"/>
            </w:pPr>
            <w:r w:rsidRPr="00986A4F">
              <w:t>[8]</w:t>
            </w:r>
          </w:p>
        </w:tc>
        <w:tc>
          <w:tcPr>
            <w:tcW w:w="680" w:type="dxa"/>
            <w:tcBorders>
              <w:bottom w:val="single" w:sz="4" w:space="0" w:color="632423" w:themeColor="accent2" w:themeShade="80"/>
            </w:tcBorders>
            <w:shd w:val="clear" w:color="auto" w:fill="EAF1DD" w:themeFill="accent3" w:themeFillTint="33"/>
            <w:noWrap/>
          </w:tcPr>
          <w:p w:rsidR="00ED5A65" w:rsidRDefault="00ED5A65" w:rsidP="007E7340">
            <w:pPr>
              <w:pStyle w:val="TabNumeri"/>
            </w:pPr>
            <w:r w:rsidRPr="00413582">
              <w:t>136,1</w:t>
            </w:r>
          </w:p>
        </w:tc>
        <w:tc>
          <w:tcPr>
            <w:tcW w:w="227" w:type="dxa"/>
            <w:tcBorders>
              <w:bottom w:val="single" w:sz="4" w:space="0" w:color="632423" w:themeColor="accent2" w:themeShade="80"/>
            </w:tcBorders>
            <w:shd w:val="clear" w:color="auto" w:fill="EAF1DD" w:themeFill="accent3" w:themeFillTint="33"/>
            <w:noWrap/>
          </w:tcPr>
          <w:p w:rsidR="00ED5A65" w:rsidRDefault="00ED5A65" w:rsidP="007E7340">
            <w:pPr>
              <w:pStyle w:val="TabNumeri"/>
            </w:pPr>
          </w:p>
        </w:tc>
      </w:tr>
      <w:tr w:rsidR="00ED5A65" w:rsidTr="007E7340">
        <w:trPr>
          <w:cantSplit/>
          <w:trHeight w:val="255"/>
        </w:trPr>
        <w:tc>
          <w:tcPr>
            <w:tcW w:w="9359" w:type="dxa"/>
            <w:gridSpan w:val="18"/>
            <w:tcBorders>
              <w:top w:val="single" w:sz="4" w:space="0" w:color="632423" w:themeColor="accent2" w:themeShade="80"/>
            </w:tcBorders>
            <w:noWrap/>
          </w:tcPr>
          <w:p w:rsidR="00ED5A65" w:rsidRPr="005C304F" w:rsidRDefault="00ED5A65" w:rsidP="007E7340">
            <w:pPr>
              <w:pStyle w:val="TabNoteSuperiori"/>
            </w:pPr>
            <w:r>
              <w:t>[a</w:t>
            </w:r>
            <w:r w:rsidRPr="00D76DB6">
              <w:t>] Tasso percentuale. [</w:t>
            </w:r>
            <w:r>
              <w:t>b</w:t>
            </w:r>
            <w:r w:rsidRPr="00D76DB6">
              <w:t xml:space="preserve">] Percentuale sul Pil. </w:t>
            </w:r>
            <w:r w:rsidRPr="000125CF">
              <w:t xml:space="preserve">[1] Variazioni del PIL e delle sue componenti stimate su dati trimestrali </w:t>
            </w:r>
            <w:r w:rsidRPr="005C304F">
              <w:t>destagionali</w:t>
            </w:r>
            <w:r w:rsidRPr="005C304F">
              <w:t>z</w:t>
            </w:r>
            <w:r w:rsidRPr="005C304F">
              <w:t xml:space="preserve">zati e corretti per il numero di giornate. [2] </w:t>
            </w:r>
            <w:proofErr w:type="spellStart"/>
            <w:r w:rsidRPr="005C304F">
              <w:t>Investment</w:t>
            </w:r>
            <w:proofErr w:type="spellEnd"/>
            <w:r w:rsidRPr="005C304F">
              <w:t xml:space="preserve"> in </w:t>
            </w:r>
            <w:proofErr w:type="spellStart"/>
            <w:r w:rsidRPr="005C304F">
              <w:t>equipment</w:t>
            </w:r>
            <w:proofErr w:type="spellEnd"/>
            <w:r w:rsidRPr="005C304F">
              <w:t xml:space="preserve">. [3] Persone. [4] Unità di lavoro standard. [5] Tasso di inflazione armonizzato Ue. [6] Bilancia commerciale (in % del Pil). [7] </w:t>
            </w:r>
            <w:proofErr w:type="spellStart"/>
            <w:r w:rsidRPr="005C304F">
              <w:t>Promoteia</w:t>
            </w:r>
            <w:proofErr w:type="spellEnd"/>
            <w:r w:rsidRPr="005C304F">
              <w:t xml:space="preserve"> Brief, novembre </w:t>
            </w:r>
            <w:r w:rsidRPr="005C304F">
              <w:fldChar w:fldCharType="begin"/>
            </w:r>
            <w:r w:rsidRPr="005C304F">
              <w:instrText xml:space="preserve"> DATE  \@ "yyyy"  \* MERGEFORMAT </w:instrText>
            </w:r>
            <w:r w:rsidRPr="005C304F">
              <w:fldChar w:fldCharType="separate"/>
            </w:r>
            <w:r w:rsidRPr="005C304F">
              <w:rPr>
                <w:noProof/>
              </w:rPr>
              <w:t>2019</w:t>
            </w:r>
            <w:r w:rsidRPr="005C304F">
              <w:fldChar w:fldCharType="end"/>
            </w:r>
            <w:r w:rsidRPr="005C304F">
              <w:t xml:space="preserve">. [8] Rapporto di previsione, settembre </w:t>
            </w:r>
            <w:r w:rsidRPr="005C304F">
              <w:fldChar w:fldCharType="begin"/>
            </w:r>
            <w:r w:rsidRPr="005C304F">
              <w:instrText xml:space="preserve"> DATE  \@ "yyyy"  \* MERGEFORMAT </w:instrText>
            </w:r>
            <w:r w:rsidRPr="005C304F">
              <w:fldChar w:fldCharType="separate"/>
            </w:r>
            <w:r w:rsidRPr="005C304F">
              <w:rPr>
                <w:noProof/>
              </w:rPr>
              <w:t>2019</w:t>
            </w:r>
            <w:r w:rsidRPr="005C304F">
              <w:fldChar w:fldCharType="end"/>
            </w:r>
            <w:r w:rsidRPr="005C304F">
              <w:t>.</w:t>
            </w:r>
          </w:p>
          <w:p w:rsidR="00ED5A65" w:rsidRDefault="00ED5A65" w:rsidP="007E7340">
            <w:pPr>
              <w:pStyle w:val="TabNoteInferiori"/>
            </w:pPr>
            <w:r w:rsidRPr="00D76DB6">
              <w:t>Font</w:t>
            </w:r>
            <w:r>
              <w:t xml:space="preserve">e: </w:t>
            </w:r>
            <w:r w:rsidRPr="00D76DB6">
              <w:t xml:space="preserve">Fmi, World </w:t>
            </w:r>
            <w:proofErr w:type="spellStart"/>
            <w:r w:rsidRPr="00D76DB6">
              <w:t>Economic</w:t>
            </w:r>
            <w:proofErr w:type="spellEnd"/>
            <w:r w:rsidRPr="00D76DB6">
              <w:t xml:space="preserve"> Outlook; </w:t>
            </w:r>
            <w:proofErr w:type="spellStart"/>
            <w:r w:rsidRPr="00D76DB6">
              <w:t>Europen</w:t>
            </w:r>
            <w:proofErr w:type="spellEnd"/>
            <w:r w:rsidRPr="00D76DB6">
              <w:t xml:space="preserve"> </w:t>
            </w:r>
            <w:proofErr w:type="spellStart"/>
            <w:r w:rsidRPr="00D76DB6">
              <w:t>Commission</w:t>
            </w:r>
            <w:proofErr w:type="spellEnd"/>
            <w:r w:rsidRPr="00D76DB6">
              <w:t xml:space="preserve">, </w:t>
            </w:r>
            <w:proofErr w:type="spellStart"/>
            <w:r w:rsidRPr="00D76DB6">
              <w:t>European</w:t>
            </w:r>
            <w:proofErr w:type="spellEnd"/>
            <w:r w:rsidRPr="00D76DB6">
              <w:t xml:space="preserve"> </w:t>
            </w:r>
            <w:proofErr w:type="spellStart"/>
            <w:r w:rsidRPr="00D76DB6">
              <w:t>Economic</w:t>
            </w:r>
            <w:proofErr w:type="spellEnd"/>
            <w:r w:rsidRPr="00D76DB6">
              <w:t xml:space="preserve"> </w:t>
            </w:r>
            <w:proofErr w:type="spellStart"/>
            <w:r w:rsidRPr="00D76DB6">
              <w:t>Forecast</w:t>
            </w:r>
            <w:proofErr w:type="spellEnd"/>
            <w:r w:rsidRPr="00D76DB6">
              <w:t xml:space="preserve">; Oecd, </w:t>
            </w:r>
            <w:proofErr w:type="spellStart"/>
            <w:r w:rsidRPr="00D76DB6">
              <w:t>Economic</w:t>
            </w:r>
            <w:proofErr w:type="spellEnd"/>
            <w:r w:rsidRPr="00D76DB6">
              <w:t xml:space="preserve"> Outlook; </w:t>
            </w:r>
            <w:r w:rsidRPr="006F4A37">
              <w:t>Prometeia, Rapporto di Previsione; Prometeia, Brief.</w:t>
            </w:r>
          </w:p>
        </w:tc>
      </w:tr>
    </w:tbl>
    <w:p w:rsidR="00265234" w:rsidRPr="00937267" w:rsidRDefault="00265234" w:rsidP="00265234">
      <w:r w:rsidRPr="00937267">
        <w:t>Secondo le più recenti previsioni, la crescita del prodotto interno lordo dovrebbe sostanzialmente fermarsi nel 2019, risultando compresa tra un +0,1 per cento e un +0,2 per cento, facendo poi registrare una ripresa molto graduale dell’attività nel 2020 (tra +0,4 e +0,6 per cento), nonostante due giorni lavorativi in più.</w:t>
      </w:r>
    </w:p>
    <w:p w:rsidR="00265234" w:rsidRPr="00937267" w:rsidRDefault="00265234" w:rsidP="00265234">
      <w:r w:rsidRPr="00937267">
        <w:t xml:space="preserve">Secondo Prometeia, i consumi delle famiglie cresceranno moderatamente nel 2019 (+0,5 per cento) e si riprenderanno lievemente nel 2020 (+0,8 per cento), sostenuti da più elevati trasferimenti sociali e dal declino dei prezzi degli energetici, mentre la modesta crescita dei salari e l’indebolimento del mercato del lavoro conterranno il reddito disponibile. Ma per l’Ocse il peggioramento del clima di fiducia impedirà </w:t>
      </w:r>
      <w:r w:rsidRPr="00937267">
        <w:lastRenderedPageBreak/>
        <w:t>un’accelerazione dei consumi nel 2020 (+0,4 per cento). La politica di bilancio prevede un sostegno agli investimenti pubblici, ma, Secondo l’Ocse, l’incertezza interna e internazionale, la riduzione dei margini di profitto e le deboli prospettive della domanda avranno un effetto negativo sul ciclo degli investimenti privati, che non andranno oltre un +2,9 per cento nel 2019 e nel 2020 rallenteranno decisamente(+0,8 per cento) , nonostante il supporto degli incentivi fiscali e le favorevoli condizioni di finanziamento.</w:t>
      </w:r>
    </w:p>
    <w:p w:rsidR="00265234" w:rsidRPr="00937267" w:rsidRDefault="00265234" w:rsidP="00265234">
      <w:r w:rsidRPr="00937267">
        <w:t>La crescita delle esportazioni ha sorpreso in positivo con una leggera ripresa (+2,7 per cento nel 2019), nonostante il brusco rallentamento del commercio globale. Ma il prosieguo delle tensioni commerciali limiterà la possibilità di sfruttare a pieno la crescita dei mercati di esportazione e la dinamica delle vendite all’estero si ridurrà nel 2020 (+1,3 per cento).</w:t>
      </w:r>
    </w:p>
    <w:p w:rsidR="00265234" w:rsidRDefault="00265234" w:rsidP="00265234">
      <w:pPr>
        <w:pStyle w:val="Titolo4"/>
      </w:pPr>
      <w:bookmarkStart w:id="1" w:name="_Toc19697796"/>
      <w:r>
        <w:t>Prezzi</w:t>
      </w:r>
      <w:bookmarkEnd w:id="1"/>
    </w:p>
    <w:p w:rsidR="00265234" w:rsidRPr="00937267" w:rsidRDefault="00265234" w:rsidP="00265234">
      <w:r w:rsidRPr="00937267">
        <w:t>La crescita dell’indice dei prezzi al consumo ha ulteriormente rallentato nel 2019. L’Ocse prospetta non vada oltre un +0,6 per cento, frenata da energetici e alimentari, e anche nel 2020 l’inflazione non andrà oltre questo livello.</w:t>
      </w:r>
    </w:p>
    <w:p w:rsidR="00265234" w:rsidRDefault="00265234" w:rsidP="00265234">
      <w:pPr>
        <w:pStyle w:val="Titolo4"/>
      </w:pPr>
      <w:bookmarkStart w:id="2" w:name="_Toc19697797"/>
      <w:r>
        <w:t>Lavoro</w:t>
      </w:r>
      <w:bookmarkEnd w:id="2"/>
    </w:p>
    <w:p w:rsidR="00265234" w:rsidRPr="00937267" w:rsidRDefault="00265234" w:rsidP="00265234">
      <w:r w:rsidRPr="00937267">
        <w:t xml:space="preserve">L’andamento del mercato del lavoro ha mostrato una certa resistenza al rallentamento dell’attività, ma ha progressivamente perso slancio. La crescita dell’occupazione si è ridotta nel 2019 (+0,7 per cento) e le previsioni più recenti prospettano un ulteriore rallentamento nel 2020 (+0,3 per cento), </w:t>
      </w:r>
    </w:p>
    <w:p w:rsidR="00265234" w:rsidRPr="00937267" w:rsidRDefault="00265234" w:rsidP="00265234">
      <w:r w:rsidRPr="00937267">
        <w:t xml:space="preserve">Il tasso di disoccupazione è sceso dall’11,2 del 2017, al 10,6 per cento del 2018, ma dovrebbe ridursi solo lievemente nel 2019 (10,0 per cento) e rimanere stabile nel 2020 (10,0 per cento), anche per effetto dell’aumento della partecipazione al mercato del lavoro connesso al reddito di cittadinanza. </w:t>
      </w:r>
    </w:p>
    <w:p w:rsidR="00265234" w:rsidRDefault="00265234" w:rsidP="00265234">
      <w:pPr>
        <w:pStyle w:val="Titolo4"/>
      </w:pPr>
      <w:bookmarkStart w:id="3" w:name="_Toc19697798"/>
      <w:r>
        <w:t>Credito</w:t>
      </w:r>
      <w:bookmarkEnd w:id="3"/>
    </w:p>
    <w:p w:rsidR="00265234" w:rsidRPr="00937267" w:rsidRDefault="00265234" w:rsidP="00265234">
      <w:r w:rsidRPr="00937267">
        <w:t>Secondo i dati provvisori di Banca d’Italia, riferiti allo scorso agosto, la crescita del credito al settore privato non finanziario è proseguita a un ritmo ancora più contenuto (+0,7 per cento) sui 12 mesi, i prestiti erogati alle famiglie sono cresciuti del 2,4 per cento, mentre quelli alle imprese (società non finanziarie) hanno accentuato la tendenza alla flessione (-0,7 per cento) rispetto a un anno prima, con un irrigidimento dell’offerta legato al maggiore rischio percepito. La riduzione dei rendimenti sovrani si è trasmessa al costo della raccolta. Il costo medio dei nuovi prestiti bancari al settore privato è lievemente diminuito. Il peggioramento del credito non ha interessato tutti i comparti, la crescita rallenta ancora per la manifattura (+0,5 per cento) e i servizi (+0,3 per cento), mentre si conferma la restrizione per le costruzioni (-3,4 per cento). La tendenza negativa è più marcata per le società di minore dimensione.</w:t>
      </w:r>
    </w:p>
    <w:p w:rsidR="00265234" w:rsidRDefault="00265234" w:rsidP="00265234">
      <w:pPr>
        <w:pStyle w:val="Titolo4"/>
      </w:pPr>
      <w:bookmarkStart w:id="4" w:name="_Toc19697799"/>
      <w:r>
        <w:t>Finanza pubblica</w:t>
      </w:r>
      <w:bookmarkEnd w:id="4"/>
    </w:p>
    <w:p w:rsidR="00265234" w:rsidRPr="00937267" w:rsidRDefault="00265234" w:rsidP="00265234">
      <w:r w:rsidRPr="00937267">
        <w:t>L’interconnessione tra l’elevato debito pubblico e il sistema bancario costituisce il principale rischio per la finanza nazionale. La politica fiscale e la solidità del sistema creditizio sono particolarmente vulnerabili a aumenti dei tassi di interesse.</w:t>
      </w:r>
    </w:p>
    <w:p w:rsidR="00265234" w:rsidRPr="00937267" w:rsidRDefault="00265234" w:rsidP="00265234">
      <w:r w:rsidRPr="00937267">
        <w:t>Il deficit pubblico in rapporto al prodotto interno lordo dovrebbe restare stabile al 2,2 per cento nel 2019, con un aumento della pressione fiscale a compensare la maggiore spesa. Nel 2020 potrebbe salire  lievemente fino al 2,3 per cento con il pieno andare a regime della spesa legata al reddito di cittadinanza e a quota 100, mentre sulle entrate avranno effetto in un senso la riduzione del cuneo fiscale e nell’altro le misure antievasione. La spesa per interessi viene contenuta dal livello dei tassi nell’area dell’euro eccezionalmente basso, mentre continua a ridursi il saldo primario. Le previsioni della Commissione Europea prospettano un ulteriore appesantimento del rapporto tra debito pubblico e Pil sia per il 2019 (136,2 per cento ), sia per il 2020 (136,8 per cento).</w:t>
      </w:r>
    </w:p>
    <w:p w:rsidR="00F858D8" w:rsidRDefault="00CF2079" w:rsidP="00F858D8">
      <w:pPr>
        <w:pStyle w:val="Titolo2"/>
      </w:pPr>
      <w:r>
        <w:t>X</w:t>
      </w:r>
      <w:r w:rsidR="00F858D8">
        <w:t>.</w:t>
      </w:r>
      <w:r w:rsidR="00C43F0D">
        <w:t>4</w:t>
      </w:r>
      <w:r w:rsidR="00F858D8">
        <w:t>.</w:t>
      </w:r>
      <w:r w:rsidR="00F858D8">
        <w:tab/>
      </w:r>
      <w:bookmarkStart w:id="5" w:name="OLE_LINK1"/>
      <w:r w:rsidR="00FE5133">
        <w:t xml:space="preserve">L’economia </w:t>
      </w:r>
      <w:r w:rsidR="00F858D8">
        <w:t>regionale</w:t>
      </w:r>
      <w:bookmarkEnd w:id="5"/>
    </w:p>
    <w:p w:rsidR="00E74BF8" w:rsidRDefault="00E74BF8" w:rsidP="00E74BF8">
      <w:pPr>
        <w:pStyle w:val="Titolo4"/>
      </w:pPr>
      <w:r>
        <w:t>Pil e conto economico</w:t>
      </w:r>
    </w:p>
    <w:p w:rsidR="00E74BF8" w:rsidRDefault="00E74BF8" w:rsidP="00E74BF8">
      <w:r w:rsidRPr="00332EA4">
        <w:t>La crescita del prodotto interno lordo attesa nel 2019 dovrebbe rallentare sensibilmente allo 0,5 per cento e riprendersi parzialmente nel 2020 (+1,1 per cento). Il Pil regionale in termini reali nel 2019 dovrebbe risultare superiore dell’8,2 per cento rispetto ai livelli minimi toccati al culmine della crisi nel 2009, ma ancora sostanzialmente in linea con il livello del 2007.</w:t>
      </w:r>
      <w:r>
        <w:t xml:space="preserve"> </w:t>
      </w:r>
      <w:r w:rsidRPr="009D6626">
        <w:t xml:space="preserve">L’andamento regionale si conferma </w:t>
      </w:r>
      <w:r>
        <w:t xml:space="preserve">sostanzialmente </w:t>
      </w:r>
      <w:r w:rsidRPr="009D6626">
        <w:t xml:space="preserve">migliore di quello nazionale. </w:t>
      </w:r>
      <w:r w:rsidRPr="00332EA4">
        <w:t>Nonostante il rallentamento, l’Emilia-Romagna si prospetta comunque al vertice tra tutte le regioni italiane per capacità di crescita nel 2019 e lo sarà anche nel 2020, insieme al Veneto</w:t>
      </w:r>
      <w:r w:rsidRPr="00737832">
        <w:t>.</w:t>
      </w:r>
      <w:r>
        <w:t xml:space="preserve"> </w:t>
      </w:r>
      <w:r w:rsidRPr="00332EA4">
        <w:t xml:space="preserve">La bassa crescita dei consumi rallenterà solo lievemente nel 2019 (+0,7 per cento), per riprendersi nel 2020, con una crescita dell’1,1 per cento, in linea con quella del Pil. Nel 2019 i </w:t>
      </w:r>
      <w:r w:rsidRPr="00332EA4">
        <w:lastRenderedPageBreak/>
        <w:t>consumi privati aggregati risulteranno superiori del 3,0 per cento rispetto a quelli del picco del 2011</w:t>
      </w:r>
      <w:r>
        <w:t xml:space="preserve">. </w:t>
      </w:r>
      <w:r w:rsidRPr="00332EA4">
        <w:t>Gli investimenti fissi lordi trainano la domanda interna nonostante il rallentamento del ciclo. Nel 2019 la crescita rallenterà bruscamente (+2,9 per cento) e la fase di incertezza ne conterrà la dinamica al 2,6 per cento nel 2020. I livelli di accumulazione nel 2019 saranno inferiori del 17,6 per cento rispetto a quelli del precedente massimo risalente al 2008.</w:t>
      </w:r>
      <w:r>
        <w:t xml:space="preserve"> </w:t>
      </w:r>
      <w:r w:rsidRPr="00862DAE">
        <w:t>La dinamica delle esportazioni regionali nonostante la debole crescita del commercio mondiale, ha accelerato nel 2019 (+5,0 per cento). La tendenza positiva dovrebbe risultare molto più contenuta nel 2020</w:t>
      </w:r>
      <w:r>
        <w:t xml:space="preserve"> (+</w:t>
      </w:r>
      <w:r w:rsidRPr="00862DAE">
        <w:t>1,8 per cento</w:t>
      </w:r>
      <w:r>
        <w:t>)</w:t>
      </w:r>
      <w:r w:rsidRPr="00862DAE">
        <w:t>. Al termine del</w:t>
      </w:r>
      <w:r>
        <w:t xml:space="preserve"> 2019 </w:t>
      </w:r>
      <w:r w:rsidRPr="00862DAE">
        <w:t>in valore reale le esportazioni regionali supereranno del 29,2 per cento il livello massimo precedente la crisi, toccato nel 2007</w:t>
      </w:r>
      <w:r>
        <w:t>.</w:t>
      </w:r>
    </w:p>
    <w:p w:rsidR="00E74BF8" w:rsidRDefault="00E74BF8" w:rsidP="00E74BF8">
      <w:pPr>
        <w:pStyle w:val="Titolo4"/>
      </w:pPr>
      <w:r>
        <w:t>La formazione del valore aggiunto: i settori</w:t>
      </w:r>
    </w:p>
    <w:tbl>
      <w:tblPr>
        <w:tblpPr w:topFromText="425" w:bottomFromText="425" w:horzAnchor="margin" w:tblpXSpec="center" w:tblpYSpec="bottom"/>
        <w:tblOverlap w:val="never"/>
        <w:tblW w:w="9356" w:type="dxa"/>
        <w:tblLayout w:type="fixed"/>
        <w:tblCellMar>
          <w:left w:w="0" w:type="dxa"/>
          <w:right w:w="0" w:type="dxa"/>
        </w:tblCellMar>
        <w:tblLook w:val="0000" w:firstRow="0" w:lastRow="0" w:firstColumn="0" w:lastColumn="0" w:noHBand="0" w:noVBand="0"/>
      </w:tblPr>
      <w:tblGrid>
        <w:gridCol w:w="4820"/>
        <w:gridCol w:w="1134"/>
        <w:gridCol w:w="1134"/>
        <w:gridCol w:w="1134"/>
        <w:gridCol w:w="1134"/>
      </w:tblGrid>
      <w:tr w:rsidR="00AD3AA1" w:rsidTr="007E7340">
        <w:trPr>
          <w:cantSplit/>
        </w:trPr>
        <w:tc>
          <w:tcPr>
            <w:tcW w:w="9356" w:type="dxa"/>
            <w:gridSpan w:val="5"/>
            <w:tcBorders>
              <w:bottom w:val="single" w:sz="4" w:space="0" w:color="800000"/>
            </w:tcBorders>
          </w:tcPr>
          <w:p w:rsidR="00AD3AA1" w:rsidRPr="007C570B" w:rsidRDefault="00AD3AA1" w:rsidP="007E7340">
            <w:pPr>
              <w:pStyle w:val="TabTitolo"/>
              <w:ind w:left="1134" w:hanging="1134"/>
            </w:pPr>
            <w:r>
              <w:t>Previsione per l’Emilia-Romagna. Tassi di variazione percentuali</w:t>
            </w:r>
            <w:r w:rsidRPr="007C570B">
              <w:t xml:space="preserve"> su valori </w:t>
            </w:r>
            <w:r>
              <w:t xml:space="preserve">concatenati, anno di </w:t>
            </w:r>
            <w:proofErr w:type="spellStart"/>
            <w:r>
              <w:t>riferim</w:t>
            </w:r>
            <w:proofErr w:type="spellEnd"/>
            <w:r>
              <w:t>. 2010</w:t>
            </w:r>
          </w:p>
        </w:tc>
      </w:tr>
      <w:tr w:rsidR="00AD3AA1" w:rsidTr="007E7340">
        <w:trPr>
          <w:cantSplit/>
        </w:trPr>
        <w:tc>
          <w:tcPr>
            <w:tcW w:w="4820" w:type="dxa"/>
            <w:tcBorders>
              <w:bottom w:val="single" w:sz="4" w:space="0" w:color="800000"/>
            </w:tcBorders>
            <w:vAlign w:val="bottom"/>
          </w:tcPr>
          <w:p w:rsidR="00AD3AA1" w:rsidRDefault="00AD3AA1" w:rsidP="007E7340">
            <w:pPr>
              <w:pStyle w:val="TabIntestazioni"/>
              <w:rPr>
                <w:rFonts w:eastAsia="Arial Unicode MS"/>
              </w:rPr>
            </w:pPr>
          </w:p>
        </w:tc>
        <w:tc>
          <w:tcPr>
            <w:tcW w:w="1134" w:type="dxa"/>
            <w:tcBorders>
              <w:bottom w:val="single" w:sz="4" w:space="0" w:color="800000"/>
            </w:tcBorders>
          </w:tcPr>
          <w:p w:rsidR="00AD3AA1" w:rsidRPr="0085406E" w:rsidRDefault="00AD3AA1" w:rsidP="007E7340">
            <w:pPr>
              <w:pStyle w:val="TabIntestazioni"/>
              <w:jc w:val="right"/>
            </w:pPr>
            <w:r w:rsidRPr="0085406E">
              <w:t>2017</w:t>
            </w:r>
          </w:p>
        </w:tc>
        <w:tc>
          <w:tcPr>
            <w:tcW w:w="1134" w:type="dxa"/>
            <w:tcBorders>
              <w:bottom w:val="single" w:sz="4" w:space="0" w:color="800000"/>
            </w:tcBorders>
          </w:tcPr>
          <w:p w:rsidR="00AD3AA1" w:rsidRPr="0085406E" w:rsidRDefault="00AD3AA1" w:rsidP="007E7340">
            <w:pPr>
              <w:pStyle w:val="TabIntestazioni"/>
              <w:jc w:val="right"/>
            </w:pPr>
            <w:r w:rsidRPr="0085406E">
              <w:t>2018</w:t>
            </w:r>
          </w:p>
        </w:tc>
        <w:tc>
          <w:tcPr>
            <w:tcW w:w="1134" w:type="dxa"/>
            <w:tcBorders>
              <w:bottom w:val="single" w:sz="4" w:space="0" w:color="800000"/>
            </w:tcBorders>
          </w:tcPr>
          <w:p w:rsidR="00AD3AA1" w:rsidRPr="0085406E" w:rsidRDefault="00AD3AA1" w:rsidP="007E7340">
            <w:pPr>
              <w:pStyle w:val="TabIntestazioni"/>
              <w:jc w:val="right"/>
            </w:pPr>
            <w:r w:rsidRPr="0085406E">
              <w:t>2019</w:t>
            </w:r>
          </w:p>
        </w:tc>
        <w:tc>
          <w:tcPr>
            <w:tcW w:w="1134" w:type="dxa"/>
            <w:tcBorders>
              <w:bottom w:val="single" w:sz="4" w:space="0" w:color="800000"/>
            </w:tcBorders>
          </w:tcPr>
          <w:p w:rsidR="00AD3AA1" w:rsidRPr="0085406E" w:rsidRDefault="00AD3AA1" w:rsidP="007E7340">
            <w:pPr>
              <w:pStyle w:val="TabIntestazioni"/>
              <w:jc w:val="right"/>
            </w:pPr>
            <w:r w:rsidRPr="0085406E">
              <w:t>20</w:t>
            </w:r>
            <w:r>
              <w:t>20</w:t>
            </w:r>
          </w:p>
        </w:tc>
      </w:tr>
      <w:tr w:rsidR="00AD3AA1" w:rsidTr="007E7340">
        <w:trPr>
          <w:cantSplit/>
          <w:trHeight w:hRule="exact" w:val="57"/>
        </w:trPr>
        <w:tc>
          <w:tcPr>
            <w:tcW w:w="4820" w:type="dxa"/>
            <w:tcBorders>
              <w:top w:val="single" w:sz="4" w:space="0" w:color="800000"/>
            </w:tcBorders>
          </w:tcPr>
          <w:p w:rsidR="00AD3AA1" w:rsidRPr="00686A56" w:rsidRDefault="00AD3AA1" w:rsidP="007E7340">
            <w:pPr>
              <w:pStyle w:val="TabEtichette"/>
              <w:rPr>
                <w:rFonts w:eastAsia="Arial Unicode MS"/>
              </w:rPr>
            </w:pPr>
          </w:p>
        </w:tc>
        <w:tc>
          <w:tcPr>
            <w:tcW w:w="1134" w:type="dxa"/>
            <w:tcBorders>
              <w:top w:val="single" w:sz="4" w:space="0" w:color="800000"/>
            </w:tcBorders>
          </w:tcPr>
          <w:p w:rsidR="00AD3AA1" w:rsidRPr="0085406E" w:rsidRDefault="00AD3AA1" w:rsidP="007E7340"/>
        </w:tc>
        <w:tc>
          <w:tcPr>
            <w:tcW w:w="1134" w:type="dxa"/>
            <w:tcBorders>
              <w:top w:val="single" w:sz="4" w:space="0" w:color="800000"/>
            </w:tcBorders>
          </w:tcPr>
          <w:p w:rsidR="00AD3AA1" w:rsidRPr="0085406E" w:rsidRDefault="00AD3AA1" w:rsidP="007E7340"/>
        </w:tc>
        <w:tc>
          <w:tcPr>
            <w:tcW w:w="1134" w:type="dxa"/>
            <w:tcBorders>
              <w:top w:val="single" w:sz="4" w:space="0" w:color="800000"/>
            </w:tcBorders>
          </w:tcPr>
          <w:p w:rsidR="00AD3AA1" w:rsidRPr="0085406E" w:rsidRDefault="00AD3AA1" w:rsidP="007E7340"/>
        </w:tc>
        <w:tc>
          <w:tcPr>
            <w:tcW w:w="1134" w:type="dxa"/>
            <w:tcBorders>
              <w:top w:val="single" w:sz="4" w:space="0" w:color="800000"/>
            </w:tcBorders>
          </w:tcPr>
          <w:p w:rsidR="00AD3AA1" w:rsidRPr="0085406E" w:rsidRDefault="00AD3AA1" w:rsidP="007E7340"/>
        </w:tc>
      </w:tr>
      <w:tr w:rsidR="00AD3AA1" w:rsidTr="007E7340">
        <w:trPr>
          <w:cantSplit/>
          <w:trHeight w:val="227"/>
        </w:trPr>
        <w:tc>
          <w:tcPr>
            <w:tcW w:w="4820" w:type="dxa"/>
          </w:tcPr>
          <w:p w:rsidR="00AD3AA1" w:rsidRPr="00F039B7" w:rsidRDefault="00AD3AA1" w:rsidP="007E7340">
            <w:pPr>
              <w:pStyle w:val="TabEtichetteBold"/>
              <w:rPr>
                <w:rFonts w:eastAsia="Arial Unicode MS"/>
              </w:rPr>
            </w:pPr>
            <w:r w:rsidRPr="00F039B7">
              <w:t>Conto economico</w:t>
            </w:r>
          </w:p>
        </w:tc>
        <w:tc>
          <w:tcPr>
            <w:tcW w:w="1134" w:type="dxa"/>
          </w:tcPr>
          <w:p w:rsidR="00AD3AA1" w:rsidRPr="0085406E" w:rsidRDefault="00AD3AA1" w:rsidP="007E7340">
            <w:pPr>
              <w:pStyle w:val="tabnum"/>
            </w:pPr>
          </w:p>
        </w:tc>
        <w:tc>
          <w:tcPr>
            <w:tcW w:w="1134" w:type="dxa"/>
          </w:tcPr>
          <w:p w:rsidR="00AD3AA1" w:rsidRPr="0085406E" w:rsidRDefault="00AD3AA1" w:rsidP="007E7340">
            <w:pPr>
              <w:pStyle w:val="tabnum"/>
            </w:pPr>
          </w:p>
        </w:tc>
        <w:tc>
          <w:tcPr>
            <w:tcW w:w="1134" w:type="dxa"/>
          </w:tcPr>
          <w:p w:rsidR="00AD3AA1" w:rsidRPr="0085406E" w:rsidRDefault="00AD3AA1" w:rsidP="007E7340">
            <w:pPr>
              <w:pStyle w:val="tabnum"/>
            </w:pPr>
          </w:p>
        </w:tc>
        <w:tc>
          <w:tcPr>
            <w:tcW w:w="1134" w:type="dxa"/>
          </w:tcPr>
          <w:p w:rsidR="00AD3AA1" w:rsidRPr="0085406E" w:rsidRDefault="00AD3AA1" w:rsidP="007E7340">
            <w:pPr>
              <w:pStyle w:val="tabnum"/>
            </w:pPr>
          </w:p>
        </w:tc>
      </w:tr>
      <w:tr w:rsidR="00AD3AA1" w:rsidTr="007E7340">
        <w:trPr>
          <w:cantSplit/>
          <w:trHeight w:val="227"/>
        </w:trPr>
        <w:tc>
          <w:tcPr>
            <w:tcW w:w="4820" w:type="dxa"/>
            <w:shd w:val="clear" w:color="auto" w:fill="DAEEF3" w:themeFill="accent5" w:themeFillTint="33"/>
          </w:tcPr>
          <w:p w:rsidR="00AD3AA1" w:rsidRDefault="00AD3AA1" w:rsidP="007E7340">
            <w:pPr>
              <w:pStyle w:val="TabEtichette"/>
              <w:rPr>
                <w:rFonts w:eastAsia="Arial Unicode MS"/>
              </w:rPr>
            </w:pPr>
            <w:r>
              <w:t>Prodotto interno lordo</w:t>
            </w:r>
          </w:p>
        </w:tc>
        <w:tc>
          <w:tcPr>
            <w:tcW w:w="1134" w:type="dxa"/>
            <w:shd w:val="clear" w:color="auto" w:fill="DAEEF3" w:themeFill="accent5" w:themeFillTint="33"/>
          </w:tcPr>
          <w:p w:rsidR="00AD3AA1" w:rsidRPr="00014186" w:rsidRDefault="00AD3AA1" w:rsidP="007E7340">
            <w:pPr>
              <w:pStyle w:val="TabNumeri"/>
              <w:rPr>
                <w:rFonts w:cs="Arial"/>
                <w:szCs w:val="16"/>
              </w:rPr>
            </w:pPr>
            <w:r w:rsidRPr="00014186">
              <w:rPr>
                <w:rFonts w:cs="Arial"/>
                <w:szCs w:val="16"/>
              </w:rPr>
              <w:t>1,8</w:t>
            </w:r>
          </w:p>
        </w:tc>
        <w:tc>
          <w:tcPr>
            <w:tcW w:w="1134" w:type="dxa"/>
            <w:shd w:val="clear" w:color="auto" w:fill="DAEEF3" w:themeFill="accent5" w:themeFillTint="33"/>
          </w:tcPr>
          <w:p w:rsidR="00AD3AA1" w:rsidRPr="00014186" w:rsidRDefault="00AD3AA1" w:rsidP="007E7340">
            <w:pPr>
              <w:pStyle w:val="TabNumeri"/>
              <w:rPr>
                <w:rFonts w:cs="Arial"/>
                <w:szCs w:val="16"/>
              </w:rPr>
            </w:pPr>
            <w:r w:rsidRPr="00014186">
              <w:rPr>
                <w:rFonts w:cs="Arial"/>
                <w:szCs w:val="16"/>
              </w:rPr>
              <w:t>1,5</w:t>
            </w:r>
          </w:p>
        </w:tc>
        <w:tc>
          <w:tcPr>
            <w:tcW w:w="1134" w:type="dxa"/>
            <w:shd w:val="clear" w:color="auto" w:fill="DAEEF3" w:themeFill="accent5" w:themeFillTint="33"/>
          </w:tcPr>
          <w:p w:rsidR="00AD3AA1" w:rsidRPr="00014186" w:rsidRDefault="00AD3AA1" w:rsidP="007E7340">
            <w:pPr>
              <w:pStyle w:val="TabNumeri"/>
              <w:rPr>
                <w:rFonts w:cs="Arial"/>
                <w:szCs w:val="16"/>
              </w:rPr>
            </w:pPr>
            <w:r w:rsidRPr="00014186">
              <w:rPr>
                <w:rFonts w:cs="Arial"/>
                <w:szCs w:val="16"/>
              </w:rPr>
              <w:t>0,5</w:t>
            </w:r>
          </w:p>
        </w:tc>
        <w:tc>
          <w:tcPr>
            <w:tcW w:w="1134" w:type="dxa"/>
            <w:shd w:val="clear" w:color="auto" w:fill="DAEEF3" w:themeFill="accent5" w:themeFillTint="33"/>
          </w:tcPr>
          <w:p w:rsidR="00AD3AA1" w:rsidRPr="00014186" w:rsidRDefault="00AD3AA1" w:rsidP="007E7340">
            <w:pPr>
              <w:pStyle w:val="TabNumeri"/>
              <w:rPr>
                <w:rFonts w:cs="Arial"/>
                <w:szCs w:val="16"/>
              </w:rPr>
            </w:pPr>
            <w:r w:rsidRPr="00014186">
              <w:rPr>
                <w:rFonts w:cs="Arial"/>
                <w:szCs w:val="16"/>
              </w:rPr>
              <w:t>1,1</w:t>
            </w:r>
          </w:p>
        </w:tc>
      </w:tr>
      <w:tr w:rsidR="00AD3AA1" w:rsidTr="007E7340">
        <w:trPr>
          <w:cantSplit/>
          <w:trHeight w:val="227"/>
        </w:trPr>
        <w:tc>
          <w:tcPr>
            <w:tcW w:w="4820" w:type="dxa"/>
          </w:tcPr>
          <w:p w:rsidR="00AD3AA1" w:rsidRDefault="00AD3AA1" w:rsidP="007E7340">
            <w:pPr>
              <w:pStyle w:val="TabEtichette"/>
              <w:rPr>
                <w:rFonts w:eastAsia="Arial Unicode MS"/>
              </w:rPr>
            </w:pPr>
            <w:r>
              <w:t>Domanda interna</w:t>
            </w:r>
            <w:r>
              <w:rPr>
                <w:vertAlign w:val="superscript"/>
              </w:rPr>
              <w:t>(1</w:t>
            </w:r>
            <w:r w:rsidRPr="002F2B82">
              <w:rPr>
                <w:vertAlign w:val="superscript"/>
              </w:rPr>
              <w:t>)</w:t>
            </w:r>
          </w:p>
        </w:tc>
        <w:tc>
          <w:tcPr>
            <w:tcW w:w="1134" w:type="dxa"/>
          </w:tcPr>
          <w:p w:rsidR="00AD3AA1" w:rsidRPr="00014186" w:rsidRDefault="00AD3AA1" w:rsidP="007E7340">
            <w:pPr>
              <w:pStyle w:val="TabNumeri"/>
              <w:rPr>
                <w:rFonts w:cs="Arial"/>
                <w:szCs w:val="16"/>
              </w:rPr>
            </w:pPr>
            <w:r w:rsidRPr="00014186">
              <w:rPr>
                <w:rFonts w:cs="Arial"/>
                <w:szCs w:val="16"/>
              </w:rPr>
              <w:t>2,7</w:t>
            </w:r>
          </w:p>
        </w:tc>
        <w:tc>
          <w:tcPr>
            <w:tcW w:w="1134" w:type="dxa"/>
          </w:tcPr>
          <w:p w:rsidR="00AD3AA1" w:rsidRPr="00014186" w:rsidRDefault="00AD3AA1" w:rsidP="007E7340">
            <w:pPr>
              <w:pStyle w:val="TabNumeri"/>
              <w:rPr>
                <w:rFonts w:cs="Arial"/>
                <w:szCs w:val="16"/>
              </w:rPr>
            </w:pPr>
            <w:r w:rsidRPr="00014186">
              <w:rPr>
                <w:rFonts w:cs="Arial"/>
                <w:szCs w:val="16"/>
              </w:rPr>
              <w:t>1,7</w:t>
            </w:r>
          </w:p>
        </w:tc>
        <w:tc>
          <w:tcPr>
            <w:tcW w:w="1134" w:type="dxa"/>
          </w:tcPr>
          <w:p w:rsidR="00AD3AA1" w:rsidRPr="00014186" w:rsidRDefault="00AD3AA1" w:rsidP="007E7340">
            <w:pPr>
              <w:pStyle w:val="TabNumeri"/>
              <w:rPr>
                <w:rFonts w:cs="Arial"/>
                <w:szCs w:val="16"/>
              </w:rPr>
            </w:pPr>
            <w:r w:rsidRPr="00014186">
              <w:rPr>
                <w:rFonts w:cs="Arial"/>
                <w:szCs w:val="16"/>
              </w:rPr>
              <w:t>1,1</w:t>
            </w:r>
          </w:p>
        </w:tc>
        <w:tc>
          <w:tcPr>
            <w:tcW w:w="1134" w:type="dxa"/>
          </w:tcPr>
          <w:p w:rsidR="00AD3AA1" w:rsidRPr="00014186" w:rsidRDefault="00AD3AA1" w:rsidP="007E7340">
            <w:pPr>
              <w:pStyle w:val="TabNumeri"/>
              <w:rPr>
                <w:rFonts w:cs="Arial"/>
                <w:szCs w:val="16"/>
              </w:rPr>
            </w:pPr>
            <w:r w:rsidRPr="00014186">
              <w:rPr>
                <w:rFonts w:cs="Arial"/>
                <w:szCs w:val="16"/>
              </w:rPr>
              <w:t>1,2</w:t>
            </w:r>
          </w:p>
        </w:tc>
      </w:tr>
      <w:tr w:rsidR="00AD3AA1" w:rsidTr="007E7340">
        <w:trPr>
          <w:cantSplit/>
          <w:trHeight w:val="227"/>
        </w:trPr>
        <w:tc>
          <w:tcPr>
            <w:tcW w:w="4820" w:type="dxa"/>
            <w:shd w:val="clear" w:color="auto" w:fill="DAEEF3" w:themeFill="accent5" w:themeFillTint="33"/>
          </w:tcPr>
          <w:p w:rsidR="00AD3AA1" w:rsidRDefault="00AD3AA1" w:rsidP="007E7340">
            <w:pPr>
              <w:pStyle w:val="TabEtichette"/>
              <w:rPr>
                <w:rFonts w:eastAsia="Arial Unicode MS"/>
              </w:rPr>
            </w:pPr>
            <w:r>
              <w:t xml:space="preserve">   Consumi delle famiglie</w:t>
            </w:r>
          </w:p>
        </w:tc>
        <w:tc>
          <w:tcPr>
            <w:tcW w:w="1134" w:type="dxa"/>
            <w:shd w:val="clear" w:color="auto" w:fill="DAEEF3" w:themeFill="accent5" w:themeFillTint="33"/>
          </w:tcPr>
          <w:p w:rsidR="00AD3AA1" w:rsidRPr="00014186" w:rsidRDefault="00AD3AA1" w:rsidP="007E7340">
            <w:pPr>
              <w:pStyle w:val="TabNumeri"/>
              <w:rPr>
                <w:rFonts w:cs="Arial"/>
                <w:szCs w:val="16"/>
              </w:rPr>
            </w:pPr>
            <w:r w:rsidRPr="00014186">
              <w:rPr>
                <w:rFonts w:cs="Arial"/>
                <w:szCs w:val="16"/>
              </w:rPr>
              <w:t>2,0</w:t>
            </w:r>
          </w:p>
        </w:tc>
        <w:tc>
          <w:tcPr>
            <w:tcW w:w="1134" w:type="dxa"/>
            <w:shd w:val="clear" w:color="auto" w:fill="DAEEF3" w:themeFill="accent5" w:themeFillTint="33"/>
          </w:tcPr>
          <w:p w:rsidR="00AD3AA1" w:rsidRPr="00014186" w:rsidRDefault="00AD3AA1" w:rsidP="007E7340">
            <w:pPr>
              <w:pStyle w:val="TabNumeri"/>
              <w:rPr>
                <w:rFonts w:cs="Arial"/>
                <w:szCs w:val="16"/>
              </w:rPr>
            </w:pPr>
            <w:r w:rsidRPr="00014186">
              <w:rPr>
                <w:rFonts w:cs="Arial"/>
                <w:szCs w:val="16"/>
              </w:rPr>
              <w:t>0,9</w:t>
            </w:r>
          </w:p>
        </w:tc>
        <w:tc>
          <w:tcPr>
            <w:tcW w:w="1134" w:type="dxa"/>
            <w:shd w:val="clear" w:color="auto" w:fill="DAEEF3" w:themeFill="accent5" w:themeFillTint="33"/>
          </w:tcPr>
          <w:p w:rsidR="00AD3AA1" w:rsidRPr="00014186" w:rsidRDefault="00AD3AA1" w:rsidP="007E7340">
            <w:pPr>
              <w:pStyle w:val="TabNumeri"/>
              <w:rPr>
                <w:rFonts w:cs="Arial"/>
                <w:szCs w:val="16"/>
              </w:rPr>
            </w:pPr>
            <w:r w:rsidRPr="00014186">
              <w:rPr>
                <w:rFonts w:cs="Arial"/>
                <w:szCs w:val="16"/>
              </w:rPr>
              <w:t>0,7</w:t>
            </w:r>
          </w:p>
        </w:tc>
        <w:tc>
          <w:tcPr>
            <w:tcW w:w="1134" w:type="dxa"/>
            <w:shd w:val="clear" w:color="auto" w:fill="DAEEF3" w:themeFill="accent5" w:themeFillTint="33"/>
          </w:tcPr>
          <w:p w:rsidR="00AD3AA1" w:rsidRPr="00014186" w:rsidRDefault="00AD3AA1" w:rsidP="007E7340">
            <w:pPr>
              <w:pStyle w:val="TabNumeri"/>
              <w:rPr>
                <w:rFonts w:cs="Arial"/>
                <w:szCs w:val="16"/>
              </w:rPr>
            </w:pPr>
            <w:r w:rsidRPr="00014186">
              <w:rPr>
                <w:rFonts w:cs="Arial"/>
                <w:szCs w:val="16"/>
              </w:rPr>
              <w:t>1,1</w:t>
            </w:r>
          </w:p>
        </w:tc>
      </w:tr>
      <w:tr w:rsidR="00AD3AA1" w:rsidTr="007E7340">
        <w:trPr>
          <w:cantSplit/>
          <w:trHeight w:val="227"/>
        </w:trPr>
        <w:tc>
          <w:tcPr>
            <w:tcW w:w="4820" w:type="dxa"/>
          </w:tcPr>
          <w:p w:rsidR="00AD3AA1" w:rsidRDefault="00AD3AA1" w:rsidP="007E7340">
            <w:pPr>
              <w:pStyle w:val="TabEtichette"/>
              <w:rPr>
                <w:rFonts w:eastAsia="Arial Unicode MS"/>
              </w:rPr>
            </w:pPr>
            <w:r>
              <w:t xml:space="preserve">   Consumi delle AAPP e ISP</w:t>
            </w:r>
          </w:p>
        </w:tc>
        <w:tc>
          <w:tcPr>
            <w:tcW w:w="1134" w:type="dxa"/>
          </w:tcPr>
          <w:p w:rsidR="00AD3AA1" w:rsidRPr="00014186" w:rsidRDefault="00AD3AA1" w:rsidP="007E7340">
            <w:pPr>
              <w:pStyle w:val="TabNumeri"/>
              <w:rPr>
                <w:rFonts w:cs="Arial"/>
                <w:szCs w:val="16"/>
              </w:rPr>
            </w:pPr>
            <w:r w:rsidRPr="00014186">
              <w:rPr>
                <w:rFonts w:cs="Arial"/>
                <w:szCs w:val="16"/>
              </w:rPr>
              <w:t>1,0</w:t>
            </w:r>
          </w:p>
        </w:tc>
        <w:tc>
          <w:tcPr>
            <w:tcW w:w="1134" w:type="dxa"/>
          </w:tcPr>
          <w:p w:rsidR="00AD3AA1" w:rsidRPr="00014186" w:rsidRDefault="00AD3AA1" w:rsidP="007E7340">
            <w:pPr>
              <w:pStyle w:val="TabNumeri"/>
              <w:rPr>
                <w:rFonts w:cs="Arial"/>
                <w:szCs w:val="16"/>
              </w:rPr>
            </w:pPr>
            <w:r w:rsidRPr="00014186">
              <w:rPr>
                <w:rFonts w:cs="Arial"/>
                <w:szCs w:val="16"/>
              </w:rPr>
              <w:t>0,8</w:t>
            </w:r>
          </w:p>
        </w:tc>
        <w:tc>
          <w:tcPr>
            <w:tcW w:w="1134" w:type="dxa"/>
          </w:tcPr>
          <w:p w:rsidR="00AD3AA1" w:rsidRPr="00014186" w:rsidRDefault="00AD3AA1" w:rsidP="007E7340">
            <w:pPr>
              <w:pStyle w:val="TabNumeri"/>
              <w:rPr>
                <w:rFonts w:cs="Arial"/>
                <w:szCs w:val="16"/>
              </w:rPr>
            </w:pPr>
            <w:r w:rsidRPr="00014186">
              <w:rPr>
                <w:rFonts w:cs="Arial"/>
                <w:szCs w:val="16"/>
              </w:rPr>
              <w:t>0,2</w:t>
            </w:r>
          </w:p>
        </w:tc>
        <w:tc>
          <w:tcPr>
            <w:tcW w:w="1134" w:type="dxa"/>
          </w:tcPr>
          <w:p w:rsidR="00AD3AA1" w:rsidRPr="00014186" w:rsidRDefault="00AD3AA1" w:rsidP="007E7340">
            <w:pPr>
              <w:pStyle w:val="TabNumeri"/>
              <w:rPr>
                <w:rFonts w:cs="Arial"/>
                <w:szCs w:val="16"/>
              </w:rPr>
            </w:pPr>
            <w:r w:rsidRPr="00014186">
              <w:rPr>
                <w:rFonts w:cs="Arial"/>
                <w:szCs w:val="16"/>
              </w:rPr>
              <w:t>-0,1</w:t>
            </w:r>
          </w:p>
        </w:tc>
      </w:tr>
      <w:tr w:rsidR="00AD3AA1" w:rsidTr="007E7340">
        <w:trPr>
          <w:cantSplit/>
          <w:trHeight w:val="227"/>
        </w:trPr>
        <w:tc>
          <w:tcPr>
            <w:tcW w:w="4820" w:type="dxa"/>
            <w:shd w:val="clear" w:color="auto" w:fill="DAEEF3" w:themeFill="accent5" w:themeFillTint="33"/>
          </w:tcPr>
          <w:p w:rsidR="00AD3AA1" w:rsidRDefault="00AD3AA1" w:rsidP="007E7340">
            <w:pPr>
              <w:pStyle w:val="TabEtichette"/>
              <w:rPr>
                <w:rFonts w:eastAsia="Arial Unicode MS"/>
              </w:rPr>
            </w:pPr>
            <w:r>
              <w:t xml:space="preserve">   Investimenti fissi lordi</w:t>
            </w:r>
          </w:p>
        </w:tc>
        <w:tc>
          <w:tcPr>
            <w:tcW w:w="1134" w:type="dxa"/>
            <w:shd w:val="clear" w:color="auto" w:fill="DAEEF3" w:themeFill="accent5" w:themeFillTint="33"/>
          </w:tcPr>
          <w:p w:rsidR="00AD3AA1" w:rsidRPr="00014186" w:rsidRDefault="00AD3AA1" w:rsidP="007E7340">
            <w:pPr>
              <w:pStyle w:val="TabNumeri"/>
              <w:rPr>
                <w:rFonts w:cs="Arial"/>
                <w:szCs w:val="16"/>
              </w:rPr>
            </w:pPr>
            <w:r w:rsidRPr="00014186">
              <w:rPr>
                <w:rFonts w:cs="Arial"/>
                <w:szCs w:val="16"/>
              </w:rPr>
              <w:t>6,7</w:t>
            </w:r>
          </w:p>
        </w:tc>
        <w:tc>
          <w:tcPr>
            <w:tcW w:w="1134" w:type="dxa"/>
            <w:shd w:val="clear" w:color="auto" w:fill="DAEEF3" w:themeFill="accent5" w:themeFillTint="33"/>
          </w:tcPr>
          <w:p w:rsidR="00AD3AA1" w:rsidRPr="00014186" w:rsidRDefault="00AD3AA1" w:rsidP="007E7340">
            <w:pPr>
              <w:pStyle w:val="TabNumeri"/>
              <w:rPr>
                <w:rFonts w:cs="Arial"/>
                <w:szCs w:val="16"/>
              </w:rPr>
            </w:pPr>
            <w:r w:rsidRPr="00014186">
              <w:rPr>
                <w:rFonts w:cs="Arial"/>
                <w:szCs w:val="16"/>
              </w:rPr>
              <w:t>4,9</w:t>
            </w:r>
          </w:p>
        </w:tc>
        <w:tc>
          <w:tcPr>
            <w:tcW w:w="1134" w:type="dxa"/>
            <w:shd w:val="clear" w:color="auto" w:fill="DAEEF3" w:themeFill="accent5" w:themeFillTint="33"/>
          </w:tcPr>
          <w:p w:rsidR="00AD3AA1" w:rsidRPr="00014186" w:rsidRDefault="00AD3AA1" w:rsidP="007E7340">
            <w:pPr>
              <w:pStyle w:val="TabNumeri"/>
              <w:rPr>
                <w:rFonts w:cs="Arial"/>
                <w:szCs w:val="16"/>
              </w:rPr>
            </w:pPr>
            <w:r w:rsidRPr="00014186">
              <w:rPr>
                <w:rFonts w:cs="Arial"/>
                <w:szCs w:val="16"/>
              </w:rPr>
              <w:t>2,9</w:t>
            </w:r>
          </w:p>
        </w:tc>
        <w:tc>
          <w:tcPr>
            <w:tcW w:w="1134" w:type="dxa"/>
            <w:shd w:val="clear" w:color="auto" w:fill="DAEEF3" w:themeFill="accent5" w:themeFillTint="33"/>
          </w:tcPr>
          <w:p w:rsidR="00AD3AA1" w:rsidRPr="00014186" w:rsidRDefault="00AD3AA1" w:rsidP="007E7340">
            <w:pPr>
              <w:pStyle w:val="TabNumeri"/>
              <w:rPr>
                <w:rFonts w:cs="Arial"/>
                <w:szCs w:val="16"/>
              </w:rPr>
            </w:pPr>
            <w:r w:rsidRPr="00014186">
              <w:rPr>
                <w:rFonts w:cs="Arial"/>
                <w:szCs w:val="16"/>
              </w:rPr>
              <w:t>2,6</w:t>
            </w:r>
          </w:p>
        </w:tc>
      </w:tr>
      <w:tr w:rsidR="00AD3AA1" w:rsidTr="007E7340">
        <w:trPr>
          <w:cantSplit/>
          <w:trHeight w:val="227"/>
        </w:trPr>
        <w:tc>
          <w:tcPr>
            <w:tcW w:w="4820" w:type="dxa"/>
          </w:tcPr>
          <w:p w:rsidR="00AD3AA1" w:rsidRDefault="00AD3AA1" w:rsidP="007E7340">
            <w:pPr>
              <w:pStyle w:val="TabEtichette"/>
              <w:rPr>
                <w:rFonts w:eastAsia="Arial Unicode MS"/>
              </w:rPr>
            </w:pPr>
            <w:r>
              <w:t>Importazioni di beni dall’estero</w:t>
            </w:r>
          </w:p>
        </w:tc>
        <w:tc>
          <w:tcPr>
            <w:tcW w:w="1134" w:type="dxa"/>
          </w:tcPr>
          <w:p w:rsidR="00AD3AA1" w:rsidRPr="00014186" w:rsidRDefault="00AD3AA1" w:rsidP="007E7340">
            <w:pPr>
              <w:pStyle w:val="TabNumeri"/>
              <w:rPr>
                <w:rFonts w:cs="Arial"/>
                <w:szCs w:val="16"/>
              </w:rPr>
            </w:pPr>
            <w:r w:rsidRPr="00014186">
              <w:rPr>
                <w:rFonts w:cs="Arial"/>
                <w:szCs w:val="16"/>
              </w:rPr>
              <w:t>4,8</w:t>
            </w:r>
          </w:p>
        </w:tc>
        <w:tc>
          <w:tcPr>
            <w:tcW w:w="1134" w:type="dxa"/>
          </w:tcPr>
          <w:p w:rsidR="00AD3AA1" w:rsidRPr="00014186" w:rsidRDefault="00AD3AA1" w:rsidP="007E7340">
            <w:pPr>
              <w:pStyle w:val="TabNumeri"/>
              <w:rPr>
                <w:rFonts w:cs="Arial"/>
                <w:szCs w:val="16"/>
              </w:rPr>
            </w:pPr>
            <w:r w:rsidRPr="00014186">
              <w:rPr>
                <w:rFonts w:cs="Arial"/>
                <w:szCs w:val="16"/>
              </w:rPr>
              <w:t>-0,1</w:t>
            </w:r>
          </w:p>
        </w:tc>
        <w:tc>
          <w:tcPr>
            <w:tcW w:w="1134" w:type="dxa"/>
          </w:tcPr>
          <w:p w:rsidR="00AD3AA1" w:rsidRPr="00014186" w:rsidRDefault="00AD3AA1" w:rsidP="007E7340">
            <w:pPr>
              <w:pStyle w:val="TabNumeri"/>
              <w:rPr>
                <w:rFonts w:cs="Arial"/>
                <w:szCs w:val="16"/>
              </w:rPr>
            </w:pPr>
            <w:r w:rsidRPr="00014186">
              <w:rPr>
                <w:rFonts w:cs="Arial"/>
                <w:szCs w:val="16"/>
              </w:rPr>
              <w:t>4,3</w:t>
            </w:r>
          </w:p>
        </w:tc>
        <w:tc>
          <w:tcPr>
            <w:tcW w:w="1134" w:type="dxa"/>
          </w:tcPr>
          <w:p w:rsidR="00AD3AA1" w:rsidRPr="00014186" w:rsidRDefault="00AD3AA1" w:rsidP="007E7340">
            <w:pPr>
              <w:pStyle w:val="TabNumeri"/>
              <w:rPr>
                <w:rFonts w:cs="Arial"/>
                <w:szCs w:val="16"/>
              </w:rPr>
            </w:pPr>
            <w:r w:rsidRPr="00014186">
              <w:rPr>
                <w:rFonts w:cs="Arial"/>
                <w:szCs w:val="16"/>
              </w:rPr>
              <w:t>2,4</w:t>
            </w:r>
          </w:p>
        </w:tc>
      </w:tr>
      <w:tr w:rsidR="00AD3AA1" w:rsidTr="007E7340">
        <w:trPr>
          <w:cantSplit/>
          <w:trHeight w:val="227"/>
        </w:trPr>
        <w:tc>
          <w:tcPr>
            <w:tcW w:w="4820" w:type="dxa"/>
            <w:shd w:val="clear" w:color="auto" w:fill="DAEEF3" w:themeFill="accent5" w:themeFillTint="33"/>
          </w:tcPr>
          <w:p w:rsidR="00AD3AA1" w:rsidRDefault="00AD3AA1" w:rsidP="007E7340">
            <w:pPr>
              <w:pStyle w:val="TabEtichette"/>
              <w:rPr>
                <w:rFonts w:eastAsia="Arial Unicode MS"/>
              </w:rPr>
            </w:pPr>
            <w:r>
              <w:t>Esportazioni di beni verso l’estero</w:t>
            </w:r>
          </w:p>
        </w:tc>
        <w:tc>
          <w:tcPr>
            <w:tcW w:w="1134" w:type="dxa"/>
            <w:shd w:val="clear" w:color="auto" w:fill="DAEEF3" w:themeFill="accent5" w:themeFillTint="33"/>
          </w:tcPr>
          <w:p w:rsidR="00AD3AA1" w:rsidRPr="00014186" w:rsidRDefault="00AD3AA1" w:rsidP="007E7340">
            <w:pPr>
              <w:pStyle w:val="TabNumeri"/>
              <w:rPr>
                <w:rFonts w:cs="Arial"/>
                <w:szCs w:val="16"/>
              </w:rPr>
            </w:pPr>
            <w:r w:rsidRPr="00014186">
              <w:rPr>
                <w:rFonts w:cs="Arial"/>
                <w:szCs w:val="16"/>
              </w:rPr>
              <w:t>5,2</w:t>
            </w:r>
          </w:p>
        </w:tc>
        <w:tc>
          <w:tcPr>
            <w:tcW w:w="1134" w:type="dxa"/>
            <w:shd w:val="clear" w:color="auto" w:fill="DAEEF3" w:themeFill="accent5" w:themeFillTint="33"/>
          </w:tcPr>
          <w:p w:rsidR="00AD3AA1" w:rsidRPr="00014186" w:rsidRDefault="00AD3AA1" w:rsidP="007E7340">
            <w:pPr>
              <w:pStyle w:val="TabNumeri"/>
              <w:rPr>
                <w:rFonts w:cs="Arial"/>
                <w:szCs w:val="16"/>
              </w:rPr>
            </w:pPr>
            <w:r w:rsidRPr="00014186">
              <w:rPr>
                <w:rFonts w:cs="Arial"/>
                <w:szCs w:val="16"/>
              </w:rPr>
              <w:t>3,9</w:t>
            </w:r>
          </w:p>
        </w:tc>
        <w:tc>
          <w:tcPr>
            <w:tcW w:w="1134" w:type="dxa"/>
            <w:shd w:val="clear" w:color="auto" w:fill="DAEEF3" w:themeFill="accent5" w:themeFillTint="33"/>
          </w:tcPr>
          <w:p w:rsidR="00AD3AA1" w:rsidRPr="00014186" w:rsidRDefault="00AD3AA1" w:rsidP="007E7340">
            <w:pPr>
              <w:pStyle w:val="TabNumeri"/>
              <w:rPr>
                <w:rFonts w:cs="Arial"/>
                <w:szCs w:val="16"/>
              </w:rPr>
            </w:pPr>
            <w:r w:rsidRPr="00014186">
              <w:rPr>
                <w:rFonts w:cs="Arial"/>
                <w:szCs w:val="16"/>
              </w:rPr>
              <w:t>5,0</w:t>
            </w:r>
          </w:p>
        </w:tc>
        <w:tc>
          <w:tcPr>
            <w:tcW w:w="1134" w:type="dxa"/>
            <w:shd w:val="clear" w:color="auto" w:fill="DAEEF3" w:themeFill="accent5" w:themeFillTint="33"/>
          </w:tcPr>
          <w:p w:rsidR="00AD3AA1" w:rsidRPr="00014186" w:rsidRDefault="00AD3AA1" w:rsidP="007E7340">
            <w:pPr>
              <w:pStyle w:val="TabNumeri"/>
              <w:rPr>
                <w:rFonts w:cs="Arial"/>
                <w:szCs w:val="16"/>
              </w:rPr>
            </w:pPr>
            <w:r w:rsidRPr="00014186">
              <w:rPr>
                <w:rFonts w:cs="Arial"/>
                <w:szCs w:val="16"/>
              </w:rPr>
              <w:t>1,8</w:t>
            </w:r>
          </w:p>
        </w:tc>
      </w:tr>
      <w:tr w:rsidR="00AD3AA1" w:rsidTr="007E7340">
        <w:trPr>
          <w:cantSplit/>
          <w:trHeight w:val="227"/>
        </w:trPr>
        <w:tc>
          <w:tcPr>
            <w:tcW w:w="4820" w:type="dxa"/>
          </w:tcPr>
          <w:p w:rsidR="00AD3AA1" w:rsidRPr="00EC6592" w:rsidRDefault="00AD3AA1" w:rsidP="007E7340">
            <w:pPr>
              <w:pStyle w:val="TabEtichetteBold"/>
              <w:rPr>
                <w:rFonts w:eastAsia="Arial Unicode MS"/>
              </w:rPr>
            </w:pPr>
            <w:r w:rsidRPr="00EC6592">
              <w:t>Valore aggiunto ai prezzi base</w:t>
            </w:r>
          </w:p>
        </w:tc>
        <w:tc>
          <w:tcPr>
            <w:tcW w:w="1134" w:type="dxa"/>
          </w:tcPr>
          <w:p w:rsidR="00AD3AA1" w:rsidRPr="00014186" w:rsidRDefault="00AD3AA1" w:rsidP="007E7340">
            <w:pPr>
              <w:pStyle w:val="TabNumeri"/>
              <w:rPr>
                <w:rFonts w:cs="Arial"/>
                <w:szCs w:val="16"/>
              </w:rPr>
            </w:pPr>
          </w:p>
        </w:tc>
        <w:tc>
          <w:tcPr>
            <w:tcW w:w="1134" w:type="dxa"/>
          </w:tcPr>
          <w:p w:rsidR="00AD3AA1" w:rsidRPr="00014186" w:rsidRDefault="00AD3AA1" w:rsidP="007E7340">
            <w:pPr>
              <w:pStyle w:val="TabNumeri"/>
              <w:rPr>
                <w:rFonts w:cs="Arial"/>
                <w:szCs w:val="16"/>
              </w:rPr>
            </w:pPr>
          </w:p>
        </w:tc>
        <w:tc>
          <w:tcPr>
            <w:tcW w:w="1134" w:type="dxa"/>
          </w:tcPr>
          <w:p w:rsidR="00AD3AA1" w:rsidRPr="00014186" w:rsidRDefault="00AD3AA1" w:rsidP="007E7340">
            <w:pPr>
              <w:pStyle w:val="TabNumeri"/>
              <w:rPr>
                <w:rFonts w:cs="Arial"/>
                <w:szCs w:val="16"/>
              </w:rPr>
            </w:pPr>
          </w:p>
        </w:tc>
        <w:tc>
          <w:tcPr>
            <w:tcW w:w="1134" w:type="dxa"/>
          </w:tcPr>
          <w:p w:rsidR="00AD3AA1" w:rsidRPr="00014186" w:rsidRDefault="00AD3AA1" w:rsidP="007E7340">
            <w:pPr>
              <w:pStyle w:val="TabNumeri"/>
              <w:rPr>
                <w:rFonts w:cs="Arial"/>
                <w:szCs w:val="16"/>
              </w:rPr>
            </w:pPr>
          </w:p>
        </w:tc>
      </w:tr>
      <w:tr w:rsidR="00AD3AA1" w:rsidTr="007E7340">
        <w:trPr>
          <w:cantSplit/>
          <w:trHeight w:val="227"/>
        </w:trPr>
        <w:tc>
          <w:tcPr>
            <w:tcW w:w="4820" w:type="dxa"/>
            <w:shd w:val="clear" w:color="auto" w:fill="DAEEF3" w:themeFill="accent5" w:themeFillTint="33"/>
          </w:tcPr>
          <w:p w:rsidR="00AD3AA1" w:rsidRDefault="00AD3AA1" w:rsidP="007E7340">
            <w:pPr>
              <w:pStyle w:val="TabEtichette"/>
              <w:rPr>
                <w:rFonts w:eastAsia="Arial Unicode MS"/>
              </w:rPr>
            </w:pPr>
            <w:r>
              <w:t>Agricoltura</w:t>
            </w:r>
          </w:p>
        </w:tc>
        <w:tc>
          <w:tcPr>
            <w:tcW w:w="1134" w:type="dxa"/>
            <w:shd w:val="clear" w:color="auto" w:fill="DAEEF3" w:themeFill="accent5" w:themeFillTint="33"/>
          </w:tcPr>
          <w:p w:rsidR="00AD3AA1" w:rsidRPr="00014186" w:rsidRDefault="00AD3AA1" w:rsidP="007E7340">
            <w:pPr>
              <w:pStyle w:val="TabNumeri"/>
              <w:rPr>
                <w:rFonts w:cs="Arial"/>
                <w:szCs w:val="16"/>
              </w:rPr>
            </w:pPr>
            <w:r w:rsidRPr="00014186">
              <w:rPr>
                <w:rFonts w:cs="Arial"/>
                <w:szCs w:val="16"/>
              </w:rPr>
              <w:t>-5,5</w:t>
            </w:r>
          </w:p>
        </w:tc>
        <w:tc>
          <w:tcPr>
            <w:tcW w:w="1134" w:type="dxa"/>
            <w:shd w:val="clear" w:color="auto" w:fill="DAEEF3" w:themeFill="accent5" w:themeFillTint="33"/>
          </w:tcPr>
          <w:p w:rsidR="00AD3AA1" w:rsidRPr="00014186" w:rsidRDefault="00AD3AA1" w:rsidP="007E7340">
            <w:pPr>
              <w:pStyle w:val="TabNumeri"/>
              <w:rPr>
                <w:rFonts w:cs="Arial"/>
                <w:szCs w:val="16"/>
              </w:rPr>
            </w:pPr>
            <w:r w:rsidRPr="00014186">
              <w:rPr>
                <w:rFonts w:cs="Arial"/>
                <w:szCs w:val="16"/>
              </w:rPr>
              <w:t>0,3</w:t>
            </w:r>
          </w:p>
        </w:tc>
        <w:tc>
          <w:tcPr>
            <w:tcW w:w="1134" w:type="dxa"/>
            <w:shd w:val="clear" w:color="auto" w:fill="DAEEF3" w:themeFill="accent5" w:themeFillTint="33"/>
          </w:tcPr>
          <w:p w:rsidR="00AD3AA1" w:rsidRPr="00014186" w:rsidRDefault="00AD3AA1" w:rsidP="007E7340">
            <w:pPr>
              <w:pStyle w:val="TabNumeri"/>
              <w:rPr>
                <w:rFonts w:cs="Arial"/>
                <w:szCs w:val="16"/>
              </w:rPr>
            </w:pPr>
            <w:r w:rsidRPr="00014186">
              <w:rPr>
                <w:rFonts w:cs="Arial"/>
                <w:szCs w:val="16"/>
              </w:rPr>
              <w:t>1,5</w:t>
            </w:r>
          </w:p>
        </w:tc>
        <w:tc>
          <w:tcPr>
            <w:tcW w:w="1134" w:type="dxa"/>
            <w:shd w:val="clear" w:color="auto" w:fill="DAEEF3" w:themeFill="accent5" w:themeFillTint="33"/>
          </w:tcPr>
          <w:p w:rsidR="00AD3AA1" w:rsidRPr="00014186" w:rsidRDefault="00AD3AA1" w:rsidP="007E7340">
            <w:pPr>
              <w:pStyle w:val="TabNumeri"/>
              <w:rPr>
                <w:rFonts w:cs="Arial"/>
                <w:szCs w:val="16"/>
              </w:rPr>
            </w:pPr>
            <w:r w:rsidRPr="00014186">
              <w:rPr>
                <w:rFonts w:cs="Arial"/>
                <w:szCs w:val="16"/>
              </w:rPr>
              <w:t>0,9</w:t>
            </w:r>
          </w:p>
        </w:tc>
      </w:tr>
      <w:tr w:rsidR="00AD3AA1" w:rsidTr="007E7340">
        <w:trPr>
          <w:cantSplit/>
          <w:trHeight w:val="227"/>
        </w:trPr>
        <w:tc>
          <w:tcPr>
            <w:tcW w:w="4820" w:type="dxa"/>
          </w:tcPr>
          <w:p w:rsidR="00AD3AA1" w:rsidRDefault="00AD3AA1" w:rsidP="007E7340">
            <w:pPr>
              <w:pStyle w:val="TabEtichette"/>
              <w:rPr>
                <w:rFonts w:eastAsia="Arial Unicode MS"/>
              </w:rPr>
            </w:pPr>
            <w:r>
              <w:t>Industria</w:t>
            </w:r>
          </w:p>
        </w:tc>
        <w:tc>
          <w:tcPr>
            <w:tcW w:w="1134" w:type="dxa"/>
          </w:tcPr>
          <w:p w:rsidR="00AD3AA1" w:rsidRPr="00014186" w:rsidRDefault="00AD3AA1" w:rsidP="007E7340">
            <w:pPr>
              <w:pStyle w:val="TabNumeri"/>
              <w:rPr>
                <w:rFonts w:cs="Arial"/>
                <w:szCs w:val="16"/>
              </w:rPr>
            </w:pPr>
            <w:r w:rsidRPr="00014186">
              <w:rPr>
                <w:rFonts w:cs="Arial"/>
                <w:szCs w:val="16"/>
              </w:rPr>
              <w:t>3,5</w:t>
            </w:r>
          </w:p>
        </w:tc>
        <w:tc>
          <w:tcPr>
            <w:tcW w:w="1134" w:type="dxa"/>
          </w:tcPr>
          <w:p w:rsidR="00AD3AA1" w:rsidRPr="00014186" w:rsidRDefault="00AD3AA1" w:rsidP="007E7340">
            <w:pPr>
              <w:pStyle w:val="TabNumeri"/>
              <w:rPr>
                <w:rFonts w:cs="Arial"/>
                <w:szCs w:val="16"/>
              </w:rPr>
            </w:pPr>
            <w:r w:rsidRPr="00014186">
              <w:rPr>
                <w:rFonts w:cs="Arial"/>
                <w:szCs w:val="16"/>
              </w:rPr>
              <w:t>3,6</w:t>
            </w:r>
          </w:p>
        </w:tc>
        <w:tc>
          <w:tcPr>
            <w:tcW w:w="1134" w:type="dxa"/>
          </w:tcPr>
          <w:p w:rsidR="00AD3AA1" w:rsidRPr="00014186" w:rsidRDefault="00AD3AA1" w:rsidP="007E7340">
            <w:pPr>
              <w:pStyle w:val="TabNumeri"/>
              <w:rPr>
                <w:rFonts w:cs="Arial"/>
                <w:szCs w:val="16"/>
              </w:rPr>
            </w:pPr>
            <w:r w:rsidRPr="00014186">
              <w:rPr>
                <w:rFonts w:cs="Arial"/>
                <w:szCs w:val="16"/>
              </w:rPr>
              <w:t>0,3</w:t>
            </w:r>
          </w:p>
        </w:tc>
        <w:tc>
          <w:tcPr>
            <w:tcW w:w="1134" w:type="dxa"/>
          </w:tcPr>
          <w:p w:rsidR="00AD3AA1" w:rsidRPr="00014186" w:rsidRDefault="00AD3AA1" w:rsidP="007E7340">
            <w:pPr>
              <w:pStyle w:val="TabNumeri"/>
              <w:rPr>
                <w:rFonts w:cs="Arial"/>
                <w:szCs w:val="16"/>
              </w:rPr>
            </w:pPr>
            <w:r w:rsidRPr="00014186">
              <w:rPr>
                <w:rFonts w:cs="Arial"/>
                <w:szCs w:val="16"/>
              </w:rPr>
              <w:t>1,7</w:t>
            </w:r>
          </w:p>
        </w:tc>
      </w:tr>
      <w:tr w:rsidR="00AD3AA1" w:rsidTr="007E7340">
        <w:trPr>
          <w:cantSplit/>
          <w:trHeight w:val="227"/>
        </w:trPr>
        <w:tc>
          <w:tcPr>
            <w:tcW w:w="4820" w:type="dxa"/>
            <w:shd w:val="clear" w:color="auto" w:fill="DAEEF3" w:themeFill="accent5" w:themeFillTint="33"/>
          </w:tcPr>
          <w:p w:rsidR="00AD3AA1" w:rsidRDefault="00AD3AA1" w:rsidP="007E7340">
            <w:pPr>
              <w:pStyle w:val="TabEtichette"/>
              <w:rPr>
                <w:rFonts w:eastAsia="Arial Unicode MS"/>
              </w:rPr>
            </w:pPr>
            <w:r>
              <w:t>Costruzioni</w:t>
            </w:r>
          </w:p>
        </w:tc>
        <w:tc>
          <w:tcPr>
            <w:tcW w:w="1134" w:type="dxa"/>
            <w:shd w:val="clear" w:color="auto" w:fill="DAEEF3" w:themeFill="accent5" w:themeFillTint="33"/>
          </w:tcPr>
          <w:p w:rsidR="00AD3AA1" w:rsidRPr="00014186" w:rsidRDefault="00AD3AA1" w:rsidP="007E7340">
            <w:pPr>
              <w:pStyle w:val="TabNumeri"/>
              <w:rPr>
                <w:rFonts w:cs="Arial"/>
                <w:szCs w:val="16"/>
              </w:rPr>
            </w:pPr>
            <w:r w:rsidRPr="00014186">
              <w:rPr>
                <w:rFonts w:cs="Arial"/>
                <w:szCs w:val="16"/>
              </w:rPr>
              <w:t>1,1</w:t>
            </w:r>
          </w:p>
        </w:tc>
        <w:tc>
          <w:tcPr>
            <w:tcW w:w="1134" w:type="dxa"/>
            <w:shd w:val="clear" w:color="auto" w:fill="DAEEF3" w:themeFill="accent5" w:themeFillTint="33"/>
          </w:tcPr>
          <w:p w:rsidR="00AD3AA1" w:rsidRPr="00014186" w:rsidRDefault="00AD3AA1" w:rsidP="007E7340">
            <w:pPr>
              <w:pStyle w:val="TabNumeri"/>
              <w:rPr>
                <w:rFonts w:cs="Arial"/>
                <w:szCs w:val="16"/>
              </w:rPr>
            </w:pPr>
            <w:r w:rsidRPr="00014186">
              <w:rPr>
                <w:rFonts w:cs="Arial"/>
                <w:szCs w:val="16"/>
              </w:rPr>
              <w:t>1,5</w:t>
            </w:r>
          </w:p>
        </w:tc>
        <w:tc>
          <w:tcPr>
            <w:tcW w:w="1134" w:type="dxa"/>
            <w:shd w:val="clear" w:color="auto" w:fill="DAEEF3" w:themeFill="accent5" w:themeFillTint="33"/>
          </w:tcPr>
          <w:p w:rsidR="00AD3AA1" w:rsidRPr="00014186" w:rsidRDefault="00AD3AA1" w:rsidP="007E7340">
            <w:pPr>
              <w:pStyle w:val="TabNumeri"/>
              <w:rPr>
                <w:rFonts w:cs="Arial"/>
                <w:szCs w:val="16"/>
              </w:rPr>
            </w:pPr>
            <w:r w:rsidRPr="00014186">
              <w:rPr>
                <w:rFonts w:cs="Arial"/>
                <w:szCs w:val="16"/>
              </w:rPr>
              <w:t>3,9</w:t>
            </w:r>
          </w:p>
        </w:tc>
        <w:tc>
          <w:tcPr>
            <w:tcW w:w="1134" w:type="dxa"/>
            <w:shd w:val="clear" w:color="auto" w:fill="DAEEF3" w:themeFill="accent5" w:themeFillTint="33"/>
          </w:tcPr>
          <w:p w:rsidR="00AD3AA1" w:rsidRPr="00014186" w:rsidRDefault="00AD3AA1" w:rsidP="007E7340">
            <w:pPr>
              <w:pStyle w:val="TabNumeri"/>
              <w:rPr>
                <w:rFonts w:cs="Arial"/>
                <w:szCs w:val="16"/>
              </w:rPr>
            </w:pPr>
            <w:r w:rsidRPr="00014186">
              <w:rPr>
                <w:rFonts w:cs="Arial"/>
                <w:szCs w:val="16"/>
              </w:rPr>
              <w:t>2,9</w:t>
            </w:r>
          </w:p>
        </w:tc>
      </w:tr>
      <w:tr w:rsidR="00AD3AA1" w:rsidTr="007E7340">
        <w:trPr>
          <w:cantSplit/>
          <w:trHeight w:val="227"/>
        </w:trPr>
        <w:tc>
          <w:tcPr>
            <w:tcW w:w="4820" w:type="dxa"/>
          </w:tcPr>
          <w:p w:rsidR="00AD3AA1" w:rsidRDefault="00AD3AA1" w:rsidP="007E7340">
            <w:pPr>
              <w:pStyle w:val="TabEtichette"/>
              <w:rPr>
                <w:rFonts w:eastAsia="Arial Unicode MS"/>
              </w:rPr>
            </w:pPr>
            <w:r>
              <w:t>Servizi</w:t>
            </w:r>
          </w:p>
        </w:tc>
        <w:tc>
          <w:tcPr>
            <w:tcW w:w="1134" w:type="dxa"/>
          </w:tcPr>
          <w:p w:rsidR="00AD3AA1" w:rsidRPr="00014186" w:rsidRDefault="00AD3AA1" w:rsidP="007E7340">
            <w:pPr>
              <w:pStyle w:val="TabNumeri"/>
              <w:rPr>
                <w:rFonts w:cs="Arial"/>
                <w:szCs w:val="16"/>
              </w:rPr>
            </w:pPr>
            <w:r w:rsidRPr="00014186">
              <w:rPr>
                <w:rFonts w:cs="Arial"/>
                <w:szCs w:val="16"/>
              </w:rPr>
              <w:t>1,4</w:t>
            </w:r>
          </w:p>
        </w:tc>
        <w:tc>
          <w:tcPr>
            <w:tcW w:w="1134" w:type="dxa"/>
          </w:tcPr>
          <w:p w:rsidR="00AD3AA1" w:rsidRPr="00014186" w:rsidRDefault="00AD3AA1" w:rsidP="007E7340">
            <w:pPr>
              <w:pStyle w:val="TabNumeri"/>
              <w:rPr>
                <w:rFonts w:cs="Arial"/>
                <w:szCs w:val="16"/>
              </w:rPr>
            </w:pPr>
            <w:r w:rsidRPr="00014186">
              <w:rPr>
                <w:rFonts w:cs="Arial"/>
                <w:szCs w:val="16"/>
              </w:rPr>
              <w:t>0,8</w:t>
            </w:r>
          </w:p>
        </w:tc>
        <w:tc>
          <w:tcPr>
            <w:tcW w:w="1134" w:type="dxa"/>
          </w:tcPr>
          <w:p w:rsidR="00AD3AA1" w:rsidRPr="00014186" w:rsidRDefault="00AD3AA1" w:rsidP="007E7340">
            <w:pPr>
              <w:pStyle w:val="TabNumeri"/>
              <w:rPr>
                <w:rFonts w:cs="Arial"/>
                <w:szCs w:val="16"/>
              </w:rPr>
            </w:pPr>
            <w:r w:rsidRPr="00014186">
              <w:rPr>
                <w:rFonts w:cs="Arial"/>
                <w:szCs w:val="16"/>
              </w:rPr>
              <w:t>0,3</w:t>
            </w:r>
          </w:p>
        </w:tc>
        <w:tc>
          <w:tcPr>
            <w:tcW w:w="1134" w:type="dxa"/>
          </w:tcPr>
          <w:p w:rsidR="00AD3AA1" w:rsidRPr="00014186" w:rsidRDefault="00AD3AA1" w:rsidP="007E7340">
            <w:pPr>
              <w:pStyle w:val="TabNumeri"/>
              <w:rPr>
                <w:rFonts w:cs="Arial"/>
                <w:szCs w:val="16"/>
              </w:rPr>
            </w:pPr>
            <w:r w:rsidRPr="00014186">
              <w:rPr>
                <w:rFonts w:cs="Arial"/>
                <w:szCs w:val="16"/>
              </w:rPr>
              <w:t>0,8</w:t>
            </w:r>
          </w:p>
        </w:tc>
      </w:tr>
      <w:tr w:rsidR="00AD3AA1" w:rsidTr="007E7340">
        <w:trPr>
          <w:cantSplit/>
          <w:trHeight w:val="227"/>
        </w:trPr>
        <w:tc>
          <w:tcPr>
            <w:tcW w:w="4820" w:type="dxa"/>
            <w:shd w:val="clear" w:color="auto" w:fill="DAEEF3" w:themeFill="accent5" w:themeFillTint="33"/>
          </w:tcPr>
          <w:p w:rsidR="00AD3AA1" w:rsidRDefault="00AD3AA1" w:rsidP="007E7340">
            <w:pPr>
              <w:pStyle w:val="TabEtichette"/>
              <w:rPr>
                <w:rFonts w:eastAsia="Arial Unicode MS"/>
              </w:rPr>
            </w:pPr>
            <w:r>
              <w:t>Totale</w:t>
            </w:r>
          </w:p>
        </w:tc>
        <w:tc>
          <w:tcPr>
            <w:tcW w:w="1134" w:type="dxa"/>
            <w:shd w:val="clear" w:color="auto" w:fill="DAEEF3" w:themeFill="accent5" w:themeFillTint="33"/>
          </w:tcPr>
          <w:p w:rsidR="00AD3AA1" w:rsidRPr="00014186" w:rsidRDefault="00AD3AA1" w:rsidP="007E7340">
            <w:pPr>
              <w:pStyle w:val="TabNumeri"/>
              <w:rPr>
                <w:rFonts w:cs="Arial"/>
                <w:szCs w:val="16"/>
              </w:rPr>
            </w:pPr>
            <w:r w:rsidRPr="00014186">
              <w:rPr>
                <w:rFonts w:cs="Arial"/>
                <w:szCs w:val="16"/>
              </w:rPr>
              <w:t>1,8</w:t>
            </w:r>
          </w:p>
        </w:tc>
        <w:tc>
          <w:tcPr>
            <w:tcW w:w="1134" w:type="dxa"/>
            <w:shd w:val="clear" w:color="auto" w:fill="DAEEF3" w:themeFill="accent5" w:themeFillTint="33"/>
          </w:tcPr>
          <w:p w:rsidR="00AD3AA1" w:rsidRPr="00014186" w:rsidRDefault="00AD3AA1" w:rsidP="007E7340">
            <w:pPr>
              <w:pStyle w:val="TabNumeri"/>
              <w:rPr>
                <w:rFonts w:cs="Arial"/>
                <w:szCs w:val="16"/>
              </w:rPr>
            </w:pPr>
            <w:r w:rsidRPr="00014186">
              <w:rPr>
                <w:rFonts w:cs="Arial"/>
                <w:szCs w:val="16"/>
              </w:rPr>
              <w:t>1,6</w:t>
            </w:r>
          </w:p>
        </w:tc>
        <w:tc>
          <w:tcPr>
            <w:tcW w:w="1134" w:type="dxa"/>
            <w:shd w:val="clear" w:color="auto" w:fill="DAEEF3" w:themeFill="accent5" w:themeFillTint="33"/>
          </w:tcPr>
          <w:p w:rsidR="00AD3AA1" w:rsidRPr="00014186" w:rsidRDefault="00AD3AA1" w:rsidP="007E7340">
            <w:pPr>
              <w:pStyle w:val="TabNumeri"/>
              <w:rPr>
                <w:rFonts w:cs="Arial"/>
                <w:szCs w:val="16"/>
              </w:rPr>
            </w:pPr>
            <w:r w:rsidRPr="00014186">
              <w:rPr>
                <w:rFonts w:cs="Arial"/>
                <w:szCs w:val="16"/>
              </w:rPr>
              <w:t>0,5</w:t>
            </w:r>
          </w:p>
        </w:tc>
        <w:tc>
          <w:tcPr>
            <w:tcW w:w="1134" w:type="dxa"/>
            <w:shd w:val="clear" w:color="auto" w:fill="DAEEF3" w:themeFill="accent5" w:themeFillTint="33"/>
          </w:tcPr>
          <w:p w:rsidR="00AD3AA1" w:rsidRPr="00014186" w:rsidRDefault="00AD3AA1" w:rsidP="007E7340">
            <w:pPr>
              <w:pStyle w:val="TabNumeri"/>
              <w:rPr>
                <w:rFonts w:cs="Arial"/>
                <w:szCs w:val="16"/>
              </w:rPr>
            </w:pPr>
            <w:r w:rsidRPr="00014186">
              <w:rPr>
                <w:rFonts w:cs="Arial"/>
                <w:szCs w:val="16"/>
              </w:rPr>
              <w:t>1,1</w:t>
            </w:r>
          </w:p>
        </w:tc>
      </w:tr>
      <w:tr w:rsidR="00AD3AA1" w:rsidTr="007E7340">
        <w:trPr>
          <w:cantSplit/>
          <w:trHeight w:val="227"/>
        </w:trPr>
        <w:tc>
          <w:tcPr>
            <w:tcW w:w="4820" w:type="dxa"/>
          </w:tcPr>
          <w:p w:rsidR="00AD3AA1" w:rsidRPr="00EC6592" w:rsidRDefault="00AD3AA1" w:rsidP="007E7340">
            <w:pPr>
              <w:pStyle w:val="TabEtichetteBold"/>
              <w:rPr>
                <w:rFonts w:eastAsia="Arial Unicode MS"/>
              </w:rPr>
            </w:pPr>
            <w:r w:rsidRPr="00EC6592">
              <w:t>Rapporti caratteristici</w:t>
            </w:r>
          </w:p>
        </w:tc>
        <w:tc>
          <w:tcPr>
            <w:tcW w:w="1134" w:type="dxa"/>
          </w:tcPr>
          <w:p w:rsidR="00AD3AA1" w:rsidRPr="00014186" w:rsidRDefault="00AD3AA1" w:rsidP="007E7340">
            <w:pPr>
              <w:pStyle w:val="TabNumeri"/>
              <w:rPr>
                <w:rFonts w:cs="Arial"/>
                <w:szCs w:val="16"/>
              </w:rPr>
            </w:pPr>
          </w:p>
        </w:tc>
        <w:tc>
          <w:tcPr>
            <w:tcW w:w="1134" w:type="dxa"/>
          </w:tcPr>
          <w:p w:rsidR="00AD3AA1" w:rsidRPr="00014186" w:rsidRDefault="00AD3AA1" w:rsidP="007E7340">
            <w:pPr>
              <w:pStyle w:val="TabNumeri"/>
              <w:rPr>
                <w:rFonts w:cs="Arial"/>
                <w:szCs w:val="16"/>
              </w:rPr>
            </w:pPr>
          </w:p>
        </w:tc>
        <w:tc>
          <w:tcPr>
            <w:tcW w:w="1134" w:type="dxa"/>
          </w:tcPr>
          <w:p w:rsidR="00AD3AA1" w:rsidRPr="00014186" w:rsidRDefault="00AD3AA1" w:rsidP="007E7340">
            <w:pPr>
              <w:pStyle w:val="TabNumeri"/>
              <w:rPr>
                <w:rFonts w:cs="Arial"/>
                <w:szCs w:val="16"/>
              </w:rPr>
            </w:pPr>
          </w:p>
        </w:tc>
        <w:tc>
          <w:tcPr>
            <w:tcW w:w="1134" w:type="dxa"/>
          </w:tcPr>
          <w:p w:rsidR="00AD3AA1" w:rsidRPr="00014186" w:rsidRDefault="00AD3AA1" w:rsidP="007E7340">
            <w:pPr>
              <w:pStyle w:val="TabNumeri"/>
              <w:rPr>
                <w:rFonts w:cs="Arial"/>
                <w:szCs w:val="16"/>
              </w:rPr>
            </w:pPr>
          </w:p>
        </w:tc>
      </w:tr>
      <w:tr w:rsidR="00AD3AA1" w:rsidTr="007E7340">
        <w:trPr>
          <w:cantSplit/>
          <w:trHeight w:val="227"/>
        </w:trPr>
        <w:tc>
          <w:tcPr>
            <w:tcW w:w="4820" w:type="dxa"/>
            <w:shd w:val="clear" w:color="auto" w:fill="DAEEF3" w:themeFill="accent5" w:themeFillTint="33"/>
          </w:tcPr>
          <w:p w:rsidR="00AD3AA1" w:rsidRPr="00983308" w:rsidRDefault="00AD3AA1" w:rsidP="007E7340">
            <w:pPr>
              <w:pStyle w:val="TabEtichette"/>
            </w:pPr>
            <w:r w:rsidRPr="00983308">
              <w:t>Forze di lavoro</w:t>
            </w:r>
          </w:p>
        </w:tc>
        <w:tc>
          <w:tcPr>
            <w:tcW w:w="1134" w:type="dxa"/>
            <w:shd w:val="clear" w:color="auto" w:fill="DAEEF3" w:themeFill="accent5" w:themeFillTint="33"/>
          </w:tcPr>
          <w:p w:rsidR="00AD3AA1" w:rsidRPr="00014186" w:rsidRDefault="00AD3AA1" w:rsidP="007E7340">
            <w:pPr>
              <w:pStyle w:val="TabNumeri"/>
              <w:rPr>
                <w:rFonts w:cs="Arial"/>
                <w:szCs w:val="16"/>
              </w:rPr>
            </w:pPr>
            <w:r w:rsidRPr="00014186">
              <w:rPr>
                <w:rFonts w:cs="Arial"/>
                <w:szCs w:val="16"/>
              </w:rPr>
              <w:t>-0,1</w:t>
            </w:r>
          </w:p>
        </w:tc>
        <w:tc>
          <w:tcPr>
            <w:tcW w:w="1134" w:type="dxa"/>
            <w:shd w:val="clear" w:color="auto" w:fill="DAEEF3" w:themeFill="accent5" w:themeFillTint="33"/>
          </w:tcPr>
          <w:p w:rsidR="00AD3AA1" w:rsidRPr="00014186" w:rsidRDefault="00AD3AA1" w:rsidP="007E7340">
            <w:pPr>
              <w:pStyle w:val="TabNumeri"/>
              <w:rPr>
                <w:rFonts w:cs="Arial"/>
                <w:szCs w:val="16"/>
              </w:rPr>
            </w:pPr>
            <w:r w:rsidRPr="00014186">
              <w:rPr>
                <w:rFonts w:cs="Arial"/>
                <w:szCs w:val="16"/>
              </w:rPr>
              <w:t>0,9</w:t>
            </w:r>
          </w:p>
        </w:tc>
        <w:tc>
          <w:tcPr>
            <w:tcW w:w="1134" w:type="dxa"/>
            <w:shd w:val="clear" w:color="auto" w:fill="DAEEF3" w:themeFill="accent5" w:themeFillTint="33"/>
          </w:tcPr>
          <w:p w:rsidR="00AD3AA1" w:rsidRPr="00014186" w:rsidRDefault="00AD3AA1" w:rsidP="007E7340">
            <w:pPr>
              <w:pStyle w:val="TabNumeri"/>
              <w:rPr>
                <w:rFonts w:cs="Arial"/>
                <w:szCs w:val="16"/>
              </w:rPr>
            </w:pPr>
            <w:r w:rsidRPr="00014186">
              <w:rPr>
                <w:rFonts w:cs="Arial"/>
                <w:szCs w:val="16"/>
              </w:rPr>
              <w:t>1,3</w:t>
            </w:r>
          </w:p>
        </w:tc>
        <w:tc>
          <w:tcPr>
            <w:tcW w:w="1134" w:type="dxa"/>
            <w:shd w:val="clear" w:color="auto" w:fill="DAEEF3" w:themeFill="accent5" w:themeFillTint="33"/>
          </w:tcPr>
          <w:p w:rsidR="00AD3AA1" w:rsidRPr="00014186" w:rsidRDefault="00AD3AA1" w:rsidP="007E7340">
            <w:pPr>
              <w:pStyle w:val="TabNumeri"/>
              <w:rPr>
                <w:rFonts w:cs="Arial"/>
                <w:szCs w:val="16"/>
              </w:rPr>
            </w:pPr>
            <w:r w:rsidRPr="00014186">
              <w:rPr>
                <w:rFonts w:cs="Arial"/>
                <w:szCs w:val="16"/>
              </w:rPr>
              <w:t>0,2</w:t>
            </w:r>
          </w:p>
        </w:tc>
      </w:tr>
      <w:tr w:rsidR="00AD3AA1" w:rsidTr="007E7340">
        <w:trPr>
          <w:cantSplit/>
          <w:trHeight w:val="227"/>
        </w:trPr>
        <w:tc>
          <w:tcPr>
            <w:tcW w:w="4820" w:type="dxa"/>
          </w:tcPr>
          <w:p w:rsidR="00AD3AA1" w:rsidRDefault="00AD3AA1" w:rsidP="007E7340">
            <w:pPr>
              <w:pStyle w:val="TabEtichette"/>
            </w:pPr>
            <w:r w:rsidRPr="00983308">
              <w:t>Occupati</w:t>
            </w:r>
          </w:p>
        </w:tc>
        <w:tc>
          <w:tcPr>
            <w:tcW w:w="1134" w:type="dxa"/>
          </w:tcPr>
          <w:p w:rsidR="00AD3AA1" w:rsidRPr="00014186" w:rsidRDefault="00AD3AA1" w:rsidP="007E7340">
            <w:pPr>
              <w:pStyle w:val="TabNumeri"/>
              <w:rPr>
                <w:rFonts w:cs="Arial"/>
                <w:szCs w:val="16"/>
              </w:rPr>
            </w:pPr>
            <w:r w:rsidRPr="00014186">
              <w:rPr>
                <w:rFonts w:cs="Arial"/>
                <w:szCs w:val="16"/>
              </w:rPr>
              <w:t>0,3</w:t>
            </w:r>
          </w:p>
        </w:tc>
        <w:tc>
          <w:tcPr>
            <w:tcW w:w="1134" w:type="dxa"/>
          </w:tcPr>
          <w:p w:rsidR="00AD3AA1" w:rsidRPr="00014186" w:rsidRDefault="00AD3AA1" w:rsidP="007E7340">
            <w:pPr>
              <w:pStyle w:val="TabNumeri"/>
              <w:rPr>
                <w:rFonts w:cs="Arial"/>
                <w:szCs w:val="16"/>
              </w:rPr>
            </w:pPr>
            <w:r w:rsidRPr="00014186">
              <w:rPr>
                <w:rFonts w:cs="Arial"/>
                <w:szCs w:val="16"/>
              </w:rPr>
              <w:t>1,6</w:t>
            </w:r>
          </w:p>
        </w:tc>
        <w:tc>
          <w:tcPr>
            <w:tcW w:w="1134" w:type="dxa"/>
          </w:tcPr>
          <w:p w:rsidR="00AD3AA1" w:rsidRPr="00014186" w:rsidRDefault="00AD3AA1" w:rsidP="007E7340">
            <w:pPr>
              <w:pStyle w:val="TabNumeri"/>
              <w:rPr>
                <w:rFonts w:cs="Arial"/>
                <w:szCs w:val="16"/>
              </w:rPr>
            </w:pPr>
            <w:r w:rsidRPr="00014186">
              <w:rPr>
                <w:rFonts w:cs="Arial"/>
                <w:szCs w:val="16"/>
              </w:rPr>
              <w:t>2,0</w:t>
            </w:r>
          </w:p>
        </w:tc>
        <w:tc>
          <w:tcPr>
            <w:tcW w:w="1134" w:type="dxa"/>
          </w:tcPr>
          <w:p w:rsidR="00AD3AA1" w:rsidRPr="00014186" w:rsidRDefault="00AD3AA1" w:rsidP="007E7340">
            <w:pPr>
              <w:pStyle w:val="TabNumeri"/>
              <w:rPr>
                <w:rFonts w:cs="Arial"/>
                <w:szCs w:val="16"/>
              </w:rPr>
            </w:pPr>
            <w:r w:rsidRPr="00014186">
              <w:rPr>
                <w:rFonts w:cs="Arial"/>
                <w:szCs w:val="16"/>
              </w:rPr>
              <w:t>0,5</w:t>
            </w:r>
          </w:p>
        </w:tc>
      </w:tr>
      <w:tr w:rsidR="00AD3AA1" w:rsidTr="007E7340">
        <w:trPr>
          <w:cantSplit/>
          <w:trHeight w:val="227"/>
        </w:trPr>
        <w:tc>
          <w:tcPr>
            <w:tcW w:w="4820" w:type="dxa"/>
            <w:shd w:val="clear" w:color="auto" w:fill="DAEEF3" w:themeFill="accent5" w:themeFillTint="33"/>
          </w:tcPr>
          <w:p w:rsidR="00AD3AA1" w:rsidRPr="007427DC" w:rsidRDefault="00AD3AA1" w:rsidP="007E7340">
            <w:pPr>
              <w:pStyle w:val="tabetic"/>
            </w:pPr>
            <w:r>
              <w:t xml:space="preserve"> Tasso di attività (2)(3</w:t>
            </w:r>
            <w:r w:rsidRPr="007427DC">
              <w:t>)</w:t>
            </w:r>
          </w:p>
        </w:tc>
        <w:tc>
          <w:tcPr>
            <w:tcW w:w="1134" w:type="dxa"/>
            <w:shd w:val="clear" w:color="auto" w:fill="DAEEF3" w:themeFill="accent5" w:themeFillTint="33"/>
          </w:tcPr>
          <w:p w:rsidR="00AD3AA1" w:rsidRPr="00014186" w:rsidRDefault="00AD3AA1" w:rsidP="007E7340">
            <w:pPr>
              <w:pStyle w:val="TabNumeri"/>
              <w:rPr>
                <w:rFonts w:cs="Arial"/>
                <w:szCs w:val="16"/>
              </w:rPr>
            </w:pPr>
            <w:r w:rsidRPr="00014186">
              <w:rPr>
                <w:rFonts w:cs="Arial"/>
                <w:szCs w:val="16"/>
              </w:rPr>
              <w:t>47,8</w:t>
            </w:r>
          </w:p>
        </w:tc>
        <w:tc>
          <w:tcPr>
            <w:tcW w:w="1134" w:type="dxa"/>
            <w:shd w:val="clear" w:color="auto" w:fill="DAEEF3" w:themeFill="accent5" w:themeFillTint="33"/>
          </w:tcPr>
          <w:p w:rsidR="00AD3AA1" w:rsidRPr="00014186" w:rsidRDefault="00AD3AA1" w:rsidP="007E7340">
            <w:pPr>
              <w:pStyle w:val="TabNumeri"/>
              <w:rPr>
                <w:rFonts w:cs="Arial"/>
                <w:szCs w:val="16"/>
              </w:rPr>
            </w:pPr>
            <w:r w:rsidRPr="00014186">
              <w:rPr>
                <w:rFonts w:cs="Arial"/>
                <w:szCs w:val="16"/>
              </w:rPr>
              <w:t>48,2</w:t>
            </w:r>
          </w:p>
        </w:tc>
        <w:tc>
          <w:tcPr>
            <w:tcW w:w="1134" w:type="dxa"/>
            <w:shd w:val="clear" w:color="auto" w:fill="DAEEF3" w:themeFill="accent5" w:themeFillTint="33"/>
          </w:tcPr>
          <w:p w:rsidR="00AD3AA1" w:rsidRPr="00014186" w:rsidRDefault="00AD3AA1" w:rsidP="007E7340">
            <w:pPr>
              <w:pStyle w:val="TabNumeri"/>
              <w:rPr>
                <w:rFonts w:cs="Arial"/>
                <w:szCs w:val="16"/>
              </w:rPr>
            </w:pPr>
            <w:r w:rsidRPr="00014186">
              <w:rPr>
                <w:rFonts w:cs="Arial"/>
                <w:szCs w:val="16"/>
              </w:rPr>
              <w:t>48,7</w:t>
            </w:r>
          </w:p>
        </w:tc>
        <w:tc>
          <w:tcPr>
            <w:tcW w:w="1134" w:type="dxa"/>
            <w:shd w:val="clear" w:color="auto" w:fill="DAEEF3" w:themeFill="accent5" w:themeFillTint="33"/>
          </w:tcPr>
          <w:p w:rsidR="00AD3AA1" w:rsidRPr="00014186" w:rsidRDefault="00AD3AA1" w:rsidP="007E7340">
            <w:pPr>
              <w:pStyle w:val="TabNumeri"/>
              <w:rPr>
                <w:rFonts w:cs="Arial"/>
                <w:szCs w:val="16"/>
              </w:rPr>
            </w:pPr>
            <w:r w:rsidRPr="00014186">
              <w:rPr>
                <w:rFonts w:cs="Arial"/>
                <w:szCs w:val="16"/>
              </w:rPr>
              <w:t>48,7</w:t>
            </w:r>
          </w:p>
        </w:tc>
      </w:tr>
      <w:tr w:rsidR="00AD3AA1" w:rsidTr="007E7340">
        <w:trPr>
          <w:cantSplit/>
          <w:trHeight w:val="227"/>
        </w:trPr>
        <w:tc>
          <w:tcPr>
            <w:tcW w:w="4820" w:type="dxa"/>
          </w:tcPr>
          <w:p w:rsidR="00AD3AA1" w:rsidRPr="007427DC" w:rsidRDefault="00AD3AA1" w:rsidP="007E7340">
            <w:pPr>
              <w:pStyle w:val="tabetic"/>
            </w:pPr>
            <w:r>
              <w:t xml:space="preserve"> </w:t>
            </w:r>
            <w:r w:rsidRPr="007427DC">
              <w:t>Tasso di occupazione</w:t>
            </w:r>
            <w:r>
              <w:t xml:space="preserve"> </w:t>
            </w:r>
            <w:r w:rsidRPr="007427DC">
              <w:t>(</w:t>
            </w:r>
            <w:r>
              <w:t>2</w:t>
            </w:r>
            <w:r w:rsidRPr="007427DC">
              <w:t>)(</w:t>
            </w:r>
            <w:r>
              <w:t>3</w:t>
            </w:r>
            <w:r w:rsidRPr="007427DC">
              <w:t>)</w:t>
            </w:r>
          </w:p>
        </w:tc>
        <w:tc>
          <w:tcPr>
            <w:tcW w:w="1134" w:type="dxa"/>
          </w:tcPr>
          <w:p w:rsidR="00AD3AA1" w:rsidRPr="00014186" w:rsidRDefault="00AD3AA1" w:rsidP="007E7340">
            <w:pPr>
              <w:pStyle w:val="TabNumeri"/>
              <w:rPr>
                <w:rFonts w:cs="Arial"/>
                <w:szCs w:val="16"/>
              </w:rPr>
            </w:pPr>
            <w:r w:rsidRPr="00014186">
              <w:rPr>
                <w:rFonts w:cs="Arial"/>
                <w:szCs w:val="16"/>
              </w:rPr>
              <w:t>44,6</w:t>
            </w:r>
          </w:p>
        </w:tc>
        <w:tc>
          <w:tcPr>
            <w:tcW w:w="1134" w:type="dxa"/>
          </w:tcPr>
          <w:p w:rsidR="00AD3AA1" w:rsidRPr="00014186" w:rsidRDefault="00AD3AA1" w:rsidP="007E7340">
            <w:pPr>
              <w:pStyle w:val="TabNumeri"/>
              <w:rPr>
                <w:rFonts w:cs="Arial"/>
                <w:szCs w:val="16"/>
              </w:rPr>
            </w:pPr>
            <w:r w:rsidRPr="00014186">
              <w:rPr>
                <w:rFonts w:cs="Arial"/>
                <w:szCs w:val="16"/>
              </w:rPr>
              <w:t>45,3</w:t>
            </w:r>
          </w:p>
        </w:tc>
        <w:tc>
          <w:tcPr>
            <w:tcW w:w="1134" w:type="dxa"/>
          </w:tcPr>
          <w:p w:rsidR="00AD3AA1" w:rsidRPr="00014186" w:rsidRDefault="00AD3AA1" w:rsidP="007E7340">
            <w:pPr>
              <w:pStyle w:val="TabNumeri"/>
              <w:rPr>
                <w:rFonts w:cs="Arial"/>
                <w:szCs w:val="16"/>
              </w:rPr>
            </w:pPr>
            <w:r w:rsidRPr="00014186">
              <w:rPr>
                <w:rFonts w:cs="Arial"/>
                <w:szCs w:val="16"/>
              </w:rPr>
              <w:t>46,1</w:t>
            </w:r>
          </w:p>
        </w:tc>
        <w:tc>
          <w:tcPr>
            <w:tcW w:w="1134" w:type="dxa"/>
          </w:tcPr>
          <w:p w:rsidR="00AD3AA1" w:rsidRPr="00014186" w:rsidRDefault="00AD3AA1" w:rsidP="007E7340">
            <w:pPr>
              <w:pStyle w:val="TabNumeri"/>
              <w:rPr>
                <w:rFonts w:cs="Arial"/>
                <w:szCs w:val="16"/>
              </w:rPr>
            </w:pPr>
            <w:r w:rsidRPr="00014186">
              <w:rPr>
                <w:rFonts w:cs="Arial"/>
                <w:szCs w:val="16"/>
              </w:rPr>
              <w:t>46,3</w:t>
            </w:r>
          </w:p>
        </w:tc>
      </w:tr>
      <w:tr w:rsidR="00AD3AA1" w:rsidTr="007E7340">
        <w:trPr>
          <w:cantSplit/>
          <w:trHeight w:val="227"/>
        </w:trPr>
        <w:tc>
          <w:tcPr>
            <w:tcW w:w="4820" w:type="dxa"/>
            <w:shd w:val="clear" w:color="auto" w:fill="DAEEF3" w:themeFill="accent5" w:themeFillTint="33"/>
          </w:tcPr>
          <w:p w:rsidR="00AD3AA1" w:rsidRPr="007427DC" w:rsidRDefault="00AD3AA1" w:rsidP="007E7340">
            <w:pPr>
              <w:pStyle w:val="tabetic"/>
            </w:pPr>
            <w:r>
              <w:t xml:space="preserve"> Tasso di disoccupazione (2</w:t>
            </w:r>
            <w:r w:rsidRPr="007427DC">
              <w:t>)</w:t>
            </w:r>
          </w:p>
        </w:tc>
        <w:tc>
          <w:tcPr>
            <w:tcW w:w="1134" w:type="dxa"/>
            <w:shd w:val="clear" w:color="auto" w:fill="DAEEF3" w:themeFill="accent5" w:themeFillTint="33"/>
          </w:tcPr>
          <w:p w:rsidR="00AD3AA1" w:rsidRPr="00014186" w:rsidRDefault="00AD3AA1" w:rsidP="007E7340">
            <w:pPr>
              <w:pStyle w:val="TabNumeri"/>
              <w:rPr>
                <w:rFonts w:cs="Arial"/>
                <w:szCs w:val="16"/>
              </w:rPr>
            </w:pPr>
            <w:r w:rsidRPr="00014186">
              <w:rPr>
                <w:rFonts w:cs="Arial"/>
                <w:szCs w:val="16"/>
              </w:rPr>
              <w:t>6,5</w:t>
            </w:r>
          </w:p>
        </w:tc>
        <w:tc>
          <w:tcPr>
            <w:tcW w:w="1134" w:type="dxa"/>
            <w:shd w:val="clear" w:color="auto" w:fill="DAEEF3" w:themeFill="accent5" w:themeFillTint="33"/>
          </w:tcPr>
          <w:p w:rsidR="00AD3AA1" w:rsidRPr="00014186" w:rsidRDefault="00AD3AA1" w:rsidP="007E7340">
            <w:pPr>
              <w:pStyle w:val="TabNumeri"/>
              <w:rPr>
                <w:rFonts w:cs="Arial"/>
                <w:szCs w:val="16"/>
              </w:rPr>
            </w:pPr>
            <w:r w:rsidRPr="00014186">
              <w:rPr>
                <w:rFonts w:cs="Arial"/>
                <w:szCs w:val="16"/>
              </w:rPr>
              <w:t>5,9</w:t>
            </w:r>
          </w:p>
        </w:tc>
        <w:tc>
          <w:tcPr>
            <w:tcW w:w="1134" w:type="dxa"/>
            <w:shd w:val="clear" w:color="auto" w:fill="DAEEF3" w:themeFill="accent5" w:themeFillTint="33"/>
          </w:tcPr>
          <w:p w:rsidR="00AD3AA1" w:rsidRPr="00014186" w:rsidRDefault="00AD3AA1" w:rsidP="007E7340">
            <w:pPr>
              <w:pStyle w:val="TabNumeri"/>
              <w:rPr>
                <w:rFonts w:cs="Arial"/>
                <w:szCs w:val="16"/>
              </w:rPr>
            </w:pPr>
            <w:r w:rsidRPr="00014186">
              <w:rPr>
                <w:rFonts w:cs="Arial"/>
                <w:szCs w:val="16"/>
              </w:rPr>
              <w:t>5,2</w:t>
            </w:r>
          </w:p>
        </w:tc>
        <w:tc>
          <w:tcPr>
            <w:tcW w:w="1134" w:type="dxa"/>
            <w:shd w:val="clear" w:color="auto" w:fill="DAEEF3" w:themeFill="accent5" w:themeFillTint="33"/>
          </w:tcPr>
          <w:p w:rsidR="00AD3AA1" w:rsidRPr="00014186" w:rsidRDefault="00AD3AA1" w:rsidP="007E7340">
            <w:pPr>
              <w:pStyle w:val="TabNumeri"/>
              <w:rPr>
                <w:rFonts w:cs="Arial"/>
                <w:szCs w:val="16"/>
              </w:rPr>
            </w:pPr>
            <w:r w:rsidRPr="00014186">
              <w:rPr>
                <w:rFonts w:cs="Arial"/>
                <w:szCs w:val="16"/>
              </w:rPr>
              <w:t>5,0</w:t>
            </w:r>
          </w:p>
        </w:tc>
      </w:tr>
      <w:tr w:rsidR="00AD3AA1" w:rsidTr="007E7340">
        <w:trPr>
          <w:cantSplit/>
          <w:trHeight w:val="227"/>
        </w:trPr>
        <w:tc>
          <w:tcPr>
            <w:tcW w:w="4820" w:type="dxa"/>
          </w:tcPr>
          <w:p w:rsidR="00AD3AA1" w:rsidRPr="00EC6592" w:rsidRDefault="00AD3AA1" w:rsidP="007E7340">
            <w:pPr>
              <w:pStyle w:val="TabEtichetteBold"/>
            </w:pPr>
            <w:r w:rsidRPr="00EC6592">
              <w:t>Produttività e capacità di spesa</w:t>
            </w:r>
          </w:p>
        </w:tc>
        <w:tc>
          <w:tcPr>
            <w:tcW w:w="1134" w:type="dxa"/>
          </w:tcPr>
          <w:p w:rsidR="00AD3AA1" w:rsidRPr="00014186" w:rsidRDefault="00AD3AA1" w:rsidP="007E7340">
            <w:pPr>
              <w:pStyle w:val="TabNumeri"/>
              <w:rPr>
                <w:rFonts w:cs="Arial"/>
                <w:szCs w:val="16"/>
              </w:rPr>
            </w:pPr>
          </w:p>
        </w:tc>
        <w:tc>
          <w:tcPr>
            <w:tcW w:w="1134" w:type="dxa"/>
          </w:tcPr>
          <w:p w:rsidR="00AD3AA1" w:rsidRPr="00014186" w:rsidRDefault="00AD3AA1" w:rsidP="007E7340">
            <w:pPr>
              <w:pStyle w:val="TabNumeri"/>
              <w:rPr>
                <w:rFonts w:cs="Arial"/>
                <w:szCs w:val="16"/>
              </w:rPr>
            </w:pPr>
          </w:p>
        </w:tc>
        <w:tc>
          <w:tcPr>
            <w:tcW w:w="1134" w:type="dxa"/>
          </w:tcPr>
          <w:p w:rsidR="00AD3AA1" w:rsidRPr="00014186" w:rsidRDefault="00AD3AA1" w:rsidP="007E7340">
            <w:pPr>
              <w:pStyle w:val="TabNumeri"/>
              <w:rPr>
                <w:rFonts w:cs="Arial"/>
                <w:szCs w:val="16"/>
              </w:rPr>
            </w:pPr>
          </w:p>
        </w:tc>
        <w:tc>
          <w:tcPr>
            <w:tcW w:w="1134" w:type="dxa"/>
          </w:tcPr>
          <w:p w:rsidR="00AD3AA1" w:rsidRPr="00014186" w:rsidRDefault="00AD3AA1" w:rsidP="007E7340">
            <w:pPr>
              <w:pStyle w:val="TabNumeri"/>
              <w:rPr>
                <w:rFonts w:cs="Arial"/>
                <w:szCs w:val="16"/>
              </w:rPr>
            </w:pPr>
          </w:p>
        </w:tc>
      </w:tr>
      <w:tr w:rsidR="00AD3AA1" w:rsidTr="007E7340">
        <w:trPr>
          <w:cantSplit/>
          <w:trHeight w:val="227"/>
        </w:trPr>
        <w:tc>
          <w:tcPr>
            <w:tcW w:w="4820" w:type="dxa"/>
            <w:shd w:val="clear" w:color="auto" w:fill="DAEEF3" w:themeFill="accent5" w:themeFillTint="33"/>
          </w:tcPr>
          <w:p w:rsidR="00AD3AA1" w:rsidRPr="00B130A5" w:rsidRDefault="00AD3AA1" w:rsidP="007E7340">
            <w:pPr>
              <w:pStyle w:val="TabEtichette"/>
            </w:pPr>
            <w:r w:rsidRPr="00B130A5">
              <w:t xml:space="preserve">Reddito disponibile delle famiglie e </w:t>
            </w:r>
            <w:proofErr w:type="spellStart"/>
            <w:r w:rsidRPr="00B130A5">
              <w:t>Istituz.SP</w:t>
            </w:r>
            <w:proofErr w:type="spellEnd"/>
            <w:r w:rsidRPr="00B130A5">
              <w:t xml:space="preserve"> (prezzi correnti)</w:t>
            </w:r>
          </w:p>
        </w:tc>
        <w:tc>
          <w:tcPr>
            <w:tcW w:w="1134" w:type="dxa"/>
            <w:shd w:val="clear" w:color="auto" w:fill="DAEEF3" w:themeFill="accent5" w:themeFillTint="33"/>
          </w:tcPr>
          <w:p w:rsidR="00AD3AA1" w:rsidRPr="00014186" w:rsidRDefault="00AD3AA1" w:rsidP="007E7340">
            <w:pPr>
              <w:pStyle w:val="TabNumeri"/>
              <w:rPr>
                <w:rFonts w:cs="Arial"/>
                <w:szCs w:val="16"/>
              </w:rPr>
            </w:pPr>
            <w:r w:rsidRPr="00014186">
              <w:rPr>
                <w:rFonts w:cs="Arial"/>
                <w:szCs w:val="16"/>
              </w:rPr>
              <w:t>2,0</w:t>
            </w:r>
          </w:p>
        </w:tc>
        <w:tc>
          <w:tcPr>
            <w:tcW w:w="1134" w:type="dxa"/>
            <w:shd w:val="clear" w:color="auto" w:fill="DAEEF3" w:themeFill="accent5" w:themeFillTint="33"/>
          </w:tcPr>
          <w:p w:rsidR="00AD3AA1" w:rsidRPr="00014186" w:rsidRDefault="00AD3AA1" w:rsidP="007E7340">
            <w:pPr>
              <w:pStyle w:val="TabNumeri"/>
              <w:rPr>
                <w:rFonts w:cs="Arial"/>
                <w:szCs w:val="16"/>
              </w:rPr>
            </w:pPr>
            <w:r w:rsidRPr="00014186">
              <w:rPr>
                <w:rFonts w:cs="Arial"/>
                <w:szCs w:val="16"/>
              </w:rPr>
              <w:t>2,2</w:t>
            </w:r>
          </w:p>
        </w:tc>
        <w:tc>
          <w:tcPr>
            <w:tcW w:w="1134" w:type="dxa"/>
            <w:shd w:val="clear" w:color="auto" w:fill="DAEEF3" w:themeFill="accent5" w:themeFillTint="33"/>
          </w:tcPr>
          <w:p w:rsidR="00AD3AA1" w:rsidRPr="00014186" w:rsidRDefault="00AD3AA1" w:rsidP="007E7340">
            <w:pPr>
              <w:pStyle w:val="TabNumeri"/>
              <w:rPr>
                <w:rFonts w:cs="Arial"/>
                <w:szCs w:val="16"/>
              </w:rPr>
            </w:pPr>
            <w:r w:rsidRPr="00014186">
              <w:rPr>
                <w:rFonts w:cs="Arial"/>
                <w:szCs w:val="16"/>
              </w:rPr>
              <w:t>2,3</w:t>
            </w:r>
          </w:p>
        </w:tc>
        <w:tc>
          <w:tcPr>
            <w:tcW w:w="1134" w:type="dxa"/>
            <w:shd w:val="clear" w:color="auto" w:fill="DAEEF3" w:themeFill="accent5" w:themeFillTint="33"/>
          </w:tcPr>
          <w:p w:rsidR="00AD3AA1" w:rsidRPr="00014186" w:rsidRDefault="00AD3AA1" w:rsidP="007E7340">
            <w:pPr>
              <w:pStyle w:val="TabNumeri"/>
              <w:rPr>
                <w:rFonts w:cs="Arial"/>
                <w:szCs w:val="16"/>
              </w:rPr>
            </w:pPr>
            <w:r w:rsidRPr="00014186">
              <w:rPr>
                <w:rFonts w:cs="Arial"/>
                <w:szCs w:val="16"/>
              </w:rPr>
              <w:t>1,5</w:t>
            </w:r>
          </w:p>
        </w:tc>
      </w:tr>
      <w:tr w:rsidR="00AD3AA1" w:rsidTr="007E7340">
        <w:trPr>
          <w:cantSplit/>
          <w:trHeight w:val="227"/>
        </w:trPr>
        <w:tc>
          <w:tcPr>
            <w:tcW w:w="4820" w:type="dxa"/>
          </w:tcPr>
          <w:p w:rsidR="00AD3AA1" w:rsidRDefault="00AD3AA1" w:rsidP="007E7340">
            <w:pPr>
              <w:pStyle w:val="TabEtichette"/>
            </w:pPr>
            <w:r w:rsidRPr="00B130A5">
              <w:t>Valore aggiunto totale per abitante (migliaia di euro)</w:t>
            </w:r>
          </w:p>
        </w:tc>
        <w:tc>
          <w:tcPr>
            <w:tcW w:w="1134" w:type="dxa"/>
          </w:tcPr>
          <w:p w:rsidR="00AD3AA1" w:rsidRPr="00014186" w:rsidRDefault="00AD3AA1" w:rsidP="007E7340">
            <w:pPr>
              <w:pStyle w:val="TabNumeri"/>
              <w:rPr>
                <w:rFonts w:cs="Arial"/>
                <w:szCs w:val="16"/>
              </w:rPr>
            </w:pPr>
            <w:r w:rsidRPr="00014186">
              <w:rPr>
                <w:rFonts w:cs="Arial"/>
                <w:szCs w:val="16"/>
              </w:rPr>
              <w:t>29,4</w:t>
            </w:r>
          </w:p>
        </w:tc>
        <w:tc>
          <w:tcPr>
            <w:tcW w:w="1134" w:type="dxa"/>
          </w:tcPr>
          <w:p w:rsidR="00AD3AA1" w:rsidRPr="00014186" w:rsidRDefault="00AD3AA1" w:rsidP="007E7340">
            <w:pPr>
              <w:pStyle w:val="TabNumeri"/>
              <w:rPr>
                <w:rFonts w:cs="Arial"/>
                <w:szCs w:val="16"/>
              </w:rPr>
            </w:pPr>
            <w:r w:rsidRPr="00014186">
              <w:rPr>
                <w:rFonts w:cs="Arial"/>
                <w:szCs w:val="16"/>
              </w:rPr>
              <w:t>29,8</w:t>
            </w:r>
          </w:p>
        </w:tc>
        <w:tc>
          <w:tcPr>
            <w:tcW w:w="1134" w:type="dxa"/>
          </w:tcPr>
          <w:p w:rsidR="00AD3AA1" w:rsidRPr="00014186" w:rsidRDefault="00AD3AA1" w:rsidP="007E7340">
            <w:pPr>
              <w:pStyle w:val="TabNumeri"/>
              <w:rPr>
                <w:rFonts w:cs="Arial"/>
                <w:szCs w:val="16"/>
              </w:rPr>
            </w:pPr>
            <w:r w:rsidRPr="00014186">
              <w:rPr>
                <w:rFonts w:cs="Arial"/>
                <w:szCs w:val="16"/>
              </w:rPr>
              <w:t>29,9</w:t>
            </w:r>
          </w:p>
        </w:tc>
        <w:tc>
          <w:tcPr>
            <w:tcW w:w="1134" w:type="dxa"/>
          </w:tcPr>
          <w:p w:rsidR="00AD3AA1" w:rsidRPr="00014186" w:rsidRDefault="00AD3AA1" w:rsidP="007E7340">
            <w:pPr>
              <w:pStyle w:val="TabNumeri"/>
              <w:rPr>
                <w:rFonts w:cs="Arial"/>
                <w:szCs w:val="16"/>
              </w:rPr>
            </w:pPr>
            <w:r w:rsidRPr="00014186">
              <w:rPr>
                <w:rFonts w:cs="Arial"/>
                <w:szCs w:val="16"/>
              </w:rPr>
              <w:t>30,2</w:t>
            </w:r>
          </w:p>
        </w:tc>
      </w:tr>
      <w:tr w:rsidR="00AD3AA1" w:rsidTr="007E7340">
        <w:trPr>
          <w:cantSplit/>
        </w:trPr>
        <w:tc>
          <w:tcPr>
            <w:tcW w:w="9356" w:type="dxa"/>
            <w:gridSpan w:val="5"/>
            <w:tcBorders>
              <w:top w:val="single" w:sz="4" w:space="0" w:color="800000"/>
            </w:tcBorders>
          </w:tcPr>
          <w:p w:rsidR="00AD3AA1" w:rsidRDefault="00AD3AA1" w:rsidP="007E7340">
            <w:pPr>
              <w:pStyle w:val="TabNoteSuperiori"/>
            </w:pPr>
            <w:r>
              <w:t>(1) Al netto delle scorte. (2) Rapporto percentuale. (3) Quota sulla popolazione presente totale.</w:t>
            </w:r>
          </w:p>
          <w:p w:rsidR="00AD3AA1" w:rsidRPr="007C570B" w:rsidRDefault="00AD3AA1" w:rsidP="007E7340">
            <w:pPr>
              <w:pStyle w:val="TabNoteInferiori"/>
            </w:pPr>
            <w:r w:rsidRPr="00B60C06">
              <w:t xml:space="preserve">Fonte: elaborazione Unioncamere E.R. su dati Prometeia, Scenari per le economie locali, </w:t>
            </w:r>
            <w:r>
              <w:t xml:space="preserve">ottobre </w:t>
            </w:r>
            <w:r>
              <w:fldChar w:fldCharType="begin"/>
            </w:r>
            <w:r>
              <w:instrText xml:space="preserve"> DATE  \@ "yyyy"  \* MERGEFORMAT </w:instrText>
            </w:r>
            <w:r>
              <w:fldChar w:fldCharType="separate"/>
            </w:r>
            <w:r>
              <w:rPr>
                <w:noProof/>
              </w:rPr>
              <w:t>2019</w:t>
            </w:r>
            <w:r>
              <w:fldChar w:fldCharType="end"/>
            </w:r>
            <w:r w:rsidRPr="00B60C06">
              <w:t>.</w:t>
            </w:r>
          </w:p>
        </w:tc>
      </w:tr>
    </w:tbl>
    <w:tbl>
      <w:tblPr>
        <w:tblpPr w:topFromText="284" w:bottomFromText="284" w:horzAnchor="margin" w:tblpXSpec="center" w:tblpYSpec="top"/>
        <w:tblOverlap w:val="never"/>
        <w:tblW w:w="0" w:type="auto"/>
        <w:tblLayout w:type="fixed"/>
        <w:tblCellMar>
          <w:left w:w="0" w:type="dxa"/>
          <w:right w:w="0" w:type="dxa"/>
        </w:tblCellMar>
        <w:tblLook w:val="04A0" w:firstRow="1" w:lastRow="0" w:firstColumn="1" w:lastColumn="0" w:noHBand="0" w:noVBand="1"/>
      </w:tblPr>
      <w:tblGrid>
        <w:gridCol w:w="9356"/>
      </w:tblGrid>
      <w:tr w:rsidR="00AD3AA1" w:rsidTr="007E7340">
        <w:trPr>
          <w:cantSplit/>
        </w:trPr>
        <w:tc>
          <w:tcPr>
            <w:tcW w:w="9356" w:type="dxa"/>
          </w:tcPr>
          <w:p w:rsidR="00AD3AA1" w:rsidRDefault="00AD3AA1" w:rsidP="007E7340">
            <w:pPr>
              <w:pStyle w:val="FigTitolo"/>
              <w:ind w:left="1134" w:hanging="1134"/>
            </w:pPr>
            <w:r>
              <w:t>Il quadro regionale: tasso di variazione e numero indice del Pil (2000=100)</w:t>
            </w:r>
          </w:p>
          <w:p w:rsidR="00AD3AA1" w:rsidRDefault="00AD3AA1" w:rsidP="007E7340">
            <w:pPr>
              <w:pStyle w:val="Figure"/>
            </w:pPr>
            <w:r w:rsidRPr="00AD0198">
              <w:rPr>
                <w:noProof/>
              </w:rPr>
              <w:drawing>
                <wp:inline distT="0" distB="0" distL="0" distR="0" wp14:anchorId="7CD74410" wp14:editId="695B0C00">
                  <wp:extent cx="5904000" cy="2340000"/>
                  <wp:effectExtent l="0" t="0" r="0" b="0"/>
                  <wp:docPr id="1" name="Gra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D3AA1" w:rsidRDefault="00AD3AA1" w:rsidP="007E7340">
            <w:pPr>
              <w:pStyle w:val="TabNoteInferiori"/>
            </w:pPr>
            <w:r w:rsidRPr="0029075E">
              <w:t xml:space="preserve">Fonte: </w:t>
            </w:r>
            <w:r w:rsidRPr="00B60C06">
              <w:t xml:space="preserve">elaborazione Unioncamere E.R. su dati Prometeia, Scenari per le economie locali, </w:t>
            </w:r>
            <w:r>
              <w:t xml:space="preserve">ottobre </w:t>
            </w:r>
            <w:r>
              <w:fldChar w:fldCharType="begin"/>
            </w:r>
            <w:r>
              <w:instrText xml:space="preserve"> DATE  \@ "yyyy"  \* MERGEFORMAT </w:instrText>
            </w:r>
            <w:r>
              <w:fldChar w:fldCharType="separate"/>
            </w:r>
            <w:r>
              <w:rPr>
                <w:noProof/>
              </w:rPr>
              <w:t>2019</w:t>
            </w:r>
            <w:r>
              <w:fldChar w:fldCharType="end"/>
            </w:r>
            <w:r w:rsidRPr="00B60C06">
              <w:t>..</w:t>
            </w:r>
            <w:r w:rsidRPr="0029075E">
              <w:t>.</w:t>
            </w:r>
          </w:p>
        </w:tc>
      </w:tr>
    </w:tbl>
    <w:p w:rsidR="00E74BF8" w:rsidRDefault="00E74BF8" w:rsidP="00E74BF8">
      <w:bookmarkStart w:id="6" w:name="_GoBack"/>
      <w:bookmarkEnd w:id="6"/>
      <w:r>
        <w:t xml:space="preserve">Nonostante il rallentamento, la ripresa è diffusa in tutti i settori. In dettaglio, la crescita del valore aggiunto reale prodotto dall’industria si ridurrà sensibilmente nel 2019 (+0,3 per cento). La tendenza positiva sarà prontamente ripresa nel 2020 (+1,7 per cento. Al termine dell’anno corrente, il valore </w:t>
      </w:r>
      <w:r>
        <w:lastRenderedPageBreak/>
        <w:t>aggiunto reale dell’industria risulterà superiore di solo il 5,0 per cento rispetto al precedente massimo del 2007. Il valore aggiunto delle costruzioni nel 2019 dovrebbe registrare una crescita sensibilmente più sostenuta (+3,9 per cento). Nel 2020 la nuova tendenza positiva, proseguirà solo più contenuta (+2,9 per cento). Ma al termine del corrente anno il valore aggiunto delle costruzioni risulterà inferiore del 33,8 per cento rispetto al livello del precedente massimo del 2007. Infine, la dinamica del valore aggiunto del settore dei servizi subirà un ampio rallentamento nel 2019 (+0,3 per cento). La tendenza positiva dovrebbe però proseguire nel 2020 (+0,8 per cento). Al termine dell’anno corrente il valore aggiunto dei servizi dovrebbe risultare non di molto più elevato (+1,9 per cento) rispetto al precedente massimo toccato nel 2008.</w:t>
      </w:r>
    </w:p>
    <w:p w:rsidR="00E74BF8" w:rsidRDefault="00E74BF8" w:rsidP="00E74BF8">
      <w:pPr>
        <w:pStyle w:val="Titolo4"/>
      </w:pPr>
      <w:r>
        <w:t>Il mercato del lavoro</w:t>
      </w:r>
    </w:p>
    <w:p w:rsidR="00E74BF8" w:rsidRDefault="00E74BF8" w:rsidP="00E74BF8">
      <w:r>
        <w:t>L</w:t>
      </w:r>
      <w:r w:rsidRPr="00AC4B3B">
        <w:t>e forze di lavoro cresceranno rapidamente nel 2019 (+1,3 per cento), molto meno nel 2020 (+0,2 per cento).</w:t>
      </w:r>
      <w:r>
        <w:t xml:space="preserve"> Il tasso di attività, calcolato come quota sulla popolazione presente totale, si porterà al 48,7 per cento nel 2019 e si manterrà a questo livello anche nel 2020. La tendenza positiva degli occupati accelererà ulteriormente nel 2019 (+2,0 per cento), ma rallenterà nel 2020 (+0,5 per cento). Il tasso di occupazione raggiungerà il 46,1 per cento nel 2019 e dovrebbe giungere al 46,3 per cento nel 2020. Nel 2019 risulterà inferiore di solo un decimo di punto percentuale rispetto al livello del 2008 e di 1,1 punti al di sotto del precedente massimo risalente al 2002. Il tasso di disoccupazione era pari al 2,8 per cento nel 2007 e era salito all’8,4 per cento nel 2013. La tendenza positiva del mercato del lavoro lo ridurrà al 5,2 per cento nel 2019 e al 5,0 per cento nel 2020. </w:t>
      </w:r>
    </w:p>
    <w:sectPr w:rsidR="00E74BF8" w:rsidSect="00EC7F1C">
      <w:footerReference w:type="even" r:id="rId12"/>
      <w:footerReference w:type="default" r:id="rId13"/>
      <w:footnotePr>
        <w:numRestart w:val="eachSect"/>
      </w:footnotePr>
      <w:pgSz w:w="11907" w:h="16840" w:code="9"/>
      <w:pgMar w:top="1276" w:right="992" w:bottom="1276" w:left="992" w:header="567" w:footer="567"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CFC" w:rsidRDefault="00C66CFC">
      <w:r>
        <w:separator/>
      </w:r>
    </w:p>
    <w:p w:rsidR="00C66CFC" w:rsidRDefault="00C66CFC"/>
  </w:endnote>
  <w:endnote w:type="continuationSeparator" w:id="0">
    <w:p w:rsidR="00C66CFC" w:rsidRDefault="00C66CFC">
      <w:r>
        <w:continuationSeparator/>
      </w:r>
    </w:p>
    <w:p w:rsidR="00C66CFC" w:rsidRDefault="00C66C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1C" w:rsidRDefault="000C5215" w:rsidP="00785036">
    <w:pPr>
      <w:pStyle w:val="Pidipagina"/>
      <w:framePr w:wrap="around" w:vAnchor="text" w:hAnchor="margin" w:xAlign="outside" w:y="1"/>
      <w:ind w:firstLine="0"/>
      <w:jc w:val="lef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AD3AA1">
      <w:rPr>
        <w:rStyle w:val="Numeropagina"/>
        <w:noProof/>
      </w:rPr>
      <w:t>6</w:t>
    </w:r>
    <w:r>
      <w:rPr>
        <w:rStyle w:val="Numeropagina"/>
      </w:rPr>
      <w:fldChar w:fldCharType="end"/>
    </w:r>
  </w:p>
  <w:p w:rsidR="00EC7F1C" w:rsidRDefault="00EC7F1C" w:rsidP="00EC7F1C">
    <w:pPr>
      <w:pStyle w:val="Pidipagin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1C" w:rsidRDefault="000C5215" w:rsidP="00EC7F1C">
    <w:pPr>
      <w:pStyle w:val="Intestazione"/>
      <w:framePr w:wrap="around" w:vAnchor="text" w:hAnchor="margin" w:xAlign="right" w:y="1"/>
      <w:ind w:firstLine="0"/>
      <w:jc w:val="righ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AD3AA1">
      <w:rPr>
        <w:rStyle w:val="Numeropagina"/>
        <w:noProof/>
      </w:rPr>
      <w:t>7</w:t>
    </w:r>
    <w:r>
      <w:rPr>
        <w:rStyle w:val="Numeropagina"/>
      </w:rPr>
      <w:fldChar w:fldCharType="end"/>
    </w:r>
  </w:p>
  <w:p w:rsidR="00EC7F1C" w:rsidRDefault="00EC7F1C" w:rsidP="00EC7F1C">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CFC" w:rsidRDefault="00C66CFC">
      <w:r>
        <w:separator/>
      </w:r>
    </w:p>
    <w:p w:rsidR="00C66CFC" w:rsidRDefault="00C66CFC"/>
  </w:footnote>
  <w:footnote w:type="continuationSeparator" w:id="0">
    <w:p w:rsidR="00C66CFC" w:rsidRDefault="00C66CFC">
      <w:r>
        <w:continuationSeparator/>
      </w:r>
    </w:p>
    <w:p w:rsidR="00C66CFC" w:rsidRDefault="00C66CF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DC702E"/>
    <w:multiLevelType w:val="hybridMultilevel"/>
    <w:tmpl w:val="B09E391E"/>
    <w:lvl w:ilvl="0" w:tplc="04100001">
      <w:start w:val="1"/>
      <w:numFmt w:val="bullet"/>
      <w:lvlText w:val=""/>
      <w:lvlJc w:val="left"/>
      <w:pPr>
        <w:ind w:left="947" w:hanging="360"/>
      </w:pPr>
      <w:rPr>
        <w:rFonts w:ascii="Symbol" w:hAnsi="Symbol" w:hint="default"/>
      </w:rPr>
    </w:lvl>
    <w:lvl w:ilvl="1" w:tplc="04100003" w:tentative="1">
      <w:start w:val="1"/>
      <w:numFmt w:val="bullet"/>
      <w:lvlText w:val="o"/>
      <w:lvlJc w:val="left"/>
      <w:pPr>
        <w:ind w:left="1667" w:hanging="360"/>
      </w:pPr>
      <w:rPr>
        <w:rFonts w:ascii="Courier New" w:hAnsi="Courier New" w:cs="Courier New" w:hint="default"/>
      </w:rPr>
    </w:lvl>
    <w:lvl w:ilvl="2" w:tplc="04100005" w:tentative="1">
      <w:start w:val="1"/>
      <w:numFmt w:val="bullet"/>
      <w:lvlText w:val=""/>
      <w:lvlJc w:val="left"/>
      <w:pPr>
        <w:ind w:left="2387" w:hanging="360"/>
      </w:pPr>
      <w:rPr>
        <w:rFonts w:ascii="Wingdings" w:hAnsi="Wingdings" w:hint="default"/>
      </w:rPr>
    </w:lvl>
    <w:lvl w:ilvl="3" w:tplc="04100001" w:tentative="1">
      <w:start w:val="1"/>
      <w:numFmt w:val="bullet"/>
      <w:lvlText w:val=""/>
      <w:lvlJc w:val="left"/>
      <w:pPr>
        <w:ind w:left="3107" w:hanging="360"/>
      </w:pPr>
      <w:rPr>
        <w:rFonts w:ascii="Symbol" w:hAnsi="Symbol" w:hint="default"/>
      </w:rPr>
    </w:lvl>
    <w:lvl w:ilvl="4" w:tplc="04100003" w:tentative="1">
      <w:start w:val="1"/>
      <w:numFmt w:val="bullet"/>
      <w:lvlText w:val="o"/>
      <w:lvlJc w:val="left"/>
      <w:pPr>
        <w:ind w:left="3827" w:hanging="360"/>
      </w:pPr>
      <w:rPr>
        <w:rFonts w:ascii="Courier New" w:hAnsi="Courier New" w:cs="Courier New" w:hint="default"/>
      </w:rPr>
    </w:lvl>
    <w:lvl w:ilvl="5" w:tplc="04100005" w:tentative="1">
      <w:start w:val="1"/>
      <w:numFmt w:val="bullet"/>
      <w:lvlText w:val=""/>
      <w:lvlJc w:val="left"/>
      <w:pPr>
        <w:ind w:left="4547" w:hanging="360"/>
      </w:pPr>
      <w:rPr>
        <w:rFonts w:ascii="Wingdings" w:hAnsi="Wingdings" w:hint="default"/>
      </w:rPr>
    </w:lvl>
    <w:lvl w:ilvl="6" w:tplc="04100001" w:tentative="1">
      <w:start w:val="1"/>
      <w:numFmt w:val="bullet"/>
      <w:lvlText w:val=""/>
      <w:lvlJc w:val="left"/>
      <w:pPr>
        <w:ind w:left="5267" w:hanging="360"/>
      </w:pPr>
      <w:rPr>
        <w:rFonts w:ascii="Symbol" w:hAnsi="Symbol" w:hint="default"/>
      </w:rPr>
    </w:lvl>
    <w:lvl w:ilvl="7" w:tplc="04100003" w:tentative="1">
      <w:start w:val="1"/>
      <w:numFmt w:val="bullet"/>
      <w:lvlText w:val="o"/>
      <w:lvlJc w:val="left"/>
      <w:pPr>
        <w:ind w:left="5987" w:hanging="360"/>
      </w:pPr>
      <w:rPr>
        <w:rFonts w:ascii="Courier New" w:hAnsi="Courier New" w:cs="Courier New" w:hint="default"/>
      </w:rPr>
    </w:lvl>
    <w:lvl w:ilvl="8" w:tplc="04100005" w:tentative="1">
      <w:start w:val="1"/>
      <w:numFmt w:val="bullet"/>
      <w:lvlText w:val=""/>
      <w:lvlJc w:val="left"/>
      <w:pPr>
        <w:ind w:left="670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mirrorMargins/>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12A"/>
    <w:rsid w:val="00006931"/>
    <w:rsid w:val="00006FF0"/>
    <w:rsid w:val="000355D6"/>
    <w:rsid w:val="00060534"/>
    <w:rsid w:val="00072096"/>
    <w:rsid w:val="000954C7"/>
    <w:rsid w:val="000A136A"/>
    <w:rsid w:val="000A47C0"/>
    <w:rsid w:val="000A7ACE"/>
    <w:rsid w:val="000B711D"/>
    <w:rsid w:val="000C35DD"/>
    <w:rsid w:val="000C3780"/>
    <w:rsid w:val="000C5215"/>
    <w:rsid w:val="000C731A"/>
    <w:rsid w:val="000D3408"/>
    <w:rsid w:val="000D4337"/>
    <w:rsid w:val="000D77D9"/>
    <w:rsid w:val="000E7C99"/>
    <w:rsid w:val="0011376D"/>
    <w:rsid w:val="00116309"/>
    <w:rsid w:val="001169DB"/>
    <w:rsid w:val="0012006D"/>
    <w:rsid w:val="00143FE6"/>
    <w:rsid w:val="00145433"/>
    <w:rsid w:val="001454AD"/>
    <w:rsid w:val="001455FD"/>
    <w:rsid w:val="00151819"/>
    <w:rsid w:val="0015664B"/>
    <w:rsid w:val="0019786B"/>
    <w:rsid w:val="001A2E23"/>
    <w:rsid w:val="001B00BB"/>
    <w:rsid w:val="001C7B8A"/>
    <w:rsid w:val="001D3F9B"/>
    <w:rsid w:val="001E2EB1"/>
    <w:rsid w:val="001F0E1F"/>
    <w:rsid w:val="00205EB4"/>
    <w:rsid w:val="002112CA"/>
    <w:rsid w:val="0021718E"/>
    <w:rsid w:val="00226FD7"/>
    <w:rsid w:val="0023194D"/>
    <w:rsid w:val="002331F6"/>
    <w:rsid w:val="00233DDE"/>
    <w:rsid w:val="002624CD"/>
    <w:rsid w:val="00265234"/>
    <w:rsid w:val="00280045"/>
    <w:rsid w:val="00295CB4"/>
    <w:rsid w:val="00297826"/>
    <w:rsid w:val="002A4363"/>
    <w:rsid w:val="002A67C3"/>
    <w:rsid w:val="002B4A67"/>
    <w:rsid w:val="002D0E0B"/>
    <w:rsid w:val="002E0C1E"/>
    <w:rsid w:val="002F3B2B"/>
    <w:rsid w:val="003079C8"/>
    <w:rsid w:val="00311B8C"/>
    <w:rsid w:val="00326BDD"/>
    <w:rsid w:val="00343BBA"/>
    <w:rsid w:val="00370DD3"/>
    <w:rsid w:val="00374C2B"/>
    <w:rsid w:val="0037602F"/>
    <w:rsid w:val="00392CCA"/>
    <w:rsid w:val="003A4CBD"/>
    <w:rsid w:val="003A7986"/>
    <w:rsid w:val="003C6E43"/>
    <w:rsid w:val="003D4594"/>
    <w:rsid w:val="003F66B1"/>
    <w:rsid w:val="00403C5A"/>
    <w:rsid w:val="004045CE"/>
    <w:rsid w:val="00421C45"/>
    <w:rsid w:val="004308CF"/>
    <w:rsid w:val="004727C6"/>
    <w:rsid w:val="00474F23"/>
    <w:rsid w:val="00475E64"/>
    <w:rsid w:val="0048031B"/>
    <w:rsid w:val="004821B2"/>
    <w:rsid w:val="00493B22"/>
    <w:rsid w:val="00497B8C"/>
    <w:rsid w:val="004B0C54"/>
    <w:rsid w:val="004B4540"/>
    <w:rsid w:val="004B73AB"/>
    <w:rsid w:val="004B7A63"/>
    <w:rsid w:val="004C08CA"/>
    <w:rsid w:val="004C2B43"/>
    <w:rsid w:val="004D12DD"/>
    <w:rsid w:val="004D2755"/>
    <w:rsid w:val="004D5DA3"/>
    <w:rsid w:val="0050153E"/>
    <w:rsid w:val="00507F77"/>
    <w:rsid w:val="00521119"/>
    <w:rsid w:val="00526DAE"/>
    <w:rsid w:val="00530A7E"/>
    <w:rsid w:val="0053677E"/>
    <w:rsid w:val="00537422"/>
    <w:rsid w:val="00541FB1"/>
    <w:rsid w:val="00576C2B"/>
    <w:rsid w:val="005A3111"/>
    <w:rsid w:val="005A35E9"/>
    <w:rsid w:val="005B1DC4"/>
    <w:rsid w:val="005E16BE"/>
    <w:rsid w:val="005F729A"/>
    <w:rsid w:val="006017C5"/>
    <w:rsid w:val="0060388C"/>
    <w:rsid w:val="006127E5"/>
    <w:rsid w:val="0061438E"/>
    <w:rsid w:val="00615949"/>
    <w:rsid w:val="006232D9"/>
    <w:rsid w:val="00624FD5"/>
    <w:rsid w:val="00627304"/>
    <w:rsid w:val="0063075B"/>
    <w:rsid w:val="00646138"/>
    <w:rsid w:val="006657DD"/>
    <w:rsid w:val="0067025A"/>
    <w:rsid w:val="006716DF"/>
    <w:rsid w:val="00675B59"/>
    <w:rsid w:val="00680B91"/>
    <w:rsid w:val="00687AC9"/>
    <w:rsid w:val="00693137"/>
    <w:rsid w:val="006A2313"/>
    <w:rsid w:val="006B24FA"/>
    <w:rsid w:val="006B25D9"/>
    <w:rsid w:val="006C2096"/>
    <w:rsid w:val="006C2562"/>
    <w:rsid w:val="006D0B80"/>
    <w:rsid w:val="006E5935"/>
    <w:rsid w:val="006F1520"/>
    <w:rsid w:val="006F328F"/>
    <w:rsid w:val="006F4958"/>
    <w:rsid w:val="00711AD4"/>
    <w:rsid w:val="00736E99"/>
    <w:rsid w:val="007413B2"/>
    <w:rsid w:val="007579C8"/>
    <w:rsid w:val="007709BA"/>
    <w:rsid w:val="007767D7"/>
    <w:rsid w:val="00776C28"/>
    <w:rsid w:val="00782A90"/>
    <w:rsid w:val="00785036"/>
    <w:rsid w:val="007864F5"/>
    <w:rsid w:val="007B585C"/>
    <w:rsid w:val="007C32E7"/>
    <w:rsid w:val="007D4EF0"/>
    <w:rsid w:val="007E6D32"/>
    <w:rsid w:val="007F4A37"/>
    <w:rsid w:val="008001F3"/>
    <w:rsid w:val="0080528A"/>
    <w:rsid w:val="0081512A"/>
    <w:rsid w:val="00823044"/>
    <w:rsid w:val="0083021E"/>
    <w:rsid w:val="00832B4E"/>
    <w:rsid w:val="00847E0A"/>
    <w:rsid w:val="008575CD"/>
    <w:rsid w:val="00863834"/>
    <w:rsid w:val="00865D33"/>
    <w:rsid w:val="00872B5F"/>
    <w:rsid w:val="008761FF"/>
    <w:rsid w:val="00885A3D"/>
    <w:rsid w:val="008917D4"/>
    <w:rsid w:val="0089214E"/>
    <w:rsid w:val="008A59C8"/>
    <w:rsid w:val="008D2187"/>
    <w:rsid w:val="008E1F7C"/>
    <w:rsid w:val="008F762B"/>
    <w:rsid w:val="00902724"/>
    <w:rsid w:val="00904F49"/>
    <w:rsid w:val="00906A3E"/>
    <w:rsid w:val="009124B3"/>
    <w:rsid w:val="009135F2"/>
    <w:rsid w:val="00927E9E"/>
    <w:rsid w:val="009317C6"/>
    <w:rsid w:val="00943682"/>
    <w:rsid w:val="009439FA"/>
    <w:rsid w:val="00946774"/>
    <w:rsid w:val="009520BC"/>
    <w:rsid w:val="009546A8"/>
    <w:rsid w:val="00956CB8"/>
    <w:rsid w:val="00962949"/>
    <w:rsid w:val="00964213"/>
    <w:rsid w:val="0096720D"/>
    <w:rsid w:val="00986FFE"/>
    <w:rsid w:val="00997F90"/>
    <w:rsid w:val="009A19E1"/>
    <w:rsid w:val="009B6044"/>
    <w:rsid w:val="009D0172"/>
    <w:rsid w:val="009F1A6A"/>
    <w:rsid w:val="009F3FAC"/>
    <w:rsid w:val="009F7EE6"/>
    <w:rsid w:val="00A04E5E"/>
    <w:rsid w:val="00A206B3"/>
    <w:rsid w:val="00A226D3"/>
    <w:rsid w:val="00A56554"/>
    <w:rsid w:val="00A652E1"/>
    <w:rsid w:val="00A7082C"/>
    <w:rsid w:val="00A72937"/>
    <w:rsid w:val="00A730F5"/>
    <w:rsid w:val="00A90F5A"/>
    <w:rsid w:val="00A92FA0"/>
    <w:rsid w:val="00A97F64"/>
    <w:rsid w:val="00AA3813"/>
    <w:rsid w:val="00AA704C"/>
    <w:rsid w:val="00AB3C50"/>
    <w:rsid w:val="00AC6CE4"/>
    <w:rsid w:val="00AD3962"/>
    <w:rsid w:val="00AD3AA1"/>
    <w:rsid w:val="00B0117D"/>
    <w:rsid w:val="00B141FF"/>
    <w:rsid w:val="00B27432"/>
    <w:rsid w:val="00B300CF"/>
    <w:rsid w:val="00B33405"/>
    <w:rsid w:val="00B3596A"/>
    <w:rsid w:val="00B37865"/>
    <w:rsid w:val="00B510DE"/>
    <w:rsid w:val="00B74896"/>
    <w:rsid w:val="00B937FD"/>
    <w:rsid w:val="00BA4E1E"/>
    <w:rsid w:val="00BA6EC0"/>
    <w:rsid w:val="00BB4979"/>
    <w:rsid w:val="00BC1241"/>
    <w:rsid w:val="00BC5420"/>
    <w:rsid w:val="00BD16F9"/>
    <w:rsid w:val="00BD7C77"/>
    <w:rsid w:val="00BD7ED5"/>
    <w:rsid w:val="00BF4352"/>
    <w:rsid w:val="00C10240"/>
    <w:rsid w:val="00C10760"/>
    <w:rsid w:val="00C35C72"/>
    <w:rsid w:val="00C40E72"/>
    <w:rsid w:val="00C43F0D"/>
    <w:rsid w:val="00C44E27"/>
    <w:rsid w:val="00C66CFC"/>
    <w:rsid w:val="00C91709"/>
    <w:rsid w:val="00CA7D73"/>
    <w:rsid w:val="00CB605B"/>
    <w:rsid w:val="00CC5909"/>
    <w:rsid w:val="00CD278F"/>
    <w:rsid w:val="00CE0250"/>
    <w:rsid w:val="00CE68C2"/>
    <w:rsid w:val="00CF2079"/>
    <w:rsid w:val="00D03990"/>
    <w:rsid w:val="00D11BF6"/>
    <w:rsid w:val="00D2026C"/>
    <w:rsid w:val="00D20CDE"/>
    <w:rsid w:val="00D32334"/>
    <w:rsid w:val="00D70926"/>
    <w:rsid w:val="00D765FD"/>
    <w:rsid w:val="00D8389E"/>
    <w:rsid w:val="00D91F47"/>
    <w:rsid w:val="00DB7F10"/>
    <w:rsid w:val="00DD14C1"/>
    <w:rsid w:val="00DD43EA"/>
    <w:rsid w:val="00DF3629"/>
    <w:rsid w:val="00DF42E6"/>
    <w:rsid w:val="00E01DC4"/>
    <w:rsid w:val="00E167FF"/>
    <w:rsid w:val="00E3114E"/>
    <w:rsid w:val="00E52DE6"/>
    <w:rsid w:val="00E534DF"/>
    <w:rsid w:val="00E55380"/>
    <w:rsid w:val="00E678F3"/>
    <w:rsid w:val="00E67F80"/>
    <w:rsid w:val="00E743E6"/>
    <w:rsid w:val="00E74BF8"/>
    <w:rsid w:val="00E85754"/>
    <w:rsid w:val="00E86487"/>
    <w:rsid w:val="00EA3B0A"/>
    <w:rsid w:val="00EC7F1C"/>
    <w:rsid w:val="00ED09E7"/>
    <w:rsid w:val="00ED3E7E"/>
    <w:rsid w:val="00ED5A65"/>
    <w:rsid w:val="00EE115B"/>
    <w:rsid w:val="00EE2F9D"/>
    <w:rsid w:val="00F216E5"/>
    <w:rsid w:val="00F333A5"/>
    <w:rsid w:val="00F34C07"/>
    <w:rsid w:val="00F516F4"/>
    <w:rsid w:val="00F56FF5"/>
    <w:rsid w:val="00F60684"/>
    <w:rsid w:val="00F61994"/>
    <w:rsid w:val="00F81090"/>
    <w:rsid w:val="00F81CE8"/>
    <w:rsid w:val="00F82353"/>
    <w:rsid w:val="00F858D8"/>
    <w:rsid w:val="00F91DDE"/>
    <w:rsid w:val="00F94364"/>
    <w:rsid w:val="00F97B57"/>
    <w:rsid w:val="00FA4C39"/>
    <w:rsid w:val="00FB0790"/>
    <w:rsid w:val="00FB5FA2"/>
    <w:rsid w:val="00FC1708"/>
    <w:rsid w:val="00FC2012"/>
    <w:rsid w:val="00FE5133"/>
    <w:rsid w:val="00FF03A4"/>
    <w:rsid w:val="00FF42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table" w:styleId="Grigliatabella">
    <w:name w:val="Table Grid"/>
    <w:basedOn w:val="Tabellanormale"/>
    <w:uiPriority w:val="59"/>
    <w:rsid w:val="00C1024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EtichetteBold">
    <w:name w:val="Tab Etichette Bold"/>
    <w:basedOn w:val="TabEtichette"/>
    <w:rsid w:val="00AD3AA1"/>
    <w:rPr>
      <w:b/>
      <w:bCs/>
    </w:rPr>
  </w:style>
  <w:style w:type="paragraph" w:customStyle="1" w:styleId="tabnum">
    <w:name w:val="tab num"/>
    <w:basedOn w:val="Normale"/>
    <w:qFormat/>
    <w:rsid w:val="00AD3AA1"/>
    <w:pPr>
      <w:keepLines/>
      <w:spacing w:line="240" w:lineRule="auto"/>
      <w:ind w:firstLine="0"/>
      <w:jc w:val="right"/>
    </w:pPr>
    <w:rPr>
      <w:sz w:val="16"/>
      <w:szCs w:val="24"/>
    </w:rPr>
  </w:style>
  <w:style w:type="paragraph" w:customStyle="1" w:styleId="tabetic">
    <w:name w:val="tab etic"/>
    <w:basedOn w:val="Normale"/>
    <w:qFormat/>
    <w:rsid w:val="00AD3AA1"/>
    <w:pPr>
      <w:keepLines/>
      <w:tabs>
        <w:tab w:val="left" w:pos="113"/>
        <w:tab w:val="left" w:pos="227"/>
      </w:tabs>
      <w:spacing w:line="240" w:lineRule="auto"/>
      <w:ind w:firstLine="0"/>
      <w:jc w:val="left"/>
    </w:pPr>
    <w:rPr>
      <w:sz w:val="1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table" w:styleId="Grigliatabella">
    <w:name w:val="Table Grid"/>
    <w:basedOn w:val="Tabellanormale"/>
    <w:uiPriority w:val="59"/>
    <w:rsid w:val="00C1024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EtichetteBold">
    <w:name w:val="Tab Etichette Bold"/>
    <w:basedOn w:val="TabEtichette"/>
    <w:rsid w:val="00AD3AA1"/>
    <w:rPr>
      <w:b/>
      <w:bCs/>
    </w:rPr>
  </w:style>
  <w:style w:type="paragraph" w:customStyle="1" w:styleId="tabnum">
    <w:name w:val="tab num"/>
    <w:basedOn w:val="Normale"/>
    <w:qFormat/>
    <w:rsid w:val="00AD3AA1"/>
    <w:pPr>
      <w:keepLines/>
      <w:spacing w:line="240" w:lineRule="auto"/>
      <w:ind w:firstLine="0"/>
      <w:jc w:val="right"/>
    </w:pPr>
    <w:rPr>
      <w:sz w:val="16"/>
      <w:szCs w:val="24"/>
    </w:rPr>
  </w:style>
  <w:style w:type="paragraph" w:customStyle="1" w:styleId="tabetic">
    <w:name w:val="tab etic"/>
    <w:basedOn w:val="Normale"/>
    <w:qFormat/>
    <w:rsid w:val="00AD3AA1"/>
    <w:pPr>
      <w:keepLines/>
      <w:tabs>
        <w:tab w:val="left" w:pos="113"/>
        <w:tab w:val="left" w:pos="227"/>
      </w:tabs>
      <w:spacing w:line="240" w:lineRule="auto"/>
      <w:ind w:firstLine="0"/>
      <w:jc w:val="left"/>
    </w:pPr>
    <w:rPr>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z_sistema\m_modelli\rap_eco_reg.dot"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755392826551313E-2"/>
          <c:y val="2.6248998386734904E-2"/>
          <c:w val="0.89120562330623354"/>
          <c:h val="0.88538151731568193"/>
        </c:manualLayout>
      </c:layout>
      <c:barChart>
        <c:barDir val="col"/>
        <c:grouping val="clustered"/>
        <c:varyColors val="0"/>
        <c:ser>
          <c:idx val="2"/>
          <c:order val="2"/>
          <c:tx>
            <c:strRef>
              <c:f>Foglio1!$D$1</c:f>
              <c:strCache>
                <c:ptCount val="1"/>
                <c:pt idx="0">
                  <c:v>Emilia-Romagna</c:v>
                </c:pt>
              </c:strCache>
            </c:strRef>
          </c:tx>
          <c:spPr>
            <a:solidFill>
              <a:srgbClr val="D99694"/>
            </a:solidFill>
            <a:ln>
              <a:solidFill>
                <a:srgbClr val="C00000"/>
              </a:solidFill>
            </a:ln>
          </c:spPr>
          <c:invertIfNegative val="0"/>
          <c:dLbls>
            <c:dLbl>
              <c:idx val="12"/>
              <c:showLegendKey val="0"/>
              <c:showVal val="1"/>
              <c:showCatName val="0"/>
              <c:showSerName val="0"/>
              <c:showPercent val="0"/>
              <c:showBubbleSize val="0"/>
            </c:dLbl>
            <c:dLbl>
              <c:idx val="13"/>
              <c:showLegendKey val="0"/>
              <c:showVal val="1"/>
              <c:showCatName val="0"/>
              <c:showSerName val="0"/>
              <c:showPercent val="0"/>
              <c:showBubbleSize val="0"/>
            </c:dLbl>
            <c:numFmt formatCode="0.0;[Red]\-0.0" sourceLinked="0"/>
            <c:showLegendKey val="0"/>
            <c:showVal val="0"/>
            <c:showCatName val="0"/>
            <c:showSerName val="0"/>
            <c:showPercent val="0"/>
            <c:showBubbleSize val="0"/>
          </c:dLbls>
          <c:cat>
            <c:numRef>
              <c:f>Foglio1!$A$2:$A$16</c:f>
              <c:numCache>
                <c:formatCode>General</c:formatCode>
                <c:ptCount val="15"/>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numCache>
            </c:numRef>
          </c:cat>
          <c:val>
            <c:numRef>
              <c:f>Foglio1!$D$2:$D$16</c:f>
              <c:numCache>
                <c:formatCode>0.0</c:formatCode>
                <c:ptCount val="15"/>
                <c:pt idx="0">
                  <c:v>3.5546069903322541</c:v>
                </c:pt>
                <c:pt idx="1">
                  <c:v>2.3175800834109861</c:v>
                </c:pt>
                <c:pt idx="2">
                  <c:v>-0.91623772720467178</c:v>
                </c:pt>
                <c:pt idx="3">
                  <c:v>-6.9147786794893751</c:v>
                </c:pt>
                <c:pt idx="4">
                  <c:v>2.1306386185962811</c:v>
                </c:pt>
                <c:pt idx="5">
                  <c:v>2.5733554103256395</c:v>
                </c:pt>
                <c:pt idx="6">
                  <c:v>-2.682209691998183</c:v>
                </c:pt>
                <c:pt idx="7">
                  <c:v>-0.77287069655636031</c:v>
                </c:pt>
                <c:pt idx="8">
                  <c:v>0.90306567413676042</c:v>
                </c:pt>
                <c:pt idx="9">
                  <c:v>0.69829718543703567</c:v>
                </c:pt>
                <c:pt idx="10">
                  <c:v>1.4099938108639964</c:v>
                </c:pt>
                <c:pt idx="11">
                  <c:v>1.8408617609438016</c:v>
                </c:pt>
                <c:pt idx="12">
                  <c:v>1.4568183838977511</c:v>
                </c:pt>
                <c:pt idx="13">
                  <c:v>0.49502335738160763</c:v>
                </c:pt>
                <c:pt idx="14">
                  <c:v>1.1072568671537164</c:v>
                </c:pt>
              </c:numCache>
            </c:numRef>
          </c:val>
        </c:ser>
        <c:ser>
          <c:idx val="3"/>
          <c:order val="3"/>
          <c:tx>
            <c:strRef>
              <c:f>Foglio1!$E$1</c:f>
              <c:strCache>
                <c:ptCount val="1"/>
                <c:pt idx="0">
                  <c:v>Italia</c:v>
                </c:pt>
              </c:strCache>
            </c:strRef>
          </c:tx>
          <c:spPr>
            <a:solidFill>
              <a:schemeClr val="accent5">
                <a:lumMod val="40000"/>
                <a:lumOff val="60000"/>
              </a:schemeClr>
            </a:solidFill>
            <a:ln>
              <a:solidFill>
                <a:schemeClr val="tx2">
                  <a:lumMod val="75000"/>
                </a:schemeClr>
              </a:solidFill>
            </a:ln>
          </c:spPr>
          <c:invertIfNegative val="0"/>
          <c:cat>
            <c:numRef>
              <c:f>Foglio1!$A$2:$A$16</c:f>
              <c:numCache>
                <c:formatCode>General</c:formatCode>
                <c:ptCount val="15"/>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numCache>
            </c:numRef>
          </c:cat>
          <c:val>
            <c:numRef>
              <c:f>Foglio1!$E$2:$E$16</c:f>
              <c:numCache>
                <c:formatCode>0.0</c:formatCode>
                <c:ptCount val="15"/>
                <c:pt idx="0">
                  <c:v>2.0065866547446909</c:v>
                </c:pt>
                <c:pt idx="1">
                  <c:v>1.4738685466187729</c:v>
                </c:pt>
                <c:pt idx="2">
                  <c:v>-1.0504028348038208</c:v>
                </c:pt>
                <c:pt idx="3">
                  <c:v>-5.4820550401474488</c:v>
                </c:pt>
                <c:pt idx="4">
                  <c:v>1.6865234030892129</c:v>
                </c:pt>
                <c:pt idx="5">
                  <c:v>0.57662302210419458</c:v>
                </c:pt>
                <c:pt idx="6">
                  <c:v>-2.8190137792549308</c:v>
                </c:pt>
                <c:pt idx="7">
                  <c:v>-1.7281608024923067</c:v>
                </c:pt>
                <c:pt idx="8">
                  <c:v>0.11367323787825345</c:v>
                </c:pt>
                <c:pt idx="9">
                  <c:v>0.9239924875097616</c:v>
                </c:pt>
                <c:pt idx="10">
                  <c:v>1.1189006179952443</c:v>
                </c:pt>
                <c:pt idx="11">
                  <c:v>1.6841826095151724</c:v>
                </c:pt>
                <c:pt idx="12">
                  <c:v>0.85826021589350265</c:v>
                </c:pt>
                <c:pt idx="13">
                  <c:v>0.1444560149922669</c:v>
                </c:pt>
                <c:pt idx="14">
                  <c:v>0.63073012202199408</c:v>
                </c:pt>
              </c:numCache>
            </c:numRef>
          </c:val>
        </c:ser>
        <c:dLbls>
          <c:showLegendKey val="0"/>
          <c:showVal val="0"/>
          <c:showCatName val="0"/>
          <c:showSerName val="0"/>
          <c:showPercent val="0"/>
          <c:showBubbleSize val="0"/>
        </c:dLbls>
        <c:gapWidth val="100"/>
        <c:axId val="249639424"/>
        <c:axId val="286350080"/>
      </c:barChart>
      <c:lineChart>
        <c:grouping val="standard"/>
        <c:varyColors val="0"/>
        <c:ser>
          <c:idx val="0"/>
          <c:order val="0"/>
          <c:tx>
            <c:strRef>
              <c:f>Foglio1!$B$1</c:f>
              <c:strCache>
                <c:ptCount val="1"/>
                <c:pt idx="0">
                  <c:v>ER</c:v>
                </c:pt>
              </c:strCache>
            </c:strRef>
          </c:tx>
          <c:spPr>
            <a:ln w="34925">
              <a:solidFill>
                <a:srgbClr val="C00000"/>
              </a:solidFill>
            </a:ln>
          </c:spPr>
          <c:marker>
            <c:symbol val="none"/>
          </c:marker>
          <c:dLbls>
            <c:dLbl>
              <c:idx val="1"/>
              <c:layout>
                <c:manualLayout>
                  <c:x val="-3.9809517649367604E-2"/>
                  <c:y val="-0.10091227278631147"/>
                </c:manualLayout>
              </c:layout>
              <c:dLblPos val="r"/>
              <c:showLegendKey val="0"/>
              <c:showVal val="1"/>
              <c:showCatName val="0"/>
              <c:showSerName val="0"/>
              <c:showPercent val="0"/>
              <c:showBubbleSize val="0"/>
            </c:dLbl>
            <c:dLbl>
              <c:idx val="4"/>
              <c:delete val="1"/>
            </c:dLbl>
            <c:dLbl>
              <c:idx val="8"/>
              <c:delete val="1"/>
            </c:dLbl>
            <c:dLbl>
              <c:idx val="12"/>
              <c:delete val="1"/>
            </c:dLbl>
            <c:dLbl>
              <c:idx val="13"/>
              <c:dLblPos val="t"/>
              <c:showLegendKey val="0"/>
              <c:showVal val="1"/>
              <c:showCatName val="0"/>
              <c:showSerName val="0"/>
              <c:showPercent val="0"/>
              <c:showBubbleSize val="0"/>
            </c:dLbl>
            <c:dLbl>
              <c:idx val="14"/>
              <c:delete val="1"/>
            </c:dLbl>
            <c:dLbl>
              <c:idx val="16"/>
              <c:dLblPos val="t"/>
              <c:showLegendKey val="0"/>
              <c:showVal val="1"/>
              <c:showCatName val="0"/>
              <c:showSerName val="0"/>
              <c:showPercent val="0"/>
              <c:showBubbleSize val="0"/>
            </c:dLbl>
            <c:dLbl>
              <c:idx val="18"/>
              <c:layout>
                <c:manualLayout>
                  <c:x val="-3.9821985094851006E-2"/>
                  <c:y val="4.0165597856969118E-2"/>
                </c:manualLayout>
              </c:layout>
              <c:dLblPos val="r"/>
              <c:showLegendKey val="0"/>
              <c:showVal val="1"/>
              <c:showCatName val="0"/>
              <c:showSerName val="0"/>
              <c:showPercent val="0"/>
              <c:showBubbleSize val="0"/>
            </c:dLbl>
            <c:dLbl>
              <c:idx val="20"/>
              <c:dLblPos val="t"/>
              <c:showLegendKey val="0"/>
              <c:showVal val="1"/>
              <c:showCatName val="0"/>
              <c:showSerName val="0"/>
              <c:showPercent val="0"/>
              <c:showBubbleSize val="0"/>
            </c:dLbl>
            <c:numFmt formatCode="0.0" sourceLinked="0"/>
            <c:txPr>
              <a:bodyPr/>
              <a:lstStyle/>
              <a:p>
                <a:pPr>
                  <a:defRPr>
                    <a:solidFill>
                      <a:srgbClr val="C00000"/>
                    </a:solidFill>
                  </a:defRPr>
                </a:pPr>
                <a:endParaRPr lang="it-IT"/>
              </a:p>
            </c:txPr>
            <c:dLblPos val="t"/>
            <c:showLegendKey val="0"/>
            <c:showVal val="0"/>
            <c:showCatName val="0"/>
            <c:showSerName val="0"/>
            <c:showPercent val="0"/>
            <c:showBubbleSize val="0"/>
          </c:dLbls>
          <c:cat>
            <c:numRef>
              <c:f>Foglio1!$A$2:$A$16</c:f>
              <c:numCache>
                <c:formatCode>General</c:formatCode>
                <c:ptCount val="15"/>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numCache>
            </c:numRef>
          </c:cat>
          <c:val>
            <c:numRef>
              <c:f>Foglio1!$B$2:$B$16</c:f>
              <c:numCache>
                <c:formatCode>0.0</c:formatCode>
                <c:ptCount val="15"/>
                <c:pt idx="0">
                  <c:v>107.8367843691923</c:v>
                </c:pt>
                <c:pt idx="1">
                  <c:v>110.33598820632356</c:v>
                </c:pt>
                <c:pt idx="2">
                  <c:v>109.32504825569312</c:v>
                </c:pt>
                <c:pt idx="3">
                  <c:v>101.76546312756697</c:v>
                </c:pt>
                <c:pt idx="4">
                  <c:v>103.93371738535627</c:v>
                </c:pt>
                <c:pt idx="5">
                  <c:v>106.6083013248449</c:v>
                </c:pt>
                <c:pt idx="6">
                  <c:v>103.74884313423529</c:v>
                </c:pt>
                <c:pt idx="7">
                  <c:v>102.94699872763456</c:v>
                </c:pt>
                <c:pt idx="8">
                  <c:v>103.87667773569783</c:v>
                </c:pt>
                <c:pt idx="9">
                  <c:v>104.6020456526517</c:v>
                </c:pt>
                <c:pt idx="10">
                  <c:v>106.07692802239123</c:v>
                </c:pt>
                <c:pt idx="11">
                  <c:v>108.02965762753931</c:v>
                </c:pt>
                <c:pt idx="12">
                  <c:v>109.60345353991912</c:v>
                </c:pt>
                <c:pt idx="13">
                  <c:v>110.14601623543862</c:v>
                </c:pt>
                <c:pt idx="14">
                  <c:v>111.36561556410176</c:v>
                </c:pt>
              </c:numCache>
            </c:numRef>
          </c:val>
          <c:smooth val="0"/>
        </c:ser>
        <c:ser>
          <c:idx val="1"/>
          <c:order val="1"/>
          <c:tx>
            <c:strRef>
              <c:f>Foglio1!$C$1</c:f>
              <c:strCache>
                <c:ptCount val="1"/>
                <c:pt idx="0">
                  <c:v>Ita</c:v>
                </c:pt>
              </c:strCache>
            </c:strRef>
          </c:tx>
          <c:spPr>
            <a:ln w="34925">
              <a:solidFill>
                <a:srgbClr val="376092"/>
              </a:solidFill>
            </a:ln>
          </c:spPr>
          <c:marker>
            <c:symbol val="none"/>
          </c:marker>
          <c:dLbls>
            <c:dLbl>
              <c:idx val="1"/>
              <c:dLblPos val="b"/>
              <c:showLegendKey val="0"/>
              <c:showVal val="1"/>
              <c:showCatName val="0"/>
              <c:showSerName val="0"/>
              <c:showPercent val="0"/>
              <c:showBubbleSize val="0"/>
            </c:dLbl>
            <c:dLbl>
              <c:idx val="4"/>
              <c:delete val="1"/>
            </c:dLbl>
            <c:dLbl>
              <c:idx val="8"/>
              <c:delete val="1"/>
            </c:dLbl>
            <c:dLbl>
              <c:idx val="12"/>
              <c:delete val="1"/>
            </c:dLbl>
            <c:dLbl>
              <c:idx val="13"/>
              <c:dLblPos val="t"/>
              <c:showLegendKey val="0"/>
              <c:showVal val="1"/>
              <c:showCatName val="0"/>
              <c:showSerName val="0"/>
              <c:showPercent val="0"/>
              <c:showBubbleSize val="0"/>
            </c:dLbl>
            <c:dLbl>
              <c:idx val="14"/>
              <c:delete val="1"/>
            </c:dLbl>
            <c:numFmt formatCode="#,##0.0" sourceLinked="0"/>
            <c:txPr>
              <a:bodyPr/>
              <a:lstStyle/>
              <a:p>
                <a:pPr>
                  <a:defRPr>
                    <a:solidFill>
                      <a:srgbClr val="0070C0"/>
                    </a:solidFill>
                  </a:defRPr>
                </a:pPr>
                <a:endParaRPr lang="it-IT"/>
              </a:p>
            </c:txPr>
            <c:dLblPos val="b"/>
            <c:showLegendKey val="0"/>
            <c:showVal val="0"/>
            <c:showCatName val="0"/>
            <c:showSerName val="0"/>
            <c:showPercent val="0"/>
            <c:showBubbleSize val="0"/>
          </c:dLbls>
          <c:cat>
            <c:numRef>
              <c:f>Foglio1!$A$2:$A$16</c:f>
              <c:numCache>
                <c:formatCode>General</c:formatCode>
                <c:ptCount val="15"/>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numCache>
            </c:numRef>
          </c:cat>
          <c:val>
            <c:numRef>
              <c:f>Foglio1!$C$2:$C$16</c:f>
              <c:numCache>
                <c:formatCode>0.0</c:formatCode>
                <c:ptCount val="15"/>
                <c:pt idx="0">
                  <c:v>106.88419087513041</c:v>
                </c:pt>
                <c:pt idx="1">
                  <c:v>108.45952334574694</c:v>
                </c:pt>
                <c:pt idx="2">
                  <c:v>107.3202614379085</c:v>
                </c:pt>
                <c:pt idx="3">
                  <c:v>101.43690563665223</c:v>
                </c:pt>
                <c:pt idx="4">
                  <c:v>103.14766278958389</c:v>
                </c:pt>
                <c:pt idx="5">
                  <c:v>103.74243595999103</c:v>
                </c:pt>
                <c:pt idx="6">
                  <c:v>100.81792239534416</c:v>
                </c:pt>
                <c:pt idx="7">
                  <c:v>99.0756265786207</c:v>
                </c:pt>
                <c:pt idx="8">
                  <c:v>99.188249051300787</c:v>
                </c:pt>
                <c:pt idx="9">
                  <c:v>100.10474102102728</c:v>
                </c:pt>
                <c:pt idx="10">
                  <c:v>101.22481358695407</c:v>
                </c:pt>
                <c:pt idx="11">
                  <c:v>102.92962429389972</c:v>
                </c:pt>
                <c:pt idx="12">
                  <c:v>103.8130283095829</c:v>
                </c:pt>
                <c:pt idx="13">
                  <c:v>103.96299247332173</c:v>
                </c:pt>
                <c:pt idx="14">
                  <c:v>104.61871838260642</c:v>
                </c:pt>
              </c:numCache>
            </c:numRef>
          </c:val>
          <c:smooth val="0"/>
        </c:ser>
        <c:dLbls>
          <c:showLegendKey val="0"/>
          <c:showVal val="0"/>
          <c:showCatName val="0"/>
          <c:showSerName val="0"/>
          <c:showPercent val="0"/>
          <c:showBubbleSize val="0"/>
        </c:dLbls>
        <c:marker val="1"/>
        <c:smooth val="0"/>
        <c:axId val="249638912"/>
        <c:axId val="286349504"/>
      </c:lineChart>
      <c:catAx>
        <c:axId val="249638912"/>
        <c:scaling>
          <c:orientation val="minMax"/>
        </c:scaling>
        <c:delete val="0"/>
        <c:axPos val="b"/>
        <c:numFmt formatCode="General" sourceLinked="1"/>
        <c:majorTickMark val="out"/>
        <c:minorTickMark val="none"/>
        <c:tickLblPos val="nextTo"/>
        <c:crossAx val="286349504"/>
        <c:crosses val="autoZero"/>
        <c:auto val="1"/>
        <c:lblAlgn val="ctr"/>
        <c:lblOffset val="100"/>
        <c:noMultiLvlLbl val="0"/>
      </c:catAx>
      <c:valAx>
        <c:axId val="286349504"/>
        <c:scaling>
          <c:orientation val="minMax"/>
          <c:min val="98"/>
        </c:scaling>
        <c:delete val="0"/>
        <c:axPos val="l"/>
        <c:majorGridlines>
          <c:spPr>
            <a:ln w="9525">
              <a:prstDash val="dash"/>
            </a:ln>
          </c:spPr>
        </c:majorGridlines>
        <c:numFmt formatCode="0" sourceLinked="0"/>
        <c:majorTickMark val="out"/>
        <c:minorTickMark val="none"/>
        <c:tickLblPos val="nextTo"/>
        <c:crossAx val="249638912"/>
        <c:crosses val="autoZero"/>
        <c:crossBetween val="between"/>
        <c:majorUnit val="2"/>
      </c:valAx>
      <c:valAx>
        <c:axId val="286350080"/>
        <c:scaling>
          <c:orientation val="minMax"/>
          <c:max val="4"/>
          <c:min val="-8"/>
        </c:scaling>
        <c:delete val="0"/>
        <c:axPos val="r"/>
        <c:numFmt formatCode="0.0" sourceLinked="1"/>
        <c:majorTickMark val="out"/>
        <c:minorTickMark val="none"/>
        <c:tickLblPos val="nextTo"/>
        <c:crossAx val="249639424"/>
        <c:crosses val="max"/>
        <c:crossBetween val="between"/>
        <c:majorUnit val="4"/>
      </c:valAx>
      <c:catAx>
        <c:axId val="249639424"/>
        <c:scaling>
          <c:orientation val="minMax"/>
        </c:scaling>
        <c:delete val="0"/>
        <c:axPos val="b"/>
        <c:numFmt formatCode="General" sourceLinked="1"/>
        <c:majorTickMark val="none"/>
        <c:minorTickMark val="none"/>
        <c:tickLblPos val="none"/>
        <c:crossAx val="286350080"/>
        <c:crossesAt val="0"/>
        <c:auto val="1"/>
        <c:lblAlgn val="ctr"/>
        <c:lblOffset val="100"/>
        <c:noMultiLvlLbl val="0"/>
      </c:catAx>
    </c:plotArea>
    <c:legend>
      <c:legendPos val="r"/>
      <c:legendEntry>
        <c:idx val="2"/>
        <c:delete val="1"/>
      </c:legendEntry>
      <c:legendEntry>
        <c:idx val="3"/>
        <c:delete val="1"/>
      </c:legendEntry>
      <c:layout>
        <c:manualLayout>
          <c:xMode val="edge"/>
          <c:yMode val="edge"/>
          <c:x val="5.9601743116641216E-2"/>
          <c:y val="0.708521672240088"/>
          <c:w val="0.15735225864044541"/>
          <c:h val="0.16145458905033386"/>
        </c:manualLayout>
      </c:layout>
      <c:overlay val="0"/>
    </c:legend>
    <c:plotVisOnly val="1"/>
    <c:dispBlanksAs val="gap"/>
    <c:showDLblsOverMax val="0"/>
  </c:chart>
  <c:spPr>
    <a:ln>
      <a:noFill/>
    </a:ln>
  </c:spPr>
  <c:txPr>
    <a:bodyPr/>
    <a:lstStyle/>
    <a:p>
      <a:pPr>
        <a:defRPr sz="800">
          <a:latin typeface="Arial" pitchFamily="34" charset="0"/>
          <a:cs typeface="Arial" pitchFamily="34" charset="0"/>
        </a:defRPr>
      </a:pPr>
      <a:endParaRPr lang="it-IT"/>
    </a:p>
  </c:txPr>
  <c:externalData r:id="rId1">
    <c:autoUpdate val="0"/>
  </c:externalData>
</c:chartSpace>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CD0F3C-7514-40B4-863F-91781C865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rap_eco_reg.dot</Template>
  <TotalTime>7</TotalTime>
  <Pages>7</Pages>
  <Words>3605</Words>
  <Characters>20553</Characters>
  <Application>Microsoft Office Word</Application>
  <DocSecurity>0</DocSecurity>
  <Lines>171</Lines>
  <Paragraphs>48</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24110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Guaitoli</dc:creator>
  <cp:lastModifiedBy>Mauro Guaitoli</cp:lastModifiedBy>
  <cp:revision>10</cp:revision>
  <cp:lastPrinted>2012-03-30T09:15:00Z</cp:lastPrinted>
  <dcterms:created xsi:type="dcterms:W3CDTF">2019-10-15T08:45:00Z</dcterms:created>
  <dcterms:modified xsi:type="dcterms:W3CDTF">2019-12-06T15:46:00Z</dcterms:modified>
</cp:coreProperties>
</file>