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5D3CB0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</w:t>
        </w:r>
        <w:r w:rsidR="00AF52FB" w:rsidRPr="00B360AA">
          <w:rPr>
            <w:rStyle w:val="Collegamentoipertestuale"/>
            <w:noProof/>
          </w:rPr>
          <w:t>e</w:t>
        </w:r>
        <w:r w:rsidR="00AF52FB" w:rsidRPr="00B360AA">
          <w:rPr>
            <w:rStyle w:val="Collegamentoipertestuale"/>
            <w:noProof/>
          </w:rPr>
          <w:t>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5D3CB0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5D3CB0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172D69" w:rsidRPr="00BC2A0C" w14:paraId="6DB4A902" w14:textId="77777777" w:rsidTr="00172D69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4F6841E4" w14:textId="77777777" w:rsidR="00172D69" w:rsidRPr="00BC2A0C" w:rsidRDefault="00172D69" w:rsidP="00172D69">
            <w:pPr>
              <w:pStyle w:val="TabTitolo"/>
            </w:pPr>
            <w:bookmarkStart w:id="5" w:name="_Hlk35271130"/>
            <w:r w:rsidRPr="007C3BBD">
              <w:t>La previsione del Fondo Monetario Internazionale (a)(b)</w:t>
            </w:r>
          </w:p>
        </w:tc>
      </w:tr>
      <w:tr w:rsidR="00172D69" w:rsidRPr="00BC2A0C" w14:paraId="7A008765" w14:textId="77777777" w:rsidTr="00172D69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46C4A21E" w14:textId="77777777" w:rsidR="00172D69" w:rsidRPr="00BC2A0C" w:rsidRDefault="00172D69" w:rsidP="00172D6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08C446D" w14:textId="77777777" w:rsidR="00172D69" w:rsidRPr="003234B1" w:rsidRDefault="00172D69" w:rsidP="00172D6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029AFD0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A4A8A76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18AEDCA6" w14:textId="77777777" w:rsidR="00172D69" w:rsidRPr="00BC2A0C" w:rsidRDefault="00172D69" w:rsidP="00172D69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07538D45" w14:textId="77777777" w:rsidR="00172D69" w:rsidRPr="00BC2A0C" w:rsidRDefault="00172D69" w:rsidP="00172D6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B5F560D" w14:textId="77777777" w:rsidR="00172D69" w:rsidRPr="003234B1" w:rsidRDefault="00172D69" w:rsidP="00172D6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374FD3A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3A235F01" w14:textId="77777777" w:rsidR="00172D69" w:rsidRPr="003234B1" w:rsidRDefault="00172D69" w:rsidP="00172D69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</w:tr>
      <w:tr w:rsidR="00172D69" w:rsidRPr="00BC2A0C" w14:paraId="084C1EBC" w14:textId="77777777" w:rsidTr="00172D69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01572C53" w14:textId="77777777" w:rsidR="00172D69" w:rsidRPr="00997C5D" w:rsidRDefault="00172D69" w:rsidP="00172D69">
            <w:pPr>
              <w:pStyle w:val="TabIntestaSup"/>
            </w:pPr>
            <w:r>
              <w:t>Prodotto</w:t>
            </w:r>
          </w:p>
        </w:tc>
      </w:tr>
      <w:tr w:rsidR="00172D69" w:rsidRPr="00BC2A0C" w14:paraId="5A5D3839" w14:textId="77777777" w:rsidTr="00172D69">
        <w:trPr>
          <w:cantSplit/>
          <w:trHeight w:val="255"/>
        </w:trPr>
        <w:tc>
          <w:tcPr>
            <w:tcW w:w="3402" w:type="dxa"/>
          </w:tcPr>
          <w:p w14:paraId="6B43B6B6" w14:textId="77777777" w:rsidR="00172D69" w:rsidRPr="00BC2A0C" w:rsidRDefault="00172D69" w:rsidP="00172D69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1FC5541A" w14:textId="77777777" w:rsidR="00172D69" w:rsidRPr="0040417A" w:rsidRDefault="00172D69" w:rsidP="00172D69">
            <w:pPr>
              <w:pStyle w:val="TabNumeri"/>
            </w:pPr>
            <w:r w:rsidRPr="0040417A">
              <w:t xml:space="preserve">2,9 </w:t>
            </w:r>
          </w:p>
        </w:tc>
        <w:tc>
          <w:tcPr>
            <w:tcW w:w="510" w:type="dxa"/>
          </w:tcPr>
          <w:p w14:paraId="70381B92" w14:textId="77777777" w:rsidR="00172D69" w:rsidRPr="0040417A" w:rsidRDefault="00172D69" w:rsidP="00172D69">
            <w:pPr>
              <w:pStyle w:val="TabNumeri"/>
            </w:pPr>
            <w:r w:rsidRPr="0040417A">
              <w:t xml:space="preserve">3,3 </w:t>
            </w:r>
          </w:p>
        </w:tc>
        <w:tc>
          <w:tcPr>
            <w:tcW w:w="510" w:type="dxa"/>
          </w:tcPr>
          <w:p w14:paraId="33869DBC" w14:textId="77777777" w:rsidR="00172D69" w:rsidRPr="0040417A" w:rsidRDefault="00172D69" w:rsidP="00172D69">
            <w:pPr>
              <w:pStyle w:val="TabNumeri"/>
            </w:pPr>
            <w:r w:rsidRPr="0040417A">
              <w:t xml:space="preserve">3,4 </w:t>
            </w:r>
          </w:p>
        </w:tc>
        <w:tc>
          <w:tcPr>
            <w:tcW w:w="340" w:type="dxa"/>
          </w:tcPr>
          <w:p w14:paraId="4E5E0C23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09048890" w14:textId="77777777" w:rsidR="00172D69" w:rsidRPr="00903CBB" w:rsidRDefault="00172D69" w:rsidP="00172D69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0DF7BABB" w14:textId="77777777" w:rsidR="00172D69" w:rsidRPr="000D66D3" w:rsidRDefault="00172D69" w:rsidP="00172D69">
            <w:pPr>
              <w:pStyle w:val="TabNumeri"/>
            </w:pPr>
            <w:r w:rsidRPr="000D66D3">
              <w:t xml:space="preserve">2,3 </w:t>
            </w:r>
          </w:p>
        </w:tc>
        <w:tc>
          <w:tcPr>
            <w:tcW w:w="510" w:type="dxa"/>
          </w:tcPr>
          <w:p w14:paraId="73C3572C" w14:textId="77777777" w:rsidR="00172D69" w:rsidRPr="000D66D3" w:rsidRDefault="00172D69" w:rsidP="00172D69">
            <w:pPr>
              <w:pStyle w:val="TabNumeri"/>
            </w:pPr>
            <w:r w:rsidRPr="000D66D3">
              <w:t xml:space="preserve">2,0 </w:t>
            </w:r>
          </w:p>
        </w:tc>
        <w:tc>
          <w:tcPr>
            <w:tcW w:w="514" w:type="dxa"/>
          </w:tcPr>
          <w:p w14:paraId="27F41884" w14:textId="77777777" w:rsidR="00172D69" w:rsidRPr="000D66D3" w:rsidRDefault="00172D69" w:rsidP="00172D69">
            <w:pPr>
              <w:pStyle w:val="TabNumeri"/>
            </w:pPr>
            <w:r w:rsidRPr="000D66D3">
              <w:t xml:space="preserve">1,7 </w:t>
            </w:r>
          </w:p>
        </w:tc>
      </w:tr>
      <w:tr w:rsidR="00172D69" w:rsidRPr="00BC2A0C" w14:paraId="51593B98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4542CC5B" w14:textId="77777777" w:rsidR="00172D69" w:rsidRPr="00BC2A0C" w:rsidRDefault="00172D69" w:rsidP="00172D69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A69D3F" w14:textId="77777777" w:rsidR="00172D69" w:rsidRPr="0040417A" w:rsidRDefault="00172D69" w:rsidP="00172D69">
            <w:pPr>
              <w:pStyle w:val="TabNumeri"/>
            </w:pPr>
            <w:r w:rsidRPr="0040417A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8EB39BA" w14:textId="77777777" w:rsidR="00172D69" w:rsidRPr="0040417A" w:rsidRDefault="00172D69" w:rsidP="00172D69">
            <w:pPr>
              <w:pStyle w:val="TabNumeri"/>
            </w:pPr>
            <w:r w:rsidRPr="0040417A">
              <w:t xml:space="preserve">1,6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312651F" w14:textId="77777777" w:rsidR="00172D69" w:rsidRPr="0040417A" w:rsidRDefault="00172D69" w:rsidP="00172D69">
            <w:pPr>
              <w:pStyle w:val="TabNumeri"/>
            </w:pPr>
            <w:r w:rsidRPr="0040417A">
              <w:t xml:space="preserve">1,6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3BE13DA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E0C77E0" w14:textId="77777777" w:rsidR="00172D69" w:rsidRPr="00903CBB" w:rsidRDefault="00172D69" w:rsidP="00172D69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F5FA983" w14:textId="77777777" w:rsidR="00172D69" w:rsidRPr="000D66D3" w:rsidRDefault="00172D69" w:rsidP="00172D69">
            <w:pPr>
              <w:pStyle w:val="TabNumeri"/>
            </w:pPr>
            <w:r w:rsidRPr="000D66D3">
              <w:t xml:space="preserve">6,1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3F6D7F7" w14:textId="77777777" w:rsidR="00172D69" w:rsidRPr="000D66D3" w:rsidRDefault="00172D69" w:rsidP="00172D69">
            <w:pPr>
              <w:pStyle w:val="TabNumeri"/>
            </w:pPr>
            <w:r w:rsidRPr="000D66D3">
              <w:t xml:space="preserve">6,0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FC7DC40" w14:textId="77777777" w:rsidR="00172D69" w:rsidRPr="000D66D3" w:rsidRDefault="00172D69" w:rsidP="00172D69">
            <w:pPr>
              <w:pStyle w:val="TabNumeri"/>
            </w:pPr>
            <w:r w:rsidRPr="000D66D3">
              <w:t xml:space="preserve">5,8 </w:t>
            </w:r>
          </w:p>
        </w:tc>
      </w:tr>
      <w:tr w:rsidR="00172D69" w:rsidRPr="00BC2A0C" w14:paraId="59F75124" w14:textId="77777777" w:rsidTr="00172D69">
        <w:trPr>
          <w:cantSplit/>
          <w:trHeight w:val="255"/>
        </w:trPr>
        <w:tc>
          <w:tcPr>
            <w:tcW w:w="3402" w:type="dxa"/>
          </w:tcPr>
          <w:p w14:paraId="675026D5" w14:textId="77777777" w:rsidR="00172D69" w:rsidRPr="00BC2A0C" w:rsidRDefault="00172D69" w:rsidP="00172D69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08EEB9CF" w14:textId="77777777" w:rsidR="00172D69" w:rsidRPr="0040417A" w:rsidRDefault="00172D69" w:rsidP="00172D69">
            <w:pPr>
              <w:pStyle w:val="TabNumeri"/>
            </w:pPr>
            <w:r w:rsidRPr="0040417A">
              <w:t xml:space="preserve">3,7 </w:t>
            </w:r>
          </w:p>
        </w:tc>
        <w:tc>
          <w:tcPr>
            <w:tcW w:w="510" w:type="dxa"/>
          </w:tcPr>
          <w:p w14:paraId="495AFA6A" w14:textId="77777777" w:rsidR="00172D69" w:rsidRPr="0040417A" w:rsidRDefault="00172D69" w:rsidP="00172D69">
            <w:pPr>
              <w:pStyle w:val="TabNumeri"/>
            </w:pPr>
            <w:r w:rsidRPr="0040417A">
              <w:t xml:space="preserve">4,4 </w:t>
            </w:r>
          </w:p>
        </w:tc>
        <w:tc>
          <w:tcPr>
            <w:tcW w:w="510" w:type="dxa"/>
          </w:tcPr>
          <w:p w14:paraId="42458189" w14:textId="77777777" w:rsidR="00172D69" w:rsidRPr="0040417A" w:rsidRDefault="00172D69" w:rsidP="00172D69">
            <w:pPr>
              <w:pStyle w:val="TabNumeri"/>
            </w:pPr>
            <w:r w:rsidRPr="0040417A">
              <w:t xml:space="preserve">4,6 </w:t>
            </w:r>
          </w:p>
        </w:tc>
        <w:tc>
          <w:tcPr>
            <w:tcW w:w="340" w:type="dxa"/>
          </w:tcPr>
          <w:p w14:paraId="7F87341D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00E74A74" w14:textId="77777777" w:rsidR="00172D69" w:rsidRPr="00903CBB" w:rsidRDefault="00172D69" w:rsidP="00172D69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441FF8D1" w14:textId="77777777" w:rsidR="00172D69" w:rsidRPr="000D66D3" w:rsidRDefault="00172D69" w:rsidP="00172D69">
            <w:pPr>
              <w:pStyle w:val="TabNumeri"/>
            </w:pPr>
            <w:r w:rsidRPr="000D66D3">
              <w:t xml:space="preserve">1,0 </w:t>
            </w:r>
          </w:p>
        </w:tc>
        <w:tc>
          <w:tcPr>
            <w:tcW w:w="510" w:type="dxa"/>
          </w:tcPr>
          <w:p w14:paraId="19993801" w14:textId="77777777" w:rsidR="00172D69" w:rsidRPr="000D66D3" w:rsidRDefault="00172D69" w:rsidP="00172D69">
            <w:pPr>
              <w:pStyle w:val="TabNumeri"/>
            </w:pPr>
            <w:r w:rsidRPr="000D66D3">
              <w:t xml:space="preserve">0,7 </w:t>
            </w:r>
          </w:p>
        </w:tc>
        <w:tc>
          <w:tcPr>
            <w:tcW w:w="514" w:type="dxa"/>
          </w:tcPr>
          <w:p w14:paraId="260647A5" w14:textId="77777777" w:rsidR="00172D69" w:rsidRPr="000D66D3" w:rsidRDefault="00172D69" w:rsidP="00172D69">
            <w:pPr>
              <w:pStyle w:val="TabNumeri"/>
            </w:pPr>
            <w:r w:rsidRPr="000D66D3">
              <w:t xml:space="preserve">0,5 </w:t>
            </w:r>
          </w:p>
        </w:tc>
      </w:tr>
      <w:tr w:rsidR="00172D69" w:rsidRPr="00BC2A0C" w14:paraId="36CC7055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FF0C7DD" w14:textId="77777777" w:rsidR="00172D69" w:rsidRPr="00C103CD" w:rsidRDefault="00172D69" w:rsidP="00172D69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33057CE" w14:textId="77777777" w:rsidR="00172D69" w:rsidRPr="0040417A" w:rsidRDefault="00172D69" w:rsidP="00172D69">
            <w:pPr>
              <w:pStyle w:val="TabNumeri"/>
            </w:pPr>
            <w:r w:rsidRPr="0040417A">
              <w:t xml:space="preserve">1,8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0A550AF" w14:textId="77777777" w:rsidR="00172D69" w:rsidRPr="0040417A" w:rsidRDefault="00172D69" w:rsidP="00172D69">
            <w:pPr>
              <w:pStyle w:val="TabNumeri"/>
            </w:pPr>
            <w:r w:rsidRPr="0040417A">
              <w:t xml:space="preserve">2,6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114EAB1" w14:textId="77777777" w:rsidR="00172D69" w:rsidRPr="0040417A" w:rsidRDefault="00172D69" w:rsidP="00172D69">
            <w:pPr>
              <w:pStyle w:val="TabNumeri"/>
            </w:pPr>
            <w:r w:rsidRPr="0040417A">
              <w:t xml:space="preserve">2,5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A7C6D14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2718956" w14:textId="77777777" w:rsidR="00172D69" w:rsidRPr="00903CBB" w:rsidRDefault="00172D69" w:rsidP="00172D69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8AE5F77" w14:textId="77777777" w:rsidR="00172D69" w:rsidRPr="000D66D3" w:rsidRDefault="00172D69" w:rsidP="00172D69">
            <w:pPr>
              <w:pStyle w:val="TabNumeri"/>
            </w:pPr>
            <w:r w:rsidRPr="000D66D3">
              <w:t xml:space="preserve">1,2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912D0D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07A16E1" w14:textId="77777777" w:rsidR="00172D69" w:rsidRPr="000D66D3" w:rsidRDefault="00172D69" w:rsidP="00172D69">
            <w:pPr>
              <w:pStyle w:val="TabNumeri"/>
            </w:pPr>
            <w:r w:rsidRPr="000D66D3">
              <w:t xml:space="preserve">1,4 </w:t>
            </w:r>
          </w:p>
        </w:tc>
      </w:tr>
      <w:tr w:rsidR="00172D69" w:rsidRPr="00BC2A0C" w14:paraId="3AB08659" w14:textId="77777777" w:rsidTr="00172D69">
        <w:trPr>
          <w:cantSplit/>
          <w:trHeight w:val="255"/>
        </w:trPr>
        <w:tc>
          <w:tcPr>
            <w:tcW w:w="3402" w:type="dxa"/>
          </w:tcPr>
          <w:p w14:paraId="5BFE485D" w14:textId="77777777" w:rsidR="00172D69" w:rsidRPr="00C103CD" w:rsidRDefault="00172D69" w:rsidP="00172D69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</w:t>
            </w:r>
            <w:proofErr w:type="gramStart"/>
            <w:r>
              <w:t>e</w:t>
            </w:r>
            <w:proofErr w:type="gramEnd"/>
            <w:r>
              <w:t xml:space="preserve"> emergenti</w:t>
            </w:r>
          </w:p>
        </w:tc>
        <w:tc>
          <w:tcPr>
            <w:tcW w:w="510" w:type="dxa"/>
          </w:tcPr>
          <w:p w14:paraId="452B0FAC" w14:textId="77777777" w:rsidR="00172D69" w:rsidRPr="0040417A" w:rsidRDefault="00172D69" w:rsidP="00172D69">
            <w:pPr>
              <w:pStyle w:val="TabNumeri"/>
            </w:pPr>
            <w:r w:rsidRPr="0040417A">
              <w:t xml:space="preserve">5,6 </w:t>
            </w:r>
          </w:p>
        </w:tc>
        <w:tc>
          <w:tcPr>
            <w:tcW w:w="510" w:type="dxa"/>
          </w:tcPr>
          <w:p w14:paraId="200504F0" w14:textId="77777777" w:rsidR="00172D69" w:rsidRPr="0040417A" w:rsidRDefault="00172D69" w:rsidP="00172D69">
            <w:pPr>
              <w:pStyle w:val="TabNumeri"/>
            </w:pPr>
            <w:r w:rsidRPr="0040417A">
              <w:t xml:space="preserve">5,8 </w:t>
            </w:r>
          </w:p>
        </w:tc>
        <w:tc>
          <w:tcPr>
            <w:tcW w:w="510" w:type="dxa"/>
          </w:tcPr>
          <w:p w14:paraId="7B9B41A7" w14:textId="77777777" w:rsidR="00172D69" w:rsidRPr="0040417A" w:rsidRDefault="00172D69" w:rsidP="00172D69">
            <w:pPr>
              <w:pStyle w:val="TabNumeri"/>
            </w:pPr>
            <w:r w:rsidRPr="0040417A">
              <w:t xml:space="preserve">5,9 </w:t>
            </w:r>
          </w:p>
        </w:tc>
        <w:tc>
          <w:tcPr>
            <w:tcW w:w="340" w:type="dxa"/>
          </w:tcPr>
          <w:p w14:paraId="0E32950A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458C4D5D" w14:textId="77777777" w:rsidR="00172D69" w:rsidRPr="00903CBB" w:rsidRDefault="00172D69" w:rsidP="00172D69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3280D37C" w14:textId="77777777" w:rsidR="00172D69" w:rsidRPr="000D66D3" w:rsidRDefault="00172D69" w:rsidP="00172D69">
            <w:pPr>
              <w:pStyle w:val="TabNumeri"/>
            </w:pPr>
            <w:r w:rsidRPr="000D66D3">
              <w:t xml:space="preserve">0,5 </w:t>
            </w:r>
          </w:p>
        </w:tc>
        <w:tc>
          <w:tcPr>
            <w:tcW w:w="510" w:type="dxa"/>
          </w:tcPr>
          <w:p w14:paraId="133E08B4" w14:textId="77777777" w:rsidR="00172D69" w:rsidRPr="000D66D3" w:rsidRDefault="00172D69" w:rsidP="00172D69">
            <w:pPr>
              <w:pStyle w:val="TabNumeri"/>
            </w:pPr>
            <w:r w:rsidRPr="000D66D3">
              <w:t xml:space="preserve">1,1 </w:t>
            </w:r>
          </w:p>
        </w:tc>
        <w:tc>
          <w:tcPr>
            <w:tcW w:w="514" w:type="dxa"/>
          </w:tcPr>
          <w:p w14:paraId="4DE08DE6" w14:textId="77777777" w:rsidR="00172D69" w:rsidRPr="000D66D3" w:rsidRDefault="00172D69" w:rsidP="00172D69">
            <w:pPr>
              <w:pStyle w:val="TabNumeri"/>
            </w:pPr>
            <w:r w:rsidRPr="000D66D3">
              <w:t xml:space="preserve">1,4 </w:t>
            </w:r>
          </w:p>
        </w:tc>
      </w:tr>
      <w:tr w:rsidR="00172D69" w:rsidRPr="00BC2A0C" w14:paraId="0F6F6D37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11EDD59" w14:textId="77777777" w:rsidR="00172D69" w:rsidRPr="00C103CD" w:rsidRDefault="00172D69" w:rsidP="00172D69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Afg</w:t>
            </w:r>
            <w:r>
              <w:t>anistan,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81E7114" w14:textId="77777777" w:rsidR="00172D69" w:rsidRPr="0040417A" w:rsidRDefault="00172D69" w:rsidP="00172D69">
            <w:pPr>
              <w:pStyle w:val="TabNumeri"/>
            </w:pPr>
            <w:r w:rsidRPr="0040417A">
              <w:t xml:space="preserve">0,8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2E4ECA1" w14:textId="77777777" w:rsidR="00172D69" w:rsidRPr="0040417A" w:rsidRDefault="00172D69" w:rsidP="00172D69">
            <w:pPr>
              <w:pStyle w:val="TabNumeri"/>
            </w:pPr>
            <w:r w:rsidRPr="0040417A">
              <w:t xml:space="preserve">2,8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356803B" w14:textId="77777777" w:rsidR="00172D69" w:rsidRPr="0040417A" w:rsidRDefault="00172D69" w:rsidP="00172D69">
            <w:pPr>
              <w:pStyle w:val="TabNumeri"/>
            </w:pPr>
            <w:r w:rsidRPr="0040417A">
              <w:t xml:space="preserve">3,2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8822390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39B2AC5" w14:textId="77777777" w:rsidR="00172D69" w:rsidRPr="00903CBB" w:rsidRDefault="00172D69" w:rsidP="00172D69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2C4B124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CC894C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7BBEC92" w14:textId="77777777" w:rsidR="00172D69" w:rsidRPr="000D66D3" w:rsidRDefault="00172D69" w:rsidP="00172D69">
            <w:pPr>
              <w:pStyle w:val="TabNumeri"/>
            </w:pPr>
            <w:r w:rsidRPr="000D66D3">
              <w:t xml:space="preserve">1,3 </w:t>
            </w:r>
          </w:p>
        </w:tc>
      </w:tr>
      <w:tr w:rsidR="00172D69" w:rsidRPr="00BC2A0C" w14:paraId="2AEAC668" w14:textId="77777777" w:rsidTr="00172D69">
        <w:trPr>
          <w:cantSplit/>
          <w:trHeight w:val="255"/>
        </w:trPr>
        <w:tc>
          <w:tcPr>
            <w:tcW w:w="3402" w:type="dxa"/>
          </w:tcPr>
          <w:p w14:paraId="40BD9818" w14:textId="77777777" w:rsidR="00172D69" w:rsidRPr="00C103CD" w:rsidRDefault="00172D69" w:rsidP="00172D69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</w:tcPr>
          <w:p w14:paraId="4480A4A3" w14:textId="77777777" w:rsidR="00172D69" w:rsidRPr="0040417A" w:rsidRDefault="00172D69" w:rsidP="00172D69">
            <w:pPr>
              <w:pStyle w:val="TabNumeri"/>
            </w:pPr>
            <w:r w:rsidRPr="0040417A">
              <w:t xml:space="preserve">3,3 </w:t>
            </w:r>
          </w:p>
        </w:tc>
        <w:tc>
          <w:tcPr>
            <w:tcW w:w="510" w:type="dxa"/>
          </w:tcPr>
          <w:p w14:paraId="1638EBD7" w14:textId="77777777" w:rsidR="00172D69" w:rsidRPr="0040417A" w:rsidRDefault="00172D69" w:rsidP="00172D69">
            <w:pPr>
              <w:pStyle w:val="TabNumeri"/>
            </w:pPr>
            <w:r w:rsidRPr="0040417A">
              <w:t xml:space="preserve">3,5 </w:t>
            </w:r>
          </w:p>
        </w:tc>
        <w:tc>
          <w:tcPr>
            <w:tcW w:w="510" w:type="dxa"/>
          </w:tcPr>
          <w:p w14:paraId="20BC5CCB" w14:textId="77777777" w:rsidR="00172D69" w:rsidRPr="0040417A" w:rsidRDefault="00172D69" w:rsidP="00172D69">
            <w:pPr>
              <w:pStyle w:val="TabNumeri"/>
            </w:pPr>
            <w:r w:rsidRPr="0040417A">
              <w:t xml:space="preserve">3,5 </w:t>
            </w:r>
          </w:p>
        </w:tc>
        <w:tc>
          <w:tcPr>
            <w:tcW w:w="340" w:type="dxa"/>
          </w:tcPr>
          <w:p w14:paraId="7540885F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47BCA04B" w14:textId="77777777" w:rsidR="00172D69" w:rsidRPr="00903CBB" w:rsidRDefault="00172D69" w:rsidP="00172D69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2A5E39C9" w14:textId="77777777" w:rsidR="00172D69" w:rsidRPr="000D66D3" w:rsidRDefault="00172D69" w:rsidP="00172D69">
            <w:pPr>
              <w:pStyle w:val="TabNumeri"/>
            </w:pPr>
            <w:r w:rsidRPr="000D66D3">
              <w:t xml:space="preserve">1,1 </w:t>
            </w:r>
          </w:p>
        </w:tc>
        <w:tc>
          <w:tcPr>
            <w:tcW w:w="510" w:type="dxa"/>
          </w:tcPr>
          <w:p w14:paraId="7BDB9401" w14:textId="77777777" w:rsidR="00172D69" w:rsidRPr="000D66D3" w:rsidRDefault="00172D69" w:rsidP="00172D69">
            <w:pPr>
              <w:pStyle w:val="TabNumeri"/>
            </w:pPr>
            <w:r w:rsidRPr="000D66D3">
              <w:t xml:space="preserve">1,9 </w:t>
            </w:r>
          </w:p>
        </w:tc>
        <w:tc>
          <w:tcPr>
            <w:tcW w:w="514" w:type="dxa"/>
          </w:tcPr>
          <w:p w14:paraId="31C9EF36" w14:textId="77777777" w:rsidR="00172D69" w:rsidRPr="000D66D3" w:rsidRDefault="00172D69" w:rsidP="00172D69">
            <w:pPr>
              <w:pStyle w:val="TabNumeri"/>
            </w:pPr>
            <w:r w:rsidRPr="000D66D3">
              <w:t xml:space="preserve">2,0 </w:t>
            </w:r>
          </w:p>
        </w:tc>
      </w:tr>
      <w:tr w:rsidR="00172D69" w:rsidRPr="00BC2A0C" w14:paraId="1317F7FD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BCA4AD1" w14:textId="77777777" w:rsidR="00172D69" w:rsidRDefault="00172D69" w:rsidP="00172D69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A4EEE4" w14:textId="77777777" w:rsidR="00172D69" w:rsidRPr="0040417A" w:rsidRDefault="00172D69" w:rsidP="00172D69">
            <w:pPr>
              <w:pStyle w:val="TabNumeri"/>
            </w:pPr>
            <w:r w:rsidRPr="0040417A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6D9F28" w14:textId="77777777" w:rsidR="00172D69" w:rsidRPr="0040417A" w:rsidRDefault="00172D69" w:rsidP="00172D69">
            <w:pPr>
              <w:pStyle w:val="TabNumeri"/>
            </w:pPr>
            <w:r w:rsidRPr="0040417A">
              <w:t xml:space="preserve">1,6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C7FA4D1" w14:textId="77777777" w:rsidR="00172D69" w:rsidRDefault="00172D69" w:rsidP="00172D69">
            <w:pPr>
              <w:pStyle w:val="TabNumeri"/>
            </w:pPr>
            <w:r w:rsidRPr="0040417A">
              <w:t xml:space="preserve">2,3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7E28CE4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6943CBAF" w14:textId="77777777" w:rsidR="00172D69" w:rsidRPr="00903CBB" w:rsidRDefault="00172D69" w:rsidP="00172D69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8E9F601" w14:textId="77777777" w:rsidR="00172D69" w:rsidRPr="000D66D3" w:rsidRDefault="00172D69" w:rsidP="00172D69">
            <w:pPr>
              <w:pStyle w:val="TabNumeri"/>
            </w:pPr>
            <w:r w:rsidRPr="000D66D3">
              <w:t xml:space="preserve">4,8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28F60BF" w14:textId="77777777" w:rsidR="00172D69" w:rsidRPr="000D66D3" w:rsidRDefault="00172D69" w:rsidP="00172D69">
            <w:pPr>
              <w:pStyle w:val="TabNumeri"/>
            </w:pPr>
            <w:r w:rsidRPr="000D66D3">
              <w:t xml:space="preserve">5,8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017F7E2B" w14:textId="77777777" w:rsidR="00172D69" w:rsidRPr="000D66D3" w:rsidRDefault="00172D69" w:rsidP="00172D69">
            <w:pPr>
              <w:pStyle w:val="TabNumeri"/>
            </w:pPr>
            <w:r w:rsidRPr="000D66D3">
              <w:t xml:space="preserve">6,5 </w:t>
            </w:r>
          </w:p>
        </w:tc>
      </w:tr>
      <w:tr w:rsidR="00172D69" w:rsidRPr="00BC2A0C" w14:paraId="0B344A11" w14:textId="77777777" w:rsidTr="00172D69">
        <w:trPr>
          <w:cantSplit/>
          <w:trHeight w:val="255"/>
        </w:trPr>
        <w:tc>
          <w:tcPr>
            <w:tcW w:w="3402" w:type="dxa"/>
          </w:tcPr>
          <w:p w14:paraId="19915983" w14:textId="77777777" w:rsidR="00172D69" w:rsidRDefault="00172D69" w:rsidP="00172D69">
            <w:pPr>
              <w:pStyle w:val="TabEtichette"/>
            </w:pPr>
          </w:p>
        </w:tc>
        <w:tc>
          <w:tcPr>
            <w:tcW w:w="510" w:type="dxa"/>
          </w:tcPr>
          <w:p w14:paraId="7823C932" w14:textId="77777777" w:rsidR="00172D69" w:rsidRPr="00310AE2" w:rsidRDefault="00172D69" w:rsidP="00172D69">
            <w:pPr>
              <w:pStyle w:val="TabNumeri"/>
            </w:pPr>
          </w:p>
        </w:tc>
        <w:tc>
          <w:tcPr>
            <w:tcW w:w="510" w:type="dxa"/>
          </w:tcPr>
          <w:p w14:paraId="0FEA7A1E" w14:textId="77777777" w:rsidR="00172D69" w:rsidRPr="00310AE2" w:rsidRDefault="00172D69" w:rsidP="00172D69">
            <w:pPr>
              <w:pStyle w:val="TabNumeri"/>
            </w:pPr>
          </w:p>
        </w:tc>
        <w:tc>
          <w:tcPr>
            <w:tcW w:w="510" w:type="dxa"/>
          </w:tcPr>
          <w:p w14:paraId="315B7ED5" w14:textId="77777777" w:rsidR="00172D69" w:rsidRDefault="00172D69" w:rsidP="00172D69">
            <w:pPr>
              <w:pStyle w:val="TabNumeri"/>
            </w:pPr>
          </w:p>
        </w:tc>
        <w:tc>
          <w:tcPr>
            <w:tcW w:w="340" w:type="dxa"/>
          </w:tcPr>
          <w:p w14:paraId="1E1D721F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6AAFC056" w14:textId="77777777" w:rsidR="00172D69" w:rsidRPr="00903CBB" w:rsidRDefault="00172D69" w:rsidP="00172D69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7372A278" w14:textId="77777777" w:rsidR="00172D69" w:rsidRPr="000D66D3" w:rsidRDefault="00172D69" w:rsidP="00172D69">
            <w:pPr>
              <w:pStyle w:val="TabNumeri"/>
            </w:pPr>
            <w:r w:rsidRPr="000D66D3">
              <w:t xml:space="preserve">1,2 </w:t>
            </w:r>
          </w:p>
        </w:tc>
        <w:tc>
          <w:tcPr>
            <w:tcW w:w="510" w:type="dxa"/>
          </w:tcPr>
          <w:p w14:paraId="0FCFBFC5" w14:textId="77777777" w:rsidR="00172D69" w:rsidRPr="000D66D3" w:rsidRDefault="00172D69" w:rsidP="00172D69">
            <w:pPr>
              <w:pStyle w:val="TabNumeri"/>
            </w:pPr>
            <w:r w:rsidRPr="000D66D3">
              <w:t xml:space="preserve">2,2 </w:t>
            </w:r>
          </w:p>
        </w:tc>
        <w:tc>
          <w:tcPr>
            <w:tcW w:w="514" w:type="dxa"/>
          </w:tcPr>
          <w:p w14:paraId="2FFCAAE1" w14:textId="77777777" w:rsidR="00172D69" w:rsidRPr="000D66D3" w:rsidRDefault="00172D69" w:rsidP="00172D69">
            <w:pPr>
              <w:pStyle w:val="TabNumeri"/>
            </w:pPr>
            <w:r w:rsidRPr="000D66D3">
              <w:t xml:space="preserve">2,3 </w:t>
            </w:r>
          </w:p>
        </w:tc>
      </w:tr>
      <w:tr w:rsidR="00172D69" w:rsidRPr="00BC2A0C" w14:paraId="2FF5409B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00A16DC" w14:textId="77777777" w:rsidR="00172D69" w:rsidRPr="007C2916" w:rsidRDefault="00172D69" w:rsidP="00172D69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E1BE7F6" w14:textId="77777777" w:rsidR="00172D69" w:rsidRPr="003234B1" w:rsidRDefault="00172D69" w:rsidP="00172D6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F9EB3E4" w14:textId="77777777" w:rsidR="00172D69" w:rsidRPr="003234B1" w:rsidRDefault="00172D69" w:rsidP="00172D6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667FE68" w14:textId="77777777" w:rsidR="00172D69" w:rsidRPr="003234B1" w:rsidRDefault="00172D69" w:rsidP="00172D6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7E97A7AE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B08BE7E" w14:textId="77777777" w:rsidR="00172D69" w:rsidRDefault="00172D69" w:rsidP="00172D69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9809A0D" w14:textId="77777777" w:rsidR="00172D69" w:rsidRPr="000D66D3" w:rsidRDefault="00172D69" w:rsidP="00172D69">
            <w:pPr>
              <w:pStyle w:val="TabNumeri"/>
            </w:pPr>
            <w:r w:rsidRPr="000D66D3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5A2B9FE" w14:textId="77777777" w:rsidR="00172D69" w:rsidRPr="000D66D3" w:rsidRDefault="00172D69" w:rsidP="00172D69">
            <w:pPr>
              <w:pStyle w:val="TabNumeri"/>
            </w:pPr>
            <w:r w:rsidRPr="000D66D3">
              <w:t xml:space="preserve">1,0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EC613E0" w14:textId="77777777" w:rsidR="00172D69" w:rsidRDefault="00172D69" w:rsidP="00172D69">
            <w:pPr>
              <w:pStyle w:val="TabNumeri"/>
            </w:pPr>
            <w:r w:rsidRPr="000D66D3">
              <w:t xml:space="preserve">1,6 </w:t>
            </w:r>
          </w:p>
        </w:tc>
      </w:tr>
      <w:tr w:rsidR="00172D69" w:rsidRPr="00BC2A0C" w14:paraId="4A8A80C0" w14:textId="77777777" w:rsidTr="00172D69">
        <w:trPr>
          <w:cantSplit/>
          <w:trHeight w:val="255"/>
        </w:trPr>
        <w:tc>
          <w:tcPr>
            <w:tcW w:w="9358" w:type="dxa"/>
            <w:gridSpan w:val="9"/>
          </w:tcPr>
          <w:p w14:paraId="6EBC580B" w14:textId="77777777" w:rsidR="00172D69" w:rsidRPr="009100D8" w:rsidRDefault="00172D69" w:rsidP="00172D69">
            <w:pPr>
              <w:pStyle w:val="TabIntestaSup"/>
            </w:pPr>
            <w:r>
              <w:t>Commercio mondiale e tassi di interesse</w:t>
            </w:r>
          </w:p>
        </w:tc>
      </w:tr>
      <w:tr w:rsidR="00172D69" w:rsidRPr="00BC2A0C" w14:paraId="5876203A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E7A2F2D" w14:textId="77777777" w:rsidR="00172D69" w:rsidRPr="00BC2A0C" w:rsidRDefault="00172D69" w:rsidP="00172D69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0709AA0" w14:textId="77777777" w:rsidR="00172D69" w:rsidRPr="00EA1C14" w:rsidRDefault="00172D69" w:rsidP="00172D69">
            <w:pPr>
              <w:pStyle w:val="TabNumeri"/>
            </w:pPr>
            <w:r w:rsidRPr="00EA1C14">
              <w:t xml:space="preserve">1,0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AE8DEB1" w14:textId="77777777" w:rsidR="00172D69" w:rsidRPr="00EA1C14" w:rsidRDefault="00172D69" w:rsidP="00172D69">
            <w:pPr>
              <w:pStyle w:val="TabNumeri"/>
            </w:pPr>
            <w:r w:rsidRPr="00EA1C14">
              <w:t xml:space="preserve">2,9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2B3FBCD" w14:textId="77777777" w:rsidR="00172D69" w:rsidRPr="00EA1C14" w:rsidRDefault="00172D69" w:rsidP="00172D69">
            <w:pPr>
              <w:pStyle w:val="TabNumeri"/>
            </w:pPr>
            <w:r w:rsidRPr="00EA1C14">
              <w:t xml:space="preserve">3,7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DCFB69A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49CDE3A" w14:textId="77777777" w:rsidR="00172D69" w:rsidRPr="00BC2A0C" w:rsidRDefault="00172D69" w:rsidP="00172D69">
            <w:pPr>
              <w:pStyle w:val="TabEtichette"/>
            </w:pPr>
            <w:r>
              <w:t xml:space="preserve">Libor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1063E52" w14:textId="77777777" w:rsidR="00172D69" w:rsidRPr="004204FA" w:rsidRDefault="00172D69" w:rsidP="00172D69">
            <w:pPr>
              <w:pStyle w:val="TabNumeri"/>
            </w:pPr>
            <w:r w:rsidRPr="004204FA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791B552" w14:textId="77777777" w:rsidR="00172D69" w:rsidRPr="004204FA" w:rsidRDefault="00172D69" w:rsidP="00172D69">
            <w:pPr>
              <w:pStyle w:val="TabNumeri"/>
            </w:pPr>
            <w:r w:rsidRPr="004204FA">
              <w:t xml:space="preserve">1,9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BE5C2FD" w14:textId="77777777" w:rsidR="00172D69" w:rsidRPr="004204FA" w:rsidRDefault="00172D69" w:rsidP="00172D69">
            <w:pPr>
              <w:pStyle w:val="TabNumeri"/>
            </w:pPr>
            <w:r w:rsidRPr="004204FA">
              <w:t xml:space="preserve">1,9 </w:t>
            </w:r>
          </w:p>
        </w:tc>
      </w:tr>
      <w:tr w:rsidR="00172D69" w:rsidRPr="00BC2A0C" w14:paraId="76B8E22A" w14:textId="77777777" w:rsidTr="00172D69">
        <w:trPr>
          <w:cantSplit/>
          <w:trHeight w:val="255"/>
        </w:trPr>
        <w:tc>
          <w:tcPr>
            <w:tcW w:w="3402" w:type="dxa"/>
          </w:tcPr>
          <w:p w14:paraId="46BF3360" w14:textId="77777777" w:rsidR="00172D69" w:rsidRPr="003F3E03" w:rsidRDefault="00172D69" w:rsidP="00172D69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14:paraId="3022CFB4" w14:textId="77777777" w:rsidR="00172D69" w:rsidRPr="00EA1C14" w:rsidRDefault="00172D69" w:rsidP="00172D69">
            <w:pPr>
              <w:pStyle w:val="TabNumeri"/>
            </w:pPr>
            <w:r w:rsidRPr="00EA1C14">
              <w:t xml:space="preserve">1,3 </w:t>
            </w:r>
          </w:p>
        </w:tc>
        <w:tc>
          <w:tcPr>
            <w:tcW w:w="510" w:type="dxa"/>
          </w:tcPr>
          <w:p w14:paraId="42870076" w14:textId="77777777" w:rsidR="00172D69" w:rsidRPr="00EA1C14" w:rsidRDefault="00172D69" w:rsidP="00172D69">
            <w:pPr>
              <w:pStyle w:val="TabNumeri"/>
            </w:pPr>
            <w:r w:rsidRPr="00EA1C14">
              <w:t>2,2</w:t>
            </w:r>
          </w:p>
        </w:tc>
        <w:tc>
          <w:tcPr>
            <w:tcW w:w="510" w:type="dxa"/>
          </w:tcPr>
          <w:p w14:paraId="50298110" w14:textId="77777777" w:rsidR="00172D69" w:rsidRPr="00EA1C14" w:rsidRDefault="00172D69" w:rsidP="00172D69">
            <w:pPr>
              <w:pStyle w:val="TabNumeri"/>
            </w:pPr>
            <w:r w:rsidRPr="00EA1C14">
              <w:t xml:space="preserve">3,1 </w:t>
            </w:r>
          </w:p>
        </w:tc>
        <w:tc>
          <w:tcPr>
            <w:tcW w:w="340" w:type="dxa"/>
          </w:tcPr>
          <w:p w14:paraId="6349269D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</w:tcPr>
          <w:p w14:paraId="085B5325" w14:textId="77777777" w:rsidR="00172D69" w:rsidRPr="00BC2A0C" w:rsidRDefault="00172D69" w:rsidP="00172D69">
            <w:pPr>
              <w:pStyle w:val="TabEtichette"/>
            </w:pPr>
            <w:r>
              <w:t xml:space="preserve">Libor su depositi in </w:t>
            </w:r>
            <w:proofErr w:type="gramStart"/>
            <w:r w:rsidRPr="00BC2A0C">
              <w:t>Euro</w:t>
            </w:r>
            <w:proofErr w:type="gramEnd"/>
            <w:r>
              <w:t xml:space="preserve"> (f)</w:t>
            </w:r>
          </w:p>
        </w:tc>
        <w:tc>
          <w:tcPr>
            <w:tcW w:w="510" w:type="dxa"/>
          </w:tcPr>
          <w:p w14:paraId="32915A74" w14:textId="77777777" w:rsidR="00172D69" w:rsidRPr="004204FA" w:rsidRDefault="00172D69" w:rsidP="00172D69">
            <w:pPr>
              <w:pStyle w:val="TabNumeri"/>
            </w:pPr>
            <w:r w:rsidRPr="004204FA">
              <w:t xml:space="preserve">-0,4 </w:t>
            </w:r>
          </w:p>
        </w:tc>
        <w:tc>
          <w:tcPr>
            <w:tcW w:w="510" w:type="dxa"/>
          </w:tcPr>
          <w:p w14:paraId="0D47EDD5" w14:textId="77777777" w:rsidR="00172D69" w:rsidRPr="004204FA" w:rsidRDefault="00172D69" w:rsidP="00172D69">
            <w:pPr>
              <w:pStyle w:val="TabNumeri"/>
            </w:pPr>
            <w:r w:rsidRPr="004204FA">
              <w:t xml:space="preserve">-0,4 </w:t>
            </w:r>
          </w:p>
        </w:tc>
        <w:tc>
          <w:tcPr>
            <w:tcW w:w="514" w:type="dxa"/>
          </w:tcPr>
          <w:p w14:paraId="1B7BC81E" w14:textId="77777777" w:rsidR="00172D69" w:rsidRPr="004204FA" w:rsidRDefault="00172D69" w:rsidP="00172D69">
            <w:pPr>
              <w:pStyle w:val="TabNumeri"/>
            </w:pPr>
            <w:r w:rsidRPr="004204FA">
              <w:t xml:space="preserve">-0,4 </w:t>
            </w:r>
          </w:p>
        </w:tc>
      </w:tr>
      <w:tr w:rsidR="00172D69" w:rsidRPr="00BC2A0C" w14:paraId="48E0C460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DC95919" w14:textId="77777777" w:rsidR="00172D69" w:rsidRDefault="00172D69" w:rsidP="00172D69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06BE708" w14:textId="77777777" w:rsidR="00172D69" w:rsidRPr="00EA1C14" w:rsidRDefault="00172D69" w:rsidP="00172D69">
            <w:pPr>
              <w:pStyle w:val="TabNumeri"/>
            </w:pPr>
            <w:r w:rsidRPr="00EA1C14">
              <w:t xml:space="preserve">0,4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68AD44D" w14:textId="77777777" w:rsidR="00172D69" w:rsidRPr="00EA1C14" w:rsidRDefault="00172D69" w:rsidP="00172D69">
            <w:pPr>
              <w:pStyle w:val="TabNumeri"/>
            </w:pPr>
            <w:r w:rsidRPr="00EA1C14">
              <w:t xml:space="preserve">4,2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6FF893A" w14:textId="77777777" w:rsidR="00172D69" w:rsidRDefault="00172D69" w:rsidP="00172D69">
            <w:pPr>
              <w:pStyle w:val="TabNumeri"/>
            </w:pPr>
            <w:r w:rsidRPr="00EA1C14">
              <w:t xml:space="preserve">4,7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4406E8E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6DE1A6B" w14:textId="77777777" w:rsidR="00172D69" w:rsidRPr="00BC2A0C" w:rsidRDefault="00172D69" w:rsidP="00172D69">
            <w:pPr>
              <w:pStyle w:val="TabEtichette"/>
            </w:pPr>
            <w:r>
              <w:t xml:space="preserve">Libor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1A87D19" w14:textId="77777777" w:rsidR="00172D69" w:rsidRPr="004204FA" w:rsidRDefault="00172D69" w:rsidP="00172D69">
            <w:pPr>
              <w:pStyle w:val="TabNumeri"/>
            </w:pPr>
            <w:r w:rsidRPr="004204FA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7D3F63B" w14:textId="77777777" w:rsidR="00172D69" w:rsidRPr="004204FA" w:rsidRDefault="00172D69" w:rsidP="00172D69">
            <w:pPr>
              <w:pStyle w:val="TabNumeri"/>
            </w:pPr>
            <w:r w:rsidRPr="004204FA">
              <w:t xml:space="preserve">-0,1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99A2095" w14:textId="77777777" w:rsidR="00172D69" w:rsidRDefault="00172D69" w:rsidP="00172D69">
            <w:pPr>
              <w:pStyle w:val="TabNumeri"/>
            </w:pPr>
            <w:r w:rsidRPr="004204FA">
              <w:t xml:space="preserve">0,0 </w:t>
            </w:r>
          </w:p>
        </w:tc>
      </w:tr>
      <w:tr w:rsidR="00172D69" w:rsidRPr="00BC2A0C" w14:paraId="67396A96" w14:textId="77777777" w:rsidTr="00172D69">
        <w:trPr>
          <w:cantSplit/>
          <w:trHeight w:val="255"/>
        </w:trPr>
        <w:tc>
          <w:tcPr>
            <w:tcW w:w="9358" w:type="dxa"/>
            <w:gridSpan w:val="9"/>
          </w:tcPr>
          <w:p w14:paraId="71DA8551" w14:textId="77777777" w:rsidR="00172D69" w:rsidRPr="009100D8" w:rsidRDefault="00172D69" w:rsidP="00172D69">
            <w:pPr>
              <w:pStyle w:val="TabIntestaSup"/>
            </w:pPr>
            <w:r>
              <w:t>Prezzi</w:t>
            </w:r>
          </w:p>
        </w:tc>
      </w:tr>
      <w:tr w:rsidR="00172D69" w:rsidRPr="00BC2A0C" w14:paraId="327C2986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0BAE791" w14:textId="77777777" w:rsidR="00172D69" w:rsidRPr="00BC2A0C" w:rsidRDefault="00172D69" w:rsidP="00172D69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D526ECE" w14:textId="77777777" w:rsidR="00172D69" w:rsidRPr="006129FC" w:rsidRDefault="00172D69" w:rsidP="00172D6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E71B978" w14:textId="77777777" w:rsidR="00172D69" w:rsidRPr="006129FC" w:rsidRDefault="00172D69" w:rsidP="00172D6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BE4E1E6" w14:textId="77777777" w:rsidR="00172D69" w:rsidRPr="006129FC" w:rsidRDefault="00172D69" w:rsidP="00172D6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66BAFBF6" w14:textId="77777777" w:rsidR="00172D69" w:rsidRPr="00BC2A0C" w:rsidRDefault="00172D69" w:rsidP="00172D6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E60EA2E" w14:textId="77777777" w:rsidR="00172D69" w:rsidRPr="00BC2A0C" w:rsidRDefault="00172D69" w:rsidP="00172D69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04AA12" w14:textId="77777777" w:rsidR="00172D69" w:rsidRPr="006129FC" w:rsidRDefault="00172D69" w:rsidP="00172D6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8FD59B1" w14:textId="77777777" w:rsidR="00172D69" w:rsidRPr="006129FC" w:rsidRDefault="00172D69" w:rsidP="00172D69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5A66BD61" w14:textId="77777777" w:rsidR="00172D69" w:rsidRPr="006129FC" w:rsidRDefault="00172D69" w:rsidP="00172D69">
            <w:pPr>
              <w:pStyle w:val="TabNumeri"/>
            </w:pPr>
          </w:p>
        </w:tc>
      </w:tr>
      <w:tr w:rsidR="00172D69" w:rsidRPr="00BC2A0C" w14:paraId="76AEDE73" w14:textId="77777777" w:rsidTr="00172D69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6051DA1C" w14:textId="77777777" w:rsidR="00172D69" w:rsidRPr="00BC2A0C" w:rsidRDefault="00172D69" w:rsidP="00172D69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3F295B9C" w14:textId="77777777" w:rsidR="00172D69" w:rsidRPr="0017689A" w:rsidRDefault="00172D69" w:rsidP="00172D69">
            <w:pPr>
              <w:pStyle w:val="TabNumeri"/>
            </w:pPr>
            <w:r w:rsidRPr="0017689A">
              <w:t xml:space="preserve">-11,3 </w:t>
            </w:r>
          </w:p>
        </w:tc>
        <w:tc>
          <w:tcPr>
            <w:tcW w:w="510" w:type="dxa"/>
            <w:shd w:val="clear" w:color="auto" w:fill="auto"/>
          </w:tcPr>
          <w:p w14:paraId="30AC37AE" w14:textId="77777777" w:rsidR="00172D69" w:rsidRPr="0017689A" w:rsidRDefault="00172D69" w:rsidP="00172D69">
            <w:pPr>
              <w:pStyle w:val="TabNumeri"/>
            </w:pPr>
            <w:r w:rsidRPr="0017689A">
              <w:t xml:space="preserve">-4,3 </w:t>
            </w:r>
          </w:p>
        </w:tc>
        <w:tc>
          <w:tcPr>
            <w:tcW w:w="510" w:type="dxa"/>
            <w:shd w:val="clear" w:color="auto" w:fill="auto"/>
          </w:tcPr>
          <w:p w14:paraId="59E0D70A" w14:textId="77777777" w:rsidR="00172D69" w:rsidRPr="0017689A" w:rsidRDefault="00172D69" w:rsidP="00172D69">
            <w:pPr>
              <w:pStyle w:val="TabNumeri"/>
            </w:pPr>
            <w:r w:rsidRPr="0017689A">
              <w:t xml:space="preserve">-4,7 </w:t>
            </w:r>
          </w:p>
        </w:tc>
        <w:tc>
          <w:tcPr>
            <w:tcW w:w="340" w:type="dxa"/>
            <w:shd w:val="clear" w:color="auto" w:fill="auto"/>
          </w:tcPr>
          <w:p w14:paraId="21A689C1" w14:textId="77777777" w:rsidR="00172D69" w:rsidRPr="001242A8" w:rsidRDefault="00172D69" w:rsidP="00172D69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auto"/>
          </w:tcPr>
          <w:p w14:paraId="0CFF72E7" w14:textId="77777777" w:rsidR="00172D69" w:rsidRPr="00BC2A0C" w:rsidRDefault="00172D69" w:rsidP="00172D69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3EE7CDD4" w14:textId="77777777" w:rsidR="00172D69" w:rsidRPr="00CB1C0B" w:rsidRDefault="00172D69" w:rsidP="00172D69">
            <w:pPr>
              <w:pStyle w:val="TabNumeri"/>
            </w:pPr>
            <w:r w:rsidRPr="00CB1C0B">
              <w:t xml:space="preserve">1,4 </w:t>
            </w:r>
          </w:p>
        </w:tc>
        <w:tc>
          <w:tcPr>
            <w:tcW w:w="510" w:type="dxa"/>
            <w:shd w:val="clear" w:color="auto" w:fill="auto"/>
          </w:tcPr>
          <w:p w14:paraId="5DD0038C" w14:textId="77777777" w:rsidR="00172D69" w:rsidRPr="00CB1C0B" w:rsidRDefault="00172D69" w:rsidP="00172D69">
            <w:pPr>
              <w:pStyle w:val="TabNumeri"/>
            </w:pPr>
            <w:r w:rsidRPr="00CB1C0B">
              <w:t xml:space="preserve">1,7 </w:t>
            </w:r>
          </w:p>
        </w:tc>
        <w:tc>
          <w:tcPr>
            <w:tcW w:w="514" w:type="dxa"/>
            <w:shd w:val="clear" w:color="auto" w:fill="auto"/>
          </w:tcPr>
          <w:p w14:paraId="10250148" w14:textId="77777777" w:rsidR="00172D69" w:rsidRPr="00CB1C0B" w:rsidRDefault="00172D69" w:rsidP="00172D69">
            <w:pPr>
              <w:pStyle w:val="TabNumeri"/>
            </w:pPr>
            <w:r w:rsidRPr="00CB1C0B">
              <w:t xml:space="preserve">1,9 </w:t>
            </w:r>
          </w:p>
        </w:tc>
      </w:tr>
      <w:tr w:rsidR="00172D69" w:rsidRPr="00BC2A0C" w14:paraId="16EC0D22" w14:textId="77777777" w:rsidTr="00172D6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D98E3EE" w14:textId="77777777" w:rsidR="00172D69" w:rsidRPr="00BC2A0C" w:rsidRDefault="00172D69" w:rsidP="00172D69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D6CE891" w14:textId="77777777" w:rsidR="00172D69" w:rsidRPr="0017689A" w:rsidRDefault="00172D69" w:rsidP="00172D69">
            <w:pPr>
              <w:pStyle w:val="TabNumeri"/>
            </w:pPr>
            <w:r w:rsidRPr="0017689A">
              <w:t xml:space="preserve">0,9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622EAFA" w14:textId="77777777" w:rsidR="00172D69" w:rsidRPr="0017689A" w:rsidRDefault="00172D69" w:rsidP="00172D69">
            <w:pPr>
              <w:pStyle w:val="TabNumeri"/>
            </w:pPr>
            <w:r w:rsidRPr="0017689A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49D4CAA" w14:textId="77777777" w:rsidR="00172D69" w:rsidRDefault="00172D69" w:rsidP="00172D69">
            <w:pPr>
              <w:pStyle w:val="TabNumeri"/>
            </w:pPr>
            <w:r w:rsidRPr="0017689A">
              <w:t xml:space="preserve">0,6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192F969" w14:textId="77777777" w:rsidR="00172D69" w:rsidRPr="001242A8" w:rsidRDefault="00172D69" w:rsidP="00172D69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E772177" w14:textId="77777777" w:rsidR="00172D69" w:rsidRPr="00BC2A0C" w:rsidRDefault="00172D69" w:rsidP="00172D69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B4B906D" w14:textId="77777777" w:rsidR="00172D69" w:rsidRPr="00CB1C0B" w:rsidRDefault="00172D69" w:rsidP="00172D69">
            <w:pPr>
              <w:pStyle w:val="TabNumeri"/>
            </w:pPr>
            <w:r w:rsidRPr="00CB1C0B">
              <w:t xml:space="preserve">5,1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CF04FEE" w14:textId="77777777" w:rsidR="00172D69" w:rsidRPr="00CB1C0B" w:rsidRDefault="00172D69" w:rsidP="00172D69">
            <w:pPr>
              <w:pStyle w:val="TabNumeri"/>
            </w:pPr>
            <w:r w:rsidRPr="00CB1C0B">
              <w:t xml:space="preserve">4,6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5A374F5A" w14:textId="77777777" w:rsidR="00172D69" w:rsidRDefault="00172D69" w:rsidP="00172D69">
            <w:pPr>
              <w:pStyle w:val="TabNumeri"/>
            </w:pPr>
            <w:r w:rsidRPr="00CB1C0B">
              <w:t xml:space="preserve">4,5 </w:t>
            </w:r>
          </w:p>
        </w:tc>
      </w:tr>
      <w:tr w:rsidR="00172D69" w:rsidRPr="00827962" w14:paraId="16767D16" w14:textId="77777777" w:rsidTr="00172D69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78C0983B" w14:textId="77777777" w:rsidR="00172D69" w:rsidRPr="002A4A23" w:rsidRDefault="00172D69" w:rsidP="00172D69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</w:t>
            </w:r>
            <w:proofErr w:type="gramStart"/>
            <w:r w:rsidRPr="00BC2A0C">
              <w:t>greggio  Brent</w:t>
            </w:r>
            <w:proofErr w:type="gramEnd"/>
            <w:r w:rsidRPr="00BC2A0C">
              <w:t xml:space="preserve">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(London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14:paraId="0F9D0932" w14:textId="77777777" w:rsidR="00172D69" w:rsidRPr="00BC2A0C" w:rsidRDefault="00172D69" w:rsidP="00172D69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ook, </w:t>
            </w:r>
            <w:r w:rsidRPr="00172D69">
              <w:rPr>
                <w:lang w:val="en-GB"/>
              </w:rPr>
              <w:t xml:space="preserve">20 </w:t>
            </w:r>
            <w:proofErr w:type="spellStart"/>
            <w:r w:rsidRPr="00172D69">
              <w:rPr>
                <w:lang w:val="en-GB"/>
              </w:rPr>
              <w:t>gennaio</w:t>
            </w:r>
            <w:proofErr w:type="spellEnd"/>
            <w:r w:rsidRPr="00172D69">
              <w:rPr>
                <w:lang w:val="en-GB"/>
              </w:rPr>
              <w:t xml:space="preserve"> </w:t>
            </w:r>
            <w:r w:rsidRPr="00172D69">
              <w:rPr>
                <w:lang w:val="en-US"/>
              </w:rPr>
              <w:t>2020</w:t>
            </w:r>
          </w:p>
        </w:tc>
      </w:tr>
    </w:tbl>
    <w:bookmarkEnd w:id="5"/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14:paraId="614F8052" w14:textId="77777777" w:rsidR="00EB042A" w:rsidRPr="00962B46" w:rsidRDefault="00EB042A" w:rsidP="00EB042A"/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B5E4A" w:rsidRPr="002B550F" w14:paraId="450464F1" w14:textId="77777777" w:rsidTr="001B11EE">
        <w:tc>
          <w:tcPr>
            <w:tcW w:w="9356" w:type="dxa"/>
          </w:tcPr>
          <w:p w14:paraId="7E776255" w14:textId="77777777" w:rsidR="00EB5E4A" w:rsidRPr="002B550F" w:rsidRDefault="00EB5E4A" w:rsidP="001B11EE">
            <w:pPr>
              <w:pStyle w:val="FigTitolo"/>
            </w:pPr>
            <w:bookmarkStart w:id="6" w:name="_Hlk35271142"/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EB5E4A" w:rsidRPr="002B550F" w14:paraId="4D14F322" w14:textId="77777777" w:rsidTr="001B11EE">
        <w:tc>
          <w:tcPr>
            <w:tcW w:w="9356" w:type="dxa"/>
          </w:tcPr>
          <w:p w14:paraId="54A15A60" w14:textId="77777777" w:rsidR="00EB5E4A" w:rsidRPr="004C3A94" w:rsidRDefault="00EB5E4A" w:rsidP="001B11EE">
            <w:pPr>
              <w:pStyle w:val="Figure"/>
            </w:pPr>
            <w:r w:rsidRPr="00612AA3">
              <w:rPr>
                <w:noProof/>
              </w:rPr>
              <w:drawing>
                <wp:inline distT="0" distB="0" distL="0" distR="0" wp14:anchorId="5BE875DF" wp14:editId="7FFEC3E6">
                  <wp:extent cx="5857875" cy="205740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787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4A" w:rsidRPr="00BC439F" w14:paraId="49805923" w14:textId="77777777" w:rsidTr="001B11EE">
        <w:tc>
          <w:tcPr>
            <w:tcW w:w="9356" w:type="dxa"/>
          </w:tcPr>
          <w:p w14:paraId="37C04C86" w14:textId="77777777" w:rsidR="00EB5E4A" w:rsidRDefault="00EB5E4A" w:rsidP="001B11EE">
            <w:pPr>
              <w:pStyle w:val="Fineoggettoword"/>
            </w:pPr>
          </w:p>
          <w:p w14:paraId="67447D1B" w14:textId="7B98D50F" w:rsidR="00EB5E4A" w:rsidRPr="007C05D9" w:rsidRDefault="00EB5E4A" w:rsidP="001B11EE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2</w:t>
            </w:r>
            <w:r w:rsidRPr="007C05D9">
              <w:t xml:space="preserve"> marzo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4543BA">
              <w:rPr>
                <w:noProof/>
                <w:lang w:val="en-US"/>
              </w:rPr>
              <w:t>2020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bookmarkEnd w:id="6"/>
    <w:p w14:paraId="2A74B657" w14:textId="77777777" w:rsidR="00EB042A" w:rsidRDefault="00EB042A" w:rsidP="00EB042A">
      <w:r>
        <w:t>ancora</w:t>
      </w:r>
    </w:p>
    <w:p w14:paraId="5A83F801" w14:textId="77777777" w:rsidR="00EB042A" w:rsidRPr="00E40A1B" w:rsidRDefault="00EB042A" w:rsidP="00EB042A"/>
    <w:p w14:paraId="13CE1462" w14:textId="77777777"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14:paraId="63F0BB28" w14:textId="77777777" w:rsidR="00E40A1B" w:rsidRPr="00A30C67" w:rsidRDefault="00E40A1B" w:rsidP="00E40A1B">
      <w:pPr>
        <w:rPr>
          <w:lang w:val="en-US"/>
        </w:rPr>
      </w:pPr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827962" w14:paraId="2F9DF60E" w14:textId="77777777" w:rsidTr="00A4116A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457B8B5B" w14:textId="77777777" w:rsidR="00827962" w:rsidRDefault="00827962" w:rsidP="00A4116A">
            <w:pPr>
              <w:pStyle w:val="TabTitolo"/>
            </w:pPr>
            <w:bookmarkStart w:id="7" w:name="_Hlk35271197"/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827962" w:rsidRPr="00DD211F" w14:paraId="6378AF90" w14:textId="77777777" w:rsidTr="00A4116A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59F54250" w14:textId="77777777" w:rsidR="00827962" w:rsidRPr="00DD211F" w:rsidRDefault="00827962" w:rsidP="00A4116A">
            <w:pPr>
              <w:pStyle w:val="TabIntestazioni"/>
            </w:pPr>
          </w:p>
        </w:tc>
        <w:tc>
          <w:tcPr>
            <w:tcW w:w="737" w:type="dxa"/>
            <w:noWrap/>
          </w:tcPr>
          <w:p w14:paraId="30FDDEFD" w14:textId="77777777" w:rsidR="00827962" w:rsidRPr="00DD211F" w:rsidRDefault="00827962" w:rsidP="00A4116A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16606748" w14:textId="77777777" w:rsidR="00827962" w:rsidRPr="00DD211F" w:rsidRDefault="00827962" w:rsidP="00A4116A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0B66E0B1" w14:textId="77777777" w:rsidR="00827962" w:rsidRPr="00DD211F" w:rsidRDefault="00827962" w:rsidP="00A4116A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04C6AE3C" w14:textId="77777777" w:rsidR="00827962" w:rsidRPr="00DD211F" w:rsidRDefault="00827962" w:rsidP="00A4116A">
            <w:pPr>
              <w:pStyle w:val="TabIntestazioni"/>
            </w:pPr>
          </w:p>
        </w:tc>
        <w:tc>
          <w:tcPr>
            <w:tcW w:w="2211" w:type="dxa"/>
          </w:tcPr>
          <w:p w14:paraId="5516F5A8" w14:textId="77777777" w:rsidR="00827962" w:rsidRPr="00DD211F" w:rsidRDefault="00827962" w:rsidP="00A4116A">
            <w:pPr>
              <w:pStyle w:val="TabIntestazioni"/>
            </w:pPr>
          </w:p>
        </w:tc>
        <w:tc>
          <w:tcPr>
            <w:tcW w:w="737" w:type="dxa"/>
          </w:tcPr>
          <w:p w14:paraId="6CDB2145" w14:textId="77777777" w:rsidR="00827962" w:rsidRPr="00DD211F" w:rsidRDefault="00827962" w:rsidP="00A4116A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2D983BD8" w14:textId="77777777" w:rsidR="00827962" w:rsidRPr="00DD211F" w:rsidRDefault="00827962" w:rsidP="00A4116A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443C96F9" w14:textId="77777777" w:rsidR="00827962" w:rsidRPr="00DD211F" w:rsidRDefault="00827962" w:rsidP="00A4116A">
            <w:pPr>
              <w:pStyle w:val="TabIntestazioni"/>
            </w:pPr>
            <w:r>
              <w:t>2021</w:t>
            </w:r>
          </w:p>
        </w:tc>
      </w:tr>
      <w:tr w:rsidR="00827962" w14:paraId="4C75469B" w14:textId="77777777" w:rsidTr="00A4116A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27F410BD" w14:textId="77777777" w:rsidR="00827962" w:rsidRDefault="00827962" w:rsidP="00A4116A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932EBF0" w14:textId="77777777" w:rsidR="00827962" w:rsidRDefault="00827962" w:rsidP="00A4116A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119248C2" w14:textId="77777777" w:rsidR="00827962" w:rsidRDefault="00827962" w:rsidP="00A4116A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3FDE38A" w14:textId="77777777" w:rsidR="00827962" w:rsidRDefault="00827962" w:rsidP="00A4116A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2E0EED4A" w14:textId="77777777" w:rsidR="00827962" w:rsidRDefault="00827962" w:rsidP="00A4116A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0DB206A7" w14:textId="77777777" w:rsidR="00827962" w:rsidRDefault="00827962" w:rsidP="00A4116A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01B5F52F" w14:textId="77777777" w:rsidR="00827962" w:rsidRDefault="00827962" w:rsidP="00A4116A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3C8BCE9C" w14:textId="77777777" w:rsidR="00827962" w:rsidRDefault="00827962" w:rsidP="00A4116A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A821BE7" w14:textId="77777777" w:rsidR="00827962" w:rsidRDefault="00827962" w:rsidP="00A4116A">
            <w:pPr>
              <w:pStyle w:val="TabNumeri"/>
            </w:pPr>
          </w:p>
        </w:tc>
      </w:tr>
      <w:tr w:rsidR="00827962" w14:paraId="6DB0C464" w14:textId="77777777" w:rsidTr="00A4116A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4A229268" w14:textId="77777777" w:rsidR="00827962" w:rsidRPr="00233F5C" w:rsidRDefault="00827962" w:rsidP="00A4116A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2B57816A" w14:textId="77777777" w:rsidR="00827962" w:rsidRPr="00902005" w:rsidRDefault="00827962" w:rsidP="00A4116A">
            <w:pPr>
              <w:pStyle w:val="TabNumeri"/>
            </w:pPr>
            <w:r w:rsidRPr="00867896">
              <w:t>1,2</w:t>
            </w:r>
          </w:p>
        </w:tc>
        <w:tc>
          <w:tcPr>
            <w:tcW w:w="737" w:type="dxa"/>
            <w:noWrap/>
          </w:tcPr>
          <w:p w14:paraId="570C8CFC" w14:textId="77777777" w:rsidR="00827962" w:rsidRPr="00902005" w:rsidRDefault="00827962" w:rsidP="00A4116A">
            <w:pPr>
              <w:pStyle w:val="TabNumeri"/>
            </w:pPr>
            <w:r w:rsidRPr="00867896">
              <w:t>0,8</w:t>
            </w:r>
          </w:p>
        </w:tc>
        <w:tc>
          <w:tcPr>
            <w:tcW w:w="737" w:type="dxa"/>
            <w:noWrap/>
          </w:tcPr>
          <w:p w14:paraId="17897258" w14:textId="77777777" w:rsidR="00827962" w:rsidRPr="00902005" w:rsidRDefault="00827962" w:rsidP="00A4116A">
            <w:pPr>
              <w:pStyle w:val="TabNumeri"/>
            </w:pPr>
            <w:r w:rsidRPr="00867896">
              <w:t>1,3</w:t>
            </w:r>
          </w:p>
        </w:tc>
        <w:tc>
          <w:tcPr>
            <w:tcW w:w="510" w:type="dxa"/>
            <w:noWrap/>
          </w:tcPr>
          <w:p w14:paraId="0EF468CC" w14:textId="77777777" w:rsidR="00827962" w:rsidRPr="000770A1" w:rsidRDefault="00827962" w:rsidP="00A4116A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516510E2" w14:textId="77777777" w:rsidR="00827962" w:rsidRPr="00233F5C" w:rsidRDefault="00827962" w:rsidP="00A4116A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2D457F7A" w14:textId="77777777" w:rsidR="00827962" w:rsidRPr="008D37A3" w:rsidRDefault="00827962" w:rsidP="00A4116A">
            <w:pPr>
              <w:pStyle w:val="TabNumeri"/>
            </w:pPr>
            <w:r w:rsidRPr="002B274F">
              <w:t>3,0</w:t>
            </w:r>
          </w:p>
        </w:tc>
        <w:tc>
          <w:tcPr>
            <w:tcW w:w="737" w:type="dxa"/>
          </w:tcPr>
          <w:p w14:paraId="5E3828D6" w14:textId="77777777" w:rsidR="00827962" w:rsidRPr="008D37A3" w:rsidRDefault="00827962" w:rsidP="00A4116A">
            <w:pPr>
              <w:pStyle w:val="TabNumeri"/>
            </w:pPr>
            <w:r w:rsidRPr="002B274F">
              <w:t>3,1</w:t>
            </w:r>
          </w:p>
        </w:tc>
        <w:tc>
          <w:tcPr>
            <w:tcW w:w="737" w:type="dxa"/>
            <w:noWrap/>
          </w:tcPr>
          <w:p w14:paraId="2B837874" w14:textId="77777777" w:rsidR="00827962" w:rsidRPr="008D37A3" w:rsidRDefault="00827962" w:rsidP="00A4116A">
            <w:pPr>
              <w:pStyle w:val="TabNumeri"/>
            </w:pPr>
            <w:r w:rsidRPr="002B274F">
              <w:t>3,1</w:t>
            </w:r>
          </w:p>
        </w:tc>
      </w:tr>
      <w:tr w:rsidR="00827962" w14:paraId="12FABB66" w14:textId="77777777" w:rsidTr="00A4116A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16B30C2" w14:textId="77777777" w:rsidR="00827962" w:rsidRPr="00233F5C" w:rsidRDefault="00827962" w:rsidP="00A4116A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83A42D6" w14:textId="77777777" w:rsidR="00827962" w:rsidRPr="00902005" w:rsidRDefault="00827962" w:rsidP="00A4116A">
            <w:pPr>
              <w:pStyle w:val="TabNumeri"/>
            </w:pPr>
            <w:r w:rsidRPr="00867896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E230D11" w14:textId="77777777" w:rsidR="00827962" w:rsidRPr="00902005" w:rsidRDefault="00827962" w:rsidP="00A4116A">
            <w:pPr>
              <w:pStyle w:val="TabNumeri"/>
            </w:pPr>
            <w:r w:rsidRPr="00867896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1B932CC" w14:textId="77777777" w:rsidR="00827962" w:rsidRPr="00902005" w:rsidRDefault="00827962" w:rsidP="00A4116A">
            <w:pPr>
              <w:pStyle w:val="TabNumeri"/>
            </w:pPr>
            <w:r w:rsidRPr="00867896">
              <w:t>1,2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8DE8C0F" w14:textId="77777777" w:rsidR="00827962" w:rsidRPr="000770A1" w:rsidRDefault="00827962" w:rsidP="00A4116A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1CAFEE06" w14:textId="77777777" w:rsidR="00827962" w:rsidRPr="00233F5C" w:rsidRDefault="00827962" w:rsidP="00A4116A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44B161A" w14:textId="77777777" w:rsidR="00827962" w:rsidRPr="008D37A3" w:rsidRDefault="00827962" w:rsidP="00A4116A">
            <w:pPr>
              <w:pStyle w:val="TabNumeri"/>
            </w:pPr>
            <w:r w:rsidRPr="002B274F"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6F9BA694" w14:textId="77777777" w:rsidR="00827962" w:rsidRPr="008D37A3" w:rsidRDefault="00827962" w:rsidP="00A4116A">
            <w:pPr>
              <w:pStyle w:val="TabNumeri"/>
            </w:pPr>
            <w:r w:rsidRPr="002B274F">
              <w:t>0,5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1527261" w14:textId="77777777" w:rsidR="00827962" w:rsidRPr="008D37A3" w:rsidRDefault="00827962" w:rsidP="00A4116A">
            <w:pPr>
              <w:pStyle w:val="TabNumeri"/>
            </w:pPr>
            <w:r w:rsidRPr="002B274F">
              <w:t>0,3</w:t>
            </w:r>
          </w:p>
        </w:tc>
      </w:tr>
      <w:tr w:rsidR="00827962" w14:paraId="2FF70554" w14:textId="77777777" w:rsidTr="00A4116A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7F3E876" w14:textId="77777777" w:rsidR="00827962" w:rsidRPr="00233F5C" w:rsidRDefault="00827962" w:rsidP="00A4116A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2329B762" w14:textId="77777777" w:rsidR="00827962" w:rsidRPr="00902005" w:rsidRDefault="00827962" w:rsidP="00A4116A">
            <w:pPr>
              <w:pStyle w:val="TabNumeri"/>
            </w:pPr>
            <w:r w:rsidRPr="00867896">
              <w:t>1,8</w:t>
            </w:r>
          </w:p>
        </w:tc>
        <w:tc>
          <w:tcPr>
            <w:tcW w:w="737" w:type="dxa"/>
            <w:noWrap/>
          </w:tcPr>
          <w:p w14:paraId="126CED24" w14:textId="77777777" w:rsidR="00827962" w:rsidRPr="00902005" w:rsidRDefault="00827962" w:rsidP="00A4116A">
            <w:pPr>
              <w:pStyle w:val="TabNumeri"/>
            </w:pPr>
            <w:r w:rsidRPr="00867896">
              <w:t>1,7</w:t>
            </w:r>
          </w:p>
        </w:tc>
        <w:tc>
          <w:tcPr>
            <w:tcW w:w="737" w:type="dxa"/>
            <w:noWrap/>
          </w:tcPr>
          <w:p w14:paraId="77D23CF1" w14:textId="77777777" w:rsidR="00827962" w:rsidRPr="00902005" w:rsidRDefault="00827962" w:rsidP="00A4116A">
            <w:pPr>
              <w:pStyle w:val="TabNumeri"/>
            </w:pPr>
            <w:r w:rsidRPr="00867896">
              <w:t>1,5</w:t>
            </w:r>
          </w:p>
        </w:tc>
        <w:tc>
          <w:tcPr>
            <w:tcW w:w="510" w:type="dxa"/>
            <w:noWrap/>
          </w:tcPr>
          <w:p w14:paraId="5778D299" w14:textId="77777777" w:rsidR="00827962" w:rsidRPr="000770A1" w:rsidRDefault="00827962" w:rsidP="00A4116A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51342AE5" w14:textId="77777777" w:rsidR="00827962" w:rsidRPr="00233F5C" w:rsidRDefault="00827962" w:rsidP="00A4116A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595E81EF" w14:textId="77777777" w:rsidR="00827962" w:rsidRPr="008D37A3" w:rsidRDefault="00827962" w:rsidP="00A4116A">
            <w:pPr>
              <w:pStyle w:val="TabNumeri"/>
            </w:pPr>
            <w:r w:rsidRPr="002B274F">
              <w:t>7,6</w:t>
            </w:r>
          </w:p>
        </w:tc>
        <w:tc>
          <w:tcPr>
            <w:tcW w:w="737" w:type="dxa"/>
          </w:tcPr>
          <w:p w14:paraId="19AB9980" w14:textId="77777777" w:rsidR="00827962" w:rsidRPr="008D37A3" w:rsidRDefault="00827962" w:rsidP="00A4116A">
            <w:pPr>
              <w:pStyle w:val="TabNumeri"/>
            </w:pPr>
            <w:r w:rsidRPr="002B274F">
              <w:t>7,6</w:t>
            </w:r>
          </w:p>
        </w:tc>
        <w:tc>
          <w:tcPr>
            <w:tcW w:w="737" w:type="dxa"/>
            <w:noWrap/>
          </w:tcPr>
          <w:p w14:paraId="672C77A6" w14:textId="77777777" w:rsidR="00827962" w:rsidRPr="008D37A3" w:rsidRDefault="00827962" w:rsidP="00A4116A">
            <w:pPr>
              <w:pStyle w:val="TabNumeri"/>
            </w:pPr>
            <w:r w:rsidRPr="002B274F">
              <w:t>7,6</w:t>
            </w:r>
          </w:p>
        </w:tc>
      </w:tr>
      <w:tr w:rsidR="00827962" w14:paraId="152CBE14" w14:textId="77777777" w:rsidTr="00A4116A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3294422E" w14:textId="77777777" w:rsidR="00827962" w:rsidRPr="00233F5C" w:rsidRDefault="00827962" w:rsidP="00A4116A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CBBB04E" w14:textId="77777777" w:rsidR="00827962" w:rsidRPr="00902005" w:rsidRDefault="00827962" w:rsidP="00A4116A">
            <w:pPr>
              <w:pStyle w:val="TabNumeri"/>
            </w:pPr>
            <w:r w:rsidRPr="00867896">
              <w:t>4,4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767991F" w14:textId="77777777" w:rsidR="00827962" w:rsidRPr="00902005" w:rsidRDefault="00827962" w:rsidP="00A4116A">
            <w:pPr>
              <w:pStyle w:val="TabNumeri"/>
            </w:pPr>
            <w:r w:rsidRPr="00867896">
              <w:t>0,4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C6A0C9B" w14:textId="77777777" w:rsidR="00827962" w:rsidRPr="00902005" w:rsidRDefault="00827962" w:rsidP="00A4116A">
            <w:pPr>
              <w:pStyle w:val="TabNumeri"/>
            </w:pPr>
            <w:r w:rsidRPr="00867896">
              <w:t>1,9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B72880D" w14:textId="77777777" w:rsidR="00827962" w:rsidRPr="000770A1" w:rsidRDefault="00827962" w:rsidP="00A4116A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3DA2A5F" w14:textId="77777777" w:rsidR="00827962" w:rsidRPr="00233F5C" w:rsidRDefault="00827962" w:rsidP="00A4116A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3985B92" w14:textId="77777777" w:rsidR="00827962" w:rsidRPr="008D37A3" w:rsidRDefault="00827962" w:rsidP="00A4116A">
            <w:pPr>
              <w:pStyle w:val="TabNumeri"/>
            </w:pPr>
            <w:r w:rsidRPr="002B274F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16FDE0CF" w14:textId="77777777" w:rsidR="00827962" w:rsidRPr="008D37A3" w:rsidRDefault="00827962" w:rsidP="00A4116A">
            <w:pPr>
              <w:pStyle w:val="TabNumeri"/>
            </w:pPr>
            <w:r w:rsidRPr="002B274F"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4A626D7" w14:textId="77777777" w:rsidR="00827962" w:rsidRPr="008D37A3" w:rsidRDefault="00827962" w:rsidP="00A4116A">
            <w:pPr>
              <w:pStyle w:val="TabNumeri"/>
            </w:pPr>
            <w:r w:rsidRPr="002B274F">
              <w:t>1,4</w:t>
            </w:r>
          </w:p>
        </w:tc>
      </w:tr>
      <w:tr w:rsidR="00827962" w14:paraId="3555389D" w14:textId="77777777" w:rsidTr="00A4116A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7084D30A" w14:textId="77777777" w:rsidR="00827962" w:rsidRPr="00233F5C" w:rsidRDefault="00827962" w:rsidP="00A4116A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32A1154E" w14:textId="77777777" w:rsidR="00827962" w:rsidRPr="00902005" w:rsidRDefault="00827962" w:rsidP="00A4116A">
            <w:pPr>
              <w:pStyle w:val="TabNumeri"/>
            </w:pPr>
            <w:r w:rsidRPr="00867896">
              <w:t>2,5</w:t>
            </w:r>
          </w:p>
        </w:tc>
        <w:tc>
          <w:tcPr>
            <w:tcW w:w="737" w:type="dxa"/>
            <w:noWrap/>
          </w:tcPr>
          <w:p w14:paraId="68BB0FC0" w14:textId="77777777" w:rsidR="00827962" w:rsidRPr="00902005" w:rsidRDefault="00827962" w:rsidP="00A4116A">
            <w:pPr>
              <w:pStyle w:val="TabNumeri"/>
            </w:pPr>
            <w:r w:rsidRPr="00867896">
              <w:t>1,6</w:t>
            </w:r>
          </w:p>
        </w:tc>
        <w:tc>
          <w:tcPr>
            <w:tcW w:w="737" w:type="dxa"/>
            <w:noWrap/>
          </w:tcPr>
          <w:p w14:paraId="6B581E5A" w14:textId="77777777" w:rsidR="00827962" w:rsidRPr="00902005" w:rsidRDefault="00827962" w:rsidP="00A4116A">
            <w:pPr>
              <w:pStyle w:val="TabNumeri"/>
            </w:pPr>
            <w:r w:rsidRPr="00867896">
              <w:t>2,5</w:t>
            </w:r>
          </w:p>
        </w:tc>
        <w:tc>
          <w:tcPr>
            <w:tcW w:w="510" w:type="dxa"/>
            <w:noWrap/>
          </w:tcPr>
          <w:p w14:paraId="2E914839" w14:textId="77777777" w:rsidR="00827962" w:rsidRPr="000770A1" w:rsidRDefault="00827962" w:rsidP="00A4116A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68C9158" w14:textId="77777777" w:rsidR="00827962" w:rsidRPr="00233F5C" w:rsidRDefault="00827962" w:rsidP="00A4116A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29B0A042" w14:textId="77777777" w:rsidR="00827962" w:rsidRPr="008D37A3" w:rsidRDefault="00827962" w:rsidP="00A4116A">
            <w:pPr>
              <w:pStyle w:val="TabNumeri"/>
            </w:pPr>
            <w:r w:rsidRPr="002B274F">
              <w:t>0,7</w:t>
            </w:r>
          </w:p>
        </w:tc>
        <w:tc>
          <w:tcPr>
            <w:tcW w:w="737" w:type="dxa"/>
          </w:tcPr>
          <w:p w14:paraId="7800BBCC" w14:textId="77777777" w:rsidR="00827962" w:rsidRPr="008D37A3" w:rsidRDefault="00827962" w:rsidP="00A4116A">
            <w:pPr>
              <w:pStyle w:val="TabNumeri"/>
            </w:pPr>
            <w:r w:rsidRPr="002B274F">
              <w:t>1,1</w:t>
            </w:r>
          </w:p>
        </w:tc>
        <w:tc>
          <w:tcPr>
            <w:tcW w:w="737" w:type="dxa"/>
            <w:noWrap/>
          </w:tcPr>
          <w:p w14:paraId="4F316750" w14:textId="77777777" w:rsidR="00827962" w:rsidRPr="008D37A3" w:rsidRDefault="00827962" w:rsidP="00A4116A">
            <w:pPr>
              <w:pStyle w:val="TabNumeri"/>
            </w:pPr>
            <w:r w:rsidRPr="002B274F">
              <w:t>1,5</w:t>
            </w:r>
          </w:p>
        </w:tc>
      </w:tr>
      <w:tr w:rsidR="00827962" w14:paraId="6F727AF8" w14:textId="77777777" w:rsidTr="00A4116A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1699CA1" w14:textId="77777777" w:rsidR="00827962" w:rsidRDefault="00827962" w:rsidP="00A4116A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BAA8BCD" w14:textId="77777777" w:rsidR="00827962" w:rsidRPr="00902005" w:rsidRDefault="00827962" w:rsidP="00A4116A">
            <w:pPr>
              <w:pStyle w:val="TabNumeri"/>
            </w:pPr>
            <w:r w:rsidRPr="00867896">
              <w:t>3,3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8C223F9" w14:textId="77777777" w:rsidR="00827962" w:rsidRPr="00902005" w:rsidRDefault="00827962" w:rsidP="00A4116A">
            <w:pPr>
              <w:pStyle w:val="TabNumeri"/>
            </w:pPr>
            <w:r w:rsidRPr="00867896">
              <w:t>1,8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AEABB89" w14:textId="77777777" w:rsidR="00827962" w:rsidRDefault="00827962" w:rsidP="00A4116A">
            <w:pPr>
              <w:pStyle w:val="TabNumeri"/>
            </w:pPr>
            <w:r w:rsidRPr="00867896">
              <w:t>2,7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A293376" w14:textId="77777777" w:rsidR="00827962" w:rsidRPr="000770A1" w:rsidRDefault="00827962" w:rsidP="00A4116A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59A814A6" w14:textId="77777777" w:rsidR="00827962" w:rsidRDefault="00827962" w:rsidP="00A4116A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02D1BE4" w14:textId="77777777" w:rsidR="00827962" w:rsidRPr="008D37A3" w:rsidRDefault="00827962" w:rsidP="00A4116A">
            <w:pPr>
              <w:pStyle w:val="TabNumeri"/>
            </w:pPr>
            <w:r w:rsidRPr="002B274F">
              <w:t>84,5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7D93CFC4" w14:textId="77777777" w:rsidR="00827962" w:rsidRPr="008D37A3" w:rsidRDefault="00827962" w:rsidP="00A4116A">
            <w:pPr>
              <w:pStyle w:val="TabNumeri"/>
            </w:pPr>
            <w:r w:rsidRPr="002B274F">
              <w:t>83,9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A969F85" w14:textId="77777777" w:rsidR="00827962" w:rsidRDefault="00827962" w:rsidP="00A4116A">
            <w:pPr>
              <w:pStyle w:val="TabNumeri"/>
            </w:pPr>
            <w:r w:rsidRPr="002B274F">
              <w:t>83,4</w:t>
            </w:r>
          </w:p>
        </w:tc>
      </w:tr>
      <w:tr w:rsidR="00827962" w:rsidRPr="002D4243" w14:paraId="5B27804F" w14:textId="77777777" w:rsidTr="00A4116A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15E46B24" w14:textId="77777777" w:rsidR="00827962" w:rsidRPr="00D76DB6" w:rsidRDefault="00827962" w:rsidP="00A4116A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561E1564" w14:textId="71FD0718" w:rsidR="00827962" w:rsidRPr="006629F7" w:rsidRDefault="00827962" w:rsidP="00A4116A">
            <w:pPr>
              <w:pStyle w:val="TabNoteInferiori"/>
              <w:rPr>
                <w:lang w:val="en-GB"/>
              </w:rPr>
            </w:pPr>
            <w:r w:rsidRPr="006629F7">
              <w:rPr>
                <w:lang w:val="en-GB"/>
              </w:rPr>
              <w:t xml:space="preserve">Fonte: European Central Bank, ECB macroeconomic projections for the euro </w:t>
            </w:r>
            <w:r w:rsidR="006629F7" w:rsidRPr="006629F7">
              <w:rPr>
                <w:lang w:val="en-GB"/>
              </w:rPr>
              <w:t xml:space="preserve">area, 12 </w:t>
            </w:r>
            <w:proofErr w:type="spellStart"/>
            <w:r w:rsidR="006629F7" w:rsidRPr="006629F7">
              <w:rPr>
                <w:lang w:val="en-GB"/>
              </w:rPr>
              <w:t>marzo</w:t>
            </w:r>
            <w:proofErr w:type="spellEnd"/>
            <w:r w:rsidR="006629F7" w:rsidRPr="006629F7">
              <w:rPr>
                <w:lang w:val="en-GB"/>
              </w:rPr>
              <w:t xml:space="preserve"> 2020</w:t>
            </w:r>
          </w:p>
        </w:tc>
      </w:tr>
    </w:tbl>
    <w:bookmarkEnd w:id="7"/>
    <w:p w14:paraId="30071370" w14:textId="77777777" w:rsidR="003E1102" w:rsidRDefault="003E1102" w:rsidP="003E1102">
      <w:r>
        <w:t>ancora</w:t>
      </w:r>
    </w:p>
    <w:p w14:paraId="1A817E84" w14:textId="77777777" w:rsidR="00E40A1B" w:rsidRDefault="00E40A1B" w:rsidP="00E40A1B"/>
    <w:p w14:paraId="74DF44B9" w14:textId="77777777" w:rsidR="00FC22A8" w:rsidRDefault="00FC22A8" w:rsidP="00E40A1B">
      <w:r>
        <w:br w:type="page"/>
      </w:r>
    </w:p>
    <w:p w14:paraId="345C64F2" w14:textId="77777777" w:rsidR="00FC22A8" w:rsidRDefault="00FC22A8" w:rsidP="00E40A1B"/>
    <w:tbl>
      <w:tblPr>
        <w:tblStyle w:val="Grigliatabella"/>
        <w:tblpPr w:topFromText="425" w:bottomFromText="425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DE20DD" w:rsidRPr="002B550F" w14:paraId="121BA5A4" w14:textId="77777777" w:rsidTr="001B11EE">
        <w:tc>
          <w:tcPr>
            <w:tcW w:w="9356" w:type="dxa"/>
          </w:tcPr>
          <w:p w14:paraId="40E4519C" w14:textId="77777777" w:rsidR="00DE20DD" w:rsidRPr="002B550F" w:rsidRDefault="00DE20DD" w:rsidP="001B11EE">
            <w:pPr>
              <w:pStyle w:val="FigTitolo"/>
            </w:pPr>
            <w:bookmarkStart w:id="8" w:name="_Hlk35271215"/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</w:t>
            </w:r>
          </w:p>
        </w:tc>
      </w:tr>
      <w:tr w:rsidR="00DE20DD" w:rsidRPr="002B550F" w14:paraId="3D137277" w14:textId="77777777" w:rsidTr="001B11EE">
        <w:tc>
          <w:tcPr>
            <w:tcW w:w="9356" w:type="dxa"/>
          </w:tcPr>
          <w:p w14:paraId="49AE417F" w14:textId="77777777" w:rsidR="00DE20DD" w:rsidRPr="00674C12" w:rsidRDefault="00DE20DD" w:rsidP="001B11EE">
            <w:pPr>
              <w:pStyle w:val="Figure"/>
            </w:pPr>
            <w:r w:rsidRPr="007B4F02">
              <w:rPr>
                <w:noProof/>
              </w:rPr>
              <w:drawing>
                <wp:inline distT="0" distB="0" distL="0" distR="0" wp14:anchorId="7C07B49E" wp14:editId="4EA9102D">
                  <wp:extent cx="5895975" cy="179070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0DD" w:rsidRPr="007862B1" w14:paraId="5D78BD6C" w14:textId="77777777" w:rsidTr="001B11EE">
        <w:tc>
          <w:tcPr>
            <w:tcW w:w="9356" w:type="dxa"/>
          </w:tcPr>
          <w:p w14:paraId="2E1B0417" w14:textId="77777777" w:rsidR="00DE20DD" w:rsidRPr="00860890" w:rsidRDefault="00DE20DD" w:rsidP="001B11EE">
            <w:pPr>
              <w:pStyle w:val="TabNoteSuperiori"/>
            </w:pPr>
            <w:r w:rsidRPr="00860890">
              <w:t xml:space="preserve">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forecasts,</w:t>
            </w:r>
            <w:r w:rsidRPr="00860890">
              <w:t xml:space="preserve"> </w:t>
            </w:r>
            <w:r>
              <w:t>13 febbraio 2020</w:t>
            </w:r>
          </w:p>
        </w:tc>
      </w:tr>
    </w:tbl>
    <w:bookmarkEnd w:id="8"/>
    <w:p w14:paraId="0506BA05" w14:textId="77777777" w:rsidR="00FC22A8" w:rsidRDefault="00FC22A8" w:rsidP="00E40A1B">
      <w:r>
        <w:t>ancora</w:t>
      </w:r>
    </w:p>
    <w:p w14:paraId="6E1B1626" w14:textId="77777777" w:rsidR="00FC22A8" w:rsidRPr="00E40A1B" w:rsidRDefault="00FC22A8" w:rsidP="00E40A1B"/>
    <w:p w14:paraId="202DA2D2" w14:textId="77777777"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bookmarkStart w:id="9" w:name="_Toc448399721"/>
      <w:bookmarkStart w:id="10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9"/>
      <w:bookmarkEnd w:id="10"/>
    </w:p>
    <w:p w14:paraId="5FBD4B8E" w14:textId="77777777" w:rsidR="002958B5" w:rsidRDefault="002958B5" w:rsidP="002958B5"/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4A4D11" w14:paraId="28A5F365" w14:textId="77777777" w:rsidTr="00A4116A">
        <w:tc>
          <w:tcPr>
            <w:tcW w:w="9356" w:type="dxa"/>
          </w:tcPr>
          <w:p w14:paraId="7E79FB2D" w14:textId="77777777" w:rsidR="004A4D11" w:rsidRDefault="004A4D11" w:rsidP="00A4116A">
            <w:pPr>
              <w:pStyle w:val="FigTitolo"/>
            </w:pPr>
            <w:bookmarkStart w:id="11" w:name="_Hlk35271233"/>
            <w:r>
              <w:t xml:space="preserve">Prodotto interno lordo, valori concatenati in milioni di euro, anno di riferimento </w:t>
            </w:r>
            <w:proofErr w:type="gramStart"/>
            <w:r>
              <w:t>2015  e</w:t>
            </w:r>
            <w:proofErr w:type="gramEnd"/>
            <w:r>
              <w:t xml:space="preserve"> variazioni percentuali annuali.</w:t>
            </w:r>
          </w:p>
        </w:tc>
      </w:tr>
      <w:tr w:rsidR="004A4D11" w14:paraId="57274CEC" w14:textId="77777777" w:rsidTr="00A4116A">
        <w:tc>
          <w:tcPr>
            <w:tcW w:w="9356" w:type="dxa"/>
          </w:tcPr>
          <w:p w14:paraId="017741E3" w14:textId="77777777" w:rsidR="004A4D11" w:rsidRPr="002A23F1" w:rsidRDefault="004A4D11" w:rsidP="00A4116A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3C372D3" wp14:editId="6C18E33D">
                  <wp:extent cx="5962650" cy="2978785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020030517444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0" cy="29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D11" w14:paraId="4ACCF442" w14:textId="77777777" w:rsidTr="00A4116A">
        <w:tc>
          <w:tcPr>
            <w:tcW w:w="9356" w:type="dxa"/>
          </w:tcPr>
          <w:p w14:paraId="19BEE110" w14:textId="77777777" w:rsidR="004A4D11" w:rsidRDefault="004A4D11" w:rsidP="00A4116A">
            <w:pPr>
              <w:pStyle w:val="TabNoteSuperiori"/>
            </w:pPr>
            <w:r>
              <w:t>Fonte: Istat, Pil e indebitamento AP.</w:t>
            </w:r>
          </w:p>
        </w:tc>
      </w:tr>
    </w:tbl>
    <w:bookmarkEnd w:id="11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tbl>
      <w:tblPr>
        <w:tblpPr w:topFromText="284" w:bottomFromText="284" w:horzAnchor="margin" w:tblpXSpec="center" w:tblpYSpec="bottom"/>
        <w:tblOverlap w:val="never"/>
        <w:tblW w:w="935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21"/>
        <w:gridCol w:w="340"/>
        <w:gridCol w:w="1021"/>
        <w:gridCol w:w="340"/>
        <w:gridCol w:w="1021"/>
        <w:gridCol w:w="340"/>
        <w:gridCol w:w="1021"/>
        <w:gridCol w:w="340"/>
        <w:gridCol w:w="1021"/>
        <w:gridCol w:w="342"/>
      </w:tblGrid>
      <w:tr w:rsidR="00853D40" w14:paraId="28BB8B3F" w14:textId="77777777" w:rsidTr="001B11EE">
        <w:trPr>
          <w:cantSplit/>
        </w:trPr>
        <w:tc>
          <w:tcPr>
            <w:tcW w:w="9359" w:type="dxa"/>
            <w:gridSpan w:val="11"/>
            <w:tcBorders>
              <w:bottom w:val="single" w:sz="6" w:space="0" w:color="800000"/>
            </w:tcBorders>
          </w:tcPr>
          <w:p w14:paraId="797C1842" w14:textId="77777777" w:rsidR="00853D40" w:rsidRPr="00EA6B59" w:rsidRDefault="00853D40" w:rsidP="001B11EE">
            <w:pPr>
              <w:pStyle w:val="TabTitolo"/>
            </w:pPr>
            <w:bookmarkStart w:id="12" w:name="_Hlk35271295"/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853D40" w14:paraId="7363810F" w14:textId="77777777" w:rsidTr="001B11EE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top w:val="single" w:sz="6" w:space="0" w:color="800000"/>
            </w:tcBorders>
          </w:tcPr>
          <w:p w14:paraId="3DD9BFB0" w14:textId="77777777" w:rsidR="00853D40" w:rsidRPr="00EA6B59" w:rsidRDefault="00853D40" w:rsidP="001B11EE">
            <w:pPr>
              <w:pStyle w:val="TabIntestaSup"/>
            </w:pPr>
          </w:p>
        </w:tc>
        <w:tc>
          <w:tcPr>
            <w:tcW w:w="1361" w:type="dxa"/>
            <w:gridSpan w:val="2"/>
            <w:tcBorders>
              <w:top w:val="single" w:sz="6" w:space="0" w:color="800000"/>
            </w:tcBorders>
            <w:vAlign w:val="bottom"/>
          </w:tcPr>
          <w:p w14:paraId="659B8792" w14:textId="77777777" w:rsidR="00853D40" w:rsidRPr="00D76DB6" w:rsidRDefault="00853D40" w:rsidP="001B11EE">
            <w:pPr>
              <w:pStyle w:val="TabIntestaSup"/>
            </w:pPr>
            <w:r w:rsidRPr="00D76DB6">
              <w:t>Consuntivo</w:t>
            </w:r>
          </w:p>
        </w:tc>
        <w:tc>
          <w:tcPr>
            <w:tcW w:w="5446" w:type="dxa"/>
            <w:gridSpan w:val="8"/>
            <w:tcBorders>
              <w:top w:val="single" w:sz="6" w:space="0" w:color="800000"/>
            </w:tcBorders>
            <w:vAlign w:val="bottom"/>
          </w:tcPr>
          <w:p w14:paraId="1AACD491" w14:textId="24D13CA5" w:rsidR="00853D40" w:rsidRPr="00D76DB6" w:rsidRDefault="00853D40" w:rsidP="001B11EE">
            <w:pPr>
              <w:pStyle w:val="TabIntestaSupBordo"/>
            </w:pPr>
            <w:r w:rsidRPr="00D76DB6">
              <w:t xml:space="preserve">Previsioni 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 w:rsidR="004543BA">
              <w:rPr>
                <w:noProof/>
              </w:rPr>
              <w:t>2020</w:t>
            </w:r>
            <w:r w:rsidRPr="00D76DB6">
              <w:fldChar w:fldCharType="end"/>
            </w:r>
          </w:p>
        </w:tc>
      </w:tr>
      <w:tr w:rsidR="00853D40" w14:paraId="5D806B5A" w14:textId="77777777" w:rsidTr="001B11EE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</w:tcPr>
          <w:p w14:paraId="4B5B1A1B" w14:textId="77777777" w:rsidR="00853D40" w:rsidRPr="00EA6B59" w:rsidRDefault="00853D40" w:rsidP="001B11EE">
            <w:pPr>
              <w:pStyle w:val="TabIntestaSup"/>
            </w:pPr>
          </w:p>
        </w:tc>
        <w:tc>
          <w:tcPr>
            <w:tcW w:w="1361" w:type="dxa"/>
            <w:gridSpan w:val="2"/>
            <w:vAlign w:val="bottom"/>
          </w:tcPr>
          <w:p w14:paraId="010548D1" w14:textId="77777777" w:rsidR="00853D40" w:rsidRPr="00D76DB6" w:rsidRDefault="00853D40" w:rsidP="001B11EE">
            <w:pPr>
              <w:pStyle w:val="TabIntestaSup"/>
            </w:pPr>
            <w:r>
              <w:t>2019</w:t>
            </w:r>
          </w:p>
        </w:tc>
        <w:tc>
          <w:tcPr>
            <w:tcW w:w="1361" w:type="dxa"/>
            <w:gridSpan w:val="2"/>
            <w:vAlign w:val="bottom"/>
          </w:tcPr>
          <w:p w14:paraId="42C72695" w14:textId="77777777" w:rsidR="00853D40" w:rsidRPr="00D76DB6" w:rsidRDefault="00853D40" w:rsidP="001B11EE">
            <w:pPr>
              <w:pStyle w:val="TabIntestaSup"/>
            </w:pPr>
            <w:r w:rsidRPr="00D76DB6">
              <w:t>Fmi</w:t>
            </w:r>
          </w:p>
        </w:tc>
        <w:tc>
          <w:tcPr>
            <w:tcW w:w="1361" w:type="dxa"/>
            <w:gridSpan w:val="2"/>
            <w:vAlign w:val="bottom"/>
          </w:tcPr>
          <w:p w14:paraId="6D2005DB" w14:textId="77777777" w:rsidR="00853D40" w:rsidRPr="008914D7" w:rsidRDefault="00853D40" w:rsidP="001B11EE">
            <w:pPr>
              <w:pStyle w:val="TabIntestaSup"/>
            </w:pPr>
            <w:r w:rsidRPr="008914D7">
              <w:t>Ocse</w:t>
            </w:r>
          </w:p>
        </w:tc>
        <w:tc>
          <w:tcPr>
            <w:tcW w:w="1361" w:type="dxa"/>
            <w:gridSpan w:val="2"/>
            <w:vAlign w:val="bottom"/>
          </w:tcPr>
          <w:p w14:paraId="008DA52A" w14:textId="77777777" w:rsidR="00853D40" w:rsidRPr="008914D7" w:rsidRDefault="00853D40" w:rsidP="001B11EE">
            <w:pPr>
              <w:pStyle w:val="TabIntestaSup"/>
            </w:pPr>
            <w:r>
              <w:t>Banca d’Italia</w:t>
            </w:r>
          </w:p>
        </w:tc>
        <w:tc>
          <w:tcPr>
            <w:tcW w:w="1363" w:type="dxa"/>
            <w:gridSpan w:val="2"/>
            <w:vAlign w:val="bottom"/>
          </w:tcPr>
          <w:p w14:paraId="5505E072" w14:textId="77777777" w:rsidR="00853D40" w:rsidRPr="008914D7" w:rsidRDefault="00853D40" w:rsidP="001B11EE">
            <w:pPr>
              <w:pStyle w:val="TabIntestaSup"/>
            </w:pPr>
            <w:r w:rsidRPr="008914D7">
              <w:t>Prometeia</w:t>
            </w:r>
          </w:p>
        </w:tc>
      </w:tr>
      <w:tr w:rsidR="00853D40" w14:paraId="2E3B5AD5" w14:textId="77777777" w:rsidTr="001B11EE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bottom w:val="single" w:sz="6" w:space="0" w:color="800000"/>
            </w:tcBorders>
          </w:tcPr>
          <w:p w14:paraId="22A33D41" w14:textId="77777777" w:rsidR="00853D40" w:rsidRDefault="00853D40" w:rsidP="001B11EE">
            <w:pPr>
              <w:pStyle w:val="TabIntestaInf"/>
            </w:pP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6B71AD1E" w14:textId="77777777" w:rsidR="00853D40" w:rsidRPr="00D76DB6" w:rsidRDefault="00853D40" w:rsidP="001B11EE">
            <w:pPr>
              <w:pStyle w:val="TabIntestaInf"/>
            </w:pPr>
            <w:r w:rsidRPr="00D76DB6">
              <w:t>Istat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030B552F" w14:textId="77777777" w:rsidR="00853D40" w:rsidRPr="00D76DB6" w:rsidRDefault="00853D40" w:rsidP="001B11EE">
            <w:pPr>
              <w:pStyle w:val="TabIntestaInf"/>
            </w:pPr>
            <w:r>
              <w:t>ott-19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64CF9429" w14:textId="77777777" w:rsidR="00853D40" w:rsidRPr="008914D7" w:rsidRDefault="00853D40" w:rsidP="001B11EE">
            <w:pPr>
              <w:pStyle w:val="TabIntestaInf"/>
            </w:pPr>
            <w:r w:rsidRPr="008914D7">
              <w:t>nov-1</w:t>
            </w:r>
            <w:r>
              <w:t>9 [1]</w:t>
            </w:r>
          </w:p>
        </w:tc>
        <w:tc>
          <w:tcPr>
            <w:tcW w:w="1361" w:type="dxa"/>
            <w:gridSpan w:val="2"/>
            <w:tcBorders>
              <w:bottom w:val="single" w:sz="6" w:space="0" w:color="800000"/>
            </w:tcBorders>
            <w:vAlign w:val="bottom"/>
          </w:tcPr>
          <w:p w14:paraId="0A73C98F" w14:textId="77777777" w:rsidR="00853D40" w:rsidRPr="008914D7" w:rsidRDefault="00853D40" w:rsidP="001B11EE">
            <w:pPr>
              <w:pStyle w:val="TabIntestaInf"/>
            </w:pPr>
            <w:r>
              <w:t>gen</w:t>
            </w:r>
            <w:r w:rsidRPr="008914D7">
              <w:t>-</w:t>
            </w:r>
            <w:r>
              <w:t>20 (1)</w:t>
            </w:r>
          </w:p>
        </w:tc>
        <w:tc>
          <w:tcPr>
            <w:tcW w:w="1363" w:type="dxa"/>
            <w:gridSpan w:val="2"/>
            <w:tcBorders>
              <w:bottom w:val="single" w:sz="6" w:space="0" w:color="800000"/>
            </w:tcBorders>
            <w:vAlign w:val="bottom"/>
          </w:tcPr>
          <w:p w14:paraId="17082335" w14:textId="77777777" w:rsidR="00853D40" w:rsidRPr="008914D7" w:rsidRDefault="00853D40" w:rsidP="001B11EE">
            <w:pPr>
              <w:pStyle w:val="TabIntestaInf"/>
            </w:pPr>
            <w:r>
              <w:t>feb</w:t>
            </w:r>
            <w:r w:rsidRPr="008914D7">
              <w:t>-</w:t>
            </w:r>
            <w:r>
              <w:t>20 [1]</w:t>
            </w:r>
          </w:p>
        </w:tc>
      </w:tr>
      <w:tr w:rsidR="00853D40" w14:paraId="41EF719B" w14:textId="77777777" w:rsidTr="001B11EE">
        <w:tblPrEx>
          <w:tblBorders>
            <w:bottom w:val="none" w:sz="0" w:space="0" w:color="auto"/>
          </w:tblBorders>
        </w:tblPrEx>
        <w:trPr>
          <w:cantSplit/>
          <w:trHeight w:hRule="exact" w:val="113"/>
        </w:trPr>
        <w:tc>
          <w:tcPr>
            <w:tcW w:w="2552" w:type="dxa"/>
            <w:tcBorders>
              <w:top w:val="single" w:sz="6" w:space="0" w:color="800000"/>
            </w:tcBorders>
          </w:tcPr>
          <w:p w14:paraId="36186829" w14:textId="77777777" w:rsidR="00853D40" w:rsidRDefault="00853D40" w:rsidP="001B11EE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6160AB02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548D5BD1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4E0856F0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30FC1240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5154EBA7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41E14DAB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7B6D7774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318C9148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1021" w:type="dxa"/>
            <w:tcBorders>
              <w:top w:val="single" w:sz="6" w:space="0" w:color="800000"/>
            </w:tcBorders>
          </w:tcPr>
          <w:p w14:paraId="78AE3F9C" w14:textId="77777777" w:rsidR="00853D40" w:rsidRPr="00602F8E" w:rsidRDefault="00853D40" w:rsidP="001B11EE">
            <w:pPr>
              <w:pStyle w:val="TabNumeri"/>
            </w:pPr>
          </w:p>
        </w:tc>
        <w:tc>
          <w:tcPr>
            <w:tcW w:w="342" w:type="dxa"/>
            <w:tcBorders>
              <w:top w:val="single" w:sz="6" w:space="0" w:color="800000"/>
            </w:tcBorders>
          </w:tcPr>
          <w:p w14:paraId="4FCB3650" w14:textId="77777777" w:rsidR="00853D40" w:rsidRPr="00602F8E" w:rsidRDefault="00853D40" w:rsidP="001B11EE">
            <w:pPr>
              <w:pStyle w:val="TabNumeri"/>
            </w:pPr>
          </w:p>
        </w:tc>
      </w:tr>
      <w:tr w:rsidR="00853D40" w14:paraId="5218782D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19E61948" w14:textId="77777777" w:rsidR="00853D40" w:rsidRPr="00233F5C" w:rsidRDefault="00853D40" w:rsidP="001B11EE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1021" w:type="dxa"/>
          </w:tcPr>
          <w:p w14:paraId="2B64AE0F" w14:textId="77777777" w:rsidR="00853D40" w:rsidRPr="007373C3" w:rsidRDefault="00853D40" w:rsidP="001B11EE">
            <w:pPr>
              <w:pStyle w:val="TabNumeri"/>
            </w:pPr>
            <w:r w:rsidRPr="00340545">
              <w:t>0,3</w:t>
            </w:r>
          </w:p>
        </w:tc>
        <w:tc>
          <w:tcPr>
            <w:tcW w:w="340" w:type="dxa"/>
          </w:tcPr>
          <w:p w14:paraId="50763331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6196AC0D" w14:textId="77777777" w:rsidR="00853D40" w:rsidRPr="00811B57" w:rsidRDefault="00853D40" w:rsidP="001B11EE">
            <w:pPr>
              <w:pStyle w:val="TabNumeri"/>
            </w:pPr>
            <w:r w:rsidRPr="00F255AA">
              <w:t>0,5</w:t>
            </w:r>
          </w:p>
        </w:tc>
        <w:tc>
          <w:tcPr>
            <w:tcW w:w="340" w:type="dxa"/>
          </w:tcPr>
          <w:p w14:paraId="6C5352F9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53A31C02" w14:textId="77777777" w:rsidR="00853D40" w:rsidRPr="00A319C0" w:rsidRDefault="00853D40" w:rsidP="001B11EE">
            <w:pPr>
              <w:pStyle w:val="TabNumeri"/>
            </w:pPr>
            <w:r w:rsidRPr="00413582">
              <w:t>0,4</w:t>
            </w:r>
          </w:p>
        </w:tc>
        <w:tc>
          <w:tcPr>
            <w:tcW w:w="340" w:type="dxa"/>
          </w:tcPr>
          <w:p w14:paraId="337654D1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5DA09277" w14:textId="77777777" w:rsidR="00853D40" w:rsidRPr="00D32E0A" w:rsidRDefault="00853D40" w:rsidP="001B11EE">
            <w:pPr>
              <w:pStyle w:val="TabNumeri"/>
            </w:pPr>
            <w:r>
              <w:t>0,5</w:t>
            </w:r>
          </w:p>
        </w:tc>
        <w:tc>
          <w:tcPr>
            <w:tcW w:w="340" w:type="dxa"/>
          </w:tcPr>
          <w:p w14:paraId="741FD670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04728685" w14:textId="77777777" w:rsidR="00853D40" w:rsidRPr="00EE2A60" w:rsidRDefault="00853D40" w:rsidP="001B11EE">
            <w:pPr>
              <w:pStyle w:val="TabNumeri"/>
            </w:pPr>
            <w:r w:rsidRPr="007D385C">
              <w:t>0,1</w:t>
            </w:r>
          </w:p>
        </w:tc>
        <w:tc>
          <w:tcPr>
            <w:tcW w:w="342" w:type="dxa"/>
          </w:tcPr>
          <w:p w14:paraId="389F4B4C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298709E0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0FC740D3" w14:textId="77777777" w:rsidR="00853D40" w:rsidRPr="00233F5C" w:rsidRDefault="00853D40" w:rsidP="001B11EE">
            <w:pPr>
              <w:pStyle w:val="TabEtichette"/>
            </w:pPr>
            <w:r w:rsidRPr="00233F5C">
              <w:t>Importazioni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6A0E9666" w14:textId="77777777" w:rsidR="00853D40" w:rsidRPr="00083085" w:rsidRDefault="00853D40" w:rsidP="001B11EE">
            <w:pPr>
              <w:pStyle w:val="TabNumeri"/>
            </w:pPr>
            <w:r w:rsidRPr="00340545">
              <w:t>-0,4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4CACA64A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674398E" w14:textId="77777777" w:rsidR="00853D40" w:rsidRPr="00811B57" w:rsidRDefault="00853D40" w:rsidP="001B11EE">
            <w:pPr>
              <w:pStyle w:val="TabNumeri"/>
            </w:pPr>
            <w:r w:rsidRPr="00F255AA">
              <w:t>3,1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3D0B9CE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7974D6AB" w14:textId="77777777" w:rsidR="00853D40" w:rsidRPr="00A319C0" w:rsidRDefault="00853D40" w:rsidP="001B11EE">
            <w:pPr>
              <w:pStyle w:val="TabNumeri"/>
            </w:pPr>
            <w:r w:rsidRPr="00413582">
              <w:t>1,5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25C5F3A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7CBDE658" w14:textId="77777777" w:rsidR="00853D40" w:rsidRPr="00D32E0A" w:rsidRDefault="00853D40" w:rsidP="001B11EE">
            <w:pPr>
              <w:pStyle w:val="TabNumeri"/>
            </w:pPr>
            <w:r>
              <w:t>2,3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C3AB99A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3EF17B3" w14:textId="77777777" w:rsidR="00853D40" w:rsidRPr="00EE2A60" w:rsidRDefault="00853D40" w:rsidP="001B11EE">
            <w:pPr>
              <w:pStyle w:val="TabNumeri"/>
            </w:pPr>
            <w:r w:rsidRPr="007D385C">
              <w:t>1,4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566CDDD5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0DDC06B9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3C929384" w14:textId="77777777" w:rsidR="00853D40" w:rsidRPr="00233F5C" w:rsidRDefault="00853D40" w:rsidP="001B11EE">
            <w:pPr>
              <w:pStyle w:val="TabEtichette"/>
            </w:pPr>
            <w:r w:rsidRPr="00233F5C">
              <w:t>Esportazioni</w:t>
            </w:r>
          </w:p>
        </w:tc>
        <w:tc>
          <w:tcPr>
            <w:tcW w:w="1021" w:type="dxa"/>
          </w:tcPr>
          <w:p w14:paraId="5E32112F" w14:textId="77777777" w:rsidR="00853D40" w:rsidRPr="00083085" w:rsidRDefault="00853D40" w:rsidP="001B11EE">
            <w:pPr>
              <w:pStyle w:val="TabNumeri"/>
            </w:pPr>
            <w:r w:rsidRPr="00340545">
              <w:t>1,2</w:t>
            </w:r>
          </w:p>
        </w:tc>
        <w:tc>
          <w:tcPr>
            <w:tcW w:w="340" w:type="dxa"/>
          </w:tcPr>
          <w:p w14:paraId="41CA16EF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00DEA705" w14:textId="77777777" w:rsidR="00853D40" w:rsidRPr="00811B57" w:rsidRDefault="00853D40" w:rsidP="001B11EE">
            <w:pPr>
              <w:pStyle w:val="TabNumeri"/>
            </w:pPr>
            <w:r w:rsidRPr="00F255AA">
              <w:t>3,2</w:t>
            </w:r>
          </w:p>
        </w:tc>
        <w:tc>
          <w:tcPr>
            <w:tcW w:w="340" w:type="dxa"/>
          </w:tcPr>
          <w:p w14:paraId="78BA1646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15F562C3" w14:textId="77777777" w:rsidR="00853D40" w:rsidRPr="00A319C0" w:rsidRDefault="00853D40" w:rsidP="001B11EE">
            <w:pPr>
              <w:pStyle w:val="TabNumeri"/>
            </w:pPr>
            <w:r w:rsidRPr="00413582">
              <w:t>1,3</w:t>
            </w:r>
          </w:p>
        </w:tc>
        <w:tc>
          <w:tcPr>
            <w:tcW w:w="340" w:type="dxa"/>
          </w:tcPr>
          <w:p w14:paraId="01DA7E14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36237153" w14:textId="77777777" w:rsidR="00853D40" w:rsidRPr="00D32E0A" w:rsidRDefault="00853D40" w:rsidP="001B11EE">
            <w:pPr>
              <w:pStyle w:val="TabNumeri"/>
            </w:pPr>
            <w:r>
              <w:t>1,7</w:t>
            </w:r>
          </w:p>
        </w:tc>
        <w:tc>
          <w:tcPr>
            <w:tcW w:w="340" w:type="dxa"/>
          </w:tcPr>
          <w:p w14:paraId="08BF4F81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2E59C3E2" w14:textId="77777777" w:rsidR="00853D40" w:rsidRPr="00EE2A60" w:rsidRDefault="00853D40" w:rsidP="001B11EE">
            <w:pPr>
              <w:pStyle w:val="TabNumeri"/>
            </w:pPr>
            <w:r w:rsidRPr="007D385C">
              <w:t>1,2</w:t>
            </w:r>
          </w:p>
        </w:tc>
        <w:tc>
          <w:tcPr>
            <w:tcW w:w="342" w:type="dxa"/>
          </w:tcPr>
          <w:p w14:paraId="44BC7B89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18CFE5F7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CFA936A" w14:textId="77777777" w:rsidR="00853D40" w:rsidRPr="00233F5C" w:rsidRDefault="00853D40" w:rsidP="001B11EE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43F629CA" w14:textId="77777777" w:rsidR="00853D40" w:rsidRPr="00083085" w:rsidRDefault="00853D40" w:rsidP="001B11EE">
            <w:pPr>
              <w:pStyle w:val="TabNumeri"/>
            </w:pPr>
            <w:proofErr w:type="spellStart"/>
            <w:r w:rsidRPr="00340545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55AE13E1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23D955A" w14:textId="77777777" w:rsidR="00853D40" w:rsidRPr="00811B57" w:rsidRDefault="00853D40" w:rsidP="001B11EE">
            <w:pPr>
              <w:pStyle w:val="TabNumeri"/>
            </w:pPr>
            <w:r w:rsidRPr="00F255AA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F9765C6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4E285317" w14:textId="77777777" w:rsidR="00853D40" w:rsidRPr="00A319C0" w:rsidRDefault="00853D40" w:rsidP="001B11EE">
            <w:pPr>
              <w:pStyle w:val="TabNumeri"/>
            </w:pPr>
            <w:r w:rsidRPr="00413582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C08845A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6DCA5938" w14:textId="77777777" w:rsidR="00853D40" w:rsidRPr="00D32E0A" w:rsidRDefault="00853D40" w:rsidP="001B11EE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06CDA22C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9D329F5" w14:textId="77777777" w:rsidR="00853D40" w:rsidRPr="00EE2A60" w:rsidRDefault="00853D40" w:rsidP="001B11EE">
            <w:pPr>
              <w:pStyle w:val="TabNumeri"/>
            </w:pPr>
            <w:r w:rsidRPr="007D385C">
              <w:t>0,2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54FD69C7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1BF98762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AB5F311" w14:textId="77777777" w:rsidR="00853D40" w:rsidRPr="00233F5C" w:rsidRDefault="00853D40" w:rsidP="001B11EE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1021" w:type="dxa"/>
          </w:tcPr>
          <w:p w14:paraId="313AD82D" w14:textId="77777777" w:rsidR="00853D40" w:rsidRPr="00083085" w:rsidRDefault="00853D40" w:rsidP="001B11EE">
            <w:pPr>
              <w:pStyle w:val="TabNumeri"/>
            </w:pPr>
            <w:r w:rsidRPr="00340545">
              <w:t>0,4</w:t>
            </w:r>
          </w:p>
        </w:tc>
        <w:tc>
          <w:tcPr>
            <w:tcW w:w="340" w:type="dxa"/>
          </w:tcPr>
          <w:p w14:paraId="3983F9B5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170F79E9" w14:textId="77777777" w:rsidR="00853D40" w:rsidRPr="00811B57" w:rsidRDefault="00853D40" w:rsidP="001B11EE">
            <w:pPr>
              <w:pStyle w:val="TabNumeri"/>
            </w:pPr>
            <w:r w:rsidRPr="00F255AA">
              <w:t>0,4</w:t>
            </w:r>
          </w:p>
        </w:tc>
        <w:tc>
          <w:tcPr>
            <w:tcW w:w="340" w:type="dxa"/>
          </w:tcPr>
          <w:p w14:paraId="47C49B5D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5C890FB5" w14:textId="77777777" w:rsidR="00853D40" w:rsidRPr="00A319C0" w:rsidRDefault="00853D40" w:rsidP="001B11EE">
            <w:pPr>
              <w:pStyle w:val="TabNumeri"/>
            </w:pPr>
            <w:r w:rsidRPr="00413582">
              <w:t>0,4</w:t>
            </w:r>
          </w:p>
        </w:tc>
        <w:tc>
          <w:tcPr>
            <w:tcW w:w="340" w:type="dxa"/>
          </w:tcPr>
          <w:p w14:paraId="112C7331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714BC982" w14:textId="77777777" w:rsidR="00853D40" w:rsidRPr="00D32E0A" w:rsidRDefault="00853D40" w:rsidP="001B11EE">
            <w:pPr>
              <w:pStyle w:val="TabNumeri"/>
            </w:pPr>
            <w:r>
              <w:t>0,8</w:t>
            </w:r>
          </w:p>
        </w:tc>
        <w:tc>
          <w:tcPr>
            <w:tcW w:w="340" w:type="dxa"/>
          </w:tcPr>
          <w:p w14:paraId="037E6E9A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2465AC7D" w14:textId="77777777" w:rsidR="00853D40" w:rsidRPr="00EE2A60" w:rsidRDefault="00853D40" w:rsidP="001B11EE">
            <w:pPr>
              <w:pStyle w:val="TabNumeri"/>
            </w:pPr>
            <w:r w:rsidRPr="007D385C">
              <w:t>0,6</w:t>
            </w:r>
          </w:p>
        </w:tc>
        <w:tc>
          <w:tcPr>
            <w:tcW w:w="342" w:type="dxa"/>
          </w:tcPr>
          <w:p w14:paraId="6B970722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0ABC4E60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ECB80F5" w14:textId="77777777" w:rsidR="00853D40" w:rsidRPr="00233F5C" w:rsidRDefault="00853D40" w:rsidP="001B11EE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701F2658" w14:textId="77777777" w:rsidR="00853D40" w:rsidRPr="00083085" w:rsidRDefault="00853D40" w:rsidP="001B11EE">
            <w:pPr>
              <w:pStyle w:val="TabNumeri"/>
            </w:pPr>
            <w:r w:rsidRPr="00340545">
              <w:t>-0,3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60EFB05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37C0F52A" w14:textId="77777777" w:rsidR="00853D40" w:rsidRPr="00811B57" w:rsidRDefault="00853D40" w:rsidP="001B11EE">
            <w:pPr>
              <w:pStyle w:val="TabNumeri"/>
            </w:pPr>
            <w:r w:rsidRPr="00F255AA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08A19F6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4D12B3B4" w14:textId="77777777" w:rsidR="00853D40" w:rsidRPr="00A319C0" w:rsidRDefault="00853D40" w:rsidP="001B11EE">
            <w:pPr>
              <w:pStyle w:val="TabNumeri"/>
            </w:pPr>
            <w:r w:rsidRPr="00413582"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184E937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42F3CCB4" w14:textId="77777777" w:rsidR="00853D40" w:rsidRPr="00D32E0A" w:rsidRDefault="00853D40" w:rsidP="001B11EE">
            <w:pPr>
              <w:pStyle w:val="TabNumeri"/>
            </w:pPr>
            <w:r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E00FA8C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6988894" w14:textId="77777777" w:rsidR="00853D40" w:rsidRPr="00EE2A60" w:rsidRDefault="00853D40" w:rsidP="001B11EE">
            <w:pPr>
              <w:pStyle w:val="TabNumeri"/>
            </w:pPr>
            <w:r w:rsidRPr="007D385C">
              <w:t>-0,3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44BC66B0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15AFFD13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5176395" w14:textId="77777777" w:rsidR="00853D40" w:rsidRPr="00233F5C" w:rsidRDefault="00853D40" w:rsidP="001B11EE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1021" w:type="dxa"/>
          </w:tcPr>
          <w:p w14:paraId="1D543980" w14:textId="77777777" w:rsidR="00853D40" w:rsidRPr="00083085" w:rsidRDefault="00853D40" w:rsidP="001B11EE">
            <w:pPr>
              <w:pStyle w:val="TabNumeri"/>
            </w:pPr>
            <w:r w:rsidRPr="00340545">
              <w:t>1,4</w:t>
            </w:r>
          </w:p>
        </w:tc>
        <w:tc>
          <w:tcPr>
            <w:tcW w:w="340" w:type="dxa"/>
          </w:tcPr>
          <w:p w14:paraId="432EAC68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7098E181" w14:textId="77777777" w:rsidR="00853D40" w:rsidRPr="00811B57" w:rsidRDefault="00853D40" w:rsidP="001B11EE">
            <w:pPr>
              <w:pStyle w:val="TabNumeri"/>
            </w:pPr>
            <w:r w:rsidRPr="00F255AA">
              <w:t>2,2</w:t>
            </w:r>
          </w:p>
        </w:tc>
        <w:tc>
          <w:tcPr>
            <w:tcW w:w="340" w:type="dxa"/>
          </w:tcPr>
          <w:p w14:paraId="340FF5E5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6359188C" w14:textId="77777777" w:rsidR="00853D40" w:rsidRPr="00A319C0" w:rsidRDefault="00853D40" w:rsidP="001B11EE">
            <w:pPr>
              <w:pStyle w:val="TabNumeri"/>
            </w:pPr>
            <w:r w:rsidRPr="00413582">
              <w:t>0,8</w:t>
            </w:r>
          </w:p>
        </w:tc>
        <w:tc>
          <w:tcPr>
            <w:tcW w:w="340" w:type="dxa"/>
          </w:tcPr>
          <w:p w14:paraId="6C0FA233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2ECE7B96" w14:textId="77777777" w:rsidR="00853D40" w:rsidRPr="00D32E0A" w:rsidRDefault="00853D40" w:rsidP="001B11EE">
            <w:pPr>
              <w:pStyle w:val="TabNumeri"/>
            </w:pPr>
            <w:r>
              <w:t>0,4</w:t>
            </w:r>
          </w:p>
        </w:tc>
        <w:tc>
          <w:tcPr>
            <w:tcW w:w="340" w:type="dxa"/>
          </w:tcPr>
          <w:p w14:paraId="4267E31D" w14:textId="77777777" w:rsidR="00853D40" w:rsidRPr="00CC1FAE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26809D2A" w14:textId="77777777" w:rsidR="00853D40" w:rsidRPr="00CC1FAE" w:rsidRDefault="00853D40" w:rsidP="001B11EE">
            <w:pPr>
              <w:pStyle w:val="TabNumeri"/>
            </w:pPr>
            <w:r w:rsidRPr="007D385C">
              <w:t>1,0</w:t>
            </w:r>
          </w:p>
        </w:tc>
        <w:tc>
          <w:tcPr>
            <w:tcW w:w="342" w:type="dxa"/>
          </w:tcPr>
          <w:p w14:paraId="2F1A0EA1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5B19BD35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1B8C796D" w14:textId="77777777" w:rsidR="00853D40" w:rsidRPr="00233F5C" w:rsidRDefault="00853D40" w:rsidP="001B11EE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771B14EC" w14:textId="77777777" w:rsidR="00853D40" w:rsidRPr="00083085" w:rsidRDefault="00853D40" w:rsidP="001B11EE">
            <w:pPr>
              <w:pStyle w:val="TabNumeri"/>
            </w:pPr>
            <w:r w:rsidRPr="00340545"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4FEA921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8AB3986" w14:textId="77777777" w:rsidR="00853D40" w:rsidRPr="00811B57" w:rsidRDefault="00853D40" w:rsidP="001B11EE">
            <w:pPr>
              <w:pStyle w:val="TabNumeri"/>
            </w:pPr>
            <w:proofErr w:type="spellStart"/>
            <w:r w:rsidRPr="00F255AA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7BCA77AF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15E62A5" w14:textId="77777777" w:rsidR="00853D40" w:rsidRPr="00A319C0" w:rsidRDefault="00853D40" w:rsidP="001B11EE">
            <w:pPr>
              <w:pStyle w:val="TabNumeri"/>
            </w:pPr>
            <w:proofErr w:type="spellStart"/>
            <w:r w:rsidRPr="00413582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3CFB2756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0A20EE74" w14:textId="77777777" w:rsidR="00853D40" w:rsidRPr="00D32E0A" w:rsidRDefault="00853D40" w:rsidP="001B11EE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C68944F" w14:textId="77777777" w:rsidR="00853D40" w:rsidRPr="00D32E0A" w:rsidRDefault="00853D40" w:rsidP="001B11EE">
            <w:pPr>
              <w:pStyle w:val="TabNumeri"/>
            </w:pPr>
            <w:r>
              <w:t>[2]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430E6F12" w14:textId="77777777" w:rsidR="00853D40" w:rsidRPr="00EE2A60" w:rsidRDefault="00853D40" w:rsidP="001B11EE">
            <w:pPr>
              <w:pStyle w:val="TabNumeri"/>
            </w:pPr>
            <w:r w:rsidRPr="007D385C">
              <w:t>0,9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1BC7CD3F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21975849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057C737F" w14:textId="77777777" w:rsidR="00853D40" w:rsidRPr="00233F5C" w:rsidRDefault="00853D40" w:rsidP="001B11EE">
            <w:pPr>
              <w:pStyle w:val="TabEtichette"/>
            </w:pPr>
            <w:r w:rsidRPr="00233F5C">
              <w:t>- costruzioni</w:t>
            </w:r>
          </w:p>
        </w:tc>
        <w:tc>
          <w:tcPr>
            <w:tcW w:w="1021" w:type="dxa"/>
          </w:tcPr>
          <w:p w14:paraId="12678F6E" w14:textId="77777777" w:rsidR="00853D40" w:rsidRPr="00083085" w:rsidRDefault="00853D40" w:rsidP="001B11EE">
            <w:pPr>
              <w:pStyle w:val="TabNumeri"/>
            </w:pPr>
            <w:r w:rsidRPr="00340545">
              <w:t>2,6</w:t>
            </w:r>
          </w:p>
        </w:tc>
        <w:tc>
          <w:tcPr>
            <w:tcW w:w="340" w:type="dxa"/>
          </w:tcPr>
          <w:p w14:paraId="29F61C98" w14:textId="77777777" w:rsidR="00853D40" w:rsidRPr="00B136E3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61B3BE72" w14:textId="77777777" w:rsidR="00853D40" w:rsidRPr="00811B57" w:rsidRDefault="00853D40" w:rsidP="001B11EE">
            <w:pPr>
              <w:pStyle w:val="TabNumeri"/>
            </w:pPr>
            <w:proofErr w:type="spellStart"/>
            <w:r w:rsidRPr="00F255AA">
              <w:t>n.d.</w:t>
            </w:r>
            <w:proofErr w:type="spellEnd"/>
          </w:p>
        </w:tc>
        <w:tc>
          <w:tcPr>
            <w:tcW w:w="340" w:type="dxa"/>
          </w:tcPr>
          <w:p w14:paraId="479E0357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13F2F7FA" w14:textId="77777777" w:rsidR="00853D40" w:rsidRPr="00A319C0" w:rsidRDefault="00853D40" w:rsidP="001B11EE">
            <w:pPr>
              <w:pStyle w:val="TabNumeri"/>
            </w:pPr>
            <w:proofErr w:type="spellStart"/>
            <w:r w:rsidRPr="00413582">
              <w:t>n.d.</w:t>
            </w:r>
            <w:proofErr w:type="spellEnd"/>
          </w:p>
        </w:tc>
        <w:tc>
          <w:tcPr>
            <w:tcW w:w="340" w:type="dxa"/>
          </w:tcPr>
          <w:p w14:paraId="6B1FDD5A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407BB3FD" w14:textId="77777777" w:rsidR="00853D40" w:rsidRPr="00D32E0A" w:rsidRDefault="00853D40" w:rsidP="001B11EE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14:paraId="64B4D922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08FAE098" w14:textId="77777777" w:rsidR="00853D40" w:rsidRPr="00EE2A60" w:rsidRDefault="00853D40" w:rsidP="001B11EE">
            <w:pPr>
              <w:pStyle w:val="TabNumeri"/>
            </w:pPr>
            <w:r w:rsidRPr="007D385C">
              <w:t>1,1</w:t>
            </w:r>
          </w:p>
        </w:tc>
        <w:tc>
          <w:tcPr>
            <w:tcW w:w="342" w:type="dxa"/>
          </w:tcPr>
          <w:p w14:paraId="1B86E8A2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0F13A17B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6229C4C" w14:textId="77777777" w:rsidR="00853D40" w:rsidRPr="00233F5C" w:rsidRDefault="00853D40" w:rsidP="001B11EE">
            <w:pPr>
              <w:pStyle w:val="TabEtichette"/>
            </w:pPr>
            <w:r>
              <w:t>Occupazione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38D2D6CB" w14:textId="77777777" w:rsidR="00853D40" w:rsidRPr="00083085" w:rsidRDefault="00853D40" w:rsidP="001B11EE">
            <w:pPr>
              <w:pStyle w:val="TabNumeri"/>
            </w:pPr>
            <w:r w:rsidRPr="00340545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B86F2A8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317C064" w14:textId="77777777" w:rsidR="00853D40" w:rsidRPr="00811B57" w:rsidRDefault="00853D40" w:rsidP="001B11EE">
            <w:pPr>
              <w:pStyle w:val="TabNumeri"/>
            </w:pPr>
            <w:r w:rsidRPr="00F255AA">
              <w:t>0,2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13CA05B" w14:textId="77777777" w:rsidR="00853D40" w:rsidRPr="00811B57" w:rsidRDefault="00853D40" w:rsidP="001B11EE">
            <w:pPr>
              <w:pStyle w:val="TabNumeri"/>
            </w:pPr>
            <w:r w:rsidRPr="00F255AA">
              <w:t>[3]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1DE0AFB5" w14:textId="77777777" w:rsidR="00853D40" w:rsidRPr="00A319C0" w:rsidRDefault="00853D40" w:rsidP="001B11EE">
            <w:pPr>
              <w:pStyle w:val="TabNumeri"/>
            </w:pPr>
            <w:r w:rsidRPr="00413582">
              <w:t>0,3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4FC174C4" w14:textId="77777777" w:rsidR="00853D40" w:rsidRPr="00A319C0" w:rsidRDefault="00853D40" w:rsidP="001B11EE">
            <w:pPr>
              <w:pStyle w:val="TabNumeri"/>
            </w:pPr>
            <w:r w:rsidRPr="00A319C0">
              <w:t>[3]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4BA95E04" w14:textId="77777777" w:rsidR="00853D40" w:rsidRPr="00D32E0A" w:rsidRDefault="00853D40" w:rsidP="001B11EE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B889EFD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03481A18" w14:textId="77777777" w:rsidR="00853D40" w:rsidRPr="00EE2A60" w:rsidRDefault="00853D40" w:rsidP="001B11EE">
            <w:pPr>
              <w:pStyle w:val="TabNumeri"/>
            </w:pPr>
            <w:r w:rsidRPr="007D385C">
              <w:t>0,1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001DB775" w14:textId="77777777" w:rsidR="00853D40" w:rsidRPr="00EE2A60" w:rsidRDefault="00853D40" w:rsidP="001B11EE">
            <w:pPr>
              <w:pStyle w:val="TabNumeri"/>
            </w:pPr>
            <w:r w:rsidRPr="00EE2A60">
              <w:t>[4 7]</w:t>
            </w:r>
          </w:p>
        </w:tc>
      </w:tr>
      <w:tr w:rsidR="00853D40" w14:paraId="3898365D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F26A8F7" w14:textId="77777777" w:rsidR="00853D40" w:rsidRPr="00233F5C" w:rsidRDefault="00853D40" w:rsidP="001B11EE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1021" w:type="dxa"/>
          </w:tcPr>
          <w:p w14:paraId="092D1201" w14:textId="77777777" w:rsidR="00853D40" w:rsidRPr="00D862EC" w:rsidRDefault="00853D40" w:rsidP="001B11EE">
            <w:pPr>
              <w:pStyle w:val="TabNumeri"/>
            </w:pPr>
            <w:r w:rsidRPr="00340545">
              <w:t>9,9</w:t>
            </w:r>
          </w:p>
        </w:tc>
        <w:tc>
          <w:tcPr>
            <w:tcW w:w="340" w:type="dxa"/>
          </w:tcPr>
          <w:p w14:paraId="21187706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429ADFAC" w14:textId="77777777" w:rsidR="00853D40" w:rsidRPr="00811B57" w:rsidRDefault="00853D40" w:rsidP="001B11EE">
            <w:pPr>
              <w:pStyle w:val="TabNumeri"/>
            </w:pPr>
            <w:r w:rsidRPr="00F255AA">
              <w:t>10,3</w:t>
            </w:r>
          </w:p>
        </w:tc>
        <w:tc>
          <w:tcPr>
            <w:tcW w:w="340" w:type="dxa"/>
          </w:tcPr>
          <w:p w14:paraId="4A838FB1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342C5AB5" w14:textId="77777777" w:rsidR="00853D40" w:rsidRPr="00A319C0" w:rsidRDefault="00853D40" w:rsidP="001B11EE">
            <w:pPr>
              <w:pStyle w:val="TabNumeri"/>
            </w:pPr>
            <w:r w:rsidRPr="00413582">
              <w:t>10,0</w:t>
            </w:r>
          </w:p>
        </w:tc>
        <w:tc>
          <w:tcPr>
            <w:tcW w:w="340" w:type="dxa"/>
          </w:tcPr>
          <w:p w14:paraId="24A0B0B1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43A72F19" w14:textId="77777777" w:rsidR="00853D40" w:rsidRPr="00D32E0A" w:rsidRDefault="00853D40" w:rsidP="001B11EE">
            <w:pPr>
              <w:pStyle w:val="TabNumeri"/>
            </w:pPr>
            <w:r>
              <w:t>9,7</w:t>
            </w:r>
          </w:p>
        </w:tc>
        <w:tc>
          <w:tcPr>
            <w:tcW w:w="340" w:type="dxa"/>
          </w:tcPr>
          <w:p w14:paraId="7FC69FC7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01ECA35C" w14:textId="77777777" w:rsidR="00853D40" w:rsidRPr="00EE2A60" w:rsidRDefault="00853D40" w:rsidP="001B11EE">
            <w:pPr>
              <w:pStyle w:val="TabNumeri"/>
            </w:pPr>
            <w:r w:rsidRPr="007D385C">
              <w:t>9,7</w:t>
            </w:r>
          </w:p>
        </w:tc>
        <w:tc>
          <w:tcPr>
            <w:tcW w:w="342" w:type="dxa"/>
          </w:tcPr>
          <w:p w14:paraId="6E43C2E1" w14:textId="77777777" w:rsidR="00853D40" w:rsidRPr="00EE2A60" w:rsidRDefault="00853D40" w:rsidP="001B11EE">
            <w:pPr>
              <w:pStyle w:val="TabNumeri"/>
            </w:pPr>
            <w:r w:rsidRPr="00EE2A60">
              <w:t>[8]</w:t>
            </w:r>
          </w:p>
        </w:tc>
      </w:tr>
      <w:tr w:rsidR="00853D40" w14:paraId="3C0F549C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426A6BAC" w14:textId="77777777" w:rsidR="00853D40" w:rsidRPr="00233F5C" w:rsidRDefault="00853D40" w:rsidP="001B11EE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07B16FD1" w14:textId="77777777" w:rsidR="00853D40" w:rsidRPr="00D862EC" w:rsidRDefault="00853D40" w:rsidP="001B11EE">
            <w:pPr>
              <w:pStyle w:val="TabNumeri"/>
            </w:pPr>
            <w:r w:rsidRPr="00340545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D1B5F98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E2F2CAC" w14:textId="77777777" w:rsidR="00853D40" w:rsidRPr="00811B57" w:rsidRDefault="00853D40" w:rsidP="001B11EE">
            <w:pPr>
              <w:pStyle w:val="TabNumeri"/>
            </w:pPr>
            <w:r w:rsidRPr="00F255AA">
              <w:t>1,0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2D1B63F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2498114" w14:textId="77777777" w:rsidR="00853D40" w:rsidRPr="00A319C0" w:rsidRDefault="00853D40" w:rsidP="001B11EE">
            <w:pPr>
              <w:pStyle w:val="TabNumeri"/>
            </w:pPr>
            <w:r w:rsidRPr="00413582">
              <w:t>0,6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8E9AF36" w14:textId="77777777" w:rsidR="00853D40" w:rsidRPr="00A319C0" w:rsidRDefault="00853D40" w:rsidP="001B11EE">
            <w:pPr>
              <w:pStyle w:val="TabNumeri"/>
            </w:pPr>
            <w:r w:rsidRPr="00A319C0">
              <w:t>[5]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67F38760" w14:textId="77777777" w:rsidR="00853D40" w:rsidRPr="00D32E0A" w:rsidRDefault="00853D40" w:rsidP="001B11EE">
            <w:pPr>
              <w:pStyle w:val="TabNumeri"/>
            </w:pPr>
            <w:r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49D6923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5D70F7A" w14:textId="77777777" w:rsidR="00853D40" w:rsidRPr="00EE2A60" w:rsidRDefault="00853D40" w:rsidP="001B11EE">
            <w:pPr>
              <w:pStyle w:val="TabNumeri"/>
            </w:pPr>
            <w:r w:rsidRPr="007D385C">
              <w:t>0,8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467971CB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2A15C7E1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332DB2AC" w14:textId="77777777" w:rsidR="00853D40" w:rsidRPr="00233F5C" w:rsidRDefault="00853D40" w:rsidP="001B11EE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1021" w:type="dxa"/>
          </w:tcPr>
          <w:p w14:paraId="7B2C4DB1" w14:textId="77777777" w:rsidR="00853D40" w:rsidRPr="00083085" w:rsidRDefault="00853D40" w:rsidP="001B11EE">
            <w:pPr>
              <w:pStyle w:val="TabNumeri"/>
            </w:pPr>
            <w:proofErr w:type="spellStart"/>
            <w:r w:rsidRPr="00340545">
              <w:t>n.d.</w:t>
            </w:r>
            <w:proofErr w:type="spellEnd"/>
          </w:p>
        </w:tc>
        <w:tc>
          <w:tcPr>
            <w:tcW w:w="340" w:type="dxa"/>
          </w:tcPr>
          <w:p w14:paraId="6DAD7E01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33C7CC33" w14:textId="77777777" w:rsidR="00853D40" w:rsidRPr="00811B57" w:rsidRDefault="00853D40" w:rsidP="001B11EE">
            <w:pPr>
              <w:pStyle w:val="TabNumeri"/>
            </w:pPr>
            <w:r w:rsidRPr="00F255AA">
              <w:t>2,9</w:t>
            </w:r>
          </w:p>
        </w:tc>
        <w:tc>
          <w:tcPr>
            <w:tcW w:w="340" w:type="dxa"/>
          </w:tcPr>
          <w:p w14:paraId="12F1804B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55D386D3" w14:textId="77777777" w:rsidR="00853D40" w:rsidRPr="00A319C0" w:rsidRDefault="00853D40" w:rsidP="001B11EE">
            <w:pPr>
              <w:pStyle w:val="TabNumeri"/>
            </w:pPr>
            <w:r w:rsidRPr="00413582">
              <w:t>2,7</w:t>
            </w:r>
          </w:p>
        </w:tc>
        <w:tc>
          <w:tcPr>
            <w:tcW w:w="340" w:type="dxa"/>
          </w:tcPr>
          <w:p w14:paraId="2EE834BB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1D3BA8E0" w14:textId="77777777" w:rsidR="00853D40" w:rsidRPr="00D32E0A" w:rsidRDefault="00853D40" w:rsidP="001B11EE">
            <w:pPr>
              <w:pStyle w:val="TabNumeri"/>
            </w:pPr>
            <w:r>
              <w:t>2,7</w:t>
            </w:r>
          </w:p>
        </w:tc>
        <w:tc>
          <w:tcPr>
            <w:tcW w:w="340" w:type="dxa"/>
          </w:tcPr>
          <w:p w14:paraId="14CA6308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3345F296" w14:textId="77777777" w:rsidR="00853D40" w:rsidRPr="00EE2A60" w:rsidRDefault="00853D40" w:rsidP="001B11EE">
            <w:pPr>
              <w:pStyle w:val="TabNumeri"/>
            </w:pPr>
            <w:r w:rsidRPr="007D385C">
              <w:t>3,6</w:t>
            </w:r>
          </w:p>
        </w:tc>
        <w:tc>
          <w:tcPr>
            <w:tcW w:w="342" w:type="dxa"/>
          </w:tcPr>
          <w:p w14:paraId="1D7845AD" w14:textId="77777777" w:rsidR="00853D40" w:rsidRPr="00EE2A60" w:rsidRDefault="00853D40" w:rsidP="001B11EE">
            <w:pPr>
              <w:pStyle w:val="TabNumeri"/>
            </w:pPr>
            <w:r w:rsidRPr="00EE2A60">
              <w:t>[6 7]</w:t>
            </w:r>
          </w:p>
        </w:tc>
      </w:tr>
      <w:tr w:rsidR="00853D40" w14:paraId="353FEDF5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20A1C7E6" w14:textId="77777777" w:rsidR="00853D40" w:rsidRPr="00233F5C" w:rsidRDefault="00853D40" w:rsidP="001B11EE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797E8F21" w14:textId="77777777" w:rsidR="00853D40" w:rsidRPr="00D862EC" w:rsidRDefault="00853D40" w:rsidP="001B11EE">
            <w:pPr>
              <w:pStyle w:val="TabNumeri"/>
            </w:pPr>
            <w:r w:rsidRPr="00340545">
              <w:t>1,7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745D742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D5FB29B" w14:textId="77777777" w:rsidR="00853D40" w:rsidRPr="00811B57" w:rsidRDefault="00853D40" w:rsidP="001B11EE">
            <w:pPr>
              <w:pStyle w:val="TabNumeri"/>
            </w:pPr>
            <w:r w:rsidRPr="00F255AA"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B539D8D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51D021BC" w14:textId="77777777" w:rsidR="00853D40" w:rsidRPr="00A319C0" w:rsidRDefault="00853D40" w:rsidP="001B11EE">
            <w:pPr>
              <w:pStyle w:val="TabNumeri"/>
            </w:pPr>
            <w:r w:rsidRPr="00413582">
              <w:t>1,0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8AAF859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2063A03" w14:textId="77777777" w:rsidR="00853D40" w:rsidRPr="00D32E0A" w:rsidRDefault="00853D40" w:rsidP="001B11EE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13EC4A1A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6AE38615" w14:textId="77777777" w:rsidR="00853D40" w:rsidRPr="00EE2A60" w:rsidRDefault="00853D40" w:rsidP="001B11EE">
            <w:pPr>
              <w:pStyle w:val="TabNumeri"/>
            </w:pPr>
            <w:r w:rsidRPr="007D385C">
              <w:t>1,1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359BCE23" w14:textId="77777777" w:rsidR="00853D40" w:rsidRPr="00EE2A60" w:rsidRDefault="00853D40" w:rsidP="001B11EE">
            <w:pPr>
              <w:pStyle w:val="TabNumeri"/>
            </w:pPr>
            <w:r w:rsidRPr="00EE2A60">
              <w:t>[8]</w:t>
            </w:r>
          </w:p>
        </w:tc>
      </w:tr>
      <w:tr w:rsidR="00853D40" w14:paraId="393EA8AC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098904A" w14:textId="77777777" w:rsidR="00853D40" w:rsidRPr="00233F5C" w:rsidRDefault="00853D40" w:rsidP="001B11EE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1021" w:type="dxa"/>
          </w:tcPr>
          <w:p w14:paraId="27E4613E" w14:textId="77777777" w:rsidR="00853D40" w:rsidRPr="00D862EC" w:rsidRDefault="00853D40" w:rsidP="001B11EE">
            <w:pPr>
              <w:pStyle w:val="TabNumeri"/>
            </w:pPr>
            <w:r w:rsidRPr="00340545">
              <w:t>1,6</w:t>
            </w:r>
          </w:p>
        </w:tc>
        <w:tc>
          <w:tcPr>
            <w:tcW w:w="340" w:type="dxa"/>
          </w:tcPr>
          <w:p w14:paraId="7F7352D3" w14:textId="77777777" w:rsidR="00853D40" w:rsidRPr="004936D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063D578D" w14:textId="77777777" w:rsidR="00853D40" w:rsidRPr="00811B57" w:rsidRDefault="00853D40" w:rsidP="001B11EE">
            <w:pPr>
              <w:pStyle w:val="TabNumeri"/>
            </w:pPr>
            <w:r w:rsidRPr="00F255AA">
              <w:t>2,5</w:t>
            </w:r>
          </w:p>
        </w:tc>
        <w:tc>
          <w:tcPr>
            <w:tcW w:w="340" w:type="dxa"/>
          </w:tcPr>
          <w:p w14:paraId="7A54691A" w14:textId="77777777" w:rsidR="00853D40" w:rsidRPr="00811B57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13510315" w14:textId="77777777" w:rsidR="00853D40" w:rsidRPr="00A319C0" w:rsidRDefault="00853D40" w:rsidP="001B11EE">
            <w:pPr>
              <w:pStyle w:val="TabNumeri"/>
            </w:pPr>
            <w:r w:rsidRPr="00413582">
              <w:t>2,2</w:t>
            </w:r>
          </w:p>
        </w:tc>
        <w:tc>
          <w:tcPr>
            <w:tcW w:w="340" w:type="dxa"/>
          </w:tcPr>
          <w:p w14:paraId="25F00131" w14:textId="77777777" w:rsidR="00853D40" w:rsidRPr="00A319C0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036A7000" w14:textId="77777777" w:rsidR="00853D40" w:rsidRPr="00D32E0A" w:rsidRDefault="00853D40" w:rsidP="001B11EE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14:paraId="25575025" w14:textId="77777777" w:rsidR="00853D40" w:rsidRPr="00D32E0A" w:rsidRDefault="00853D40" w:rsidP="001B11EE">
            <w:pPr>
              <w:pStyle w:val="TabNumeri"/>
            </w:pPr>
          </w:p>
        </w:tc>
        <w:tc>
          <w:tcPr>
            <w:tcW w:w="1021" w:type="dxa"/>
          </w:tcPr>
          <w:p w14:paraId="21AA725C" w14:textId="77777777" w:rsidR="00853D40" w:rsidRPr="00EE2A60" w:rsidRDefault="00853D40" w:rsidP="001B11EE">
            <w:pPr>
              <w:pStyle w:val="TabNumeri"/>
            </w:pPr>
            <w:r w:rsidRPr="007D385C">
              <w:t>2,3</w:t>
            </w:r>
          </w:p>
        </w:tc>
        <w:tc>
          <w:tcPr>
            <w:tcW w:w="342" w:type="dxa"/>
          </w:tcPr>
          <w:p w14:paraId="22F201E0" w14:textId="77777777" w:rsidR="00853D40" w:rsidRPr="00EE2A60" w:rsidRDefault="00853D40" w:rsidP="001B11EE">
            <w:pPr>
              <w:pStyle w:val="TabNumeri"/>
            </w:pPr>
            <w:r w:rsidRPr="00EE2A60">
              <w:t>[7]</w:t>
            </w:r>
          </w:p>
        </w:tc>
      </w:tr>
      <w:tr w:rsidR="00853D40" w14:paraId="4ABAF27C" w14:textId="77777777" w:rsidTr="001B11EE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33D98E19" w14:textId="77777777" w:rsidR="00853D40" w:rsidRDefault="00853D40" w:rsidP="001B11EE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1021" w:type="dxa"/>
            <w:shd w:val="clear" w:color="auto" w:fill="EAF1DD" w:themeFill="accent3" w:themeFillTint="33"/>
          </w:tcPr>
          <w:p w14:paraId="3C2D3717" w14:textId="77777777" w:rsidR="00853D40" w:rsidRDefault="00853D40" w:rsidP="001B11EE">
            <w:pPr>
              <w:pStyle w:val="TabNumeri"/>
            </w:pPr>
            <w:r w:rsidRPr="00340545">
              <w:t>134,8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DA73750" w14:textId="77777777" w:rsidR="00853D40" w:rsidRPr="008A2BE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0301B642" w14:textId="77777777" w:rsidR="00853D40" w:rsidRPr="00811B57" w:rsidRDefault="00853D40" w:rsidP="001B11EE">
            <w:pPr>
              <w:pStyle w:val="TabNumeri"/>
            </w:pPr>
            <w:r w:rsidRPr="00F255AA">
              <w:t>133,7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3B9AC4F" w14:textId="77777777" w:rsidR="00853D4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35144498" w14:textId="77777777" w:rsidR="00853D40" w:rsidRPr="00A319C0" w:rsidRDefault="00853D40" w:rsidP="001B11EE">
            <w:pPr>
              <w:pStyle w:val="TabNumeri"/>
            </w:pPr>
            <w:r w:rsidRPr="00413582">
              <w:t>136,1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598495E" w14:textId="77777777" w:rsidR="00853D4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1E43864C" w14:textId="77777777" w:rsidR="00853D40" w:rsidRPr="00D32E0A" w:rsidRDefault="00853D40" w:rsidP="001B11EE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1F83E1B6" w14:textId="77777777" w:rsidR="00853D40" w:rsidRDefault="00853D40" w:rsidP="001B11EE">
            <w:pPr>
              <w:pStyle w:val="TabNumeri"/>
            </w:pPr>
          </w:p>
        </w:tc>
        <w:tc>
          <w:tcPr>
            <w:tcW w:w="1021" w:type="dxa"/>
            <w:shd w:val="clear" w:color="auto" w:fill="EAF1DD" w:themeFill="accent3" w:themeFillTint="33"/>
          </w:tcPr>
          <w:p w14:paraId="2176BD44" w14:textId="77777777" w:rsidR="00853D40" w:rsidRPr="00EE2A60" w:rsidRDefault="00853D40" w:rsidP="001B11EE">
            <w:pPr>
              <w:pStyle w:val="TabNumeri"/>
            </w:pPr>
            <w:r w:rsidRPr="007D385C">
              <w:t>135,7</w:t>
            </w:r>
          </w:p>
        </w:tc>
        <w:tc>
          <w:tcPr>
            <w:tcW w:w="342" w:type="dxa"/>
            <w:shd w:val="clear" w:color="auto" w:fill="EAF1DD" w:themeFill="accent3" w:themeFillTint="33"/>
          </w:tcPr>
          <w:p w14:paraId="63478B61" w14:textId="77777777" w:rsidR="00853D40" w:rsidRDefault="00853D40" w:rsidP="001B11EE">
            <w:pPr>
              <w:pStyle w:val="TabNumeri"/>
            </w:pPr>
            <w:r w:rsidRPr="00EE2A60">
              <w:t>[8]</w:t>
            </w:r>
          </w:p>
        </w:tc>
      </w:tr>
      <w:tr w:rsidR="00853D40" w:rsidRPr="00D76DB6" w14:paraId="6537E265" w14:textId="77777777" w:rsidTr="001B11EE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9359" w:type="dxa"/>
            <w:gridSpan w:val="11"/>
            <w:tcBorders>
              <w:top w:val="single" w:sz="4" w:space="0" w:color="A50021"/>
            </w:tcBorders>
          </w:tcPr>
          <w:p w14:paraId="00F56E9F" w14:textId="5BD773DF" w:rsidR="00853D40" w:rsidRPr="006629F7" w:rsidRDefault="00853D40" w:rsidP="001B11EE">
            <w:pPr>
              <w:pStyle w:val="TabNoteSuperiori"/>
            </w:pPr>
            <w:r w:rsidRPr="006629F7">
              <w:t xml:space="preserve">a] Tasso percentuale. [b] Percentuale sul Pil. [1] Variazioni del PIL e delle sue componenti stimate su dati trimestrali destagionalizzati e corretti per il numero di giornate. [2] Investment in </w:t>
            </w:r>
            <w:proofErr w:type="spellStart"/>
            <w:r w:rsidRPr="006629F7">
              <w:t>equipment</w:t>
            </w:r>
            <w:proofErr w:type="spellEnd"/>
            <w:r w:rsidRPr="006629F7">
              <w:t xml:space="preserve">. Investimenti in beni strumentali. [3] Persone. [4] Unità di lavoro standard. [5] Tasso di inflazione armonizzato Ue. [6] Bilancia commerciale (in % del Pil). [7] </w:t>
            </w:r>
            <w:proofErr w:type="spellStart"/>
            <w:r w:rsidRPr="006629F7">
              <w:t>Promoteia</w:t>
            </w:r>
            <w:proofErr w:type="spellEnd"/>
            <w:r w:rsidRPr="006629F7">
              <w:t xml:space="preserve"> Brief, febbraio </w:t>
            </w:r>
            <w:r w:rsidRPr="006629F7">
              <w:fldChar w:fldCharType="begin"/>
            </w:r>
            <w:r w:rsidRPr="006629F7">
              <w:instrText xml:space="preserve"> DATE  \@ "yyyy"  \* MERGEFORMAT </w:instrText>
            </w:r>
            <w:r w:rsidRPr="006629F7">
              <w:fldChar w:fldCharType="separate"/>
            </w:r>
            <w:r w:rsidR="004543BA" w:rsidRPr="006629F7">
              <w:rPr>
                <w:noProof/>
              </w:rPr>
              <w:t>2020</w:t>
            </w:r>
            <w:r w:rsidRPr="006629F7">
              <w:fldChar w:fldCharType="end"/>
            </w:r>
            <w:r w:rsidRPr="006629F7">
              <w:t>. [8] Rapporto di previsione, dicembre 2019.</w:t>
            </w:r>
          </w:p>
          <w:p w14:paraId="62A168A1" w14:textId="19D3ABC7" w:rsidR="00853D40" w:rsidRPr="00D76DB6" w:rsidRDefault="00853D40" w:rsidP="001B11EE">
            <w:pPr>
              <w:pStyle w:val="TabNoteInferiori"/>
            </w:pPr>
            <w:r w:rsidRPr="006629F7">
              <w:t xml:space="preserve">Fonte Istat, Pil e indebitamento AP, Prezzi al consumo, Occupati e disoccupati; Fmi, World </w:t>
            </w:r>
            <w:proofErr w:type="spellStart"/>
            <w:r w:rsidRPr="006629F7">
              <w:t>Economic</w:t>
            </w:r>
            <w:proofErr w:type="spellEnd"/>
            <w:r w:rsidRPr="006629F7">
              <w:t xml:space="preserve"> Outlook; </w:t>
            </w:r>
            <w:bookmarkStart w:id="13" w:name="_GoBack"/>
            <w:bookmarkEnd w:id="13"/>
            <w:r w:rsidRPr="006629F7">
              <w:t xml:space="preserve">Oecd, </w:t>
            </w:r>
            <w:proofErr w:type="spellStart"/>
            <w:r w:rsidRPr="006629F7">
              <w:t>Economic</w:t>
            </w:r>
            <w:proofErr w:type="spellEnd"/>
            <w:r w:rsidRPr="006629F7">
              <w:t xml:space="preserve"> Outlook; Banca d’Italia, Bollettino economico; Prometeia, Rapporto di Previsione; Prometeia, Brief.</w:t>
            </w:r>
          </w:p>
        </w:tc>
      </w:tr>
    </w:tbl>
    <w:bookmarkEnd w:id="12"/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14" w:name="_Toc448399722"/>
      <w:bookmarkStart w:id="15" w:name="_Toc509407741"/>
      <w:r>
        <w:lastRenderedPageBreak/>
        <w:t>X</w:t>
      </w:r>
      <w:r w:rsidR="00F858D8">
        <w:t>.3.</w:t>
      </w:r>
      <w:r w:rsidR="00F858D8">
        <w:tab/>
      </w:r>
      <w:bookmarkStart w:id="16" w:name="OLE_LINK1"/>
      <w:r w:rsidR="00F858D8">
        <w:t>Il quadro regionale</w:t>
      </w:r>
      <w:bookmarkEnd w:id="14"/>
      <w:bookmarkEnd w:id="15"/>
      <w:bookmarkEnd w:id="16"/>
    </w:p>
    <w:p w14:paraId="4C7C1FEF" w14:textId="723C6BDF" w:rsidR="00DF0CEB" w:rsidRDefault="00DF0CEB" w:rsidP="000A6AC8"/>
    <w:p w14:paraId="50E1F694" w14:textId="77777777"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77777777" w:rsidR="000A6AC8" w:rsidRPr="007C570B" w:rsidRDefault="000A6AC8" w:rsidP="00560490">
            <w:pPr>
              <w:pStyle w:val="TabTitolo"/>
              <w:ind w:left="1134" w:hanging="1134"/>
            </w:pPr>
            <w:bookmarkStart w:id="17" w:name="_Hlk35271308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0A6AC8" w14:paraId="75F17E47" w14:textId="77777777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0A6AC8" w:rsidRDefault="000A6AC8" w:rsidP="00560490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77777777" w:rsidR="000A6AC8" w:rsidRPr="0085406E" w:rsidRDefault="000A6AC8" w:rsidP="005701F7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</w:tr>
      <w:tr w:rsidR="000A6AC8" w14:paraId="28B0A33A" w14:textId="77777777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560490"/>
        </w:tc>
      </w:tr>
      <w:tr w:rsidR="000A6AC8" w14:paraId="47612E03" w14:textId="77777777" w:rsidTr="00560490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560490">
            <w:pPr>
              <w:pStyle w:val="tabnum"/>
            </w:pPr>
          </w:p>
        </w:tc>
      </w:tr>
      <w:tr w:rsidR="005E335D" w14:paraId="398855ED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77777777" w:rsidR="005E335D" w:rsidRPr="00AE376F" w:rsidRDefault="005E335D" w:rsidP="005E335D">
            <w:pPr>
              <w:pStyle w:val="TabNumeri"/>
            </w:pPr>
            <w:r w:rsidRPr="00AE376F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77777777" w:rsidR="005E335D" w:rsidRPr="00AE376F" w:rsidRDefault="005E335D" w:rsidP="005E335D">
            <w:pPr>
              <w:pStyle w:val="TabNumeri"/>
            </w:pPr>
            <w:r w:rsidRPr="00AE376F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</w:tr>
      <w:tr w:rsidR="005E335D" w14:paraId="40624A75" w14:textId="77777777" w:rsidTr="00560490">
        <w:trPr>
          <w:cantSplit/>
          <w:trHeight w:val="227"/>
        </w:trPr>
        <w:tc>
          <w:tcPr>
            <w:tcW w:w="4820" w:type="dxa"/>
          </w:tcPr>
          <w:p w14:paraId="3E554455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77777777" w:rsidR="005E335D" w:rsidRPr="00AE376F" w:rsidRDefault="005E335D" w:rsidP="005E335D">
            <w:pPr>
              <w:pStyle w:val="TabNumeri"/>
            </w:pPr>
            <w:r w:rsidRPr="00AE376F">
              <w:t>1,7</w:t>
            </w:r>
          </w:p>
        </w:tc>
        <w:tc>
          <w:tcPr>
            <w:tcW w:w="1134" w:type="dxa"/>
          </w:tcPr>
          <w:p w14:paraId="5F17EF70" w14:textId="77777777" w:rsidR="005E335D" w:rsidRPr="00AE376F" w:rsidRDefault="005E335D" w:rsidP="005E335D">
            <w:pPr>
              <w:pStyle w:val="TabNumeri"/>
            </w:pPr>
            <w:r w:rsidRPr="00AE376F">
              <w:t>1,4</w:t>
            </w:r>
          </w:p>
        </w:tc>
        <w:tc>
          <w:tcPr>
            <w:tcW w:w="1134" w:type="dxa"/>
          </w:tcPr>
          <w:p w14:paraId="344984E3" w14:textId="77777777" w:rsidR="005E335D" w:rsidRPr="00AE376F" w:rsidRDefault="005E335D" w:rsidP="005E335D">
            <w:pPr>
              <w:pStyle w:val="TabNumeri"/>
            </w:pPr>
            <w:r w:rsidRPr="00AE376F">
              <w:t>1,3</w:t>
            </w:r>
          </w:p>
        </w:tc>
        <w:tc>
          <w:tcPr>
            <w:tcW w:w="1134" w:type="dxa"/>
          </w:tcPr>
          <w:p w14:paraId="037BD335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</w:tr>
      <w:tr w:rsidR="005E335D" w14:paraId="02BA9AE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77777777" w:rsidR="005E335D" w:rsidRPr="00AE376F" w:rsidRDefault="005E335D" w:rsidP="005E335D">
            <w:pPr>
              <w:pStyle w:val="TabNumeri"/>
            </w:pPr>
            <w:r w:rsidRPr="00AE376F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</w:tr>
      <w:tr w:rsidR="005E335D" w14:paraId="40A77F76" w14:textId="77777777" w:rsidTr="00560490">
        <w:trPr>
          <w:cantSplit/>
          <w:trHeight w:val="227"/>
        </w:trPr>
        <w:tc>
          <w:tcPr>
            <w:tcW w:w="4820" w:type="dxa"/>
          </w:tcPr>
          <w:p w14:paraId="4BD49D0D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</w:tcPr>
          <w:p w14:paraId="49C4D9E8" w14:textId="77777777" w:rsidR="005E335D" w:rsidRPr="00AE376F" w:rsidRDefault="005E335D" w:rsidP="005E335D">
            <w:pPr>
              <w:pStyle w:val="TabNumeri"/>
            </w:pPr>
            <w:r w:rsidRPr="00AE376F">
              <w:t>0,7</w:t>
            </w:r>
          </w:p>
        </w:tc>
        <w:tc>
          <w:tcPr>
            <w:tcW w:w="1134" w:type="dxa"/>
          </w:tcPr>
          <w:p w14:paraId="1FE86ABB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</w:tcPr>
          <w:p w14:paraId="32534C6B" w14:textId="77777777" w:rsidR="005E335D" w:rsidRPr="00AE376F" w:rsidRDefault="005E335D" w:rsidP="005E335D">
            <w:pPr>
              <w:pStyle w:val="TabNumeri"/>
            </w:pPr>
            <w:r w:rsidRPr="00AE376F">
              <w:t>0,0</w:t>
            </w:r>
          </w:p>
        </w:tc>
      </w:tr>
      <w:tr w:rsidR="005E335D" w14:paraId="41CC19C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77777777" w:rsidR="005E335D" w:rsidRPr="00AE376F" w:rsidRDefault="005E335D" w:rsidP="005E335D">
            <w:pPr>
              <w:pStyle w:val="TabNumeri"/>
            </w:pPr>
            <w:r w:rsidRPr="00AE376F">
              <w:t>4,9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77777777" w:rsidR="005E335D" w:rsidRPr="00AE376F" w:rsidRDefault="005E335D" w:rsidP="005E335D">
            <w:pPr>
              <w:pStyle w:val="TabNumeri"/>
            </w:pPr>
            <w:r w:rsidRPr="00AE376F">
              <w:t>3,1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77777777" w:rsidR="005E335D" w:rsidRPr="00AE376F" w:rsidRDefault="005E335D" w:rsidP="005E335D">
            <w:pPr>
              <w:pStyle w:val="TabNumeri"/>
            </w:pPr>
            <w:r w:rsidRPr="00AE376F">
              <w:t>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77777777" w:rsidR="005E335D" w:rsidRPr="00AE376F" w:rsidRDefault="005E335D" w:rsidP="005E335D">
            <w:pPr>
              <w:pStyle w:val="TabNumeri"/>
            </w:pPr>
            <w:r w:rsidRPr="00AE376F">
              <w:t>2,4</w:t>
            </w:r>
          </w:p>
        </w:tc>
      </w:tr>
      <w:tr w:rsidR="005E335D" w14:paraId="58CF5494" w14:textId="77777777" w:rsidTr="00560490">
        <w:trPr>
          <w:cantSplit/>
          <w:trHeight w:val="227"/>
        </w:trPr>
        <w:tc>
          <w:tcPr>
            <w:tcW w:w="4820" w:type="dxa"/>
          </w:tcPr>
          <w:p w14:paraId="4E0554EF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</w:tcPr>
          <w:p w14:paraId="15200074" w14:textId="77777777" w:rsidR="005E335D" w:rsidRPr="00AE376F" w:rsidRDefault="005E335D" w:rsidP="005E335D">
            <w:pPr>
              <w:pStyle w:val="TabNumeri"/>
            </w:pPr>
            <w:r w:rsidRPr="00AE376F">
              <w:t>3,1</w:t>
            </w:r>
          </w:p>
        </w:tc>
        <w:tc>
          <w:tcPr>
            <w:tcW w:w="1134" w:type="dxa"/>
          </w:tcPr>
          <w:p w14:paraId="07BE2C79" w14:textId="77777777" w:rsidR="005E335D" w:rsidRPr="00AE376F" w:rsidRDefault="005E335D" w:rsidP="005E335D">
            <w:pPr>
              <w:pStyle w:val="TabNumeri"/>
            </w:pPr>
            <w:r w:rsidRPr="00AE376F">
              <w:t>3,2</w:t>
            </w:r>
          </w:p>
        </w:tc>
        <w:tc>
          <w:tcPr>
            <w:tcW w:w="1134" w:type="dxa"/>
          </w:tcPr>
          <w:p w14:paraId="25BCD8A1" w14:textId="77777777" w:rsidR="005E335D" w:rsidRPr="00AE376F" w:rsidRDefault="005E335D" w:rsidP="005E335D">
            <w:pPr>
              <w:pStyle w:val="TabNumeri"/>
            </w:pPr>
            <w:r w:rsidRPr="00AE376F">
              <w:t>3,2</w:t>
            </w:r>
          </w:p>
        </w:tc>
      </w:tr>
      <w:tr w:rsidR="005E335D" w14:paraId="5B6F7521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77777777" w:rsidR="005E335D" w:rsidRPr="00AE376F" w:rsidRDefault="005E335D" w:rsidP="005E335D">
            <w:pPr>
              <w:pStyle w:val="TabNumeri"/>
            </w:pPr>
            <w:r w:rsidRPr="00AE376F">
              <w:t>4,5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77777777" w:rsidR="005E335D" w:rsidRPr="00AE376F" w:rsidRDefault="005E335D" w:rsidP="005E335D">
            <w:pPr>
              <w:pStyle w:val="TabNumeri"/>
            </w:pPr>
            <w:r w:rsidRPr="00AE376F">
              <w:t>3,7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77777777" w:rsidR="005E335D" w:rsidRPr="00AE376F" w:rsidRDefault="005E335D" w:rsidP="005E335D">
            <w:pPr>
              <w:pStyle w:val="TabNumeri"/>
            </w:pPr>
            <w:r w:rsidRPr="00AE376F">
              <w:t>2,1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77777777" w:rsidR="005E335D" w:rsidRPr="00AE376F" w:rsidRDefault="005E335D" w:rsidP="005E335D">
            <w:pPr>
              <w:pStyle w:val="TabNumeri"/>
            </w:pPr>
            <w:r w:rsidRPr="00AE376F">
              <w:t>2,8</w:t>
            </w:r>
          </w:p>
        </w:tc>
      </w:tr>
      <w:tr w:rsidR="005E335D" w14:paraId="60D3834A" w14:textId="77777777" w:rsidTr="00560490">
        <w:trPr>
          <w:cantSplit/>
          <w:trHeight w:val="227"/>
        </w:trPr>
        <w:tc>
          <w:tcPr>
            <w:tcW w:w="4820" w:type="dxa"/>
          </w:tcPr>
          <w:p w14:paraId="5DED4FD3" w14:textId="77777777" w:rsidR="005E335D" w:rsidRPr="00EC6592" w:rsidRDefault="005E335D" w:rsidP="00560490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5E335D" w:rsidRPr="00AE376F" w:rsidRDefault="005E335D" w:rsidP="005E335D">
            <w:pPr>
              <w:pStyle w:val="TabNumeri"/>
            </w:pPr>
          </w:p>
        </w:tc>
      </w:tr>
      <w:tr w:rsidR="005E335D" w14:paraId="12671B4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77777777" w:rsidR="005E335D" w:rsidRPr="00AE376F" w:rsidRDefault="005E335D" w:rsidP="005E335D">
            <w:pPr>
              <w:pStyle w:val="TabNumeri"/>
            </w:pPr>
            <w:r w:rsidRPr="00AE376F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77777777" w:rsidR="005E335D" w:rsidRPr="00AE376F" w:rsidRDefault="005E335D" w:rsidP="005E335D">
            <w:pPr>
              <w:pStyle w:val="TabNumeri"/>
            </w:pPr>
            <w:r w:rsidRPr="00AE376F">
              <w:t>0,9</w:t>
            </w:r>
          </w:p>
        </w:tc>
      </w:tr>
      <w:tr w:rsidR="005E335D" w14:paraId="1E53DC3C" w14:textId="77777777" w:rsidTr="00560490">
        <w:trPr>
          <w:cantSplit/>
          <w:trHeight w:val="227"/>
        </w:trPr>
        <w:tc>
          <w:tcPr>
            <w:tcW w:w="4820" w:type="dxa"/>
          </w:tcPr>
          <w:p w14:paraId="188EEC9B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77777777" w:rsidR="005E335D" w:rsidRPr="00AE376F" w:rsidRDefault="005E335D" w:rsidP="005E335D">
            <w:pPr>
              <w:pStyle w:val="TabNumeri"/>
            </w:pPr>
            <w:r w:rsidRPr="00AE376F">
              <w:t>3,9</w:t>
            </w:r>
          </w:p>
        </w:tc>
        <w:tc>
          <w:tcPr>
            <w:tcW w:w="1134" w:type="dxa"/>
          </w:tcPr>
          <w:p w14:paraId="303D6EA3" w14:textId="77777777" w:rsidR="005E335D" w:rsidRPr="00AE376F" w:rsidRDefault="005E335D" w:rsidP="005E335D">
            <w:pPr>
              <w:pStyle w:val="TabNumeri"/>
            </w:pPr>
            <w:r w:rsidRPr="00AE376F">
              <w:t>0,1</w:t>
            </w:r>
          </w:p>
        </w:tc>
        <w:tc>
          <w:tcPr>
            <w:tcW w:w="1134" w:type="dxa"/>
          </w:tcPr>
          <w:p w14:paraId="3FCA2BAC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  <w:tc>
          <w:tcPr>
            <w:tcW w:w="1134" w:type="dxa"/>
          </w:tcPr>
          <w:p w14:paraId="49FA31C3" w14:textId="77777777" w:rsidR="005E335D" w:rsidRPr="00AE376F" w:rsidRDefault="005E335D" w:rsidP="005E335D">
            <w:pPr>
              <w:pStyle w:val="TabNumeri"/>
            </w:pPr>
            <w:r w:rsidRPr="00AE376F">
              <w:t>1,4</w:t>
            </w:r>
          </w:p>
        </w:tc>
      </w:tr>
      <w:tr w:rsidR="005E335D" w14:paraId="076CB92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77777777" w:rsidR="005E335D" w:rsidRPr="00AE376F" w:rsidRDefault="005E335D" w:rsidP="005E335D">
            <w:pPr>
              <w:pStyle w:val="TabNumeri"/>
            </w:pPr>
            <w:r w:rsidRPr="00AE376F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77777777" w:rsidR="005E335D" w:rsidRPr="00AE376F" w:rsidRDefault="005E335D" w:rsidP="005E335D">
            <w:pPr>
              <w:pStyle w:val="TabNumeri"/>
            </w:pPr>
            <w:r w:rsidRPr="00AE376F">
              <w:t>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77777777" w:rsidR="005E335D" w:rsidRPr="00AE376F" w:rsidRDefault="005E335D" w:rsidP="005E335D">
            <w:pPr>
              <w:pStyle w:val="TabNumeri"/>
            </w:pPr>
            <w:r w:rsidRPr="00AE376F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77777777" w:rsidR="005E335D" w:rsidRPr="00AE376F" w:rsidRDefault="005E335D" w:rsidP="005E335D">
            <w:pPr>
              <w:pStyle w:val="TabNumeri"/>
            </w:pPr>
            <w:r w:rsidRPr="00AE376F">
              <w:t>2,0</w:t>
            </w:r>
          </w:p>
        </w:tc>
      </w:tr>
      <w:tr w:rsidR="005E335D" w14:paraId="2C2C23CA" w14:textId="77777777" w:rsidTr="00560490">
        <w:trPr>
          <w:cantSplit/>
          <w:trHeight w:val="227"/>
        </w:trPr>
        <w:tc>
          <w:tcPr>
            <w:tcW w:w="4820" w:type="dxa"/>
          </w:tcPr>
          <w:p w14:paraId="71072637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  <w:tc>
          <w:tcPr>
            <w:tcW w:w="1134" w:type="dxa"/>
          </w:tcPr>
          <w:p w14:paraId="755D1ED7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  <w:tc>
          <w:tcPr>
            <w:tcW w:w="1134" w:type="dxa"/>
          </w:tcPr>
          <w:p w14:paraId="107514CC" w14:textId="77777777" w:rsidR="005E335D" w:rsidRPr="00AE376F" w:rsidRDefault="005E335D" w:rsidP="005E335D">
            <w:pPr>
              <w:pStyle w:val="TabNumeri"/>
            </w:pPr>
            <w:r w:rsidRPr="00AE376F">
              <w:t>0,7</w:t>
            </w:r>
          </w:p>
        </w:tc>
        <w:tc>
          <w:tcPr>
            <w:tcW w:w="1134" w:type="dxa"/>
          </w:tcPr>
          <w:p w14:paraId="76AB7ECB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</w:tr>
      <w:tr w:rsidR="005E335D" w14:paraId="2E730199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5E335D" w:rsidRDefault="005E335D" w:rsidP="0056049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77777777" w:rsidR="005E335D" w:rsidRPr="00AE376F" w:rsidRDefault="005E335D" w:rsidP="005E335D">
            <w:pPr>
              <w:pStyle w:val="TabNumeri"/>
            </w:pPr>
            <w:r w:rsidRPr="00AE376F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77777777" w:rsidR="005E335D" w:rsidRPr="00AE376F" w:rsidRDefault="005E335D" w:rsidP="005E335D">
            <w:pPr>
              <w:pStyle w:val="TabNumeri"/>
            </w:pPr>
            <w:r w:rsidRPr="00AE376F">
              <w:t>0,8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77777777" w:rsidR="005E335D" w:rsidRPr="00AE376F" w:rsidRDefault="005E335D" w:rsidP="005E335D">
            <w:pPr>
              <w:pStyle w:val="TabNumeri"/>
            </w:pPr>
            <w:r w:rsidRPr="00AE376F">
              <w:t>1,1</w:t>
            </w:r>
          </w:p>
        </w:tc>
      </w:tr>
      <w:tr w:rsidR="005E335D" w14:paraId="5F434ED6" w14:textId="77777777" w:rsidTr="00560490">
        <w:trPr>
          <w:cantSplit/>
          <w:trHeight w:val="227"/>
        </w:trPr>
        <w:tc>
          <w:tcPr>
            <w:tcW w:w="4820" w:type="dxa"/>
          </w:tcPr>
          <w:p w14:paraId="0D111956" w14:textId="77777777" w:rsidR="005E335D" w:rsidRPr="00EC6592" w:rsidRDefault="005E335D" w:rsidP="00560490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5E335D" w:rsidRPr="00AE376F" w:rsidRDefault="005E335D" w:rsidP="005E335D">
            <w:pPr>
              <w:pStyle w:val="TabNumeri"/>
            </w:pPr>
          </w:p>
        </w:tc>
      </w:tr>
      <w:tr w:rsidR="005E335D" w14:paraId="4162581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5E335D" w:rsidRPr="00983308" w:rsidRDefault="005E335D" w:rsidP="0056049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77777777" w:rsidR="005E335D" w:rsidRPr="00AE376F" w:rsidRDefault="005E335D" w:rsidP="005E335D">
            <w:pPr>
              <w:pStyle w:val="TabNumeri"/>
            </w:pPr>
            <w:r w:rsidRPr="00AE376F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77777777" w:rsidR="005E335D" w:rsidRPr="00AE376F" w:rsidRDefault="005E335D" w:rsidP="005E335D">
            <w:pPr>
              <w:pStyle w:val="TabNumeri"/>
            </w:pPr>
            <w:r w:rsidRPr="00AE376F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77777777" w:rsidR="005E335D" w:rsidRPr="00AE376F" w:rsidRDefault="005E335D" w:rsidP="005E335D">
            <w:pPr>
              <w:pStyle w:val="TabNumeri"/>
            </w:pPr>
            <w:r w:rsidRPr="00AE376F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77777777" w:rsidR="005E335D" w:rsidRPr="00AE376F" w:rsidRDefault="005E335D" w:rsidP="005E335D">
            <w:pPr>
              <w:pStyle w:val="TabNumeri"/>
            </w:pPr>
            <w:r w:rsidRPr="00AE376F">
              <w:t>0,3</w:t>
            </w:r>
          </w:p>
        </w:tc>
      </w:tr>
      <w:tr w:rsidR="005E335D" w14:paraId="22BDA044" w14:textId="77777777" w:rsidTr="00560490">
        <w:trPr>
          <w:cantSplit/>
          <w:trHeight w:val="227"/>
        </w:trPr>
        <w:tc>
          <w:tcPr>
            <w:tcW w:w="4820" w:type="dxa"/>
          </w:tcPr>
          <w:p w14:paraId="74D9DC44" w14:textId="77777777" w:rsidR="005E335D" w:rsidRDefault="005E335D" w:rsidP="0056049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77777777" w:rsidR="005E335D" w:rsidRPr="00AE376F" w:rsidRDefault="005E335D" w:rsidP="005E335D">
            <w:pPr>
              <w:pStyle w:val="TabNumeri"/>
            </w:pPr>
            <w:r w:rsidRPr="00AE376F">
              <w:t>1,6</w:t>
            </w:r>
          </w:p>
        </w:tc>
        <w:tc>
          <w:tcPr>
            <w:tcW w:w="1134" w:type="dxa"/>
          </w:tcPr>
          <w:p w14:paraId="1D5B4BDC" w14:textId="77777777" w:rsidR="005E335D" w:rsidRPr="00AE376F" w:rsidRDefault="005E335D" w:rsidP="005E335D">
            <w:pPr>
              <w:pStyle w:val="TabNumeri"/>
            </w:pPr>
            <w:r w:rsidRPr="00AE376F">
              <w:t>1,4</w:t>
            </w:r>
          </w:p>
        </w:tc>
        <w:tc>
          <w:tcPr>
            <w:tcW w:w="1134" w:type="dxa"/>
          </w:tcPr>
          <w:p w14:paraId="5279F736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  <w:tc>
          <w:tcPr>
            <w:tcW w:w="1134" w:type="dxa"/>
          </w:tcPr>
          <w:p w14:paraId="2C0DA69D" w14:textId="77777777" w:rsidR="005E335D" w:rsidRPr="00AE376F" w:rsidRDefault="005E335D" w:rsidP="005E335D">
            <w:pPr>
              <w:pStyle w:val="TabNumeri"/>
            </w:pPr>
            <w:r w:rsidRPr="00AE376F">
              <w:t>0,6</w:t>
            </w:r>
          </w:p>
        </w:tc>
      </w:tr>
      <w:tr w:rsidR="005E335D" w14:paraId="4A28A52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5E335D" w:rsidRPr="007427DC" w:rsidRDefault="005E335D" w:rsidP="0056049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77777777" w:rsidR="005E335D" w:rsidRPr="00AE376F" w:rsidRDefault="005E335D" w:rsidP="005E335D">
            <w:pPr>
              <w:pStyle w:val="TabNumeri"/>
            </w:pPr>
            <w:r w:rsidRPr="00AE376F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77777777" w:rsidR="005E335D" w:rsidRPr="00AE376F" w:rsidRDefault="005E335D" w:rsidP="005E335D">
            <w:pPr>
              <w:pStyle w:val="TabNumeri"/>
            </w:pPr>
            <w:r w:rsidRPr="00AE376F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77777777" w:rsidR="005E335D" w:rsidRPr="00AE376F" w:rsidRDefault="005E335D" w:rsidP="005E335D">
            <w:pPr>
              <w:pStyle w:val="TabNumeri"/>
            </w:pPr>
            <w:r w:rsidRPr="00AE376F">
              <w:t>48,7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77777777" w:rsidR="005E335D" w:rsidRPr="00AE376F" w:rsidRDefault="005E335D" w:rsidP="005E335D">
            <w:pPr>
              <w:pStyle w:val="TabNumeri"/>
            </w:pPr>
            <w:r w:rsidRPr="00AE376F">
              <w:t>48,8</w:t>
            </w:r>
          </w:p>
        </w:tc>
      </w:tr>
      <w:tr w:rsidR="005E335D" w14:paraId="3DE420A0" w14:textId="77777777" w:rsidTr="00560490">
        <w:trPr>
          <w:cantSplit/>
          <w:trHeight w:val="227"/>
        </w:trPr>
        <w:tc>
          <w:tcPr>
            <w:tcW w:w="4820" w:type="dxa"/>
          </w:tcPr>
          <w:p w14:paraId="145558C9" w14:textId="77777777" w:rsidR="005E335D" w:rsidRPr="007427DC" w:rsidRDefault="005E335D" w:rsidP="0056049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77777777" w:rsidR="005E335D" w:rsidRPr="00AE376F" w:rsidRDefault="005E335D" w:rsidP="005E335D">
            <w:pPr>
              <w:pStyle w:val="TabNumeri"/>
            </w:pPr>
            <w:r w:rsidRPr="00AE376F">
              <w:t>45,3</w:t>
            </w:r>
          </w:p>
        </w:tc>
        <w:tc>
          <w:tcPr>
            <w:tcW w:w="1134" w:type="dxa"/>
          </w:tcPr>
          <w:p w14:paraId="78667E31" w14:textId="77777777" w:rsidR="005E335D" w:rsidRPr="00AE376F" w:rsidRDefault="005E335D" w:rsidP="005E335D">
            <w:pPr>
              <w:pStyle w:val="TabNumeri"/>
            </w:pPr>
            <w:r w:rsidRPr="00AE376F">
              <w:t>45,9</w:t>
            </w:r>
          </w:p>
        </w:tc>
        <w:tc>
          <w:tcPr>
            <w:tcW w:w="1134" w:type="dxa"/>
          </w:tcPr>
          <w:p w14:paraId="0F04068E" w14:textId="77777777" w:rsidR="005E335D" w:rsidRPr="00AE376F" w:rsidRDefault="005E335D" w:rsidP="005E335D">
            <w:pPr>
              <w:pStyle w:val="TabNumeri"/>
            </w:pPr>
            <w:r w:rsidRPr="00AE376F">
              <w:t>46,1</w:t>
            </w:r>
          </w:p>
        </w:tc>
        <w:tc>
          <w:tcPr>
            <w:tcW w:w="1134" w:type="dxa"/>
          </w:tcPr>
          <w:p w14:paraId="287C26AA" w14:textId="77777777" w:rsidR="005E335D" w:rsidRPr="00AE376F" w:rsidRDefault="005E335D" w:rsidP="005E335D">
            <w:pPr>
              <w:pStyle w:val="TabNumeri"/>
            </w:pPr>
            <w:r w:rsidRPr="00AE376F">
              <w:t>46,3</w:t>
            </w:r>
          </w:p>
        </w:tc>
      </w:tr>
      <w:tr w:rsidR="005E335D" w14:paraId="32DB9DFF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5E335D" w:rsidRPr="007427DC" w:rsidRDefault="005E335D" w:rsidP="0056049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77777777" w:rsidR="005E335D" w:rsidRPr="00AE376F" w:rsidRDefault="005E335D" w:rsidP="005E335D">
            <w:pPr>
              <w:pStyle w:val="TabNumeri"/>
            </w:pPr>
            <w:r w:rsidRPr="00AE376F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77777777" w:rsidR="005E335D" w:rsidRPr="00AE376F" w:rsidRDefault="005E335D" w:rsidP="005E335D">
            <w:pPr>
              <w:pStyle w:val="TabNumeri"/>
            </w:pPr>
            <w:r w:rsidRPr="00AE376F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77777777" w:rsidR="005E335D" w:rsidRPr="00AE376F" w:rsidRDefault="005E335D" w:rsidP="005E335D">
            <w:pPr>
              <w:pStyle w:val="TabNumeri"/>
            </w:pPr>
            <w:r w:rsidRPr="00AE376F">
              <w:t>5,4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77777777" w:rsidR="005E335D" w:rsidRPr="00AE376F" w:rsidRDefault="005E335D" w:rsidP="005E335D">
            <w:pPr>
              <w:pStyle w:val="TabNumeri"/>
            </w:pPr>
            <w:r w:rsidRPr="00AE376F">
              <w:t>5,1</w:t>
            </w:r>
          </w:p>
        </w:tc>
      </w:tr>
      <w:tr w:rsidR="005E335D" w14:paraId="7EB8B1C5" w14:textId="77777777" w:rsidTr="00560490">
        <w:trPr>
          <w:cantSplit/>
          <w:trHeight w:val="227"/>
        </w:trPr>
        <w:tc>
          <w:tcPr>
            <w:tcW w:w="4820" w:type="dxa"/>
          </w:tcPr>
          <w:p w14:paraId="2E49119C" w14:textId="77777777" w:rsidR="005E335D" w:rsidRPr="00EC6592" w:rsidRDefault="005E335D" w:rsidP="00560490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5E335D" w:rsidRPr="00AE376F" w:rsidRDefault="005E335D" w:rsidP="005E335D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5E335D" w:rsidRPr="00AE376F" w:rsidRDefault="005E335D" w:rsidP="005E335D">
            <w:pPr>
              <w:pStyle w:val="TabNumeri"/>
            </w:pPr>
          </w:p>
        </w:tc>
      </w:tr>
      <w:tr w:rsidR="005E335D" w14:paraId="16526FF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5E335D" w:rsidRPr="00B130A5" w:rsidRDefault="005E335D" w:rsidP="0056049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77777777" w:rsidR="005E335D" w:rsidRPr="00AE376F" w:rsidRDefault="005E335D" w:rsidP="005E335D">
            <w:pPr>
              <w:pStyle w:val="TabNumeri"/>
            </w:pPr>
            <w:r w:rsidRPr="00AE376F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77777777" w:rsidR="005E335D" w:rsidRPr="00AE376F" w:rsidRDefault="005E335D" w:rsidP="005E335D">
            <w:pPr>
              <w:pStyle w:val="TabNumeri"/>
            </w:pPr>
            <w:r w:rsidRPr="00AE376F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77777777" w:rsidR="005E335D" w:rsidRPr="00AE376F" w:rsidRDefault="005E335D" w:rsidP="005E335D">
            <w:pPr>
              <w:pStyle w:val="TabNumeri"/>
            </w:pPr>
            <w:r w:rsidRPr="00AE376F"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77777777" w:rsidR="005E335D" w:rsidRPr="00AE376F" w:rsidRDefault="005E335D" w:rsidP="005E335D">
            <w:pPr>
              <w:pStyle w:val="TabNumeri"/>
            </w:pPr>
            <w:r w:rsidRPr="00AE376F">
              <w:t>2,1</w:t>
            </w:r>
          </w:p>
        </w:tc>
      </w:tr>
      <w:tr w:rsidR="005E335D" w14:paraId="3970B371" w14:textId="77777777" w:rsidTr="00560490">
        <w:trPr>
          <w:cantSplit/>
          <w:trHeight w:val="227"/>
        </w:trPr>
        <w:tc>
          <w:tcPr>
            <w:tcW w:w="4820" w:type="dxa"/>
          </w:tcPr>
          <w:p w14:paraId="739D7505" w14:textId="77777777" w:rsidR="005E335D" w:rsidRDefault="005E335D" w:rsidP="0056049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77777777" w:rsidR="005E335D" w:rsidRPr="00AE376F" w:rsidRDefault="005E335D" w:rsidP="005E335D">
            <w:pPr>
              <w:pStyle w:val="TabNumeri"/>
            </w:pPr>
            <w:r w:rsidRPr="00AE376F">
              <w:t>29,9</w:t>
            </w:r>
          </w:p>
        </w:tc>
        <w:tc>
          <w:tcPr>
            <w:tcW w:w="1134" w:type="dxa"/>
          </w:tcPr>
          <w:p w14:paraId="4B5D2540" w14:textId="77777777" w:rsidR="005E335D" w:rsidRPr="00AE376F" w:rsidRDefault="005E335D" w:rsidP="005E335D">
            <w:pPr>
              <w:pStyle w:val="TabNumeri"/>
            </w:pPr>
            <w:r w:rsidRPr="00AE376F">
              <w:t>30,0</w:t>
            </w:r>
          </w:p>
        </w:tc>
        <w:tc>
          <w:tcPr>
            <w:tcW w:w="1134" w:type="dxa"/>
          </w:tcPr>
          <w:p w14:paraId="4F6AF2DF" w14:textId="77777777" w:rsidR="005E335D" w:rsidRPr="00AE376F" w:rsidRDefault="005E335D" w:rsidP="005E335D">
            <w:pPr>
              <w:pStyle w:val="TabNumeri"/>
            </w:pPr>
            <w:r w:rsidRPr="00AE376F">
              <w:t>30,2</w:t>
            </w:r>
          </w:p>
        </w:tc>
        <w:tc>
          <w:tcPr>
            <w:tcW w:w="1134" w:type="dxa"/>
          </w:tcPr>
          <w:p w14:paraId="54F4410F" w14:textId="77777777" w:rsidR="005E335D" w:rsidRDefault="005E335D" w:rsidP="005E335D">
            <w:pPr>
              <w:pStyle w:val="TabNumeri"/>
            </w:pPr>
            <w:r w:rsidRPr="00AE376F">
              <w:t>30,5</w:t>
            </w:r>
          </w:p>
        </w:tc>
      </w:tr>
      <w:tr w:rsidR="000A6AC8" w14:paraId="3D74B357" w14:textId="77777777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48E71EBF" w:rsidR="000A6AC8" w:rsidRPr="007C570B" w:rsidRDefault="000A6AC8" w:rsidP="005701F7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853D40">
              <w:t>gennaio</w:t>
            </w:r>
            <w:r w:rsidR="00014186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4543BA">
              <w:rPr>
                <w:noProof/>
              </w:rPr>
              <w:t>2020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7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6629F7">
        <w:trPr>
          <w:cantSplit/>
        </w:trPr>
        <w:tc>
          <w:tcPr>
            <w:tcW w:w="9356" w:type="dxa"/>
          </w:tcPr>
          <w:p w14:paraId="5A70ECBE" w14:textId="77777777" w:rsidR="00551593" w:rsidRDefault="00F51EF7" w:rsidP="006629F7">
            <w:pPr>
              <w:pStyle w:val="FigTitolo"/>
              <w:ind w:left="1134" w:hanging="1134"/>
            </w:pPr>
            <w:bookmarkStart w:id="18" w:name="_Hlk35271327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6629F7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6534DD17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117877FE" w14:textId="14E1984A" w:rsidR="00551593" w:rsidRDefault="00551593" w:rsidP="006629F7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853D40">
              <w:t xml:space="preserve">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4543BA">
              <w:rPr>
                <w:noProof/>
              </w:rPr>
              <w:t>2020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  <w:bookmarkEnd w:id="18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413019">
        <w:trPr>
          <w:cantSplit/>
        </w:trPr>
        <w:tc>
          <w:tcPr>
            <w:tcW w:w="9356" w:type="dxa"/>
          </w:tcPr>
          <w:p w14:paraId="756DF61E" w14:textId="77777777" w:rsidR="00551593" w:rsidRDefault="00F51EF7" w:rsidP="00092240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41227516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46DE94C" w14:textId="7BD08570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853D40">
              <w:t xml:space="preserve">gennaio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4543BA">
              <w:rPr>
                <w:noProof/>
              </w:rPr>
              <w:t>2020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14:paraId="75D49EDC" w14:textId="77777777"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64970" w14:textId="77777777" w:rsidR="005D3CB0" w:rsidRDefault="005D3CB0">
      <w:r>
        <w:separator/>
      </w:r>
    </w:p>
    <w:p w14:paraId="026C000B" w14:textId="77777777" w:rsidR="005D3CB0" w:rsidRDefault="005D3CB0"/>
  </w:endnote>
  <w:endnote w:type="continuationSeparator" w:id="0">
    <w:p w14:paraId="33B3447E" w14:textId="77777777" w:rsidR="005D3CB0" w:rsidRDefault="005D3CB0">
      <w:r>
        <w:continuationSeparator/>
      </w:r>
    </w:p>
    <w:p w14:paraId="7F57755E" w14:textId="77777777" w:rsidR="005D3CB0" w:rsidRDefault="005D3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0C49" w14:textId="77777777" w:rsidR="00172D69" w:rsidRDefault="00172D6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750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38423D0" w14:textId="77777777" w:rsidR="00172D69" w:rsidRDefault="00172D6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286D2" w14:textId="77777777" w:rsidR="00172D69" w:rsidRDefault="00172D6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750D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36B3480" w14:textId="77777777" w:rsidR="00172D69" w:rsidRDefault="00172D6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C8F21" w14:textId="77777777" w:rsidR="005D3CB0" w:rsidRDefault="005D3CB0">
      <w:r>
        <w:separator/>
      </w:r>
    </w:p>
    <w:p w14:paraId="455BE03F" w14:textId="77777777" w:rsidR="005D3CB0" w:rsidRDefault="005D3CB0"/>
  </w:footnote>
  <w:footnote w:type="continuationSeparator" w:id="0">
    <w:p w14:paraId="29986090" w14:textId="77777777" w:rsidR="005D3CB0" w:rsidRDefault="005D3CB0">
      <w:r>
        <w:continuationSeparator/>
      </w:r>
    </w:p>
    <w:p w14:paraId="55BD5040" w14:textId="77777777" w:rsidR="005D3CB0" w:rsidRDefault="005D3CB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355D6"/>
    <w:rsid w:val="00042A50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6AC8"/>
    <w:rsid w:val="000A7ACE"/>
    <w:rsid w:val="000B711D"/>
    <w:rsid w:val="000C35DD"/>
    <w:rsid w:val="000C3780"/>
    <w:rsid w:val="000C731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7B8A"/>
    <w:rsid w:val="001D3849"/>
    <w:rsid w:val="001D3F9B"/>
    <w:rsid w:val="001E2EB1"/>
    <w:rsid w:val="001F4A61"/>
    <w:rsid w:val="00204CFD"/>
    <w:rsid w:val="002112CA"/>
    <w:rsid w:val="00226FD7"/>
    <w:rsid w:val="0023194D"/>
    <w:rsid w:val="00253503"/>
    <w:rsid w:val="002624CD"/>
    <w:rsid w:val="002638B0"/>
    <w:rsid w:val="002958B5"/>
    <w:rsid w:val="00295CB4"/>
    <w:rsid w:val="00297826"/>
    <w:rsid w:val="002A0339"/>
    <w:rsid w:val="002A05B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543BA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A4D11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A3111"/>
    <w:rsid w:val="005A35E9"/>
    <w:rsid w:val="005A50E2"/>
    <w:rsid w:val="005B1DC4"/>
    <w:rsid w:val="005B36AB"/>
    <w:rsid w:val="005D3CB0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29F7"/>
    <w:rsid w:val="006648D0"/>
    <w:rsid w:val="006657DD"/>
    <w:rsid w:val="0067025A"/>
    <w:rsid w:val="006716DF"/>
    <w:rsid w:val="00675B59"/>
    <w:rsid w:val="00676EB4"/>
    <w:rsid w:val="00680B91"/>
    <w:rsid w:val="0068342D"/>
    <w:rsid w:val="00687E65"/>
    <w:rsid w:val="00693137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1040"/>
    <w:rsid w:val="00736E99"/>
    <w:rsid w:val="0073726E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8001F3"/>
    <w:rsid w:val="008036DD"/>
    <w:rsid w:val="0080528A"/>
    <w:rsid w:val="0081512A"/>
    <w:rsid w:val="008159E5"/>
    <w:rsid w:val="0081747C"/>
    <w:rsid w:val="00822AEB"/>
    <w:rsid w:val="0082638F"/>
    <w:rsid w:val="00827962"/>
    <w:rsid w:val="0083021E"/>
    <w:rsid w:val="008327DA"/>
    <w:rsid w:val="00832B4E"/>
    <w:rsid w:val="00835244"/>
    <w:rsid w:val="00847E0A"/>
    <w:rsid w:val="00853D40"/>
    <w:rsid w:val="008575CD"/>
    <w:rsid w:val="00860AE6"/>
    <w:rsid w:val="00863834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4D1C"/>
    <w:rsid w:val="00895570"/>
    <w:rsid w:val="008A59C8"/>
    <w:rsid w:val="008A6682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7C77"/>
    <w:rsid w:val="00BD7ED5"/>
    <w:rsid w:val="00BF262A"/>
    <w:rsid w:val="00BF4352"/>
    <w:rsid w:val="00C10760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D96F6654-79D6-42C3-ABAA-2D85D297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2.3175800834109861</c:v>
                </c:pt>
                <c:pt idx="1">
                  <c:v>-0.91623772720467178</c:v>
                </c:pt>
                <c:pt idx="2">
                  <c:v>-6.9147786794893751</c:v>
                </c:pt>
                <c:pt idx="3">
                  <c:v>2.1306386185962811</c:v>
                </c:pt>
                <c:pt idx="4">
                  <c:v>2.5733554103256395</c:v>
                </c:pt>
                <c:pt idx="5">
                  <c:v>-2.682209691998183</c:v>
                </c:pt>
                <c:pt idx="6">
                  <c:v>-0.77287069655636031</c:v>
                </c:pt>
                <c:pt idx="7">
                  <c:v>0.90306567413676042</c:v>
                </c:pt>
                <c:pt idx="8">
                  <c:v>0.69829718543703567</c:v>
                </c:pt>
                <c:pt idx="9">
                  <c:v>1.4099938108639964</c:v>
                </c:pt>
                <c:pt idx="10">
                  <c:v>1.8408617609438016</c:v>
                </c:pt>
                <c:pt idx="11">
                  <c:v>1.8199999999999994</c:v>
                </c:pt>
                <c:pt idx="12">
                  <c:v>0.50887349218540212</c:v>
                </c:pt>
                <c:pt idx="13">
                  <c:v>0.84165820089203702</c:v>
                </c:pt>
                <c:pt idx="14">
                  <c:v>1.0177689280598035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1.4738685466187729</c:v>
                </c:pt>
                <c:pt idx="1">
                  <c:v>-1.0504028348038208</c:v>
                </c:pt>
                <c:pt idx="2">
                  <c:v>-5.4820550401474488</c:v>
                </c:pt>
                <c:pt idx="3">
                  <c:v>1.6865234030892129</c:v>
                </c:pt>
                <c:pt idx="4">
                  <c:v>0.57662302210419458</c:v>
                </c:pt>
                <c:pt idx="5">
                  <c:v>-2.8190137792549308</c:v>
                </c:pt>
                <c:pt idx="6">
                  <c:v>-1.7281608024923067</c:v>
                </c:pt>
                <c:pt idx="7">
                  <c:v>0.11367323787825345</c:v>
                </c:pt>
                <c:pt idx="8">
                  <c:v>0.9239924875097616</c:v>
                </c:pt>
                <c:pt idx="9">
                  <c:v>1.1189006179952443</c:v>
                </c:pt>
                <c:pt idx="10">
                  <c:v>1.6841826095151724</c:v>
                </c:pt>
                <c:pt idx="11">
                  <c:v>0.85826021589350265</c:v>
                </c:pt>
                <c:pt idx="12">
                  <c:v>0.17549640853355974</c:v>
                </c:pt>
                <c:pt idx="13">
                  <c:v>0.51527189437861054</c:v>
                </c:pt>
                <c:pt idx="14">
                  <c:v>0.71049228360826611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9942272"/>
        <c:axId val="306585600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110.33598820632356</c:v>
                </c:pt>
                <c:pt idx="1">
                  <c:v>109.32504825569312</c:v>
                </c:pt>
                <c:pt idx="2">
                  <c:v>101.76546312756697</c:v>
                </c:pt>
                <c:pt idx="3">
                  <c:v>103.93371738535627</c:v>
                </c:pt>
                <c:pt idx="4">
                  <c:v>106.6083013248449</c:v>
                </c:pt>
                <c:pt idx="5">
                  <c:v>103.74884313423529</c:v>
                </c:pt>
                <c:pt idx="6">
                  <c:v>102.94699872763456</c:v>
                </c:pt>
                <c:pt idx="7">
                  <c:v>103.87667773569783</c:v>
                </c:pt>
                <c:pt idx="8">
                  <c:v>104.6020456526517</c:v>
                </c:pt>
                <c:pt idx="9">
                  <c:v>106.07692802239123</c:v>
                </c:pt>
                <c:pt idx="10">
                  <c:v>108.02965762753931</c:v>
                </c:pt>
                <c:pt idx="11">
                  <c:v>109.99579739636053</c:v>
                </c:pt>
                <c:pt idx="12">
                  <c:v>110.55553685182856</c:v>
                </c:pt>
                <c:pt idx="13">
                  <c:v>111.48603659428221</c:v>
                </c:pt>
                <c:pt idx="14">
                  <c:v>112.62070683386418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108.45952334574694</c:v>
                </c:pt>
                <c:pt idx="1">
                  <c:v>107.3202614379085</c:v>
                </c:pt>
                <c:pt idx="2">
                  <c:v>101.43690563665223</c:v>
                </c:pt>
                <c:pt idx="3">
                  <c:v>103.14766278958389</c:v>
                </c:pt>
                <c:pt idx="4">
                  <c:v>103.74243595999103</c:v>
                </c:pt>
                <c:pt idx="5">
                  <c:v>100.81792239534416</c:v>
                </c:pt>
                <c:pt idx="6">
                  <c:v>99.0756265786207</c:v>
                </c:pt>
                <c:pt idx="7">
                  <c:v>99.188249051300787</c:v>
                </c:pt>
                <c:pt idx="8">
                  <c:v>100.10474102102728</c:v>
                </c:pt>
                <c:pt idx="9">
                  <c:v>101.22481358695407</c:v>
                </c:pt>
                <c:pt idx="10">
                  <c:v>102.92962429389972</c:v>
                </c:pt>
                <c:pt idx="11">
                  <c:v>103.8130283095829</c:v>
                </c:pt>
                <c:pt idx="12">
                  <c:v>103.99521644585614</c:v>
                </c:pt>
                <c:pt idx="13">
                  <c:v>104.53107456769986</c:v>
                </c:pt>
                <c:pt idx="14">
                  <c:v>105.27375978647616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940224"/>
        <c:axId val="300768576"/>
      </c:lineChart>
      <c:catAx>
        <c:axId val="309940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00768576"/>
        <c:crosses val="autoZero"/>
        <c:auto val="1"/>
        <c:lblAlgn val="ctr"/>
        <c:lblOffset val="100"/>
        <c:noMultiLvlLbl val="0"/>
      </c:catAx>
      <c:valAx>
        <c:axId val="300768576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09940224"/>
        <c:crosses val="autoZero"/>
        <c:crossBetween val="between"/>
        <c:majorUnit val="2"/>
      </c:valAx>
      <c:valAx>
        <c:axId val="306585600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309942272"/>
        <c:crosses val="max"/>
        <c:crossBetween val="between"/>
        <c:majorUnit val="4"/>
      </c:valAx>
      <c:catAx>
        <c:axId val="30994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06585600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5.9601743116641216E-2"/>
          <c:y val="0.708521672240088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4.1891068673833631</c:v>
                </c:pt>
                <c:pt idx="1">
                  <c:v>-2.1328027506523295</c:v>
                </c:pt>
                <c:pt idx="2">
                  <c:v>-19.456903290621529</c:v>
                </c:pt>
                <c:pt idx="3">
                  <c:v>13.21462838585874</c:v>
                </c:pt>
                <c:pt idx="4">
                  <c:v>5.1393628845884276</c:v>
                </c:pt>
                <c:pt idx="5">
                  <c:v>-3.1355795582782564</c:v>
                </c:pt>
                <c:pt idx="6">
                  <c:v>0.70957169650687213</c:v>
                </c:pt>
                <c:pt idx="7">
                  <c:v>1.7876494872226756</c:v>
                </c:pt>
                <c:pt idx="8">
                  <c:v>2.4378364201770752</c:v>
                </c:pt>
                <c:pt idx="9">
                  <c:v>2.2960023408068464</c:v>
                </c:pt>
                <c:pt idx="10">
                  <c:v>3.4750093109869651</c:v>
                </c:pt>
                <c:pt idx="11">
                  <c:v>3.8913844102589801</c:v>
                </c:pt>
                <c:pt idx="12">
                  <c:v>9.2958575953239198E-2</c:v>
                </c:pt>
                <c:pt idx="13">
                  <c:v>1.0246041069126521</c:v>
                </c:pt>
                <c:pt idx="14">
                  <c:v>1.4104000713764941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0.60414504146206749</c:v>
                </c:pt>
                <c:pt idx="1">
                  <c:v>-5.5715925294751774</c:v>
                </c:pt>
                <c:pt idx="2">
                  <c:v>-7.4681104440597608</c:v>
                </c:pt>
                <c:pt idx="3">
                  <c:v>-7.9846092609791697</c:v>
                </c:pt>
                <c:pt idx="4">
                  <c:v>-7.5888222401661043</c:v>
                </c:pt>
                <c:pt idx="5">
                  <c:v>-7.1416311691554046</c:v>
                </c:pt>
                <c:pt idx="6">
                  <c:v>-2.7859927409597973</c:v>
                </c:pt>
                <c:pt idx="7">
                  <c:v>-8.4004563210841035</c:v>
                </c:pt>
                <c:pt idx="8">
                  <c:v>-1.6567913348681018</c:v>
                </c:pt>
                <c:pt idx="9">
                  <c:v>2.7899301558062639</c:v>
                </c:pt>
                <c:pt idx="10">
                  <c:v>1.0957625536681004</c:v>
                </c:pt>
                <c:pt idx="11">
                  <c:v>2.2147884081324953</c:v>
                </c:pt>
                <c:pt idx="12">
                  <c:v>4.1096597662408918</c:v>
                </c:pt>
                <c:pt idx="13">
                  <c:v>2.2359815236573599</c:v>
                </c:pt>
                <c:pt idx="14">
                  <c:v>2.0177508441626246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1.9719382985903477</c:v>
                </c:pt>
                <c:pt idx="1">
                  <c:v>0.17734135558900022</c:v>
                </c:pt>
                <c:pt idx="2">
                  <c:v>-2.5230434902715482</c:v>
                </c:pt>
                <c:pt idx="3">
                  <c:v>-0.43867314068714025</c:v>
                </c:pt>
                <c:pt idx="4">
                  <c:v>2.2789350026151789</c:v>
                </c:pt>
                <c:pt idx="5">
                  <c:v>-1.5405184769449853</c:v>
                </c:pt>
                <c:pt idx="6">
                  <c:v>-0.68002454401020485</c:v>
                </c:pt>
                <c:pt idx="7">
                  <c:v>1.31220555120104</c:v>
                </c:pt>
                <c:pt idx="8">
                  <c:v>0.15941403054147152</c:v>
                </c:pt>
                <c:pt idx="9">
                  <c:v>0.8233799712763501</c:v>
                </c:pt>
                <c:pt idx="10">
                  <c:v>1.431639558778719</c:v>
                </c:pt>
                <c:pt idx="11">
                  <c:v>1.0724959122906608</c:v>
                </c:pt>
                <c:pt idx="12">
                  <c:v>0.56774031050903506</c:v>
                </c:pt>
                <c:pt idx="13">
                  <c:v>0.65718652629351837</c:v>
                </c:pt>
                <c:pt idx="14">
                  <c:v>0.84689312921537585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05693184"/>
        <c:axId val="30659193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7659107098742303E-2"/>
                  <c:y val="-0.13346902921050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114.38891292050712</c:v>
                </c:pt>
                <c:pt idx="1">
                  <c:v>111.94922303929724</c:v>
                </c:pt>
                <c:pt idx="2">
                  <c:v>90.167370977938972</c:v>
                </c:pt>
                <c:pt idx="3">
                  <c:v>102.08265397797224</c:v>
                </c:pt>
                <c:pt idx="4">
                  <c:v>107.32905200811899</c:v>
                </c:pt>
                <c:pt idx="5">
                  <c:v>103.96366419325858</c:v>
                </c:pt>
                <c:pt idx="6">
                  <c:v>104.70136092902538</c:v>
                </c:pt>
                <c:pt idx="7">
                  <c:v>106.57305427078828</c:v>
                </c:pt>
                <c:pt idx="8">
                  <c:v>109.17113100189664</c:v>
                </c:pt>
                <c:pt idx="9">
                  <c:v>111.67770272518551</c:v>
                </c:pt>
                <c:pt idx="10">
                  <c:v>115.55851329318206</c:v>
                </c:pt>
                <c:pt idx="11">
                  <c:v>120.05533926419999</c:v>
                </c:pt>
                <c:pt idx="12">
                  <c:v>120.16694099793582</c:v>
                </c:pt>
                <c:pt idx="13">
                  <c:v>121.39817641055198</c:v>
                </c:pt>
                <c:pt idx="14">
                  <c:v>123.11037637729618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38A-423E-A41C-667788FE043C}"/>
                </c:ext>
              </c:extLst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137.51494571715529</c:v>
                </c:pt>
                <c:pt idx="1">
                  <c:v>129.8531732746664</c:v>
                </c:pt>
                <c:pt idx="2">
                  <c:v>120.15559487939802</c:v>
                </c:pt>
                <c:pt idx="3">
                  <c:v>110.561640123073</c:v>
                </c:pt>
                <c:pt idx="4">
                  <c:v>102.17131378832082</c:v>
                </c:pt>
                <c:pt idx="5">
                  <c:v>94.874615396878539</c:v>
                </c:pt>
                <c:pt idx="6">
                  <c:v>92.231415498907964</c:v>
                </c:pt>
                <c:pt idx="7">
                  <c:v>84.483555725604603</c:v>
                </c:pt>
                <c:pt idx="8">
                  <c:v>83.083839494954333</c:v>
                </c:pt>
                <c:pt idx="9">
                  <c:v>85.40182058762575</c:v>
                </c:pt>
                <c:pt idx="10">
                  <c:v>86.337621757775764</c:v>
                </c:pt>
                <c:pt idx="11">
                  <c:v>88.249817396324261</c:v>
                </c:pt>
                <c:pt idx="12">
                  <c:v>91.876584635642047</c:v>
                </c:pt>
                <c:pt idx="13">
                  <c:v>93.930928092662427</c:v>
                </c:pt>
                <c:pt idx="14">
                  <c:v>95.826220187181903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layout>
                <c:manualLayout>
                  <c:x val="-3.9809517649367604E-2"/>
                  <c:y val="7.9208195757538374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107.91345063876754</c:v>
                </c:pt>
                <c:pt idx="1">
                  <c:v>108.10482581499322</c:v>
                </c:pt>
                <c:pt idx="2">
                  <c:v>105.37729404459863</c:v>
                </c:pt>
                <c:pt idx="3">
                  <c:v>104.91503215924207</c:v>
                </c:pt>
                <c:pt idx="4">
                  <c:v>107.305977550124</c:v>
                </c:pt>
                <c:pt idx="5">
                  <c:v>105.6529091390979</c:v>
                </c:pt>
                <c:pt idx="6">
                  <c:v>104.93444342549122</c:v>
                </c:pt>
                <c:pt idx="7">
                  <c:v>106.31139901724244</c:v>
                </c:pt>
                <c:pt idx="8">
                  <c:v>106.48087430334085</c:v>
                </c:pt>
                <c:pt idx="9">
                  <c:v>107.35761649559451</c:v>
                </c:pt>
                <c:pt idx="10">
                  <c:v>108.89459060270738</c:v>
                </c:pt>
                <c:pt idx="11">
                  <c:v>110.06248063562707</c:v>
                </c:pt>
                <c:pt idx="12">
                  <c:v>110.68734970494172</c:v>
                </c:pt>
                <c:pt idx="13">
                  <c:v>111.41477205351397</c:v>
                </c:pt>
                <c:pt idx="14">
                  <c:v>112.35833610296616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2332928"/>
        <c:axId val="306591360"/>
      </c:lineChart>
      <c:catAx>
        <c:axId val="302332928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06591360"/>
        <c:crossesAt val="100"/>
        <c:auto val="1"/>
        <c:lblAlgn val="ctr"/>
        <c:lblOffset val="100"/>
        <c:noMultiLvlLbl val="0"/>
      </c:catAx>
      <c:valAx>
        <c:axId val="306591360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302332928"/>
        <c:crossesAt val="1"/>
        <c:crossBetween val="between"/>
        <c:majorUnit val="10"/>
        <c:minorUnit val="5"/>
      </c:valAx>
      <c:valAx>
        <c:axId val="306591936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05693184"/>
        <c:crosses val="max"/>
        <c:crossBetween val="between"/>
      </c:valAx>
      <c:catAx>
        <c:axId val="305693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0659193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863C0-3846-4214-AA68-BC0BD567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7</TotalTime>
  <Pages>10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8</cp:revision>
  <cp:lastPrinted>2012-03-30T09:15:00Z</cp:lastPrinted>
  <dcterms:created xsi:type="dcterms:W3CDTF">2020-03-16T16:06:00Z</dcterms:created>
  <dcterms:modified xsi:type="dcterms:W3CDTF">2020-03-16T16:16:00Z</dcterms:modified>
</cp:coreProperties>
</file>