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D13FF2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D13FF2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D13FF2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7F7D9B" w:rsidRPr="00BC2A0C" w14:paraId="332D85DF" w14:textId="77777777" w:rsidTr="00121FB9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0D0C7D3F" w14:textId="77777777" w:rsidR="007F7D9B" w:rsidRPr="00BC2A0C" w:rsidRDefault="007F7D9B" w:rsidP="00121FB9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E14C28" w:rsidRPr="00BC2A0C" w14:paraId="6F9CBBB8" w14:textId="77777777" w:rsidTr="00121FB9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74758763" w14:textId="77777777" w:rsidR="00E14C28" w:rsidRPr="00BC2A0C" w:rsidRDefault="00E14C28" w:rsidP="00E14C28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5BD7D6D3" w14:textId="3D338CDF" w:rsidR="00E14C28" w:rsidRPr="003234B1" w:rsidRDefault="00E14C28" w:rsidP="00E14C28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2595238" w14:textId="6864E2D0" w:rsidR="00E14C28" w:rsidRPr="003234B1" w:rsidRDefault="00E14C28" w:rsidP="00E14C28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7B3E198" w14:textId="183FC689" w:rsidR="00E14C28" w:rsidRPr="003234B1" w:rsidRDefault="00E14C28" w:rsidP="00E14C28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0AE2675B" w14:textId="77777777" w:rsidR="00E14C28" w:rsidRPr="00BC2A0C" w:rsidRDefault="00E14C28" w:rsidP="00E14C28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2AA3BE17" w14:textId="77777777" w:rsidR="00E14C28" w:rsidRPr="00BC2A0C" w:rsidRDefault="00E14C28" w:rsidP="00E14C28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66C03C63" w14:textId="7DCA0C4A" w:rsidR="00E14C28" w:rsidRPr="003234B1" w:rsidRDefault="00E14C28" w:rsidP="00E14C28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7D99F77" w14:textId="66D41AAB" w:rsidR="00E14C28" w:rsidRPr="003234B1" w:rsidRDefault="00E14C28" w:rsidP="00E14C28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72C7A1F2" w14:textId="6AC48C8B" w:rsidR="00E14C28" w:rsidRPr="003234B1" w:rsidRDefault="00E14C28" w:rsidP="00E14C28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</w:tr>
      <w:tr w:rsidR="007F7D9B" w:rsidRPr="00BC2A0C" w14:paraId="5A126B3F" w14:textId="77777777" w:rsidTr="00121FB9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6ADA76F4" w14:textId="77777777" w:rsidR="007F7D9B" w:rsidRPr="00997C5D" w:rsidRDefault="007F7D9B" w:rsidP="00121FB9">
            <w:pPr>
              <w:pStyle w:val="TabIntestaSup"/>
            </w:pPr>
            <w:r>
              <w:t>Prodotto</w:t>
            </w:r>
          </w:p>
        </w:tc>
      </w:tr>
      <w:tr w:rsidR="007F7D9B" w:rsidRPr="00BC2A0C" w14:paraId="567D8604" w14:textId="77777777" w:rsidTr="00121FB9">
        <w:trPr>
          <w:cantSplit/>
          <w:trHeight w:val="255"/>
        </w:trPr>
        <w:tc>
          <w:tcPr>
            <w:tcW w:w="3402" w:type="dxa"/>
          </w:tcPr>
          <w:p w14:paraId="0FA92C6D" w14:textId="77777777" w:rsidR="007F7D9B" w:rsidRPr="00BC2A0C" w:rsidRDefault="007F7D9B" w:rsidP="00121FB9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681A1196" w14:textId="77777777" w:rsidR="007F7D9B" w:rsidRPr="00642B29" w:rsidRDefault="007F7D9B" w:rsidP="00121FB9">
            <w:pPr>
              <w:pStyle w:val="TabNumeri"/>
            </w:pPr>
            <w:r w:rsidRPr="00733B32">
              <w:t xml:space="preserve">2,9 </w:t>
            </w:r>
          </w:p>
        </w:tc>
        <w:tc>
          <w:tcPr>
            <w:tcW w:w="510" w:type="dxa"/>
          </w:tcPr>
          <w:p w14:paraId="4B2185FA" w14:textId="77777777" w:rsidR="007F7D9B" w:rsidRPr="00642B29" w:rsidRDefault="007F7D9B" w:rsidP="00121FB9">
            <w:pPr>
              <w:pStyle w:val="TabNumeri"/>
            </w:pPr>
            <w:r w:rsidRPr="00733B32">
              <w:t xml:space="preserve">-4,9 </w:t>
            </w:r>
          </w:p>
        </w:tc>
        <w:tc>
          <w:tcPr>
            <w:tcW w:w="510" w:type="dxa"/>
          </w:tcPr>
          <w:p w14:paraId="601DA388" w14:textId="77777777" w:rsidR="007F7D9B" w:rsidRPr="00642B29" w:rsidRDefault="007F7D9B" w:rsidP="00121FB9">
            <w:pPr>
              <w:pStyle w:val="TabNumeri"/>
            </w:pPr>
            <w:r w:rsidRPr="00733B32">
              <w:t xml:space="preserve">5,4 </w:t>
            </w:r>
          </w:p>
        </w:tc>
        <w:tc>
          <w:tcPr>
            <w:tcW w:w="340" w:type="dxa"/>
          </w:tcPr>
          <w:p w14:paraId="6C177ED5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5C6996D5" w14:textId="77777777" w:rsidR="007F7D9B" w:rsidRPr="00903CBB" w:rsidRDefault="007F7D9B" w:rsidP="00121FB9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59CC411E" w14:textId="77777777" w:rsidR="007F7D9B" w:rsidRPr="00D23E31" w:rsidRDefault="007F7D9B" w:rsidP="00121FB9">
            <w:pPr>
              <w:pStyle w:val="TabNumeri"/>
            </w:pPr>
            <w:r w:rsidRPr="005D2A46">
              <w:t xml:space="preserve">2,3 </w:t>
            </w:r>
          </w:p>
        </w:tc>
        <w:tc>
          <w:tcPr>
            <w:tcW w:w="510" w:type="dxa"/>
          </w:tcPr>
          <w:p w14:paraId="0BEB10A4" w14:textId="77777777" w:rsidR="007F7D9B" w:rsidRPr="00D23E31" w:rsidRDefault="007F7D9B" w:rsidP="00121FB9">
            <w:pPr>
              <w:pStyle w:val="TabNumeri"/>
            </w:pPr>
            <w:r w:rsidRPr="005D2A46">
              <w:t xml:space="preserve">-8,0 </w:t>
            </w:r>
          </w:p>
        </w:tc>
        <w:tc>
          <w:tcPr>
            <w:tcW w:w="514" w:type="dxa"/>
          </w:tcPr>
          <w:p w14:paraId="53EA16E7" w14:textId="77777777" w:rsidR="007F7D9B" w:rsidRPr="00D23E31" w:rsidRDefault="007F7D9B" w:rsidP="00121FB9">
            <w:pPr>
              <w:pStyle w:val="TabNumeri"/>
            </w:pPr>
            <w:r w:rsidRPr="005D2A46">
              <w:t xml:space="preserve">4,5 </w:t>
            </w:r>
          </w:p>
        </w:tc>
      </w:tr>
      <w:tr w:rsidR="007F7D9B" w:rsidRPr="00BC2A0C" w14:paraId="041132C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88B2916" w14:textId="77777777" w:rsidR="007F7D9B" w:rsidRPr="00BC2A0C" w:rsidRDefault="007F7D9B" w:rsidP="00121FB9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DB3FE77" w14:textId="77777777" w:rsidR="007F7D9B" w:rsidRPr="00642B29" w:rsidRDefault="007F7D9B" w:rsidP="00121FB9">
            <w:pPr>
              <w:pStyle w:val="TabNumeri"/>
            </w:pPr>
            <w:r w:rsidRPr="00733B32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D361463" w14:textId="77777777" w:rsidR="007F7D9B" w:rsidRPr="00642B29" w:rsidRDefault="007F7D9B" w:rsidP="00121FB9">
            <w:pPr>
              <w:pStyle w:val="TabNumeri"/>
            </w:pPr>
            <w:r w:rsidRPr="00733B32">
              <w:t xml:space="preserve">-8,0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EB90F3B" w14:textId="77777777" w:rsidR="007F7D9B" w:rsidRPr="00642B29" w:rsidRDefault="007F7D9B" w:rsidP="00121FB9">
            <w:pPr>
              <w:pStyle w:val="TabNumeri"/>
            </w:pPr>
            <w:r w:rsidRPr="00733B32">
              <w:t xml:space="preserve">4,8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C8A0840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66B5379" w14:textId="77777777" w:rsidR="007F7D9B" w:rsidRPr="00903CBB" w:rsidRDefault="007F7D9B" w:rsidP="00121FB9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E6E02BA" w14:textId="77777777" w:rsidR="007F7D9B" w:rsidRPr="00D23E31" w:rsidRDefault="007F7D9B" w:rsidP="00121FB9">
            <w:pPr>
              <w:pStyle w:val="TabNumeri"/>
            </w:pPr>
            <w:r w:rsidRPr="005D2A46">
              <w:t xml:space="preserve">6,1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D6B7522" w14:textId="77777777" w:rsidR="007F7D9B" w:rsidRPr="00D23E31" w:rsidRDefault="007F7D9B" w:rsidP="00121FB9">
            <w:pPr>
              <w:pStyle w:val="TabNumeri"/>
            </w:pPr>
            <w:r w:rsidRPr="005D2A46">
              <w:t xml:space="preserve">1,0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E7971D8" w14:textId="77777777" w:rsidR="007F7D9B" w:rsidRPr="00D23E31" w:rsidRDefault="007F7D9B" w:rsidP="00121FB9">
            <w:pPr>
              <w:pStyle w:val="TabNumeri"/>
            </w:pPr>
            <w:r w:rsidRPr="005D2A46">
              <w:t xml:space="preserve">8,2 </w:t>
            </w:r>
          </w:p>
        </w:tc>
      </w:tr>
      <w:tr w:rsidR="007F7D9B" w:rsidRPr="00BC2A0C" w14:paraId="39DFD4B9" w14:textId="77777777" w:rsidTr="00121FB9">
        <w:trPr>
          <w:cantSplit/>
          <w:trHeight w:val="255"/>
        </w:trPr>
        <w:tc>
          <w:tcPr>
            <w:tcW w:w="3402" w:type="dxa"/>
          </w:tcPr>
          <w:p w14:paraId="22D6B951" w14:textId="77777777" w:rsidR="007F7D9B" w:rsidRPr="00BC2A0C" w:rsidRDefault="007F7D9B" w:rsidP="00121FB9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22901FE9" w14:textId="77777777" w:rsidR="007F7D9B" w:rsidRPr="00642B29" w:rsidRDefault="007F7D9B" w:rsidP="00121FB9">
            <w:pPr>
              <w:pStyle w:val="TabNumeri"/>
            </w:pPr>
            <w:r w:rsidRPr="00733B32">
              <w:t xml:space="preserve">3,7 </w:t>
            </w:r>
          </w:p>
        </w:tc>
        <w:tc>
          <w:tcPr>
            <w:tcW w:w="510" w:type="dxa"/>
          </w:tcPr>
          <w:p w14:paraId="0E24EC10" w14:textId="77777777" w:rsidR="007F7D9B" w:rsidRPr="00642B29" w:rsidRDefault="007F7D9B" w:rsidP="00121FB9">
            <w:pPr>
              <w:pStyle w:val="TabNumeri"/>
            </w:pPr>
            <w:r w:rsidRPr="00733B32">
              <w:t xml:space="preserve">-3,0 </w:t>
            </w:r>
          </w:p>
        </w:tc>
        <w:tc>
          <w:tcPr>
            <w:tcW w:w="510" w:type="dxa"/>
          </w:tcPr>
          <w:p w14:paraId="3980E10D" w14:textId="77777777" w:rsidR="007F7D9B" w:rsidRPr="00642B29" w:rsidRDefault="007F7D9B" w:rsidP="00121FB9">
            <w:pPr>
              <w:pStyle w:val="TabNumeri"/>
            </w:pPr>
            <w:r w:rsidRPr="00733B32">
              <w:t xml:space="preserve">5,9 </w:t>
            </w:r>
          </w:p>
        </w:tc>
        <w:tc>
          <w:tcPr>
            <w:tcW w:w="340" w:type="dxa"/>
          </w:tcPr>
          <w:p w14:paraId="20469541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4ED896CF" w14:textId="77777777" w:rsidR="007F7D9B" w:rsidRPr="00903CBB" w:rsidRDefault="007F7D9B" w:rsidP="00121FB9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661E65E1" w14:textId="77777777" w:rsidR="007F7D9B" w:rsidRPr="00D23E31" w:rsidRDefault="007F7D9B" w:rsidP="00121FB9">
            <w:pPr>
              <w:pStyle w:val="TabNumeri"/>
            </w:pPr>
            <w:r w:rsidRPr="005D2A46">
              <w:t xml:space="preserve">0,7 </w:t>
            </w:r>
          </w:p>
        </w:tc>
        <w:tc>
          <w:tcPr>
            <w:tcW w:w="510" w:type="dxa"/>
          </w:tcPr>
          <w:p w14:paraId="37374B0C" w14:textId="77777777" w:rsidR="007F7D9B" w:rsidRPr="00D23E31" w:rsidRDefault="007F7D9B" w:rsidP="00121FB9">
            <w:pPr>
              <w:pStyle w:val="TabNumeri"/>
            </w:pPr>
            <w:r w:rsidRPr="005D2A46">
              <w:t xml:space="preserve">-5,8 </w:t>
            </w:r>
          </w:p>
        </w:tc>
        <w:tc>
          <w:tcPr>
            <w:tcW w:w="514" w:type="dxa"/>
          </w:tcPr>
          <w:p w14:paraId="5F46CAD2" w14:textId="77777777" w:rsidR="007F7D9B" w:rsidRPr="00D23E31" w:rsidRDefault="007F7D9B" w:rsidP="00121FB9">
            <w:pPr>
              <w:pStyle w:val="TabNumeri"/>
            </w:pPr>
            <w:r w:rsidRPr="005D2A46">
              <w:t xml:space="preserve">2,4 </w:t>
            </w:r>
          </w:p>
        </w:tc>
      </w:tr>
      <w:tr w:rsidR="007F7D9B" w:rsidRPr="00BC2A0C" w14:paraId="1837BD0C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AF08F67" w14:textId="77777777" w:rsidR="007F7D9B" w:rsidRPr="00C103CD" w:rsidRDefault="007F7D9B" w:rsidP="00121FB9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9BA4639" w14:textId="77777777" w:rsidR="007F7D9B" w:rsidRPr="00642B29" w:rsidRDefault="007F7D9B" w:rsidP="00121FB9">
            <w:pPr>
              <w:pStyle w:val="TabNumeri"/>
            </w:pPr>
            <w:r w:rsidRPr="00733B32">
              <w:t xml:space="preserve">2,1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A24D072" w14:textId="77777777" w:rsidR="007F7D9B" w:rsidRPr="00642B29" w:rsidRDefault="007F7D9B" w:rsidP="00121FB9">
            <w:pPr>
              <w:pStyle w:val="TabNumeri"/>
            </w:pPr>
            <w:r w:rsidRPr="00733B32">
              <w:t xml:space="preserve">-5,8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5D9A27" w14:textId="77777777" w:rsidR="007F7D9B" w:rsidRPr="00642B29" w:rsidRDefault="007F7D9B" w:rsidP="00121FB9">
            <w:pPr>
              <w:pStyle w:val="TabNumeri"/>
            </w:pPr>
            <w:r w:rsidRPr="00733B32">
              <w:t xml:space="preserve">4,3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EEFA3DC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A6DF2A9" w14:textId="77777777" w:rsidR="007F7D9B" w:rsidRPr="00903CBB" w:rsidRDefault="007F7D9B" w:rsidP="00121FB9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702F8AB" w14:textId="77777777" w:rsidR="007F7D9B" w:rsidRPr="00D23E31" w:rsidRDefault="007F7D9B" w:rsidP="00121FB9">
            <w:pPr>
              <w:pStyle w:val="TabNumeri"/>
            </w:pPr>
            <w:r w:rsidRPr="005D2A46">
              <w:t xml:space="preserve">1,3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80A5F3D" w14:textId="77777777" w:rsidR="007F7D9B" w:rsidRPr="00D23E31" w:rsidRDefault="007F7D9B" w:rsidP="00121FB9">
            <w:pPr>
              <w:pStyle w:val="TabNumeri"/>
            </w:pPr>
            <w:r w:rsidRPr="005D2A46">
              <w:t xml:space="preserve">-10,2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0F45397" w14:textId="77777777" w:rsidR="007F7D9B" w:rsidRPr="00D23E31" w:rsidRDefault="007F7D9B" w:rsidP="00121FB9">
            <w:pPr>
              <w:pStyle w:val="TabNumeri"/>
            </w:pPr>
            <w:r w:rsidRPr="005D2A46">
              <w:t xml:space="preserve">6,0 </w:t>
            </w:r>
          </w:p>
        </w:tc>
      </w:tr>
      <w:tr w:rsidR="007F7D9B" w:rsidRPr="00BC2A0C" w14:paraId="47C3A1A8" w14:textId="77777777" w:rsidTr="00121FB9">
        <w:trPr>
          <w:cantSplit/>
          <w:trHeight w:val="255"/>
        </w:trPr>
        <w:tc>
          <w:tcPr>
            <w:tcW w:w="3402" w:type="dxa"/>
          </w:tcPr>
          <w:p w14:paraId="2D5C2C22" w14:textId="77777777" w:rsidR="007F7D9B" w:rsidRPr="002C2F16" w:rsidRDefault="007F7D9B" w:rsidP="00121FB9">
            <w:pPr>
              <w:pStyle w:val="TabEtichette"/>
            </w:pPr>
            <w:r w:rsidRPr="002C2F16">
              <w:t xml:space="preserve">  Paesi Asiatici in sviluppo </w:t>
            </w:r>
            <w:proofErr w:type="gramStart"/>
            <w:r w:rsidRPr="002C2F16">
              <w:t>e</w:t>
            </w:r>
            <w:proofErr w:type="gramEnd"/>
            <w:r w:rsidRPr="002C2F16">
              <w:t xml:space="preserve"> emergenti</w:t>
            </w:r>
          </w:p>
        </w:tc>
        <w:tc>
          <w:tcPr>
            <w:tcW w:w="510" w:type="dxa"/>
          </w:tcPr>
          <w:p w14:paraId="4415E5B9" w14:textId="77777777" w:rsidR="007F7D9B" w:rsidRPr="00642B29" w:rsidRDefault="007F7D9B" w:rsidP="00121FB9">
            <w:pPr>
              <w:pStyle w:val="TabNumeri"/>
            </w:pPr>
            <w:r w:rsidRPr="00733B32">
              <w:t xml:space="preserve">5,5 </w:t>
            </w:r>
          </w:p>
        </w:tc>
        <w:tc>
          <w:tcPr>
            <w:tcW w:w="510" w:type="dxa"/>
          </w:tcPr>
          <w:p w14:paraId="171ACE17" w14:textId="77777777" w:rsidR="007F7D9B" w:rsidRPr="00642B29" w:rsidRDefault="007F7D9B" w:rsidP="00121FB9">
            <w:pPr>
              <w:pStyle w:val="TabNumeri"/>
            </w:pPr>
            <w:r w:rsidRPr="00733B32">
              <w:t xml:space="preserve">-0,8 </w:t>
            </w:r>
          </w:p>
        </w:tc>
        <w:tc>
          <w:tcPr>
            <w:tcW w:w="510" w:type="dxa"/>
          </w:tcPr>
          <w:p w14:paraId="7A6100B3" w14:textId="77777777" w:rsidR="007F7D9B" w:rsidRPr="00642B29" w:rsidRDefault="007F7D9B" w:rsidP="00121FB9">
            <w:pPr>
              <w:pStyle w:val="TabNumeri"/>
            </w:pPr>
            <w:r w:rsidRPr="00733B32">
              <w:t xml:space="preserve">7,4 </w:t>
            </w:r>
          </w:p>
        </w:tc>
        <w:tc>
          <w:tcPr>
            <w:tcW w:w="340" w:type="dxa"/>
          </w:tcPr>
          <w:p w14:paraId="7664C3A4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12B26B15" w14:textId="77777777" w:rsidR="007F7D9B" w:rsidRPr="00903CBB" w:rsidRDefault="007F7D9B" w:rsidP="00121FB9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61C2CBE2" w14:textId="77777777" w:rsidR="007F7D9B" w:rsidRPr="00D23E31" w:rsidRDefault="007F7D9B" w:rsidP="00121FB9">
            <w:pPr>
              <w:pStyle w:val="TabNumeri"/>
            </w:pPr>
            <w:r w:rsidRPr="005D2A46">
              <w:t xml:space="preserve">0,6 </w:t>
            </w:r>
          </w:p>
        </w:tc>
        <w:tc>
          <w:tcPr>
            <w:tcW w:w="510" w:type="dxa"/>
          </w:tcPr>
          <w:p w14:paraId="09149358" w14:textId="77777777" w:rsidR="007F7D9B" w:rsidRPr="00D23E31" w:rsidRDefault="007F7D9B" w:rsidP="00121FB9">
            <w:pPr>
              <w:pStyle w:val="TabNumeri"/>
            </w:pPr>
            <w:r w:rsidRPr="005D2A46">
              <w:t xml:space="preserve">-7,8 </w:t>
            </w:r>
          </w:p>
        </w:tc>
        <w:tc>
          <w:tcPr>
            <w:tcW w:w="514" w:type="dxa"/>
          </w:tcPr>
          <w:p w14:paraId="75653C35" w14:textId="77777777" w:rsidR="007F7D9B" w:rsidRPr="00D23E31" w:rsidRDefault="007F7D9B" w:rsidP="00121FB9">
            <w:pPr>
              <w:pStyle w:val="TabNumeri"/>
            </w:pPr>
            <w:r w:rsidRPr="005D2A46">
              <w:t xml:space="preserve">5,4 </w:t>
            </w:r>
          </w:p>
        </w:tc>
      </w:tr>
      <w:tr w:rsidR="007F7D9B" w:rsidRPr="00BC2A0C" w14:paraId="6D4289F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71D9328" w14:textId="77777777" w:rsidR="007F7D9B" w:rsidRPr="002C2F16" w:rsidRDefault="007F7D9B" w:rsidP="00121FB9">
            <w:pPr>
              <w:pStyle w:val="TabEtichette"/>
            </w:pPr>
            <w:r w:rsidRPr="002C2F16">
              <w:t xml:space="preserve">  M. Oriente, Nord Africa, Afganistan, Pakistan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A3394E" w14:textId="77777777" w:rsidR="007F7D9B" w:rsidRPr="00642B29" w:rsidRDefault="007F7D9B" w:rsidP="00121FB9">
            <w:pPr>
              <w:pStyle w:val="TabNumeri"/>
            </w:pPr>
            <w:r w:rsidRPr="00733B32">
              <w:t xml:space="preserve">1,0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DA1BAA" w14:textId="77777777" w:rsidR="007F7D9B" w:rsidRPr="00642B29" w:rsidRDefault="007F7D9B" w:rsidP="00121FB9">
            <w:pPr>
              <w:pStyle w:val="TabNumeri"/>
            </w:pPr>
            <w:r w:rsidRPr="00733B32">
              <w:t xml:space="preserve">-4,7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63F052" w14:textId="77777777" w:rsidR="007F7D9B" w:rsidRPr="00642B29" w:rsidRDefault="007F7D9B" w:rsidP="00121FB9">
            <w:pPr>
              <w:pStyle w:val="TabNumeri"/>
            </w:pPr>
            <w:r w:rsidRPr="00733B32">
              <w:t xml:space="preserve">3,3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B075009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2961F5F" w14:textId="77777777" w:rsidR="007F7D9B" w:rsidRPr="00903CBB" w:rsidRDefault="007F7D9B" w:rsidP="00121FB9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3E3888" w14:textId="77777777" w:rsidR="007F7D9B" w:rsidRPr="00D23E31" w:rsidRDefault="007F7D9B" w:rsidP="00121FB9">
            <w:pPr>
              <w:pStyle w:val="TabNumeri"/>
            </w:pPr>
            <w:r w:rsidRPr="005D2A46">
              <w:t xml:space="preserve">1,5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20B9C03" w14:textId="77777777" w:rsidR="007F7D9B" w:rsidRPr="00D23E31" w:rsidRDefault="007F7D9B" w:rsidP="00121FB9">
            <w:pPr>
              <w:pStyle w:val="TabNumeri"/>
            </w:pPr>
            <w:r w:rsidRPr="005D2A46">
              <w:t xml:space="preserve">-12,5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26D116E" w14:textId="77777777" w:rsidR="007F7D9B" w:rsidRPr="00D23E31" w:rsidRDefault="007F7D9B" w:rsidP="00121FB9">
            <w:pPr>
              <w:pStyle w:val="TabNumeri"/>
            </w:pPr>
            <w:r w:rsidRPr="005D2A46">
              <w:t xml:space="preserve">7,3 </w:t>
            </w:r>
          </w:p>
        </w:tc>
      </w:tr>
      <w:tr w:rsidR="007F7D9B" w:rsidRPr="00BC2A0C" w14:paraId="6B13044E" w14:textId="77777777" w:rsidTr="00121FB9">
        <w:trPr>
          <w:cantSplit/>
          <w:trHeight w:val="255"/>
        </w:trPr>
        <w:tc>
          <w:tcPr>
            <w:tcW w:w="3402" w:type="dxa"/>
          </w:tcPr>
          <w:p w14:paraId="2CB4B7BB" w14:textId="77777777" w:rsidR="007F7D9B" w:rsidRPr="002C2F16" w:rsidRDefault="007F7D9B" w:rsidP="00121FB9">
            <w:pPr>
              <w:pStyle w:val="TabEtichette"/>
            </w:pPr>
            <w:r w:rsidRPr="002C2F16">
              <w:t xml:space="preserve">  Africa Sub-Sahariana</w:t>
            </w:r>
          </w:p>
        </w:tc>
        <w:tc>
          <w:tcPr>
            <w:tcW w:w="510" w:type="dxa"/>
          </w:tcPr>
          <w:p w14:paraId="2BF94E7C" w14:textId="77777777" w:rsidR="007F7D9B" w:rsidRPr="00642B29" w:rsidRDefault="007F7D9B" w:rsidP="00121FB9">
            <w:pPr>
              <w:pStyle w:val="TabNumeri"/>
            </w:pPr>
            <w:r w:rsidRPr="00733B32">
              <w:t xml:space="preserve">3,1 </w:t>
            </w:r>
          </w:p>
        </w:tc>
        <w:tc>
          <w:tcPr>
            <w:tcW w:w="510" w:type="dxa"/>
          </w:tcPr>
          <w:p w14:paraId="1644C4D0" w14:textId="77777777" w:rsidR="007F7D9B" w:rsidRPr="00642B29" w:rsidRDefault="007F7D9B" w:rsidP="00121FB9">
            <w:pPr>
              <w:pStyle w:val="TabNumeri"/>
            </w:pPr>
            <w:r w:rsidRPr="00733B32">
              <w:t xml:space="preserve">-3,2 </w:t>
            </w:r>
          </w:p>
        </w:tc>
        <w:tc>
          <w:tcPr>
            <w:tcW w:w="510" w:type="dxa"/>
          </w:tcPr>
          <w:p w14:paraId="673F2A44" w14:textId="77777777" w:rsidR="007F7D9B" w:rsidRPr="00642B29" w:rsidRDefault="007F7D9B" w:rsidP="00121FB9">
            <w:pPr>
              <w:pStyle w:val="TabNumeri"/>
            </w:pPr>
            <w:r w:rsidRPr="00733B32">
              <w:t xml:space="preserve">3,4 </w:t>
            </w:r>
          </w:p>
        </w:tc>
        <w:tc>
          <w:tcPr>
            <w:tcW w:w="340" w:type="dxa"/>
          </w:tcPr>
          <w:p w14:paraId="7D455036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67231BD4" w14:textId="77777777" w:rsidR="007F7D9B" w:rsidRPr="00903CBB" w:rsidRDefault="007F7D9B" w:rsidP="00121FB9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48EF89BA" w14:textId="77777777" w:rsidR="007F7D9B" w:rsidRPr="00D23E31" w:rsidRDefault="007F7D9B" w:rsidP="00121FB9">
            <w:pPr>
              <w:pStyle w:val="TabNumeri"/>
            </w:pPr>
            <w:r w:rsidRPr="005D2A46">
              <w:t xml:space="preserve">1,3 </w:t>
            </w:r>
          </w:p>
        </w:tc>
        <w:tc>
          <w:tcPr>
            <w:tcW w:w="510" w:type="dxa"/>
          </w:tcPr>
          <w:p w14:paraId="28838C1F" w14:textId="77777777" w:rsidR="007F7D9B" w:rsidRPr="00D23E31" w:rsidRDefault="007F7D9B" w:rsidP="00121FB9">
            <w:pPr>
              <w:pStyle w:val="TabNumeri"/>
            </w:pPr>
            <w:r w:rsidRPr="005D2A46">
              <w:t xml:space="preserve">-6,6 </w:t>
            </w:r>
          </w:p>
        </w:tc>
        <w:tc>
          <w:tcPr>
            <w:tcW w:w="514" w:type="dxa"/>
          </w:tcPr>
          <w:p w14:paraId="59A35C26" w14:textId="77777777" w:rsidR="007F7D9B" w:rsidRPr="00D23E31" w:rsidRDefault="007F7D9B" w:rsidP="00121FB9">
            <w:pPr>
              <w:pStyle w:val="TabNumeri"/>
            </w:pPr>
            <w:r w:rsidRPr="005D2A46">
              <w:t xml:space="preserve">4,1 </w:t>
            </w:r>
          </w:p>
        </w:tc>
      </w:tr>
      <w:tr w:rsidR="007F7D9B" w:rsidRPr="00BC2A0C" w14:paraId="3049DE71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39910C2" w14:textId="77777777" w:rsidR="007F7D9B" w:rsidRDefault="007F7D9B" w:rsidP="00121FB9">
            <w:pPr>
              <w:pStyle w:val="TabEtichette"/>
            </w:pPr>
            <w:r w:rsidRPr="002C2F16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224B606" w14:textId="77777777" w:rsidR="007F7D9B" w:rsidRPr="00642B29" w:rsidRDefault="007F7D9B" w:rsidP="00121FB9">
            <w:pPr>
              <w:pStyle w:val="TabNumeri"/>
            </w:pPr>
            <w:r w:rsidRPr="00733B32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567CBF6" w14:textId="77777777" w:rsidR="007F7D9B" w:rsidRPr="00642B29" w:rsidRDefault="007F7D9B" w:rsidP="00121FB9">
            <w:pPr>
              <w:pStyle w:val="TabNumeri"/>
            </w:pPr>
            <w:r w:rsidRPr="00733B32">
              <w:t xml:space="preserve">-9,4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A0876A8" w14:textId="77777777" w:rsidR="007F7D9B" w:rsidRPr="00642B29" w:rsidRDefault="007F7D9B" w:rsidP="00121FB9">
            <w:pPr>
              <w:pStyle w:val="TabNumeri"/>
            </w:pPr>
            <w:r w:rsidRPr="00733B32">
              <w:t xml:space="preserve">3,7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1BCE026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5EFF8D4" w14:textId="77777777" w:rsidR="007F7D9B" w:rsidRPr="00903CBB" w:rsidRDefault="007F7D9B" w:rsidP="00121FB9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229D3EE" w14:textId="77777777" w:rsidR="007F7D9B" w:rsidRPr="00D23E31" w:rsidRDefault="007F7D9B" w:rsidP="00121FB9">
            <w:pPr>
              <w:pStyle w:val="TabNumeri"/>
            </w:pPr>
            <w:r w:rsidRPr="005D2A46">
              <w:t xml:space="preserve">4,2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9B40F20" w14:textId="77777777" w:rsidR="007F7D9B" w:rsidRPr="00D23E31" w:rsidRDefault="007F7D9B" w:rsidP="00121FB9">
            <w:pPr>
              <w:pStyle w:val="TabNumeri"/>
            </w:pPr>
            <w:r w:rsidRPr="005D2A46">
              <w:t xml:space="preserve">-4,5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3BB52B46" w14:textId="77777777" w:rsidR="007F7D9B" w:rsidRPr="00D23E31" w:rsidRDefault="007F7D9B" w:rsidP="00121FB9">
            <w:pPr>
              <w:pStyle w:val="TabNumeri"/>
            </w:pPr>
            <w:r w:rsidRPr="005D2A46">
              <w:t xml:space="preserve">6,0 </w:t>
            </w:r>
          </w:p>
        </w:tc>
      </w:tr>
      <w:tr w:rsidR="007F7D9B" w:rsidRPr="00BC2A0C" w14:paraId="3D576B3B" w14:textId="77777777" w:rsidTr="00121FB9">
        <w:trPr>
          <w:cantSplit/>
          <w:trHeight w:val="255"/>
        </w:trPr>
        <w:tc>
          <w:tcPr>
            <w:tcW w:w="3402" w:type="dxa"/>
          </w:tcPr>
          <w:p w14:paraId="1CE76FDE" w14:textId="77777777" w:rsidR="007F7D9B" w:rsidRDefault="007F7D9B" w:rsidP="00121FB9">
            <w:pPr>
              <w:pStyle w:val="TabEtichette"/>
            </w:pPr>
          </w:p>
        </w:tc>
        <w:tc>
          <w:tcPr>
            <w:tcW w:w="510" w:type="dxa"/>
          </w:tcPr>
          <w:p w14:paraId="75BB50D1" w14:textId="77777777" w:rsidR="007F7D9B" w:rsidRPr="00642B29" w:rsidRDefault="007F7D9B" w:rsidP="00121FB9">
            <w:pPr>
              <w:pStyle w:val="TabNumeri"/>
            </w:pPr>
          </w:p>
        </w:tc>
        <w:tc>
          <w:tcPr>
            <w:tcW w:w="510" w:type="dxa"/>
          </w:tcPr>
          <w:p w14:paraId="2E185278" w14:textId="77777777" w:rsidR="007F7D9B" w:rsidRPr="00642B29" w:rsidRDefault="007F7D9B" w:rsidP="00121FB9">
            <w:pPr>
              <w:pStyle w:val="TabNumeri"/>
            </w:pPr>
          </w:p>
        </w:tc>
        <w:tc>
          <w:tcPr>
            <w:tcW w:w="510" w:type="dxa"/>
          </w:tcPr>
          <w:p w14:paraId="762098D6" w14:textId="77777777" w:rsidR="007F7D9B" w:rsidRDefault="007F7D9B" w:rsidP="00121FB9">
            <w:pPr>
              <w:pStyle w:val="TabNumeri"/>
            </w:pPr>
          </w:p>
        </w:tc>
        <w:tc>
          <w:tcPr>
            <w:tcW w:w="340" w:type="dxa"/>
          </w:tcPr>
          <w:p w14:paraId="5B944260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61C347CC" w14:textId="77777777" w:rsidR="007F7D9B" w:rsidRPr="00903CBB" w:rsidRDefault="007F7D9B" w:rsidP="00121FB9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1BA63EAB" w14:textId="77777777" w:rsidR="007F7D9B" w:rsidRPr="00D23E31" w:rsidRDefault="007F7D9B" w:rsidP="00121FB9">
            <w:pPr>
              <w:pStyle w:val="TabNumeri"/>
            </w:pPr>
            <w:r w:rsidRPr="005D2A46">
              <w:t xml:space="preserve">1,1 </w:t>
            </w:r>
          </w:p>
        </w:tc>
        <w:tc>
          <w:tcPr>
            <w:tcW w:w="510" w:type="dxa"/>
          </w:tcPr>
          <w:p w14:paraId="53BEECA1" w14:textId="77777777" w:rsidR="007F7D9B" w:rsidRPr="00D23E31" w:rsidRDefault="007F7D9B" w:rsidP="00121FB9">
            <w:pPr>
              <w:pStyle w:val="TabNumeri"/>
            </w:pPr>
            <w:r w:rsidRPr="005D2A46">
              <w:t xml:space="preserve">-9,1 </w:t>
            </w:r>
          </w:p>
        </w:tc>
        <w:tc>
          <w:tcPr>
            <w:tcW w:w="514" w:type="dxa"/>
          </w:tcPr>
          <w:p w14:paraId="5E88B367" w14:textId="77777777" w:rsidR="007F7D9B" w:rsidRPr="00D23E31" w:rsidRDefault="007F7D9B" w:rsidP="00121FB9">
            <w:pPr>
              <w:pStyle w:val="TabNumeri"/>
            </w:pPr>
            <w:r w:rsidRPr="005D2A46">
              <w:t xml:space="preserve">3,6 </w:t>
            </w:r>
          </w:p>
        </w:tc>
      </w:tr>
      <w:tr w:rsidR="007F7D9B" w:rsidRPr="00BC2A0C" w14:paraId="42E95F08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DB99717" w14:textId="77777777" w:rsidR="007F7D9B" w:rsidRPr="007C2916" w:rsidRDefault="007F7D9B" w:rsidP="00121FB9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3E63355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14C25E3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1563F6C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64CBD06C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A07B64B" w14:textId="77777777" w:rsidR="007F7D9B" w:rsidRDefault="007F7D9B" w:rsidP="00121FB9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4E9589B" w14:textId="77777777" w:rsidR="007F7D9B" w:rsidRPr="00D23E31" w:rsidRDefault="007F7D9B" w:rsidP="00121FB9">
            <w:pPr>
              <w:pStyle w:val="TabNumeri"/>
            </w:pPr>
            <w:r w:rsidRPr="005D2A46">
              <w:t xml:space="preserve">-0,3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6F8E170" w14:textId="77777777" w:rsidR="007F7D9B" w:rsidRPr="00D23E31" w:rsidRDefault="007F7D9B" w:rsidP="00121FB9">
            <w:pPr>
              <w:pStyle w:val="TabNumeri"/>
            </w:pPr>
            <w:r w:rsidRPr="005D2A46">
              <w:t xml:space="preserve">-10,5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4ED6932" w14:textId="77777777" w:rsidR="007F7D9B" w:rsidRDefault="007F7D9B" w:rsidP="00121FB9">
            <w:pPr>
              <w:pStyle w:val="TabNumeri"/>
            </w:pPr>
            <w:r w:rsidRPr="005D2A46">
              <w:t xml:space="preserve">3,3 </w:t>
            </w:r>
          </w:p>
        </w:tc>
      </w:tr>
      <w:tr w:rsidR="007F7D9B" w:rsidRPr="00BC2A0C" w14:paraId="3B2AFB65" w14:textId="77777777" w:rsidTr="00121FB9">
        <w:trPr>
          <w:cantSplit/>
          <w:trHeight w:val="255"/>
        </w:trPr>
        <w:tc>
          <w:tcPr>
            <w:tcW w:w="9358" w:type="dxa"/>
            <w:gridSpan w:val="9"/>
          </w:tcPr>
          <w:p w14:paraId="0DEF94C5" w14:textId="77777777" w:rsidR="007F7D9B" w:rsidRPr="009100D8" w:rsidRDefault="007F7D9B" w:rsidP="00121FB9">
            <w:pPr>
              <w:pStyle w:val="TabIntestaSup"/>
            </w:pPr>
            <w:r>
              <w:t>Commercio mondiale e tassi di interesse</w:t>
            </w:r>
          </w:p>
        </w:tc>
      </w:tr>
      <w:tr w:rsidR="007F7D9B" w:rsidRPr="00BC2A0C" w14:paraId="77A48C22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AFB2383" w14:textId="77777777" w:rsidR="007F7D9B" w:rsidRPr="00BC2A0C" w:rsidRDefault="007F7D9B" w:rsidP="00121FB9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F8E3FEB" w14:textId="77777777" w:rsidR="007F7D9B" w:rsidRPr="00901440" w:rsidRDefault="007F7D9B" w:rsidP="00121FB9">
            <w:pPr>
              <w:pStyle w:val="TabNumeri"/>
            </w:pPr>
            <w:r w:rsidRPr="004E638A">
              <w:t xml:space="preserve">0,9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F36E06D" w14:textId="77777777" w:rsidR="007F7D9B" w:rsidRPr="00901440" w:rsidRDefault="007F7D9B" w:rsidP="00121FB9">
            <w:pPr>
              <w:pStyle w:val="TabNumeri"/>
            </w:pPr>
            <w:r w:rsidRPr="004E638A">
              <w:t xml:space="preserve">-11,9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74CAF6E" w14:textId="77777777" w:rsidR="007F7D9B" w:rsidRPr="00901440" w:rsidRDefault="007F7D9B" w:rsidP="00121FB9">
            <w:pPr>
              <w:pStyle w:val="TabNumeri"/>
            </w:pPr>
            <w:r w:rsidRPr="004E638A">
              <w:t xml:space="preserve">8,0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3F2F623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AD97B21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554F5E" w14:textId="77777777" w:rsidR="007F7D9B" w:rsidRPr="00C448AA" w:rsidRDefault="007F7D9B" w:rsidP="00121FB9">
            <w:pPr>
              <w:pStyle w:val="TabNumeri"/>
            </w:pPr>
            <w:r w:rsidRPr="00BB75A7">
              <w:t xml:space="preserve">2,3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7D2B3B2" w14:textId="77777777" w:rsidR="007F7D9B" w:rsidRPr="00C448AA" w:rsidRDefault="007F7D9B" w:rsidP="00121FB9">
            <w:pPr>
              <w:pStyle w:val="TabNumeri"/>
            </w:pPr>
            <w:r w:rsidRPr="00BB75A7">
              <w:t xml:space="preserve">0,9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94498BF" w14:textId="77777777" w:rsidR="007F7D9B" w:rsidRPr="00C448AA" w:rsidRDefault="007F7D9B" w:rsidP="00121FB9">
            <w:pPr>
              <w:pStyle w:val="TabNumeri"/>
            </w:pPr>
            <w:r w:rsidRPr="00BB75A7">
              <w:t xml:space="preserve">0,6 </w:t>
            </w:r>
          </w:p>
        </w:tc>
      </w:tr>
      <w:tr w:rsidR="007F7D9B" w:rsidRPr="00BC2A0C" w14:paraId="0612429D" w14:textId="77777777" w:rsidTr="00121FB9">
        <w:trPr>
          <w:cantSplit/>
          <w:trHeight w:val="255"/>
        </w:trPr>
        <w:tc>
          <w:tcPr>
            <w:tcW w:w="3402" w:type="dxa"/>
          </w:tcPr>
          <w:p w14:paraId="7EA0EFC1" w14:textId="77777777" w:rsidR="007F7D9B" w:rsidRPr="003F3E03" w:rsidRDefault="007F7D9B" w:rsidP="00121FB9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14:paraId="7F1AC59B" w14:textId="77777777" w:rsidR="007F7D9B" w:rsidRPr="00901440" w:rsidRDefault="007F7D9B" w:rsidP="00121FB9">
            <w:pPr>
              <w:pStyle w:val="TabNumeri"/>
            </w:pPr>
            <w:r w:rsidRPr="004E638A">
              <w:t xml:space="preserve">1,5 </w:t>
            </w:r>
          </w:p>
        </w:tc>
        <w:tc>
          <w:tcPr>
            <w:tcW w:w="510" w:type="dxa"/>
          </w:tcPr>
          <w:p w14:paraId="411BCD4F" w14:textId="77777777" w:rsidR="007F7D9B" w:rsidRPr="00901440" w:rsidRDefault="007F7D9B" w:rsidP="00121FB9">
            <w:pPr>
              <w:pStyle w:val="TabNumeri"/>
            </w:pPr>
            <w:r w:rsidRPr="004E638A">
              <w:t xml:space="preserve">-13,4 </w:t>
            </w:r>
          </w:p>
        </w:tc>
        <w:tc>
          <w:tcPr>
            <w:tcW w:w="510" w:type="dxa"/>
          </w:tcPr>
          <w:p w14:paraId="62A02F3B" w14:textId="77777777" w:rsidR="007F7D9B" w:rsidRPr="00901440" w:rsidRDefault="007F7D9B" w:rsidP="00121FB9">
            <w:pPr>
              <w:pStyle w:val="TabNumeri"/>
            </w:pPr>
            <w:r w:rsidRPr="004E638A">
              <w:t xml:space="preserve">7,2 </w:t>
            </w:r>
          </w:p>
        </w:tc>
        <w:tc>
          <w:tcPr>
            <w:tcW w:w="340" w:type="dxa"/>
          </w:tcPr>
          <w:p w14:paraId="3640DAFA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711D7BEA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proofErr w:type="gramStart"/>
            <w:r w:rsidRPr="00BC2A0C">
              <w:t>Euro</w:t>
            </w:r>
            <w:proofErr w:type="gramEnd"/>
            <w:r>
              <w:t xml:space="preserve"> (f)</w:t>
            </w:r>
          </w:p>
        </w:tc>
        <w:tc>
          <w:tcPr>
            <w:tcW w:w="510" w:type="dxa"/>
          </w:tcPr>
          <w:p w14:paraId="1327AAB5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  <w:tc>
          <w:tcPr>
            <w:tcW w:w="510" w:type="dxa"/>
          </w:tcPr>
          <w:p w14:paraId="73CCAE67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  <w:tc>
          <w:tcPr>
            <w:tcW w:w="514" w:type="dxa"/>
          </w:tcPr>
          <w:p w14:paraId="0E4B9EA8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</w:tr>
      <w:tr w:rsidR="007F7D9B" w:rsidRPr="00BC2A0C" w14:paraId="07D187F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59241A1" w14:textId="77777777" w:rsidR="007F7D9B" w:rsidRDefault="007F7D9B" w:rsidP="00121FB9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6EC60A1" w14:textId="77777777" w:rsidR="007F7D9B" w:rsidRPr="00901440" w:rsidRDefault="007F7D9B" w:rsidP="00121FB9">
            <w:pPr>
              <w:pStyle w:val="TabNumeri"/>
            </w:pPr>
            <w:r w:rsidRPr="004E638A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543E198" w14:textId="77777777" w:rsidR="007F7D9B" w:rsidRPr="00901440" w:rsidRDefault="007F7D9B" w:rsidP="00121FB9">
            <w:pPr>
              <w:pStyle w:val="TabNumeri"/>
            </w:pPr>
            <w:r w:rsidRPr="004E638A">
              <w:t xml:space="preserve">-9,4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8326DA4" w14:textId="77777777" w:rsidR="007F7D9B" w:rsidRDefault="007F7D9B" w:rsidP="00121FB9">
            <w:pPr>
              <w:pStyle w:val="TabNumeri"/>
            </w:pPr>
            <w:r w:rsidRPr="004E638A">
              <w:t xml:space="preserve">9,4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21A51C39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63882E8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02F411" w14:textId="77777777" w:rsidR="007F7D9B" w:rsidRPr="00C448AA" w:rsidRDefault="007F7D9B" w:rsidP="00121FB9">
            <w:pPr>
              <w:pStyle w:val="TabNumeri"/>
            </w:pPr>
            <w:r w:rsidRPr="00BB75A7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95A1EB1" w14:textId="77777777" w:rsidR="007F7D9B" w:rsidRPr="00C448AA" w:rsidRDefault="007F7D9B" w:rsidP="00121FB9">
            <w:pPr>
              <w:pStyle w:val="TabNumeri"/>
            </w:pPr>
            <w:r w:rsidRPr="00BB75A7">
              <w:t xml:space="preserve">0,0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158696F" w14:textId="77777777" w:rsidR="007F7D9B" w:rsidRDefault="007F7D9B" w:rsidP="00121FB9">
            <w:pPr>
              <w:pStyle w:val="TabNumeri"/>
            </w:pPr>
            <w:r w:rsidRPr="00BB75A7">
              <w:t xml:space="preserve">-0,1 </w:t>
            </w:r>
          </w:p>
        </w:tc>
      </w:tr>
      <w:tr w:rsidR="007F7D9B" w:rsidRPr="00BC2A0C" w14:paraId="11531D97" w14:textId="77777777" w:rsidTr="00121FB9">
        <w:trPr>
          <w:cantSplit/>
          <w:trHeight w:val="255"/>
        </w:trPr>
        <w:tc>
          <w:tcPr>
            <w:tcW w:w="9358" w:type="dxa"/>
            <w:gridSpan w:val="9"/>
          </w:tcPr>
          <w:p w14:paraId="0C5AC563" w14:textId="77777777" w:rsidR="007F7D9B" w:rsidRPr="009100D8" w:rsidRDefault="007F7D9B" w:rsidP="00121FB9">
            <w:pPr>
              <w:pStyle w:val="TabIntestaSup"/>
            </w:pPr>
            <w:r>
              <w:t>Prezzi</w:t>
            </w:r>
          </w:p>
        </w:tc>
      </w:tr>
      <w:tr w:rsidR="007F7D9B" w:rsidRPr="00BC2A0C" w14:paraId="45A350A5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CA2ED4B" w14:textId="77777777" w:rsidR="007F7D9B" w:rsidRPr="00BC2A0C" w:rsidRDefault="007F7D9B" w:rsidP="00121FB9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761C01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B1D3053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9D3B173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794B65AF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C88F3C4" w14:textId="77777777" w:rsidR="007F7D9B" w:rsidRPr="00BC2A0C" w:rsidRDefault="007F7D9B" w:rsidP="00121FB9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CFC9686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12750DF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6C564BB5" w14:textId="77777777" w:rsidR="007F7D9B" w:rsidRPr="006129FC" w:rsidRDefault="007F7D9B" w:rsidP="00121FB9">
            <w:pPr>
              <w:pStyle w:val="TabNumeri"/>
            </w:pPr>
          </w:p>
        </w:tc>
      </w:tr>
      <w:tr w:rsidR="007F7D9B" w:rsidRPr="00BC2A0C" w14:paraId="4005244E" w14:textId="77777777" w:rsidTr="00121FB9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2559A761" w14:textId="77777777" w:rsidR="007F7D9B" w:rsidRPr="00BC2A0C" w:rsidRDefault="007F7D9B" w:rsidP="00121FB9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14:paraId="7B76FB1E" w14:textId="77777777" w:rsidR="007F7D9B" w:rsidRPr="005175A4" w:rsidRDefault="007F7D9B" w:rsidP="00121FB9">
            <w:pPr>
              <w:pStyle w:val="TabNumeri"/>
            </w:pPr>
            <w:r w:rsidRPr="0057501E">
              <w:t xml:space="preserve">-10,2 </w:t>
            </w:r>
          </w:p>
        </w:tc>
        <w:tc>
          <w:tcPr>
            <w:tcW w:w="510" w:type="dxa"/>
            <w:shd w:val="clear" w:color="auto" w:fill="auto"/>
          </w:tcPr>
          <w:p w14:paraId="1E8CA7A9" w14:textId="77777777" w:rsidR="007F7D9B" w:rsidRPr="005175A4" w:rsidRDefault="007F7D9B" w:rsidP="00121FB9">
            <w:pPr>
              <w:pStyle w:val="TabNumeri"/>
            </w:pPr>
            <w:r w:rsidRPr="0057501E">
              <w:t xml:space="preserve">-41,1 </w:t>
            </w:r>
          </w:p>
        </w:tc>
        <w:tc>
          <w:tcPr>
            <w:tcW w:w="510" w:type="dxa"/>
            <w:shd w:val="clear" w:color="auto" w:fill="auto"/>
          </w:tcPr>
          <w:p w14:paraId="1508B851" w14:textId="77777777" w:rsidR="007F7D9B" w:rsidRPr="005175A4" w:rsidRDefault="007F7D9B" w:rsidP="00121FB9">
            <w:pPr>
              <w:pStyle w:val="TabNumeri"/>
            </w:pPr>
            <w:r w:rsidRPr="0057501E">
              <w:t xml:space="preserve">3,8 </w:t>
            </w:r>
          </w:p>
        </w:tc>
        <w:tc>
          <w:tcPr>
            <w:tcW w:w="340" w:type="dxa"/>
            <w:shd w:val="clear" w:color="auto" w:fill="auto"/>
          </w:tcPr>
          <w:p w14:paraId="0A93BE91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14:paraId="61026A8F" w14:textId="77777777" w:rsidR="007F7D9B" w:rsidRPr="00BC2A0C" w:rsidRDefault="007F7D9B" w:rsidP="00121FB9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14:paraId="34BEDE65" w14:textId="77777777" w:rsidR="007F7D9B" w:rsidRPr="00C01CE2" w:rsidRDefault="007F7D9B" w:rsidP="00121FB9">
            <w:pPr>
              <w:pStyle w:val="TabNumeri"/>
            </w:pPr>
            <w:r w:rsidRPr="0028713B">
              <w:t xml:space="preserve">1,4 </w:t>
            </w:r>
          </w:p>
        </w:tc>
        <w:tc>
          <w:tcPr>
            <w:tcW w:w="510" w:type="dxa"/>
            <w:shd w:val="clear" w:color="auto" w:fill="auto"/>
          </w:tcPr>
          <w:p w14:paraId="1966987E" w14:textId="77777777" w:rsidR="007F7D9B" w:rsidRPr="00C01CE2" w:rsidRDefault="007F7D9B" w:rsidP="00121FB9">
            <w:pPr>
              <w:pStyle w:val="TabNumeri"/>
            </w:pPr>
            <w:r w:rsidRPr="0028713B">
              <w:t xml:space="preserve">0,3 </w:t>
            </w:r>
          </w:p>
        </w:tc>
        <w:tc>
          <w:tcPr>
            <w:tcW w:w="514" w:type="dxa"/>
            <w:shd w:val="clear" w:color="auto" w:fill="auto"/>
          </w:tcPr>
          <w:p w14:paraId="0FF4DE69" w14:textId="77777777" w:rsidR="007F7D9B" w:rsidRPr="00C01CE2" w:rsidRDefault="007F7D9B" w:rsidP="00121FB9">
            <w:pPr>
              <w:pStyle w:val="TabNumeri"/>
            </w:pPr>
            <w:r w:rsidRPr="0028713B">
              <w:t xml:space="preserve">1,1 </w:t>
            </w:r>
          </w:p>
        </w:tc>
      </w:tr>
      <w:tr w:rsidR="007F7D9B" w:rsidRPr="00BC2A0C" w14:paraId="0238E9FF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04EAD17" w14:textId="77777777" w:rsidR="007F7D9B" w:rsidRPr="00BC2A0C" w:rsidRDefault="007F7D9B" w:rsidP="00121FB9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552FC4A" w14:textId="77777777" w:rsidR="007F7D9B" w:rsidRPr="005175A4" w:rsidRDefault="007F7D9B" w:rsidP="00121FB9">
            <w:pPr>
              <w:pStyle w:val="TabNumeri"/>
            </w:pPr>
            <w:r w:rsidRPr="0057501E">
              <w:t xml:space="preserve">0,8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BA54772" w14:textId="77777777" w:rsidR="007F7D9B" w:rsidRPr="005175A4" w:rsidRDefault="007F7D9B" w:rsidP="00121FB9">
            <w:pPr>
              <w:pStyle w:val="TabNumeri"/>
            </w:pPr>
            <w:r w:rsidRPr="0057501E">
              <w:t xml:space="preserve">0,2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EB2D2D4" w14:textId="77777777" w:rsidR="007F7D9B" w:rsidRDefault="007F7D9B" w:rsidP="00121FB9">
            <w:pPr>
              <w:pStyle w:val="TabNumeri"/>
            </w:pPr>
            <w:r w:rsidRPr="0057501E">
              <w:t xml:space="preserve">0,8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D4EF6DD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9617332" w14:textId="77777777" w:rsidR="007F7D9B" w:rsidRPr="00BC2A0C" w:rsidRDefault="007F7D9B" w:rsidP="00121FB9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8D291E" w14:textId="77777777" w:rsidR="007F7D9B" w:rsidRPr="00C01CE2" w:rsidRDefault="007F7D9B" w:rsidP="00121FB9">
            <w:pPr>
              <w:pStyle w:val="TabNumeri"/>
            </w:pPr>
            <w:r w:rsidRPr="0028713B">
              <w:t xml:space="preserve">5,1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46F4994" w14:textId="77777777" w:rsidR="007F7D9B" w:rsidRPr="00C01CE2" w:rsidRDefault="007F7D9B" w:rsidP="00121FB9">
            <w:pPr>
              <w:pStyle w:val="TabNumeri"/>
            </w:pPr>
            <w:r w:rsidRPr="0028713B">
              <w:t xml:space="preserve">4,4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C6678E5" w14:textId="77777777" w:rsidR="007F7D9B" w:rsidRDefault="007F7D9B" w:rsidP="00121FB9">
            <w:pPr>
              <w:pStyle w:val="TabNumeri"/>
            </w:pPr>
            <w:r w:rsidRPr="0028713B">
              <w:t xml:space="preserve">4,5 </w:t>
            </w:r>
          </w:p>
        </w:tc>
      </w:tr>
      <w:tr w:rsidR="007F7D9B" w:rsidRPr="00E14C28" w14:paraId="7A88B516" w14:textId="77777777" w:rsidTr="00121FB9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5C759867" w14:textId="77777777" w:rsidR="007F7D9B" w:rsidRPr="002A4A23" w:rsidRDefault="007F7D9B" w:rsidP="00121FB9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</w:t>
            </w:r>
            <w:proofErr w:type="gramStart"/>
            <w:r w:rsidRPr="00BC2A0C">
              <w:t>greggio  Brent</w:t>
            </w:r>
            <w:proofErr w:type="gramEnd"/>
            <w:r w:rsidRPr="00BC2A0C">
              <w:t xml:space="preserve">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(London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</w:t>
            </w:r>
            <w:r>
              <w:t>asso di interesse percentuale:</w:t>
            </w:r>
            <w:r w:rsidRPr="00BC2A0C">
              <w:t xml:space="preserve"> sui depositi a 6 mesi in U.S.$; sui depositi a 6 mesi in yen; sui depositi a 3 mesi in euro. </w:t>
            </w:r>
          </w:p>
          <w:p w14:paraId="26648D2D" w14:textId="77777777" w:rsidR="007F7D9B" w:rsidRPr="00BC2A0C" w:rsidRDefault="007F7D9B" w:rsidP="00121FB9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Economic </w:t>
            </w:r>
            <w:r w:rsidRPr="001D6DE6">
              <w:rPr>
                <w:lang w:val="en-GB"/>
              </w:rPr>
              <w:t xml:space="preserve">Outlook, </w:t>
            </w:r>
            <w:r>
              <w:rPr>
                <w:lang w:val="en-GB"/>
              </w:rPr>
              <w:t>24</w:t>
            </w:r>
            <w:r w:rsidRPr="001D6DE6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giugn</w:t>
            </w:r>
            <w:r w:rsidRPr="001D6DE6">
              <w:rPr>
                <w:lang w:val="en-GB"/>
              </w:rPr>
              <w:t>o</w:t>
            </w:r>
            <w:proofErr w:type="spellEnd"/>
            <w:r w:rsidRPr="001D6DE6">
              <w:rPr>
                <w:lang w:val="en-GB"/>
              </w:rPr>
              <w:t xml:space="preserve"> </w:t>
            </w:r>
            <w:r w:rsidRPr="001D6DE6">
              <w:rPr>
                <w:lang w:val="en-US"/>
              </w:rPr>
              <w:t>20</w:t>
            </w:r>
            <w:r>
              <w:rPr>
                <w:lang w:val="en-US"/>
              </w:rPr>
              <w:t>20</w:t>
            </w:r>
          </w:p>
        </w:tc>
      </w:tr>
    </w:tbl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14:paraId="614F8052" w14:textId="77777777" w:rsidR="00EB042A" w:rsidRPr="00962B46" w:rsidRDefault="00EB042A" w:rsidP="00EB042A"/>
    <w:tbl>
      <w:tblPr>
        <w:tblStyle w:val="Grigliatabella"/>
        <w:tblpPr w:topFromText="425" w:bottomFromText="425" w:horzAnchor="margin" w:tblpXSpec="right" w:tblpYSpec="bottom"/>
        <w:tblOverlap w:val="nev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BD561C" w:rsidRPr="002B550F" w14:paraId="1F788D6D" w14:textId="77777777" w:rsidTr="00121FB9">
        <w:tc>
          <w:tcPr>
            <w:tcW w:w="9356" w:type="dxa"/>
          </w:tcPr>
          <w:p w14:paraId="18CA2EF8" w14:textId="77777777" w:rsidR="00BD561C" w:rsidRPr="002B550F" w:rsidRDefault="00BD561C" w:rsidP="00121FB9">
            <w:pPr>
              <w:pStyle w:val="FigTitolo"/>
            </w:pPr>
            <w:r w:rsidRPr="002B550F">
              <w:t>La previsione del</w:t>
            </w:r>
            <w:r>
              <w:t>l’Ocse, tasso di variazione del p</w:t>
            </w:r>
            <w:r w:rsidRPr="002B550F">
              <w:t>rodotto interno lordo</w:t>
            </w:r>
          </w:p>
        </w:tc>
      </w:tr>
      <w:tr w:rsidR="00BD561C" w:rsidRPr="004C3A94" w14:paraId="31D34979" w14:textId="77777777" w:rsidTr="00121FB9">
        <w:tc>
          <w:tcPr>
            <w:tcW w:w="9356" w:type="dxa"/>
          </w:tcPr>
          <w:p w14:paraId="6ED66450" w14:textId="77777777" w:rsidR="00BD561C" w:rsidRPr="004C3A94" w:rsidRDefault="00BD561C" w:rsidP="006B1938">
            <w:pPr>
              <w:pStyle w:val="TabIntestaSupBordo"/>
            </w:pPr>
            <w:r>
              <w:t>Single hit scenario</w:t>
            </w:r>
          </w:p>
        </w:tc>
      </w:tr>
      <w:tr w:rsidR="00BD561C" w:rsidRPr="004C3A94" w14:paraId="20E26A82" w14:textId="77777777" w:rsidTr="00121FB9">
        <w:tc>
          <w:tcPr>
            <w:tcW w:w="9356" w:type="dxa"/>
          </w:tcPr>
          <w:p w14:paraId="11B67CE7" w14:textId="77777777" w:rsidR="00BD561C" w:rsidRPr="004C3A94" w:rsidRDefault="00BD561C" w:rsidP="00121FB9">
            <w:pPr>
              <w:pStyle w:val="Figure"/>
            </w:pPr>
            <w:r w:rsidRPr="000744D1">
              <w:rPr>
                <w:noProof/>
              </w:rPr>
              <w:drawing>
                <wp:inline distT="0" distB="0" distL="0" distR="0" wp14:anchorId="168E171C" wp14:editId="64193974">
                  <wp:extent cx="5868035" cy="1510665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8035" cy="151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61C" w:rsidRPr="004C3A94" w14:paraId="5000D50A" w14:textId="77777777" w:rsidTr="00121FB9">
        <w:tc>
          <w:tcPr>
            <w:tcW w:w="9356" w:type="dxa"/>
          </w:tcPr>
          <w:p w14:paraId="291CC6BC" w14:textId="77777777" w:rsidR="00BD561C" w:rsidRPr="004C3A94" w:rsidRDefault="00BD561C" w:rsidP="00121FB9">
            <w:pPr>
              <w:pStyle w:val="TabIntestaSupBordo"/>
            </w:pPr>
            <w:r>
              <w:t>Double hit scenario</w:t>
            </w:r>
          </w:p>
        </w:tc>
      </w:tr>
      <w:tr w:rsidR="00BD561C" w:rsidRPr="002B550F" w14:paraId="6BC96ABA" w14:textId="77777777" w:rsidTr="00121FB9">
        <w:tc>
          <w:tcPr>
            <w:tcW w:w="9356" w:type="dxa"/>
          </w:tcPr>
          <w:p w14:paraId="4AF9CA0E" w14:textId="77777777" w:rsidR="00BD561C" w:rsidRPr="004C3A94" w:rsidRDefault="00BD561C" w:rsidP="00121FB9">
            <w:pPr>
              <w:pStyle w:val="Figure"/>
            </w:pPr>
            <w:r w:rsidRPr="00364B10">
              <w:rPr>
                <w:noProof/>
              </w:rPr>
              <w:drawing>
                <wp:inline distT="0" distB="0" distL="0" distR="0" wp14:anchorId="36BDFE65" wp14:editId="31D527B5">
                  <wp:extent cx="5868035" cy="169354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8035" cy="169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61C" w:rsidRPr="00E5385E" w14:paraId="72789236" w14:textId="77777777" w:rsidTr="00121FB9">
        <w:tc>
          <w:tcPr>
            <w:tcW w:w="9356" w:type="dxa"/>
          </w:tcPr>
          <w:p w14:paraId="29105423" w14:textId="77777777" w:rsidR="00BD561C" w:rsidRPr="001D496D" w:rsidRDefault="00BD561C" w:rsidP="00121FB9">
            <w:pPr>
              <w:pStyle w:val="TabNoteSuperiori"/>
              <w:rPr>
                <w:lang w:val="en-US"/>
              </w:rPr>
            </w:pPr>
            <w:r w:rsidRPr="001D496D">
              <w:rPr>
                <w:lang w:val="en-US"/>
              </w:rPr>
              <w:t xml:space="preserve">Fonte: Oecd, Economic Outlook, 10 </w:t>
            </w:r>
            <w:proofErr w:type="spellStart"/>
            <w:r w:rsidRPr="001D496D">
              <w:rPr>
                <w:lang w:val="en-US"/>
              </w:rPr>
              <w:t>giugno</w:t>
            </w:r>
            <w:proofErr w:type="spellEnd"/>
            <w:r w:rsidRPr="001D496D">
              <w:rPr>
                <w:lang w:val="en-US"/>
              </w:rPr>
              <w:t xml:space="preserve"> 2020</w:t>
            </w:r>
          </w:p>
        </w:tc>
      </w:tr>
    </w:tbl>
    <w:p w14:paraId="2A74B657" w14:textId="77777777" w:rsidR="00EB042A" w:rsidRDefault="00EB042A" w:rsidP="00EB042A">
      <w:r>
        <w:t>ancora</w:t>
      </w:r>
    </w:p>
    <w:p w14:paraId="5A83F801" w14:textId="77777777" w:rsidR="00EB042A" w:rsidRPr="00E40A1B" w:rsidRDefault="00EB042A" w:rsidP="00EB042A"/>
    <w:p w14:paraId="13CE1462" w14:textId="77777777"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14:paraId="574823C6" w14:textId="77777777" w:rsidR="002A3FE8" w:rsidRDefault="002A3FE8" w:rsidP="002A3FE8">
      <w:bookmarkStart w:id="5" w:name="_Toc448399721"/>
      <w:bookmarkStart w:id="6" w:name="_Toc509407740"/>
    </w:p>
    <w:tbl>
      <w:tblPr>
        <w:tblStyle w:val="Grigliatabella"/>
        <w:tblpPr w:topFromText="284" w:bottomFromText="284" w:horzAnchor="margin" w:tblpXSpec="center" w:tblpYSpec="top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2A3FE8" w14:paraId="2854214C" w14:textId="77777777" w:rsidTr="000B2615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27EF747A" w14:textId="77777777" w:rsidR="002A3FE8" w:rsidRDefault="002A3FE8" w:rsidP="000B2615">
            <w:pPr>
              <w:pStyle w:val="TabTitolo"/>
            </w:pPr>
            <w:r>
              <w:t xml:space="preserve">Proiezioni </w:t>
            </w:r>
            <w:proofErr w:type="gramStart"/>
            <w:r>
              <w:t>macro economiche</w:t>
            </w:r>
            <w:proofErr w:type="gramEnd"/>
            <w:r>
              <w:t xml:space="preserve"> per l’area dell’euro.</w:t>
            </w:r>
          </w:p>
        </w:tc>
      </w:tr>
      <w:tr w:rsidR="002A3FE8" w:rsidRPr="00DD211F" w14:paraId="0675EDC9" w14:textId="77777777" w:rsidTr="000B2615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3E8E2432" w14:textId="77777777" w:rsidR="002A3FE8" w:rsidRPr="00DD211F" w:rsidRDefault="002A3FE8" w:rsidP="000B2615">
            <w:pPr>
              <w:pStyle w:val="TabIntestazioni"/>
            </w:pPr>
          </w:p>
        </w:tc>
        <w:tc>
          <w:tcPr>
            <w:tcW w:w="737" w:type="dxa"/>
            <w:noWrap/>
          </w:tcPr>
          <w:p w14:paraId="6E0F65DB" w14:textId="77777777" w:rsidR="002A3FE8" w:rsidRPr="00DD211F" w:rsidRDefault="002A3FE8" w:rsidP="000B2615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5FC37EA3" w14:textId="77777777" w:rsidR="002A3FE8" w:rsidRPr="00DD211F" w:rsidRDefault="002A3FE8" w:rsidP="000B2615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69DE2B9F" w14:textId="77777777" w:rsidR="002A3FE8" w:rsidRPr="00DD211F" w:rsidRDefault="002A3FE8" w:rsidP="000B2615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noWrap/>
          </w:tcPr>
          <w:p w14:paraId="0B3C6EFF" w14:textId="77777777" w:rsidR="002A3FE8" w:rsidRPr="00DD211F" w:rsidRDefault="002A3FE8" w:rsidP="000B2615">
            <w:pPr>
              <w:pStyle w:val="TabIntestazioni"/>
            </w:pPr>
          </w:p>
        </w:tc>
        <w:tc>
          <w:tcPr>
            <w:tcW w:w="2211" w:type="dxa"/>
          </w:tcPr>
          <w:p w14:paraId="287AE642" w14:textId="77777777" w:rsidR="002A3FE8" w:rsidRPr="00DD211F" w:rsidRDefault="002A3FE8" w:rsidP="000B2615">
            <w:pPr>
              <w:pStyle w:val="TabIntestazioni"/>
            </w:pPr>
          </w:p>
        </w:tc>
        <w:tc>
          <w:tcPr>
            <w:tcW w:w="737" w:type="dxa"/>
          </w:tcPr>
          <w:p w14:paraId="0DE03F9B" w14:textId="77777777" w:rsidR="002A3FE8" w:rsidRPr="00DD211F" w:rsidRDefault="002A3FE8" w:rsidP="000B2615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6EF4D7AD" w14:textId="77777777" w:rsidR="002A3FE8" w:rsidRPr="00DD211F" w:rsidRDefault="002A3FE8" w:rsidP="000B2615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4202F4CB" w14:textId="77777777" w:rsidR="002A3FE8" w:rsidRPr="00DD211F" w:rsidRDefault="002A3FE8" w:rsidP="000B2615">
            <w:pPr>
              <w:pStyle w:val="TabIntestazioni"/>
            </w:pPr>
            <w:r>
              <w:t>2021</w:t>
            </w:r>
          </w:p>
        </w:tc>
      </w:tr>
      <w:tr w:rsidR="002A3FE8" w14:paraId="275B0A85" w14:textId="77777777" w:rsidTr="000B2615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752FE9EB" w14:textId="77777777" w:rsidR="002A3FE8" w:rsidRDefault="002A3FE8" w:rsidP="000B2615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A2DDB86" w14:textId="77777777" w:rsidR="002A3FE8" w:rsidRDefault="002A3FE8" w:rsidP="000B2615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C4B86F5" w14:textId="77777777" w:rsidR="002A3FE8" w:rsidRDefault="002A3FE8" w:rsidP="000B2615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88558B1" w14:textId="77777777" w:rsidR="002A3FE8" w:rsidRDefault="002A3FE8" w:rsidP="000B2615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0EA86987" w14:textId="77777777" w:rsidR="002A3FE8" w:rsidRDefault="002A3FE8" w:rsidP="000B2615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6DE510BE" w14:textId="77777777" w:rsidR="002A3FE8" w:rsidRDefault="002A3FE8" w:rsidP="000B2615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07C04BC7" w14:textId="77777777" w:rsidR="002A3FE8" w:rsidRDefault="002A3FE8" w:rsidP="000B2615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7727C36B" w14:textId="77777777" w:rsidR="002A3FE8" w:rsidRDefault="002A3FE8" w:rsidP="000B2615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B80CD91" w14:textId="77777777" w:rsidR="002A3FE8" w:rsidRDefault="002A3FE8" w:rsidP="000B2615">
            <w:pPr>
              <w:pStyle w:val="TabNumeri"/>
            </w:pPr>
          </w:p>
        </w:tc>
      </w:tr>
      <w:tr w:rsidR="002A3FE8" w14:paraId="312A39BC" w14:textId="77777777" w:rsidTr="000B2615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6AAF57CC" w14:textId="77777777" w:rsidR="002A3FE8" w:rsidRPr="00233F5C" w:rsidRDefault="002A3FE8" w:rsidP="000B2615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63C811E3" w14:textId="77777777" w:rsidR="002A3FE8" w:rsidRPr="00902005" w:rsidRDefault="002A3FE8" w:rsidP="000B2615">
            <w:pPr>
              <w:pStyle w:val="TabNumeri"/>
            </w:pPr>
            <w:r w:rsidRPr="00593600">
              <w:t>1,2</w:t>
            </w:r>
          </w:p>
        </w:tc>
        <w:tc>
          <w:tcPr>
            <w:tcW w:w="737" w:type="dxa"/>
            <w:noWrap/>
          </w:tcPr>
          <w:p w14:paraId="0D631712" w14:textId="77777777" w:rsidR="002A3FE8" w:rsidRPr="00902005" w:rsidRDefault="002A3FE8" w:rsidP="000B2615">
            <w:pPr>
              <w:pStyle w:val="TabNumeri"/>
            </w:pPr>
            <w:r w:rsidRPr="00593600">
              <w:t>-8,7</w:t>
            </w:r>
          </w:p>
        </w:tc>
        <w:tc>
          <w:tcPr>
            <w:tcW w:w="737" w:type="dxa"/>
            <w:noWrap/>
          </w:tcPr>
          <w:p w14:paraId="2D78CCB4" w14:textId="77777777" w:rsidR="002A3FE8" w:rsidRPr="00902005" w:rsidRDefault="002A3FE8" w:rsidP="000B2615">
            <w:pPr>
              <w:pStyle w:val="TabNumeri"/>
            </w:pPr>
            <w:r w:rsidRPr="00593600">
              <w:t>5,2</w:t>
            </w:r>
          </w:p>
        </w:tc>
        <w:tc>
          <w:tcPr>
            <w:tcW w:w="510" w:type="dxa"/>
            <w:noWrap/>
          </w:tcPr>
          <w:p w14:paraId="0E51F3F4" w14:textId="77777777" w:rsidR="002A3FE8" w:rsidRPr="000770A1" w:rsidRDefault="002A3FE8" w:rsidP="000B2615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790893F4" w14:textId="77777777" w:rsidR="002A3FE8" w:rsidRPr="00233F5C" w:rsidRDefault="002A3FE8" w:rsidP="000B2615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5921004F" w14:textId="77777777" w:rsidR="002A3FE8" w:rsidRPr="008D37A3" w:rsidRDefault="002A3FE8" w:rsidP="000B2615">
            <w:pPr>
              <w:pStyle w:val="TabNumeri"/>
            </w:pPr>
            <w:r w:rsidRPr="00DC76E2">
              <w:t>2,7</w:t>
            </w:r>
          </w:p>
        </w:tc>
        <w:tc>
          <w:tcPr>
            <w:tcW w:w="737" w:type="dxa"/>
          </w:tcPr>
          <w:p w14:paraId="6215BC86" w14:textId="77777777" w:rsidR="002A3FE8" w:rsidRPr="008D37A3" w:rsidRDefault="002A3FE8" w:rsidP="000B2615">
            <w:pPr>
              <w:pStyle w:val="TabNumeri"/>
            </w:pPr>
            <w:r w:rsidRPr="00DC76E2">
              <w:t>2,4</w:t>
            </w:r>
          </w:p>
        </w:tc>
        <w:tc>
          <w:tcPr>
            <w:tcW w:w="737" w:type="dxa"/>
            <w:noWrap/>
          </w:tcPr>
          <w:p w14:paraId="76EE5B1C" w14:textId="77777777" w:rsidR="002A3FE8" w:rsidRPr="008D37A3" w:rsidRDefault="002A3FE8" w:rsidP="000B2615">
            <w:pPr>
              <w:pStyle w:val="TabNumeri"/>
            </w:pPr>
            <w:r w:rsidRPr="00DC76E2">
              <w:t>2,5</w:t>
            </w:r>
          </w:p>
        </w:tc>
      </w:tr>
      <w:tr w:rsidR="002A3FE8" w14:paraId="237FE0BB" w14:textId="77777777" w:rsidTr="000B2615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3BF59ED0" w14:textId="77777777" w:rsidR="002A3FE8" w:rsidRPr="00233F5C" w:rsidRDefault="002A3FE8" w:rsidP="000B2615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8DA7045" w14:textId="77777777" w:rsidR="002A3FE8" w:rsidRPr="00902005" w:rsidRDefault="002A3FE8" w:rsidP="000B2615">
            <w:pPr>
              <w:pStyle w:val="TabNumeri"/>
            </w:pPr>
            <w:r w:rsidRPr="00593600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F11F7AF" w14:textId="77777777" w:rsidR="002A3FE8" w:rsidRPr="00902005" w:rsidRDefault="002A3FE8" w:rsidP="000B2615">
            <w:pPr>
              <w:pStyle w:val="TabNumeri"/>
            </w:pPr>
            <w:r w:rsidRPr="00593600">
              <w:t>-7,8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F57CEA2" w14:textId="77777777" w:rsidR="002A3FE8" w:rsidRPr="00902005" w:rsidRDefault="002A3FE8" w:rsidP="000B2615">
            <w:pPr>
              <w:pStyle w:val="TabNumeri"/>
            </w:pPr>
            <w:r w:rsidRPr="00593600">
              <w:t>6,0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69F29CA" w14:textId="77777777" w:rsidR="002A3FE8" w:rsidRPr="000770A1" w:rsidRDefault="002A3FE8" w:rsidP="000B2615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03131DDA" w14:textId="77777777" w:rsidR="002A3FE8" w:rsidRPr="00233F5C" w:rsidRDefault="002A3FE8" w:rsidP="000B2615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0F6CE427" w14:textId="77777777" w:rsidR="002A3FE8" w:rsidRPr="008D37A3" w:rsidRDefault="002A3FE8" w:rsidP="000B2615">
            <w:pPr>
              <w:pStyle w:val="TabNumeri"/>
            </w:pPr>
            <w:r w:rsidRPr="00DC76E2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5F79693C" w14:textId="77777777" w:rsidR="002A3FE8" w:rsidRPr="008D37A3" w:rsidRDefault="002A3FE8" w:rsidP="000B2615">
            <w:pPr>
              <w:pStyle w:val="TabNumeri"/>
            </w:pPr>
            <w:r w:rsidRPr="00DC76E2">
              <w:t>-2,8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FC71510" w14:textId="77777777" w:rsidR="002A3FE8" w:rsidRPr="008D37A3" w:rsidRDefault="002A3FE8" w:rsidP="000B2615">
            <w:pPr>
              <w:pStyle w:val="TabNumeri"/>
            </w:pPr>
            <w:r w:rsidRPr="00DC76E2">
              <w:t>0,4</w:t>
            </w:r>
          </w:p>
        </w:tc>
      </w:tr>
      <w:tr w:rsidR="002A3FE8" w14:paraId="134AAA40" w14:textId="77777777" w:rsidTr="000B2615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7BDD1835" w14:textId="77777777" w:rsidR="002A3FE8" w:rsidRPr="00233F5C" w:rsidRDefault="002A3FE8" w:rsidP="000B2615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6BF6A4E2" w14:textId="77777777" w:rsidR="002A3FE8" w:rsidRPr="00902005" w:rsidRDefault="002A3FE8" w:rsidP="000B2615">
            <w:pPr>
              <w:pStyle w:val="TabNumeri"/>
            </w:pPr>
            <w:r w:rsidRPr="00593600">
              <w:t>1,7</w:t>
            </w:r>
          </w:p>
        </w:tc>
        <w:tc>
          <w:tcPr>
            <w:tcW w:w="737" w:type="dxa"/>
            <w:noWrap/>
          </w:tcPr>
          <w:p w14:paraId="70206736" w14:textId="77777777" w:rsidR="002A3FE8" w:rsidRPr="00902005" w:rsidRDefault="002A3FE8" w:rsidP="000B2615">
            <w:pPr>
              <w:pStyle w:val="TabNumeri"/>
            </w:pPr>
            <w:r w:rsidRPr="00593600">
              <w:t>2,5</w:t>
            </w:r>
          </w:p>
        </w:tc>
        <w:tc>
          <w:tcPr>
            <w:tcW w:w="737" w:type="dxa"/>
            <w:noWrap/>
          </w:tcPr>
          <w:p w14:paraId="26247F3A" w14:textId="77777777" w:rsidR="002A3FE8" w:rsidRPr="00902005" w:rsidRDefault="002A3FE8" w:rsidP="000B2615">
            <w:pPr>
              <w:pStyle w:val="TabNumeri"/>
            </w:pPr>
            <w:r w:rsidRPr="00593600">
              <w:t>1,0</w:t>
            </w:r>
          </w:p>
        </w:tc>
        <w:tc>
          <w:tcPr>
            <w:tcW w:w="510" w:type="dxa"/>
            <w:noWrap/>
          </w:tcPr>
          <w:p w14:paraId="61318A3E" w14:textId="77777777" w:rsidR="002A3FE8" w:rsidRPr="000770A1" w:rsidRDefault="002A3FE8" w:rsidP="000B2615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449152E0" w14:textId="77777777" w:rsidR="002A3FE8" w:rsidRPr="00233F5C" w:rsidRDefault="002A3FE8" w:rsidP="000B2615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162539DD" w14:textId="77777777" w:rsidR="002A3FE8" w:rsidRPr="008D37A3" w:rsidRDefault="002A3FE8" w:rsidP="000B2615">
            <w:pPr>
              <w:pStyle w:val="TabNumeri"/>
            </w:pPr>
            <w:r w:rsidRPr="00DC76E2">
              <w:t>7,6</w:t>
            </w:r>
          </w:p>
        </w:tc>
        <w:tc>
          <w:tcPr>
            <w:tcW w:w="737" w:type="dxa"/>
          </w:tcPr>
          <w:p w14:paraId="2D2988A3" w14:textId="77777777" w:rsidR="002A3FE8" w:rsidRPr="008D37A3" w:rsidRDefault="002A3FE8" w:rsidP="000B2615">
            <w:pPr>
              <w:pStyle w:val="TabNumeri"/>
            </w:pPr>
            <w:r w:rsidRPr="00DC76E2">
              <w:t>9,8</w:t>
            </w:r>
          </w:p>
        </w:tc>
        <w:tc>
          <w:tcPr>
            <w:tcW w:w="737" w:type="dxa"/>
            <w:noWrap/>
          </w:tcPr>
          <w:p w14:paraId="2D6B9548" w14:textId="77777777" w:rsidR="002A3FE8" w:rsidRPr="008D37A3" w:rsidRDefault="002A3FE8" w:rsidP="000B2615">
            <w:pPr>
              <w:pStyle w:val="TabNumeri"/>
            </w:pPr>
            <w:r w:rsidRPr="00DC76E2">
              <w:t>10,1</w:t>
            </w:r>
          </w:p>
        </w:tc>
      </w:tr>
      <w:tr w:rsidR="002A3FE8" w14:paraId="5519053C" w14:textId="77777777" w:rsidTr="000B2615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32720A7B" w14:textId="77777777" w:rsidR="002A3FE8" w:rsidRPr="00233F5C" w:rsidRDefault="002A3FE8" w:rsidP="000B2615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C08D11F" w14:textId="77777777" w:rsidR="002A3FE8" w:rsidRPr="00902005" w:rsidRDefault="002A3FE8" w:rsidP="000B2615">
            <w:pPr>
              <w:pStyle w:val="TabNumeri"/>
            </w:pPr>
            <w:r w:rsidRPr="00593600">
              <w:t>5,5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94B7431" w14:textId="77777777" w:rsidR="002A3FE8" w:rsidRPr="00902005" w:rsidRDefault="002A3FE8" w:rsidP="000B2615">
            <w:pPr>
              <w:pStyle w:val="TabNumeri"/>
            </w:pPr>
            <w:r w:rsidRPr="00593600">
              <w:t>-15,5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EB56526" w14:textId="77777777" w:rsidR="002A3FE8" w:rsidRPr="00902005" w:rsidRDefault="002A3FE8" w:rsidP="000B2615">
            <w:pPr>
              <w:pStyle w:val="TabNumeri"/>
            </w:pPr>
            <w:r w:rsidRPr="00593600">
              <w:t>4,9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FF64B7B" w14:textId="77777777" w:rsidR="002A3FE8" w:rsidRPr="000770A1" w:rsidRDefault="002A3FE8" w:rsidP="000B2615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36BA7E02" w14:textId="77777777" w:rsidR="002A3FE8" w:rsidRPr="00233F5C" w:rsidRDefault="002A3FE8" w:rsidP="000B2615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B80E1C7" w14:textId="77777777" w:rsidR="002A3FE8" w:rsidRPr="008D37A3" w:rsidRDefault="002A3FE8" w:rsidP="000B2615">
            <w:pPr>
              <w:pStyle w:val="TabNumeri"/>
            </w:pPr>
            <w:r w:rsidRPr="00DC76E2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0A625AF9" w14:textId="77777777" w:rsidR="002A3FE8" w:rsidRPr="008D37A3" w:rsidRDefault="002A3FE8" w:rsidP="000B2615">
            <w:pPr>
              <w:pStyle w:val="TabNumeri"/>
            </w:pPr>
            <w:r w:rsidRPr="00DC76E2">
              <w:t>0,3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A48C776" w14:textId="77777777" w:rsidR="002A3FE8" w:rsidRPr="008D37A3" w:rsidRDefault="002A3FE8" w:rsidP="000B2615">
            <w:pPr>
              <w:pStyle w:val="TabNumeri"/>
            </w:pPr>
            <w:r w:rsidRPr="00DC76E2">
              <w:t>0,8</w:t>
            </w:r>
          </w:p>
        </w:tc>
      </w:tr>
      <w:tr w:rsidR="002A3FE8" w14:paraId="29749781" w14:textId="77777777" w:rsidTr="000B2615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BEAA2F1" w14:textId="77777777" w:rsidR="002A3FE8" w:rsidRPr="00233F5C" w:rsidRDefault="002A3FE8" w:rsidP="000B2615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3379D0B7" w14:textId="77777777" w:rsidR="002A3FE8" w:rsidRPr="00902005" w:rsidRDefault="002A3FE8" w:rsidP="000B2615">
            <w:pPr>
              <w:pStyle w:val="TabNumeri"/>
            </w:pPr>
            <w:r w:rsidRPr="00593600">
              <w:t>2,5</w:t>
            </w:r>
          </w:p>
        </w:tc>
        <w:tc>
          <w:tcPr>
            <w:tcW w:w="737" w:type="dxa"/>
            <w:noWrap/>
          </w:tcPr>
          <w:p w14:paraId="6348DC29" w14:textId="77777777" w:rsidR="002A3FE8" w:rsidRPr="00902005" w:rsidRDefault="002A3FE8" w:rsidP="000B2615">
            <w:pPr>
              <w:pStyle w:val="TabNumeri"/>
            </w:pPr>
            <w:r w:rsidRPr="00593600">
              <w:t>-13,6</w:t>
            </w:r>
          </w:p>
        </w:tc>
        <w:tc>
          <w:tcPr>
            <w:tcW w:w="737" w:type="dxa"/>
            <w:noWrap/>
          </w:tcPr>
          <w:p w14:paraId="7D330F5F" w14:textId="77777777" w:rsidR="002A3FE8" w:rsidRPr="00902005" w:rsidRDefault="002A3FE8" w:rsidP="000B2615">
            <w:pPr>
              <w:pStyle w:val="TabNumeri"/>
            </w:pPr>
            <w:r w:rsidRPr="00593600">
              <w:t>8,4</w:t>
            </w:r>
          </w:p>
        </w:tc>
        <w:tc>
          <w:tcPr>
            <w:tcW w:w="510" w:type="dxa"/>
            <w:noWrap/>
          </w:tcPr>
          <w:p w14:paraId="2AE1A0BB" w14:textId="77777777" w:rsidR="002A3FE8" w:rsidRPr="000770A1" w:rsidRDefault="002A3FE8" w:rsidP="000B2615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2CDFEB18" w14:textId="77777777" w:rsidR="002A3FE8" w:rsidRPr="00233F5C" w:rsidRDefault="002A3FE8" w:rsidP="000B2615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254AC44C" w14:textId="77777777" w:rsidR="002A3FE8" w:rsidRPr="008D37A3" w:rsidRDefault="002A3FE8" w:rsidP="000B2615">
            <w:pPr>
              <w:pStyle w:val="TabNumeri"/>
            </w:pPr>
            <w:r w:rsidRPr="00DC76E2">
              <w:t>0,6</w:t>
            </w:r>
          </w:p>
        </w:tc>
        <w:tc>
          <w:tcPr>
            <w:tcW w:w="737" w:type="dxa"/>
          </w:tcPr>
          <w:p w14:paraId="40596383" w14:textId="77777777" w:rsidR="002A3FE8" w:rsidRPr="008D37A3" w:rsidRDefault="002A3FE8" w:rsidP="000B2615">
            <w:pPr>
              <w:pStyle w:val="TabNumeri"/>
            </w:pPr>
            <w:r w:rsidRPr="00DC76E2">
              <w:t>8,5</w:t>
            </w:r>
          </w:p>
        </w:tc>
        <w:tc>
          <w:tcPr>
            <w:tcW w:w="737" w:type="dxa"/>
            <w:noWrap/>
          </w:tcPr>
          <w:p w14:paraId="404B7281" w14:textId="77777777" w:rsidR="002A3FE8" w:rsidRPr="008D37A3" w:rsidRDefault="002A3FE8" w:rsidP="000B2615">
            <w:pPr>
              <w:pStyle w:val="TabNumeri"/>
            </w:pPr>
            <w:r w:rsidRPr="00DC76E2">
              <w:t>4,9</w:t>
            </w:r>
          </w:p>
        </w:tc>
      </w:tr>
      <w:tr w:rsidR="002A3FE8" w14:paraId="3922E57E" w14:textId="77777777" w:rsidTr="000B2615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8E50521" w14:textId="77777777" w:rsidR="002A3FE8" w:rsidRDefault="002A3FE8" w:rsidP="000B2615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502B7F5" w14:textId="77777777" w:rsidR="002A3FE8" w:rsidRPr="00902005" w:rsidRDefault="002A3FE8" w:rsidP="000B2615">
            <w:pPr>
              <w:pStyle w:val="TabNumeri"/>
            </w:pPr>
            <w:r w:rsidRPr="00593600">
              <w:t>3,9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457D3F2" w14:textId="77777777" w:rsidR="002A3FE8" w:rsidRPr="00902005" w:rsidRDefault="002A3FE8" w:rsidP="000B2615">
            <w:pPr>
              <w:pStyle w:val="TabNumeri"/>
            </w:pPr>
            <w:r w:rsidRPr="00593600">
              <w:t>-12,0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86ACF9E" w14:textId="77777777" w:rsidR="002A3FE8" w:rsidRDefault="002A3FE8" w:rsidP="000B2615">
            <w:pPr>
              <w:pStyle w:val="TabNumeri"/>
            </w:pPr>
            <w:r w:rsidRPr="00593600">
              <w:t>7,4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4ABBF08" w14:textId="77777777" w:rsidR="002A3FE8" w:rsidRPr="000770A1" w:rsidRDefault="002A3FE8" w:rsidP="000B2615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0BCC7F8F" w14:textId="77777777" w:rsidR="002A3FE8" w:rsidRDefault="002A3FE8" w:rsidP="000B2615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F4648C5" w14:textId="77777777" w:rsidR="002A3FE8" w:rsidRPr="008D37A3" w:rsidRDefault="002A3FE8" w:rsidP="000B2615">
            <w:pPr>
              <w:pStyle w:val="TabNumeri"/>
            </w:pPr>
            <w:r w:rsidRPr="00DC76E2">
              <w:t>84,1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066293C6" w14:textId="77777777" w:rsidR="002A3FE8" w:rsidRPr="008D37A3" w:rsidRDefault="002A3FE8" w:rsidP="000B2615">
            <w:pPr>
              <w:pStyle w:val="TabNumeri"/>
            </w:pPr>
            <w:r w:rsidRPr="00DC76E2">
              <w:t>101,3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ECBBD1E" w14:textId="77777777" w:rsidR="002A3FE8" w:rsidRDefault="002A3FE8" w:rsidP="000B2615">
            <w:pPr>
              <w:pStyle w:val="TabNumeri"/>
            </w:pPr>
            <w:r w:rsidRPr="00DC76E2">
              <w:t>100,6</w:t>
            </w:r>
          </w:p>
        </w:tc>
      </w:tr>
      <w:tr w:rsidR="002A3FE8" w:rsidRPr="003066AD" w14:paraId="7349C978" w14:textId="77777777" w:rsidTr="000B2615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0ACAD217" w14:textId="77777777" w:rsidR="002A3FE8" w:rsidRPr="00D76DB6" w:rsidRDefault="002A3FE8" w:rsidP="000B2615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04E8D541" w14:textId="231BC7ED" w:rsidR="002A3FE8" w:rsidRPr="007F7D9B" w:rsidRDefault="00897417" w:rsidP="000B2615">
            <w:pPr>
              <w:pStyle w:val="TabNoteInferiori"/>
            </w:pPr>
            <w:r w:rsidRPr="007F7D9B">
              <w:t xml:space="preserve">Fonte: </w:t>
            </w:r>
            <w:proofErr w:type="spellStart"/>
            <w:r w:rsidRPr="007F7D9B">
              <w:t>Eurosystem</w:t>
            </w:r>
            <w:proofErr w:type="spellEnd"/>
            <w:r w:rsidRPr="007F7D9B">
              <w:t xml:space="preserve"> staff </w:t>
            </w:r>
            <w:proofErr w:type="spellStart"/>
            <w:r w:rsidRPr="007F7D9B">
              <w:t>macroeconomic</w:t>
            </w:r>
            <w:proofErr w:type="spellEnd"/>
            <w:r w:rsidRPr="007F7D9B">
              <w:t xml:space="preserve"> </w:t>
            </w:r>
            <w:proofErr w:type="spellStart"/>
            <w:r w:rsidRPr="007F7D9B">
              <w:t>projections</w:t>
            </w:r>
            <w:proofErr w:type="spellEnd"/>
            <w:r w:rsidRPr="007F7D9B">
              <w:t xml:space="preserve"> for the euro area, 04 giugno 2020</w:t>
            </w:r>
          </w:p>
        </w:tc>
      </w:tr>
    </w:tbl>
    <w:p w14:paraId="33B32033" w14:textId="77777777" w:rsidR="002A3FE8" w:rsidRDefault="002A3FE8" w:rsidP="002A3FE8">
      <w:r>
        <w:t>ancora</w:t>
      </w:r>
    </w:p>
    <w:p w14:paraId="79E70842" w14:textId="77777777" w:rsidR="002A3FE8" w:rsidRPr="00E40A1B" w:rsidRDefault="002A3FE8" w:rsidP="002A3FE8"/>
    <w:p w14:paraId="2F34D3F9" w14:textId="77777777" w:rsidR="002A3FE8" w:rsidRPr="00E40A1B" w:rsidRDefault="002A3FE8" w:rsidP="002A3FE8">
      <w:pPr>
        <w:spacing w:line="240" w:lineRule="auto"/>
        <w:ind w:firstLine="0"/>
        <w:jc w:val="left"/>
      </w:pPr>
      <w:r w:rsidRPr="00E40A1B">
        <w:br w:type="page"/>
      </w:r>
    </w:p>
    <w:p w14:paraId="35353617" w14:textId="77777777" w:rsidR="00EF2792" w:rsidRDefault="00EF2792" w:rsidP="00EF2792"/>
    <w:tbl>
      <w:tblPr>
        <w:tblStyle w:val="Grigliatabella"/>
        <w:tblpPr w:topFromText="284" w:bottomFromText="284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F2792" w:rsidRPr="002B550F" w14:paraId="3310274E" w14:textId="77777777" w:rsidTr="000B2615">
        <w:tc>
          <w:tcPr>
            <w:tcW w:w="9356" w:type="dxa"/>
          </w:tcPr>
          <w:p w14:paraId="5568DDC1" w14:textId="77777777" w:rsidR="00EF2792" w:rsidRPr="002B550F" w:rsidRDefault="00EF2792" w:rsidP="000B2615">
            <w:pPr>
              <w:pStyle w:val="FigTitolo"/>
            </w:pPr>
            <w:bookmarkStart w:id="7" w:name="_Hlk34669262"/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</w:t>
            </w:r>
          </w:p>
        </w:tc>
      </w:tr>
      <w:tr w:rsidR="00EF2792" w:rsidRPr="002B550F" w14:paraId="33EADCEB" w14:textId="77777777" w:rsidTr="000B2615">
        <w:tc>
          <w:tcPr>
            <w:tcW w:w="9356" w:type="dxa"/>
          </w:tcPr>
          <w:p w14:paraId="0DC0AE49" w14:textId="77777777" w:rsidR="00EF2792" w:rsidRPr="00674C12" w:rsidRDefault="00EF2792" w:rsidP="000B2615">
            <w:pPr>
              <w:pStyle w:val="Figure"/>
            </w:pPr>
            <w:r w:rsidRPr="00F25FF3">
              <w:rPr>
                <w:noProof/>
              </w:rPr>
              <w:drawing>
                <wp:inline distT="0" distB="0" distL="0" distR="0" wp14:anchorId="448B87EA" wp14:editId="37E9EC1B">
                  <wp:extent cx="5900420" cy="1984375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420" cy="198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792" w:rsidRPr="007862B1" w14:paraId="69261AD3" w14:textId="77777777" w:rsidTr="000B2615">
        <w:tc>
          <w:tcPr>
            <w:tcW w:w="9356" w:type="dxa"/>
          </w:tcPr>
          <w:p w14:paraId="5429F844" w14:textId="77777777" w:rsidR="00EF2792" w:rsidRPr="00860890" w:rsidRDefault="00EF2792" w:rsidP="000B2615">
            <w:pPr>
              <w:pStyle w:val="TabNoteSuperiori"/>
            </w:pPr>
            <w:r w:rsidRPr="00860890">
              <w:t xml:space="preserve">Commissione europea,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forecasts,</w:t>
            </w:r>
            <w:r w:rsidRPr="00860890">
              <w:t xml:space="preserve"> </w:t>
            </w:r>
            <w:r>
              <w:t>06 maggio 2020</w:t>
            </w:r>
          </w:p>
        </w:tc>
      </w:tr>
    </w:tbl>
    <w:bookmarkEnd w:id="7"/>
    <w:p w14:paraId="75DFED7C" w14:textId="77777777" w:rsidR="00EF2792" w:rsidRDefault="00EF2792" w:rsidP="00EF2792">
      <w:r>
        <w:t>ancora</w:t>
      </w:r>
    </w:p>
    <w:p w14:paraId="2AA6B046" w14:textId="77777777" w:rsidR="00EF2792" w:rsidRPr="00E40A1B" w:rsidRDefault="00EF2792" w:rsidP="00EF2792"/>
    <w:p w14:paraId="57C53B94" w14:textId="77777777" w:rsidR="00EF2792" w:rsidRPr="00E40A1B" w:rsidRDefault="00EF2792" w:rsidP="00EF2792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5"/>
      <w:bookmarkEnd w:id="6"/>
    </w:p>
    <w:p w14:paraId="5FBD4B8E" w14:textId="77777777" w:rsidR="002958B5" w:rsidRDefault="002958B5" w:rsidP="002958B5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30763" w14:paraId="1C206B4F" w14:textId="77777777" w:rsidTr="00AB7CDB">
        <w:tc>
          <w:tcPr>
            <w:tcW w:w="9356" w:type="dxa"/>
          </w:tcPr>
          <w:p w14:paraId="35EB3A18" w14:textId="77777777" w:rsidR="00330763" w:rsidRDefault="00330763" w:rsidP="00AB7CDB">
            <w:pPr>
              <w:pStyle w:val="FigTitolo"/>
            </w:pPr>
            <w:bookmarkStart w:id="8" w:name="_Hlk44094574"/>
            <w:r>
              <w:t>Prodotto interno lordo, valori concatenati (anno di riferimento 2015), dati destagionalizzati e corretti.</w:t>
            </w:r>
            <w:r>
              <w:br/>
              <w:t>Numero indice (2015=100) e tasso di variazione sul trimestre precedente.</w:t>
            </w:r>
          </w:p>
        </w:tc>
      </w:tr>
      <w:tr w:rsidR="00330763" w14:paraId="7439CEFF" w14:textId="77777777" w:rsidTr="00AB7CDB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22C17F35" w14:textId="77777777" w:rsidR="00330763" w:rsidRPr="002A23F1" w:rsidRDefault="00330763" w:rsidP="00AB7CDB">
            <w:pPr>
              <w:pStyle w:val="Figure"/>
            </w:pPr>
            <w:r w:rsidRPr="00D0664C">
              <w:rPr>
                <w:noProof/>
              </w:rPr>
              <w:drawing>
                <wp:inline distT="0" distB="0" distL="0" distR="0" wp14:anchorId="62667DCA" wp14:editId="10F4A00D">
                  <wp:extent cx="5917565" cy="221678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7565" cy="221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763" w14:paraId="33DA8D2B" w14:textId="77777777" w:rsidTr="00AB7CDB">
        <w:tc>
          <w:tcPr>
            <w:tcW w:w="9356" w:type="dxa"/>
          </w:tcPr>
          <w:p w14:paraId="68C6F60F" w14:textId="77777777" w:rsidR="00330763" w:rsidRDefault="00330763" w:rsidP="00AB7CDB">
            <w:pPr>
              <w:pStyle w:val="TabNoteSuperiori"/>
            </w:pPr>
            <w:r>
              <w:t>Fonte Istat</w:t>
            </w:r>
          </w:p>
        </w:tc>
      </w:tr>
    </w:tbl>
    <w:bookmarkEnd w:id="8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p w14:paraId="6DB6F60F" w14:textId="77777777" w:rsidR="00250494" w:rsidRDefault="00250494" w:rsidP="00250494"/>
    <w:tbl>
      <w:tblPr>
        <w:tblStyle w:val="Grigliatabella"/>
        <w:tblpPr w:topFromText="284" w:bottomFromText="284" w:vertAnchor="text" w:tblpXSpec="center" w:tblpY="1"/>
        <w:tblOverlap w:val="nev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680"/>
        <w:gridCol w:w="228"/>
        <w:gridCol w:w="510"/>
        <w:gridCol w:w="398"/>
        <w:gridCol w:w="680"/>
        <w:gridCol w:w="227"/>
        <w:gridCol w:w="680"/>
        <w:gridCol w:w="228"/>
        <w:gridCol w:w="113"/>
        <w:gridCol w:w="680"/>
        <w:gridCol w:w="228"/>
        <w:gridCol w:w="510"/>
        <w:gridCol w:w="398"/>
        <w:gridCol w:w="680"/>
        <w:gridCol w:w="227"/>
        <w:gridCol w:w="680"/>
        <w:gridCol w:w="227"/>
      </w:tblGrid>
      <w:tr w:rsidR="00250494" w14:paraId="73B0F409" w14:textId="77777777" w:rsidTr="00250494">
        <w:trPr>
          <w:cantSplit/>
          <w:trHeight w:val="255"/>
        </w:trPr>
        <w:tc>
          <w:tcPr>
            <w:tcW w:w="9360" w:type="dxa"/>
            <w:gridSpan w:val="18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1F0A92DD" w14:textId="77777777" w:rsidR="00250494" w:rsidRDefault="00250494" w:rsidP="00250494">
            <w:pPr>
              <w:pStyle w:val="TabTitolo"/>
            </w:pPr>
            <w:bookmarkStart w:id="9" w:name="_Hlk44094583"/>
            <w:r>
              <w:t>L'economia italiana. Consuntivo e previsioni recenti, variazioni percentuali annue a prezzi costanti salvo diversa indicazione.</w:t>
            </w:r>
          </w:p>
        </w:tc>
      </w:tr>
      <w:tr w:rsidR="00250494" w14:paraId="6309EA9F" w14:textId="77777777" w:rsidTr="00250494">
        <w:trPr>
          <w:cantSplit/>
          <w:trHeight w:val="255"/>
        </w:trPr>
        <w:tc>
          <w:tcPr>
            <w:tcW w:w="1986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668EEF9C" w14:textId="77777777" w:rsidR="00250494" w:rsidRDefault="00250494" w:rsidP="00250494">
            <w:pPr>
              <w:pStyle w:val="TabIntestaSup"/>
            </w:pPr>
          </w:p>
        </w:tc>
        <w:tc>
          <w:tcPr>
            <w:tcW w:w="3631" w:type="dxa"/>
            <w:gridSpan w:val="8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  <w:hideMark/>
          </w:tcPr>
          <w:p w14:paraId="148B14B5" w14:textId="77777777" w:rsidR="00250494" w:rsidRDefault="00250494" w:rsidP="00250494">
            <w:pPr>
              <w:pStyle w:val="TabIntestaSupBordo"/>
            </w:pPr>
            <w:r>
              <w:t>Previsioni 2020</w:t>
            </w:r>
          </w:p>
        </w:tc>
        <w:tc>
          <w:tcPr>
            <w:tcW w:w="113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36A61FD9" w14:textId="77777777" w:rsidR="00250494" w:rsidRDefault="00250494" w:rsidP="00250494">
            <w:pPr>
              <w:pStyle w:val="TabIntestaSup"/>
            </w:pPr>
          </w:p>
        </w:tc>
        <w:tc>
          <w:tcPr>
            <w:tcW w:w="3630" w:type="dxa"/>
            <w:gridSpan w:val="8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hideMark/>
          </w:tcPr>
          <w:p w14:paraId="1E20953C" w14:textId="77777777" w:rsidR="00250494" w:rsidRDefault="00250494" w:rsidP="00250494">
            <w:pPr>
              <w:pStyle w:val="TabIntestaSupBordo"/>
            </w:pPr>
            <w:r>
              <w:t>Previsioni 2021</w:t>
            </w:r>
          </w:p>
        </w:tc>
      </w:tr>
      <w:tr w:rsidR="00250494" w14:paraId="7602FA8B" w14:textId="77777777" w:rsidTr="00250494">
        <w:trPr>
          <w:cantSplit/>
          <w:trHeight w:val="255"/>
        </w:trPr>
        <w:tc>
          <w:tcPr>
            <w:tcW w:w="1986" w:type="dxa"/>
            <w:shd w:val="clear" w:color="auto" w:fill="auto"/>
            <w:noWrap/>
          </w:tcPr>
          <w:p w14:paraId="1866C24E" w14:textId="348922F4" w:rsidR="00250494" w:rsidRPr="00250494" w:rsidRDefault="00250494" w:rsidP="00250494">
            <w:pPr>
              <w:pStyle w:val="TabIntestaSup"/>
            </w:pPr>
          </w:p>
        </w:tc>
        <w:tc>
          <w:tcPr>
            <w:tcW w:w="908" w:type="dxa"/>
            <w:gridSpan w:val="2"/>
            <w:noWrap/>
            <w:hideMark/>
          </w:tcPr>
          <w:p w14:paraId="3938D8DE" w14:textId="77777777" w:rsidR="00250494" w:rsidRDefault="00250494" w:rsidP="00250494">
            <w:pPr>
              <w:pStyle w:val="TabIntestaSup"/>
            </w:pPr>
            <w:r>
              <w:t>Ue</w:t>
            </w:r>
          </w:p>
        </w:tc>
        <w:tc>
          <w:tcPr>
            <w:tcW w:w="908" w:type="dxa"/>
            <w:gridSpan w:val="2"/>
            <w:noWrap/>
            <w:hideMark/>
          </w:tcPr>
          <w:p w14:paraId="54E48EC5" w14:textId="77777777" w:rsidR="00250494" w:rsidRDefault="00250494" w:rsidP="00250494">
            <w:pPr>
              <w:pStyle w:val="TabIntestaSup"/>
            </w:pPr>
            <w:r>
              <w:t>Prometeia</w:t>
            </w:r>
          </w:p>
        </w:tc>
        <w:tc>
          <w:tcPr>
            <w:tcW w:w="1815" w:type="dxa"/>
            <w:gridSpan w:val="4"/>
            <w:noWrap/>
            <w:hideMark/>
          </w:tcPr>
          <w:p w14:paraId="5F45F867" w14:textId="77777777" w:rsidR="00250494" w:rsidRDefault="00250494" w:rsidP="00250494">
            <w:pPr>
              <w:pStyle w:val="TabIntestaSupBordo"/>
            </w:pPr>
            <w:r>
              <w:t>Ocse - giu-20 [1]</w:t>
            </w:r>
          </w:p>
        </w:tc>
        <w:tc>
          <w:tcPr>
            <w:tcW w:w="113" w:type="dxa"/>
            <w:noWrap/>
          </w:tcPr>
          <w:p w14:paraId="1A576348" w14:textId="77777777" w:rsidR="00250494" w:rsidRDefault="00250494" w:rsidP="00250494">
            <w:pPr>
              <w:pStyle w:val="TabIntestaSup"/>
            </w:pPr>
          </w:p>
        </w:tc>
        <w:tc>
          <w:tcPr>
            <w:tcW w:w="908" w:type="dxa"/>
            <w:gridSpan w:val="2"/>
            <w:hideMark/>
          </w:tcPr>
          <w:p w14:paraId="25888F29" w14:textId="77777777" w:rsidR="00250494" w:rsidRDefault="00250494" w:rsidP="00250494">
            <w:pPr>
              <w:pStyle w:val="TabIntestaSup"/>
            </w:pPr>
            <w:r>
              <w:t>Ue</w:t>
            </w:r>
          </w:p>
        </w:tc>
        <w:tc>
          <w:tcPr>
            <w:tcW w:w="908" w:type="dxa"/>
            <w:gridSpan w:val="2"/>
            <w:noWrap/>
            <w:hideMark/>
          </w:tcPr>
          <w:p w14:paraId="02E8CEBF" w14:textId="77777777" w:rsidR="00250494" w:rsidRDefault="00250494" w:rsidP="00250494">
            <w:pPr>
              <w:pStyle w:val="TabIntestaSup"/>
            </w:pPr>
            <w:r>
              <w:t>Prometeia</w:t>
            </w:r>
          </w:p>
        </w:tc>
        <w:tc>
          <w:tcPr>
            <w:tcW w:w="1814" w:type="dxa"/>
            <w:gridSpan w:val="4"/>
            <w:noWrap/>
            <w:hideMark/>
          </w:tcPr>
          <w:p w14:paraId="3850275D" w14:textId="77777777" w:rsidR="00250494" w:rsidRDefault="00250494" w:rsidP="00250494">
            <w:pPr>
              <w:pStyle w:val="TabIntestaSupBordo"/>
            </w:pPr>
            <w:r>
              <w:t>Ocse - giu-20 [1</w:t>
            </w:r>
          </w:p>
        </w:tc>
      </w:tr>
      <w:tr w:rsidR="00250494" w14:paraId="50907760" w14:textId="77777777" w:rsidTr="00250494">
        <w:trPr>
          <w:cantSplit/>
          <w:trHeight w:val="255"/>
        </w:trPr>
        <w:tc>
          <w:tcPr>
            <w:tcW w:w="1986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</w:tcPr>
          <w:p w14:paraId="6B529C95" w14:textId="77777777" w:rsidR="00250494" w:rsidRDefault="00250494" w:rsidP="00250494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5B4DE428" w14:textId="77777777" w:rsidR="00250494" w:rsidRDefault="00250494" w:rsidP="00250494">
            <w:pPr>
              <w:pStyle w:val="TabIntestaInf"/>
            </w:pPr>
            <w:r>
              <w:t>mag-20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5636BF40" w14:textId="77777777" w:rsidR="00250494" w:rsidRDefault="00250494" w:rsidP="00250494">
            <w:pPr>
              <w:pStyle w:val="TabIntestaInf"/>
            </w:pPr>
            <w:r>
              <w:t>mag-20 [1]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0D53E999" w14:textId="77777777" w:rsidR="00250494" w:rsidRDefault="00250494" w:rsidP="00250494">
            <w:pPr>
              <w:pStyle w:val="TabIntestaInf"/>
            </w:pPr>
            <w:r>
              <w:t>Single hit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673542E9" w14:textId="77777777" w:rsidR="00250494" w:rsidRDefault="00250494" w:rsidP="00250494">
            <w:pPr>
              <w:pStyle w:val="TabIntestaInf"/>
            </w:pPr>
            <w:r>
              <w:t>Double hit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</w:tcPr>
          <w:p w14:paraId="0154C48F" w14:textId="77777777" w:rsidR="00250494" w:rsidRDefault="00250494" w:rsidP="00250494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hideMark/>
          </w:tcPr>
          <w:p w14:paraId="2C05423F" w14:textId="77777777" w:rsidR="00250494" w:rsidRDefault="00250494" w:rsidP="00250494">
            <w:pPr>
              <w:pStyle w:val="TabIntestaInf"/>
            </w:pPr>
            <w:r>
              <w:t>mag-20 [1]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60CB2960" w14:textId="77777777" w:rsidR="00250494" w:rsidRDefault="00250494" w:rsidP="00250494">
            <w:pPr>
              <w:pStyle w:val="TabIntestaInf"/>
            </w:pPr>
            <w:r>
              <w:t>mag-20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6CFF3FF2" w14:textId="77777777" w:rsidR="00250494" w:rsidRDefault="00250494" w:rsidP="00250494">
            <w:pPr>
              <w:pStyle w:val="TabIntestaInf"/>
            </w:pPr>
            <w:r>
              <w:t>Single hit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noWrap/>
            <w:hideMark/>
          </w:tcPr>
          <w:p w14:paraId="17451702" w14:textId="77777777" w:rsidR="00250494" w:rsidRDefault="00250494" w:rsidP="00250494">
            <w:pPr>
              <w:pStyle w:val="TabIntestaInf"/>
            </w:pPr>
            <w:r>
              <w:t>Double hit</w:t>
            </w:r>
          </w:p>
        </w:tc>
      </w:tr>
      <w:tr w:rsidR="00250494" w14:paraId="48619B96" w14:textId="77777777" w:rsidTr="00250494">
        <w:trPr>
          <w:cantSplit/>
          <w:trHeight w:hRule="exact" w:val="113"/>
        </w:trPr>
        <w:tc>
          <w:tcPr>
            <w:tcW w:w="1986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31B91398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24316FDC" w14:textId="77777777" w:rsidR="00250494" w:rsidRDefault="00250494" w:rsidP="00250494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179D02E5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7D84D8F7" w14:textId="77777777" w:rsidR="00250494" w:rsidRDefault="00250494" w:rsidP="00250494">
            <w:pPr>
              <w:pStyle w:val="TabNumeri"/>
            </w:pPr>
          </w:p>
        </w:tc>
        <w:tc>
          <w:tcPr>
            <w:tcW w:w="398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6C846A66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2EF2AFD6" w14:textId="77777777" w:rsidR="00250494" w:rsidRDefault="00250494" w:rsidP="00250494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2F50640F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3A1B5995" w14:textId="77777777" w:rsidR="00250494" w:rsidRDefault="00250494" w:rsidP="00250494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</w:tcPr>
          <w:p w14:paraId="46488391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66EC34BB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</w:tcPr>
          <w:p w14:paraId="0EAFC8B9" w14:textId="77777777" w:rsidR="00250494" w:rsidRDefault="00250494" w:rsidP="00250494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08B40C12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7E3FBE1D" w14:textId="77777777" w:rsidR="00250494" w:rsidRDefault="00250494" w:rsidP="00250494">
            <w:pPr>
              <w:pStyle w:val="TabNumeri"/>
            </w:pPr>
          </w:p>
        </w:tc>
        <w:tc>
          <w:tcPr>
            <w:tcW w:w="398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6E6D6BD9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76CF53D9" w14:textId="77777777" w:rsidR="00250494" w:rsidRDefault="00250494" w:rsidP="00250494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0AD09AF4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7FD54480" w14:textId="77777777" w:rsidR="00250494" w:rsidRDefault="00250494" w:rsidP="00250494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</w:tcPr>
          <w:p w14:paraId="33B1D5BE" w14:textId="77777777" w:rsidR="00250494" w:rsidRDefault="00250494" w:rsidP="00250494">
            <w:pPr>
              <w:pStyle w:val="TabNumeri"/>
            </w:pPr>
          </w:p>
        </w:tc>
      </w:tr>
      <w:tr w:rsidR="00250494" w14:paraId="048F452E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639AA0DB" w14:textId="77777777" w:rsidR="00250494" w:rsidRDefault="00250494" w:rsidP="00250494">
            <w:pPr>
              <w:pStyle w:val="TabEtichette"/>
            </w:pPr>
            <w:r>
              <w:t>Prodotto interno lordo</w:t>
            </w:r>
          </w:p>
        </w:tc>
        <w:tc>
          <w:tcPr>
            <w:tcW w:w="680" w:type="dxa"/>
            <w:noWrap/>
            <w:hideMark/>
          </w:tcPr>
          <w:p w14:paraId="3E19E9D2" w14:textId="77777777" w:rsidR="00250494" w:rsidRDefault="00250494" w:rsidP="00250494">
            <w:pPr>
              <w:pStyle w:val="TabNumeri"/>
            </w:pPr>
            <w:r>
              <w:t>-9,5</w:t>
            </w:r>
          </w:p>
        </w:tc>
        <w:tc>
          <w:tcPr>
            <w:tcW w:w="228" w:type="dxa"/>
            <w:noWrap/>
          </w:tcPr>
          <w:p w14:paraId="032BE539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46057D92" w14:textId="77777777" w:rsidR="00250494" w:rsidRDefault="00250494" w:rsidP="00250494">
            <w:pPr>
              <w:pStyle w:val="TabNumeri"/>
            </w:pPr>
            <w:r>
              <w:t>-8,5</w:t>
            </w:r>
          </w:p>
        </w:tc>
        <w:tc>
          <w:tcPr>
            <w:tcW w:w="398" w:type="dxa"/>
            <w:noWrap/>
            <w:hideMark/>
          </w:tcPr>
          <w:p w14:paraId="5BAF16EB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670F0DC9" w14:textId="77777777" w:rsidR="00250494" w:rsidRDefault="00250494" w:rsidP="00250494">
            <w:pPr>
              <w:pStyle w:val="TabNumeri"/>
            </w:pPr>
            <w:r>
              <w:t>-11,3</w:t>
            </w:r>
          </w:p>
        </w:tc>
        <w:tc>
          <w:tcPr>
            <w:tcW w:w="227" w:type="dxa"/>
            <w:noWrap/>
          </w:tcPr>
          <w:p w14:paraId="4790BEBF" w14:textId="77777777" w:rsidR="00250494" w:rsidRDefault="00250494" w:rsidP="00250494">
            <w:pPr>
              <w:pStyle w:val="TabNumeri"/>
              <w:jc w:val="center"/>
            </w:pPr>
          </w:p>
        </w:tc>
        <w:tc>
          <w:tcPr>
            <w:tcW w:w="680" w:type="dxa"/>
            <w:noWrap/>
            <w:hideMark/>
          </w:tcPr>
          <w:p w14:paraId="16F2805A" w14:textId="77777777" w:rsidR="00250494" w:rsidRDefault="00250494" w:rsidP="00250494">
            <w:pPr>
              <w:pStyle w:val="TabNumeri"/>
            </w:pPr>
            <w:r>
              <w:t>-14,0</w:t>
            </w:r>
          </w:p>
        </w:tc>
        <w:tc>
          <w:tcPr>
            <w:tcW w:w="228" w:type="dxa"/>
          </w:tcPr>
          <w:p w14:paraId="7032C3CD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668E77C5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0295BAC7" w14:textId="77777777" w:rsidR="00250494" w:rsidRDefault="00250494" w:rsidP="00250494">
            <w:pPr>
              <w:pStyle w:val="TabNumeri"/>
            </w:pPr>
            <w:r>
              <w:t>6,5</w:t>
            </w:r>
          </w:p>
        </w:tc>
        <w:tc>
          <w:tcPr>
            <w:tcW w:w="228" w:type="dxa"/>
            <w:noWrap/>
          </w:tcPr>
          <w:p w14:paraId="452B2196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22B4414D" w14:textId="77777777" w:rsidR="00250494" w:rsidRDefault="00250494" w:rsidP="00250494">
            <w:pPr>
              <w:pStyle w:val="TabNumeri"/>
            </w:pPr>
            <w:r>
              <w:t>4,5</w:t>
            </w:r>
          </w:p>
        </w:tc>
        <w:tc>
          <w:tcPr>
            <w:tcW w:w="398" w:type="dxa"/>
            <w:noWrap/>
            <w:hideMark/>
          </w:tcPr>
          <w:p w14:paraId="7839EE3A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61751D4E" w14:textId="77777777" w:rsidR="00250494" w:rsidRDefault="00250494" w:rsidP="00250494">
            <w:pPr>
              <w:pStyle w:val="TabNumeri"/>
            </w:pPr>
            <w:r>
              <w:t>7,7</w:t>
            </w:r>
          </w:p>
        </w:tc>
        <w:tc>
          <w:tcPr>
            <w:tcW w:w="227" w:type="dxa"/>
            <w:noWrap/>
          </w:tcPr>
          <w:p w14:paraId="64F22B73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3979CD1E" w14:textId="77777777" w:rsidR="00250494" w:rsidRDefault="00250494" w:rsidP="00250494">
            <w:pPr>
              <w:pStyle w:val="TabNumeri"/>
            </w:pPr>
            <w:r>
              <w:t>5,3</w:t>
            </w:r>
          </w:p>
        </w:tc>
        <w:tc>
          <w:tcPr>
            <w:tcW w:w="227" w:type="dxa"/>
            <w:noWrap/>
          </w:tcPr>
          <w:p w14:paraId="10BED8C9" w14:textId="77777777" w:rsidR="00250494" w:rsidRDefault="00250494" w:rsidP="00250494">
            <w:pPr>
              <w:pStyle w:val="TabNumeri"/>
            </w:pPr>
          </w:p>
        </w:tc>
      </w:tr>
      <w:tr w:rsidR="00250494" w14:paraId="24AA45E6" w14:textId="77777777" w:rsidTr="00250494">
        <w:trPr>
          <w:cantSplit/>
          <w:trHeight w:val="255"/>
        </w:trPr>
        <w:tc>
          <w:tcPr>
            <w:tcW w:w="1986" w:type="dxa"/>
            <w:shd w:val="clear" w:color="auto" w:fill="EAF1DD" w:themeFill="accent3" w:themeFillTint="33"/>
            <w:noWrap/>
            <w:hideMark/>
          </w:tcPr>
          <w:p w14:paraId="075DA4FF" w14:textId="77777777" w:rsidR="00250494" w:rsidRDefault="00250494" w:rsidP="00250494">
            <w:pPr>
              <w:pStyle w:val="TabEtichette"/>
            </w:pPr>
            <w:r>
              <w:t>Importazioni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2E8F6F5A" w14:textId="77777777" w:rsidR="00250494" w:rsidRDefault="00250494" w:rsidP="00250494">
            <w:pPr>
              <w:pStyle w:val="TabNumeri"/>
            </w:pPr>
            <w:r>
              <w:t>-13,6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FAFA9AF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210D7E2F" w14:textId="77777777" w:rsidR="00250494" w:rsidRDefault="00250494" w:rsidP="00250494">
            <w:pPr>
              <w:pStyle w:val="TabNumeri"/>
            </w:pPr>
            <w:r>
              <w:t>-9,6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1DAEA239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F9233AE" w14:textId="77777777" w:rsidR="00250494" w:rsidRDefault="00250494" w:rsidP="00250494">
            <w:pPr>
              <w:pStyle w:val="TabNumeri"/>
            </w:pPr>
            <w:r>
              <w:t>-13,6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36D58549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38670AA6" w14:textId="77777777" w:rsidR="00250494" w:rsidRDefault="00250494" w:rsidP="00250494">
            <w:pPr>
              <w:pStyle w:val="TabNumeri"/>
            </w:pPr>
            <w:r>
              <w:t>-17,2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641066EE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6449B67D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hideMark/>
          </w:tcPr>
          <w:p w14:paraId="7AEAC72D" w14:textId="77777777" w:rsidR="00250494" w:rsidRDefault="00250494" w:rsidP="00250494">
            <w:pPr>
              <w:pStyle w:val="TabNumeri"/>
            </w:pPr>
            <w:r>
              <w:t>12,2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BE80D86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305B910B" w14:textId="77777777" w:rsidR="00250494" w:rsidRDefault="00250494" w:rsidP="00250494">
            <w:pPr>
              <w:pStyle w:val="TabNumeri"/>
            </w:pPr>
            <w:r>
              <w:t>8,4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43D811C9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532F2E1A" w14:textId="77777777" w:rsidR="00250494" w:rsidRDefault="00250494" w:rsidP="00250494">
            <w:pPr>
              <w:pStyle w:val="TabNumeri"/>
            </w:pPr>
            <w:r>
              <w:t>11,5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4086C5E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62323294" w14:textId="77777777" w:rsidR="00250494" w:rsidRDefault="00250494" w:rsidP="00250494">
            <w:pPr>
              <w:pStyle w:val="TabNumeri"/>
            </w:pPr>
            <w:r>
              <w:t>6,8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3ACB4F34" w14:textId="77777777" w:rsidR="00250494" w:rsidRDefault="00250494" w:rsidP="00250494">
            <w:pPr>
              <w:pStyle w:val="TabNumeri"/>
            </w:pPr>
          </w:p>
        </w:tc>
      </w:tr>
      <w:tr w:rsidR="00250494" w14:paraId="39499036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33485163" w14:textId="77777777" w:rsidR="00250494" w:rsidRDefault="00250494" w:rsidP="00250494">
            <w:pPr>
              <w:pStyle w:val="TabEtichette"/>
            </w:pPr>
            <w:r>
              <w:t>Esportazioni</w:t>
            </w:r>
          </w:p>
        </w:tc>
        <w:tc>
          <w:tcPr>
            <w:tcW w:w="680" w:type="dxa"/>
            <w:noWrap/>
            <w:hideMark/>
          </w:tcPr>
          <w:p w14:paraId="78670BB8" w14:textId="77777777" w:rsidR="00250494" w:rsidRDefault="00250494" w:rsidP="00250494">
            <w:pPr>
              <w:pStyle w:val="TabNumeri"/>
            </w:pPr>
            <w:r>
              <w:t>-13,0</w:t>
            </w:r>
          </w:p>
        </w:tc>
        <w:tc>
          <w:tcPr>
            <w:tcW w:w="228" w:type="dxa"/>
            <w:noWrap/>
          </w:tcPr>
          <w:p w14:paraId="243979FF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4C09F1B2" w14:textId="77777777" w:rsidR="00250494" w:rsidRDefault="00250494" w:rsidP="00250494">
            <w:pPr>
              <w:pStyle w:val="TabNumeri"/>
            </w:pPr>
            <w:r>
              <w:t>-15,3</w:t>
            </w:r>
          </w:p>
        </w:tc>
        <w:tc>
          <w:tcPr>
            <w:tcW w:w="398" w:type="dxa"/>
            <w:noWrap/>
            <w:hideMark/>
          </w:tcPr>
          <w:p w14:paraId="348A0D23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2F26B887" w14:textId="77777777" w:rsidR="00250494" w:rsidRDefault="00250494" w:rsidP="00250494">
            <w:pPr>
              <w:pStyle w:val="TabNumeri"/>
            </w:pPr>
            <w:r>
              <w:t>-14,4</w:t>
            </w:r>
          </w:p>
        </w:tc>
        <w:tc>
          <w:tcPr>
            <w:tcW w:w="227" w:type="dxa"/>
            <w:noWrap/>
          </w:tcPr>
          <w:p w14:paraId="7B81F173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4318C3E2" w14:textId="77777777" w:rsidR="00250494" w:rsidRDefault="00250494" w:rsidP="00250494">
            <w:pPr>
              <w:pStyle w:val="TabNumeri"/>
            </w:pPr>
            <w:r>
              <w:t>-17,8</w:t>
            </w:r>
          </w:p>
        </w:tc>
        <w:tc>
          <w:tcPr>
            <w:tcW w:w="228" w:type="dxa"/>
          </w:tcPr>
          <w:p w14:paraId="281F9FBA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603F6841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7B8F5C9A" w14:textId="77777777" w:rsidR="00250494" w:rsidRDefault="00250494" w:rsidP="00250494">
            <w:pPr>
              <w:pStyle w:val="TabNumeri"/>
            </w:pPr>
            <w:r>
              <w:t>10,5</w:t>
            </w:r>
          </w:p>
        </w:tc>
        <w:tc>
          <w:tcPr>
            <w:tcW w:w="228" w:type="dxa"/>
            <w:noWrap/>
          </w:tcPr>
          <w:p w14:paraId="45E07BBA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4FF76B1B" w14:textId="77777777" w:rsidR="00250494" w:rsidRDefault="00250494" w:rsidP="00250494">
            <w:pPr>
              <w:pStyle w:val="TabNumeri"/>
            </w:pPr>
            <w:r>
              <w:t>8,1</w:t>
            </w:r>
          </w:p>
        </w:tc>
        <w:tc>
          <w:tcPr>
            <w:tcW w:w="398" w:type="dxa"/>
            <w:noWrap/>
            <w:hideMark/>
          </w:tcPr>
          <w:p w14:paraId="61D4D129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3C68F061" w14:textId="77777777" w:rsidR="00250494" w:rsidRDefault="00250494" w:rsidP="00250494">
            <w:pPr>
              <w:pStyle w:val="TabNumeri"/>
            </w:pPr>
            <w:r>
              <w:t>12,0</w:t>
            </w:r>
          </w:p>
        </w:tc>
        <w:tc>
          <w:tcPr>
            <w:tcW w:w="227" w:type="dxa"/>
            <w:noWrap/>
          </w:tcPr>
          <w:p w14:paraId="20DA94F4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7C9114B3" w14:textId="77777777" w:rsidR="00250494" w:rsidRDefault="00250494" w:rsidP="00250494">
            <w:pPr>
              <w:pStyle w:val="TabNumeri"/>
            </w:pPr>
            <w:r>
              <w:t>7,7</w:t>
            </w:r>
          </w:p>
        </w:tc>
        <w:tc>
          <w:tcPr>
            <w:tcW w:w="227" w:type="dxa"/>
            <w:noWrap/>
          </w:tcPr>
          <w:p w14:paraId="64D422D7" w14:textId="77777777" w:rsidR="00250494" w:rsidRDefault="00250494" w:rsidP="00250494">
            <w:pPr>
              <w:pStyle w:val="TabNumeri"/>
            </w:pPr>
          </w:p>
        </w:tc>
      </w:tr>
      <w:tr w:rsidR="00250494" w14:paraId="4E8CD32B" w14:textId="77777777" w:rsidTr="00250494">
        <w:trPr>
          <w:cantSplit/>
          <w:trHeight w:val="255"/>
        </w:trPr>
        <w:tc>
          <w:tcPr>
            <w:tcW w:w="1986" w:type="dxa"/>
            <w:shd w:val="clear" w:color="auto" w:fill="EAF1DD" w:themeFill="accent3" w:themeFillTint="33"/>
            <w:noWrap/>
            <w:hideMark/>
          </w:tcPr>
          <w:p w14:paraId="562E35FE" w14:textId="77777777" w:rsidR="00250494" w:rsidRDefault="00250494" w:rsidP="00250494">
            <w:pPr>
              <w:pStyle w:val="TabEtichette"/>
            </w:pPr>
            <w:r>
              <w:t>Domanda interna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5DA2AF6" w14:textId="77777777" w:rsidR="00250494" w:rsidRDefault="00250494" w:rsidP="00250494">
            <w:pPr>
              <w:pStyle w:val="TabNumeri"/>
            </w:pPr>
            <w:r>
              <w:t>-9,6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DAF0977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1F0AFBDD" w14:textId="77777777" w:rsidR="00250494" w:rsidRDefault="00250494" w:rsidP="00250494">
            <w:pPr>
              <w:pStyle w:val="TabNumeri"/>
            </w:pPr>
            <w:r>
              <w:t>-6,5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036D1AC4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0BA87DA4" w14:textId="77777777" w:rsidR="00250494" w:rsidRDefault="00250494" w:rsidP="00250494">
            <w:pPr>
              <w:pStyle w:val="TabNumeri"/>
            </w:pPr>
            <w:r>
              <w:t>-10,9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9E8A50A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D104DC5" w14:textId="77777777" w:rsidR="00250494" w:rsidRDefault="00250494" w:rsidP="00250494">
            <w:pPr>
              <w:pStyle w:val="TabNumeri"/>
            </w:pPr>
            <w:r>
              <w:t>-13,7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05844FF1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3FFB8E11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hideMark/>
          </w:tcPr>
          <w:p w14:paraId="308600E3" w14:textId="77777777" w:rsidR="00250494" w:rsidRDefault="00250494" w:rsidP="00250494">
            <w:pPr>
              <w:pStyle w:val="TabNumeri"/>
            </w:pPr>
            <w:r>
              <w:t>6,9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FDCCEB9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74F342E8" w14:textId="77777777" w:rsidR="00250494" w:rsidRDefault="00250494" w:rsidP="00250494">
            <w:pPr>
              <w:pStyle w:val="TabNumeri"/>
            </w:pPr>
            <w:r>
              <w:t>4,6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335AA4DC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37735906" w14:textId="77777777" w:rsidR="00250494" w:rsidRDefault="00250494" w:rsidP="00250494">
            <w:pPr>
              <w:pStyle w:val="TabNumeri"/>
            </w:pPr>
            <w:r>
              <w:t>7,4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F2B117F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124B1892" w14:textId="77777777" w:rsidR="00250494" w:rsidRDefault="00250494" w:rsidP="00250494">
            <w:pPr>
              <w:pStyle w:val="TabNumeri"/>
            </w:pPr>
            <w:r>
              <w:t>5,0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5FA4DF0" w14:textId="77777777" w:rsidR="00250494" w:rsidRDefault="00250494" w:rsidP="00250494">
            <w:pPr>
              <w:pStyle w:val="TabNumeri"/>
            </w:pPr>
          </w:p>
        </w:tc>
      </w:tr>
      <w:tr w:rsidR="00250494" w14:paraId="64DFCED7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0B8DF071" w14:textId="77777777" w:rsidR="00250494" w:rsidRDefault="00250494" w:rsidP="00250494">
            <w:pPr>
              <w:pStyle w:val="TabEtichette"/>
            </w:pPr>
            <w:r>
              <w:t>Consumi delle famiglie</w:t>
            </w:r>
          </w:p>
        </w:tc>
        <w:tc>
          <w:tcPr>
            <w:tcW w:w="680" w:type="dxa"/>
            <w:noWrap/>
            <w:hideMark/>
          </w:tcPr>
          <w:p w14:paraId="5F4DCE07" w14:textId="77777777" w:rsidR="00250494" w:rsidRDefault="00250494" w:rsidP="00250494">
            <w:pPr>
              <w:pStyle w:val="TabNumeri"/>
            </w:pPr>
            <w:r>
              <w:t>-10,9</w:t>
            </w:r>
          </w:p>
        </w:tc>
        <w:tc>
          <w:tcPr>
            <w:tcW w:w="228" w:type="dxa"/>
            <w:noWrap/>
          </w:tcPr>
          <w:p w14:paraId="46E5DE79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7B94B26D" w14:textId="77777777" w:rsidR="00250494" w:rsidRDefault="00250494" w:rsidP="00250494">
            <w:pPr>
              <w:pStyle w:val="TabNumeri"/>
            </w:pPr>
            <w:r>
              <w:t>-5,7</w:t>
            </w:r>
          </w:p>
        </w:tc>
        <w:tc>
          <w:tcPr>
            <w:tcW w:w="398" w:type="dxa"/>
            <w:noWrap/>
            <w:hideMark/>
          </w:tcPr>
          <w:p w14:paraId="128E0413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6D3F05C5" w14:textId="77777777" w:rsidR="00250494" w:rsidRDefault="00250494" w:rsidP="00250494">
            <w:pPr>
              <w:pStyle w:val="TabNumeri"/>
            </w:pPr>
            <w:r>
              <w:t>-10,5</w:t>
            </w:r>
          </w:p>
        </w:tc>
        <w:tc>
          <w:tcPr>
            <w:tcW w:w="227" w:type="dxa"/>
            <w:noWrap/>
          </w:tcPr>
          <w:p w14:paraId="25CD519A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50C03E50" w14:textId="77777777" w:rsidR="00250494" w:rsidRDefault="00250494" w:rsidP="00250494">
            <w:pPr>
              <w:pStyle w:val="TabNumeri"/>
            </w:pPr>
            <w:r>
              <w:t>-13,3</w:t>
            </w:r>
          </w:p>
        </w:tc>
        <w:tc>
          <w:tcPr>
            <w:tcW w:w="228" w:type="dxa"/>
          </w:tcPr>
          <w:p w14:paraId="7A2353D5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38540B3D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0B3FFC8E" w14:textId="77777777" w:rsidR="00250494" w:rsidRDefault="00250494" w:rsidP="00250494">
            <w:pPr>
              <w:pStyle w:val="TabNumeri"/>
            </w:pPr>
            <w:r>
              <w:t>7,3</w:t>
            </w:r>
          </w:p>
        </w:tc>
        <w:tc>
          <w:tcPr>
            <w:tcW w:w="228" w:type="dxa"/>
            <w:noWrap/>
          </w:tcPr>
          <w:p w14:paraId="30C87B73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1634B688" w14:textId="77777777" w:rsidR="00250494" w:rsidRDefault="00250494" w:rsidP="00250494">
            <w:pPr>
              <w:pStyle w:val="TabNumeri"/>
            </w:pPr>
            <w:r>
              <w:t>3,9</w:t>
            </w:r>
          </w:p>
        </w:tc>
        <w:tc>
          <w:tcPr>
            <w:tcW w:w="398" w:type="dxa"/>
            <w:noWrap/>
            <w:hideMark/>
          </w:tcPr>
          <w:p w14:paraId="7F4B4B61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0697CF7D" w14:textId="77777777" w:rsidR="00250494" w:rsidRDefault="00250494" w:rsidP="00250494">
            <w:pPr>
              <w:pStyle w:val="TabNumeri"/>
            </w:pPr>
            <w:r>
              <w:t>9,0</w:t>
            </w:r>
          </w:p>
        </w:tc>
        <w:tc>
          <w:tcPr>
            <w:tcW w:w="227" w:type="dxa"/>
            <w:noWrap/>
          </w:tcPr>
          <w:p w14:paraId="08FF9CA5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51291C30" w14:textId="77777777" w:rsidR="00250494" w:rsidRDefault="00250494" w:rsidP="00250494">
            <w:pPr>
              <w:pStyle w:val="TabNumeri"/>
            </w:pPr>
            <w:r>
              <w:t>6,8</w:t>
            </w:r>
          </w:p>
        </w:tc>
        <w:tc>
          <w:tcPr>
            <w:tcW w:w="227" w:type="dxa"/>
            <w:noWrap/>
          </w:tcPr>
          <w:p w14:paraId="312B4AC2" w14:textId="77777777" w:rsidR="00250494" w:rsidRDefault="00250494" w:rsidP="00250494">
            <w:pPr>
              <w:pStyle w:val="TabNumeri"/>
            </w:pPr>
          </w:p>
        </w:tc>
      </w:tr>
      <w:tr w:rsidR="00250494" w14:paraId="1C8D1C26" w14:textId="77777777" w:rsidTr="00250494">
        <w:trPr>
          <w:cantSplit/>
          <w:trHeight w:val="255"/>
        </w:trPr>
        <w:tc>
          <w:tcPr>
            <w:tcW w:w="1986" w:type="dxa"/>
            <w:shd w:val="clear" w:color="auto" w:fill="EAF1DD" w:themeFill="accent3" w:themeFillTint="33"/>
            <w:noWrap/>
            <w:hideMark/>
          </w:tcPr>
          <w:p w14:paraId="790EEA30" w14:textId="77777777" w:rsidR="00250494" w:rsidRDefault="00250494" w:rsidP="00250494">
            <w:pPr>
              <w:pStyle w:val="TabEtichette"/>
            </w:pPr>
            <w:r>
              <w:t>Consumi collettivi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C3B3CB5" w14:textId="77777777" w:rsidR="00250494" w:rsidRDefault="00250494" w:rsidP="00250494">
            <w:pPr>
              <w:pStyle w:val="TabNumeri"/>
            </w:pPr>
            <w:r>
              <w:t>2,6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794BC9B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40143969" w14:textId="77777777" w:rsidR="00250494" w:rsidRDefault="00250494" w:rsidP="00250494">
            <w:pPr>
              <w:pStyle w:val="TabNumeri"/>
            </w:pPr>
            <w:r>
              <w:t>2,3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62EB4656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76F63F3C" w14:textId="77777777" w:rsidR="00250494" w:rsidRDefault="00250494" w:rsidP="00250494">
            <w:pPr>
              <w:pStyle w:val="TabNumeri"/>
            </w:pPr>
            <w:r>
              <w:t>0,4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FE4D383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68932606" w14:textId="77777777" w:rsidR="00250494" w:rsidRDefault="00250494" w:rsidP="00250494">
            <w:pPr>
              <w:pStyle w:val="TabNumeri"/>
            </w:pPr>
            <w:r>
              <w:t>0,5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7026A16C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150BA5FF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hideMark/>
          </w:tcPr>
          <w:p w14:paraId="7AEBE18E" w14:textId="77777777" w:rsidR="00250494" w:rsidRDefault="00250494" w:rsidP="00250494">
            <w:pPr>
              <w:pStyle w:val="TabNumeri"/>
            </w:pPr>
            <w:r>
              <w:t>-0,6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638EE16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1112923E" w14:textId="77777777" w:rsidR="00250494" w:rsidRDefault="00250494" w:rsidP="00250494">
            <w:pPr>
              <w:pStyle w:val="TabNumeri"/>
            </w:pPr>
            <w:r>
              <w:t>-1,6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10811C9C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433361B" w14:textId="77777777" w:rsidR="00250494" w:rsidRDefault="00250494" w:rsidP="00250494">
            <w:pPr>
              <w:pStyle w:val="TabNumeri"/>
            </w:pPr>
            <w:r>
              <w:t>0,2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7BAF94CE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19EC8B5D" w14:textId="77777777" w:rsidR="00250494" w:rsidRDefault="00250494" w:rsidP="00250494">
            <w:pPr>
              <w:pStyle w:val="TabNumeri"/>
            </w:pPr>
            <w:r>
              <w:t>0,4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22AB3140" w14:textId="77777777" w:rsidR="00250494" w:rsidRDefault="00250494" w:rsidP="00250494">
            <w:pPr>
              <w:pStyle w:val="TabNumeri"/>
            </w:pPr>
          </w:p>
        </w:tc>
      </w:tr>
      <w:tr w:rsidR="00250494" w14:paraId="1A353BCC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6C7DA49C" w14:textId="77777777" w:rsidR="00250494" w:rsidRDefault="00250494" w:rsidP="00250494">
            <w:pPr>
              <w:pStyle w:val="TabEtichette"/>
            </w:pPr>
            <w:r>
              <w:t>Investimenti fissi lordi</w:t>
            </w:r>
          </w:p>
        </w:tc>
        <w:tc>
          <w:tcPr>
            <w:tcW w:w="680" w:type="dxa"/>
            <w:noWrap/>
            <w:hideMark/>
          </w:tcPr>
          <w:p w14:paraId="2B20E777" w14:textId="77777777" w:rsidR="00250494" w:rsidRDefault="00250494" w:rsidP="00250494">
            <w:pPr>
              <w:pStyle w:val="TabNumeri"/>
            </w:pPr>
            <w:r>
              <w:t>-14,2</w:t>
            </w:r>
          </w:p>
        </w:tc>
        <w:tc>
          <w:tcPr>
            <w:tcW w:w="228" w:type="dxa"/>
            <w:noWrap/>
          </w:tcPr>
          <w:p w14:paraId="285C7E33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7F622651" w14:textId="77777777" w:rsidR="00250494" w:rsidRDefault="00250494" w:rsidP="00250494">
            <w:pPr>
              <w:pStyle w:val="TabNumeri"/>
            </w:pPr>
            <w:r>
              <w:t>-13,9</w:t>
            </w:r>
          </w:p>
        </w:tc>
        <w:tc>
          <w:tcPr>
            <w:tcW w:w="398" w:type="dxa"/>
            <w:noWrap/>
            <w:hideMark/>
          </w:tcPr>
          <w:p w14:paraId="7364EFAD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024BC29A" w14:textId="77777777" w:rsidR="00250494" w:rsidRDefault="00250494" w:rsidP="00250494">
            <w:pPr>
              <w:pStyle w:val="TabNumeri"/>
            </w:pPr>
            <w:r>
              <w:t>-18,8</w:t>
            </w:r>
          </w:p>
        </w:tc>
        <w:tc>
          <w:tcPr>
            <w:tcW w:w="227" w:type="dxa"/>
            <w:noWrap/>
          </w:tcPr>
          <w:p w14:paraId="2F754013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4027E03D" w14:textId="77777777" w:rsidR="00250494" w:rsidRDefault="00250494" w:rsidP="00250494">
            <w:pPr>
              <w:pStyle w:val="TabNumeri"/>
            </w:pPr>
            <w:r>
              <w:t>-23,4</w:t>
            </w:r>
          </w:p>
        </w:tc>
        <w:tc>
          <w:tcPr>
            <w:tcW w:w="228" w:type="dxa"/>
          </w:tcPr>
          <w:p w14:paraId="54D24BA4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22ACB75C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570303A9" w14:textId="77777777" w:rsidR="00250494" w:rsidRDefault="00250494" w:rsidP="00250494">
            <w:pPr>
              <w:pStyle w:val="TabNumeri"/>
            </w:pPr>
            <w:r>
              <w:t>13,0</w:t>
            </w:r>
          </w:p>
        </w:tc>
        <w:tc>
          <w:tcPr>
            <w:tcW w:w="228" w:type="dxa"/>
            <w:noWrap/>
          </w:tcPr>
          <w:p w14:paraId="29B04FED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6BF6EF4B" w14:textId="77777777" w:rsidR="00250494" w:rsidRDefault="00250494" w:rsidP="00250494">
            <w:pPr>
              <w:pStyle w:val="TabNumeri"/>
            </w:pPr>
            <w:r>
              <w:t>5,6</w:t>
            </w:r>
          </w:p>
        </w:tc>
        <w:tc>
          <w:tcPr>
            <w:tcW w:w="398" w:type="dxa"/>
            <w:noWrap/>
            <w:hideMark/>
          </w:tcPr>
          <w:p w14:paraId="7B46F2EC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6BE2507A" w14:textId="77777777" w:rsidR="00250494" w:rsidRDefault="00250494" w:rsidP="00250494">
            <w:pPr>
              <w:pStyle w:val="TabNumeri"/>
            </w:pPr>
            <w:r>
              <w:t>12,7</w:t>
            </w:r>
          </w:p>
        </w:tc>
        <w:tc>
          <w:tcPr>
            <w:tcW w:w="227" w:type="dxa"/>
            <w:noWrap/>
          </w:tcPr>
          <w:p w14:paraId="64364530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11093FCC" w14:textId="77777777" w:rsidR="00250494" w:rsidRDefault="00250494" w:rsidP="00250494">
            <w:pPr>
              <w:pStyle w:val="TabNumeri"/>
            </w:pPr>
            <w:r>
              <w:t>5,6</w:t>
            </w:r>
          </w:p>
        </w:tc>
        <w:tc>
          <w:tcPr>
            <w:tcW w:w="227" w:type="dxa"/>
            <w:noWrap/>
          </w:tcPr>
          <w:p w14:paraId="2AE1242A" w14:textId="77777777" w:rsidR="00250494" w:rsidRDefault="00250494" w:rsidP="00250494">
            <w:pPr>
              <w:pStyle w:val="TabNumeri"/>
            </w:pPr>
          </w:p>
        </w:tc>
      </w:tr>
      <w:tr w:rsidR="00250494" w14:paraId="05545A2E" w14:textId="77777777" w:rsidTr="00250494">
        <w:trPr>
          <w:cantSplit/>
          <w:trHeight w:val="255"/>
        </w:trPr>
        <w:tc>
          <w:tcPr>
            <w:tcW w:w="1986" w:type="dxa"/>
            <w:shd w:val="clear" w:color="auto" w:fill="EAF1DD" w:themeFill="accent3" w:themeFillTint="33"/>
            <w:noWrap/>
            <w:hideMark/>
          </w:tcPr>
          <w:p w14:paraId="0743C11A" w14:textId="77777777" w:rsidR="00250494" w:rsidRDefault="00250494" w:rsidP="00250494">
            <w:pPr>
              <w:pStyle w:val="TabEtichette"/>
            </w:pPr>
            <w:r>
              <w:t xml:space="preserve">- </w:t>
            </w:r>
            <w:proofErr w:type="spellStart"/>
            <w:r>
              <w:t>mac</w:t>
            </w:r>
            <w:proofErr w:type="spellEnd"/>
            <w:r>
              <w:t xml:space="preserve">. </w:t>
            </w:r>
            <w:proofErr w:type="spellStart"/>
            <w:r>
              <w:t>attr</w:t>
            </w:r>
            <w:proofErr w:type="spellEnd"/>
            <w:r>
              <w:t xml:space="preserve">. </w:t>
            </w:r>
            <w:proofErr w:type="spellStart"/>
            <w:r>
              <w:t>mez</w:t>
            </w:r>
            <w:proofErr w:type="spellEnd"/>
            <w:r>
              <w:t xml:space="preserve">. </w:t>
            </w:r>
            <w:proofErr w:type="spellStart"/>
            <w:r>
              <w:t>trasp</w:t>
            </w:r>
            <w:proofErr w:type="spellEnd"/>
            <w:r>
              <w:t>.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D53BA91" w14:textId="77777777" w:rsidR="00250494" w:rsidRDefault="00250494" w:rsidP="00250494">
            <w:pPr>
              <w:pStyle w:val="TabNumeri"/>
            </w:pPr>
            <w:r>
              <w:t>-20,7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  <w:hideMark/>
          </w:tcPr>
          <w:p w14:paraId="20292864" w14:textId="77777777" w:rsidR="00250494" w:rsidRDefault="00250494" w:rsidP="00250494">
            <w:pPr>
              <w:pStyle w:val="TabNumeri"/>
            </w:pPr>
            <w:r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65FF4464" w14:textId="77777777" w:rsidR="00250494" w:rsidRDefault="00250494" w:rsidP="00250494">
            <w:pPr>
              <w:pStyle w:val="TabNumeri"/>
            </w:pPr>
            <w:r>
              <w:t>-16,2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0CEF95C9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5E51F13F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8A0E4B1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1F7215DF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14:paraId="76BDCEFF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6ABAF54F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hideMark/>
          </w:tcPr>
          <w:p w14:paraId="2161CE76" w14:textId="77777777" w:rsidR="00250494" w:rsidRDefault="00250494" w:rsidP="00250494">
            <w:pPr>
              <w:pStyle w:val="TabNumeri"/>
            </w:pPr>
            <w:r>
              <w:t>19,7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  <w:hideMark/>
          </w:tcPr>
          <w:p w14:paraId="403A5AE3" w14:textId="77777777" w:rsidR="00250494" w:rsidRDefault="00250494" w:rsidP="00250494">
            <w:pPr>
              <w:pStyle w:val="TabNumeri"/>
            </w:pPr>
            <w:r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19BD7E06" w14:textId="77777777" w:rsidR="00250494" w:rsidRDefault="00250494" w:rsidP="00250494">
            <w:pPr>
              <w:pStyle w:val="TabNumeri"/>
            </w:pPr>
            <w:r>
              <w:t>6,9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15987191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144982CC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32B8BA6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18993A58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4960100B" w14:textId="77777777" w:rsidR="00250494" w:rsidRDefault="00250494" w:rsidP="00250494">
            <w:pPr>
              <w:pStyle w:val="TabNumeri"/>
            </w:pPr>
          </w:p>
        </w:tc>
      </w:tr>
      <w:tr w:rsidR="00250494" w14:paraId="152D2756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10144492" w14:textId="77777777" w:rsidR="00250494" w:rsidRDefault="00250494" w:rsidP="00250494">
            <w:pPr>
              <w:pStyle w:val="TabEtichette"/>
            </w:pPr>
            <w:r>
              <w:t>- costruzioni</w:t>
            </w:r>
          </w:p>
        </w:tc>
        <w:tc>
          <w:tcPr>
            <w:tcW w:w="680" w:type="dxa"/>
            <w:noWrap/>
            <w:hideMark/>
          </w:tcPr>
          <w:p w14:paraId="74974ECE" w14:textId="77777777" w:rsidR="00250494" w:rsidRDefault="00250494" w:rsidP="00250494">
            <w:pPr>
              <w:pStyle w:val="TabNumeri"/>
            </w:pPr>
            <w:r>
              <w:t>-9,2</w:t>
            </w:r>
          </w:p>
        </w:tc>
        <w:tc>
          <w:tcPr>
            <w:tcW w:w="228" w:type="dxa"/>
            <w:noWrap/>
          </w:tcPr>
          <w:p w14:paraId="6BB736C2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6EBCAF7A" w14:textId="77777777" w:rsidR="00250494" w:rsidRDefault="00250494" w:rsidP="00250494">
            <w:pPr>
              <w:pStyle w:val="TabNumeri"/>
            </w:pPr>
            <w:r>
              <w:t>-11,1</w:t>
            </w:r>
          </w:p>
        </w:tc>
        <w:tc>
          <w:tcPr>
            <w:tcW w:w="398" w:type="dxa"/>
            <w:noWrap/>
            <w:hideMark/>
          </w:tcPr>
          <w:p w14:paraId="57A4D707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69D9FD2F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noWrap/>
          </w:tcPr>
          <w:p w14:paraId="6AD2E583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37BBD2F1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</w:tcPr>
          <w:p w14:paraId="3B98473C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5BF1A0E9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5FB6FBDC" w14:textId="77777777" w:rsidR="00250494" w:rsidRDefault="00250494" w:rsidP="00250494">
            <w:pPr>
              <w:pStyle w:val="TabNumeri"/>
            </w:pPr>
            <w:r>
              <w:t>8,2</w:t>
            </w:r>
          </w:p>
        </w:tc>
        <w:tc>
          <w:tcPr>
            <w:tcW w:w="228" w:type="dxa"/>
            <w:noWrap/>
          </w:tcPr>
          <w:p w14:paraId="09E9125F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4D728C1F" w14:textId="77777777" w:rsidR="00250494" w:rsidRDefault="00250494" w:rsidP="00250494">
            <w:pPr>
              <w:pStyle w:val="TabNumeri"/>
            </w:pPr>
            <w:r>
              <w:t>4,1</w:t>
            </w:r>
          </w:p>
        </w:tc>
        <w:tc>
          <w:tcPr>
            <w:tcW w:w="398" w:type="dxa"/>
            <w:noWrap/>
            <w:hideMark/>
          </w:tcPr>
          <w:p w14:paraId="3E765149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5C19370F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noWrap/>
          </w:tcPr>
          <w:p w14:paraId="4E62169C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240A488C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noWrap/>
          </w:tcPr>
          <w:p w14:paraId="398DEF96" w14:textId="77777777" w:rsidR="00250494" w:rsidRDefault="00250494" w:rsidP="00250494">
            <w:pPr>
              <w:pStyle w:val="TabNumeri"/>
            </w:pPr>
          </w:p>
        </w:tc>
      </w:tr>
      <w:tr w:rsidR="00250494" w14:paraId="65F76F74" w14:textId="77777777" w:rsidTr="00250494">
        <w:trPr>
          <w:cantSplit/>
          <w:trHeight w:val="255"/>
        </w:trPr>
        <w:tc>
          <w:tcPr>
            <w:tcW w:w="1986" w:type="dxa"/>
            <w:shd w:val="clear" w:color="auto" w:fill="EAF1DD" w:themeFill="accent3" w:themeFillTint="33"/>
            <w:noWrap/>
            <w:hideMark/>
          </w:tcPr>
          <w:p w14:paraId="004AB98E" w14:textId="77777777" w:rsidR="00250494" w:rsidRDefault="00250494" w:rsidP="00250494">
            <w:pPr>
              <w:pStyle w:val="TabEtichette"/>
            </w:pPr>
            <w:r>
              <w:t>Occupazione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DBD2F9D" w14:textId="77777777" w:rsidR="00250494" w:rsidRDefault="00250494" w:rsidP="00250494">
            <w:pPr>
              <w:pStyle w:val="TabNumeri"/>
            </w:pPr>
            <w:r>
              <w:t>-7,5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DD86842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2224AC7B" w14:textId="77777777" w:rsidR="00250494" w:rsidRDefault="00250494" w:rsidP="00250494">
            <w:pPr>
              <w:pStyle w:val="TabNumeri"/>
            </w:pPr>
            <w:r>
              <w:t>-5,4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73F9B1F0" w14:textId="77777777" w:rsidR="00250494" w:rsidRDefault="00250494" w:rsidP="00250494">
            <w:pPr>
              <w:pStyle w:val="TabNumeri"/>
            </w:pPr>
            <w:r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D2C3A6D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  <w:hideMark/>
          </w:tcPr>
          <w:p w14:paraId="34CA335A" w14:textId="77777777" w:rsidR="00250494" w:rsidRDefault="00250494" w:rsidP="00250494">
            <w:pPr>
              <w:pStyle w:val="TabNumeri"/>
            </w:pPr>
            <w:r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4C20CFAC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hideMark/>
          </w:tcPr>
          <w:p w14:paraId="21CBDA5E" w14:textId="77777777" w:rsidR="00250494" w:rsidRDefault="00250494" w:rsidP="00250494">
            <w:pPr>
              <w:pStyle w:val="TabNumeri"/>
            </w:pPr>
            <w:r>
              <w:t>[3]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24851CAB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hideMark/>
          </w:tcPr>
          <w:p w14:paraId="21A9A1C4" w14:textId="77777777" w:rsidR="00250494" w:rsidRDefault="00250494" w:rsidP="00250494">
            <w:pPr>
              <w:pStyle w:val="TabNumeri"/>
            </w:pPr>
            <w:r>
              <w:t>5,5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3AFA749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04B14F26" w14:textId="77777777" w:rsidR="00250494" w:rsidRDefault="00250494" w:rsidP="00250494">
            <w:pPr>
              <w:pStyle w:val="TabNumeri"/>
            </w:pPr>
            <w:r>
              <w:t>2,8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21361E0D" w14:textId="77777777" w:rsidR="00250494" w:rsidRDefault="00250494" w:rsidP="00250494">
            <w:pPr>
              <w:pStyle w:val="TabNumeri"/>
            </w:pPr>
            <w:r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342BA9DF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  <w:hideMark/>
          </w:tcPr>
          <w:p w14:paraId="0A209EFD" w14:textId="77777777" w:rsidR="00250494" w:rsidRDefault="00250494" w:rsidP="00250494">
            <w:pPr>
              <w:pStyle w:val="TabNumeri"/>
            </w:pPr>
            <w:r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2080149F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  <w:hideMark/>
          </w:tcPr>
          <w:p w14:paraId="6CA3E0E4" w14:textId="77777777" w:rsidR="00250494" w:rsidRDefault="00250494" w:rsidP="00250494">
            <w:pPr>
              <w:pStyle w:val="TabNumeri"/>
            </w:pPr>
            <w:r>
              <w:t>[3]</w:t>
            </w:r>
          </w:p>
        </w:tc>
      </w:tr>
      <w:tr w:rsidR="00250494" w14:paraId="729C1A86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607BB33E" w14:textId="77777777" w:rsidR="00250494" w:rsidRDefault="00250494" w:rsidP="00250494">
            <w:pPr>
              <w:pStyle w:val="TabEtichette"/>
            </w:pPr>
            <w:r>
              <w:t>Disoccupazione [a]</w:t>
            </w:r>
          </w:p>
        </w:tc>
        <w:tc>
          <w:tcPr>
            <w:tcW w:w="680" w:type="dxa"/>
            <w:noWrap/>
            <w:hideMark/>
          </w:tcPr>
          <w:p w14:paraId="04984644" w14:textId="77777777" w:rsidR="00250494" w:rsidRDefault="00250494" w:rsidP="00250494">
            <w:pPr>
              <w:pStyle w:val="TabNumeri"/>
            </w:pPr>
            <w:r>
              <w:t>11,8</w:t>
            </w:r>
          </w:p>
        </w:tc>
        <w:tc>
          <w:tcPr>
            <w:tcW w:w="228" w:type="dxa"/>
            <w:noWrap/>
          </w:tcPr>
          <w:p w14:paraId="60CC5207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1973C0A5" w14:textId="77777777" w:rsidR="00250494" w:rsidRDefault="00250494" w:rsidP="00250494">
            <w:pPr>
              <w:pStyle w:val="TabNumeri"/>
            </w:pPr>
            <w:r>
              <w:t>11,0</w:t>
            </w:r>
          </w:p>
        </w:tc>
        <w:tc>
          <w:tcPr>
            <w:tcW w:w="398" w:type="dxa"/>
            <w:noWrap/>
            <w:hideMark/>
          </w:tcPr>
          <w:p w14:paraId="08B23537" w14:textId="77777777" w:rsidR="00250494" w:rsidRDefault="00250494" w:rsidP="00250494">
            <w:pPr>
              <w:pStyle w:val="TabNumeri"/>
            </w:pPr>
            <w:r>
              <w:t>[8]</w:t>
            </w:r>
          </w:p>
        </w:tc>
        <w:tc>
          <w:tcPr>
            <w:tcW w:w="680" w:type="dxa"/>
            <w:noWrap/>
            <w:hideMark/>
          </w:tcPr>
          <w:p w14:paraId="37B02618" w14:textId="77777777" w:rsidR="00250494" w:rsidRDefault="00250494" w:rsidP="00250494">
            <w:pPr>
              <w:pStyle w:val="TabNumeri"/>
            </w:pPr>
            <w:r>
              <w:t>10,1</w:t>
            </w:r>
          </w:p>
        </w:tc>
        <w:tc>
          <w:tcPr>
            <w:tcW w:w="227" w:type="dxa"/>
            <w:noWrap/>
          </w:tcPr>
          <w:p w14:paraId="7BB23983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7F554BC6" w14:textId="77777777" w:rsidR="00250494" w:rsidRDefault="00250494" w:rsidP="00250494">
            <w:pPr>
              <w:pStyle w:val="TabNumeri"/>
            </w:pPr>
            <w:r>
              <w:t>10,7</w:t>
            </w:r>
          </w:p>
        </w:tc>
        <w:tc>
          <w:tcPr>
            <w:tcW w:w="228" w:type="dxa"/>
          </w:tcPr>
          <w:p w14:paraId="0648EE6F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36EFC369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272857A1" w14:textId="77777777" w:rsidR="00250494" w:rsidRDefault="00250494" w:rsidP="00250494">
            <w:pPr>
              <w:pStyle w:val="TabNumeri"/>
            </w:pPr>
            <w:r>
              <w:t>10,7</w:t>
            </w:r>
          </w:p>
        </w:tc>
        <w:tc>
          <w:tcPr>
            <w:tcW w:w="228" w:type="dxa"/>
            <w:noWrap/>
          </w:tcPr>
          <w:p w14:paraId="51B69613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64A847E4" w14:textId="77777777" w:rsidR="00250494" w:rsidRDefault="00250494" w:rsidP="00250494">
            <w:pPr>
              <w:pStyle w:val="TabNumeri"/>
            </w:pPr>
            <w:r>
              <w:t>10,5</w:t>
            </w:r>
          </w:p>
        </w:tc>
        <w:tc>
          <w:tcPr>
            <w:tcW w:w="398" w:type="dxa"/>
            <w:noWrap/>
            <w:hideMark/>
          </w:tcPr>
          <w:p w14:paraId="26DAF2BC" w14:textId="77777777" w:rsidR="00250494" w:rsidRDefault="00250494" w:rsidP="00250494">
            <w:pPr>
              <w:pStyle w:val="TabNumeri"/>
            </w:pPr>
            <w:r>
              <w:t>[8]</w:t>
            </w:r>
          </w:p>
        </w:tc>
        <w:tc>
          <w:tcPr>
            <w:tcW w:w="680" w:type="dxa"/>
            <w:noWrap/>
            <w:hideMark/>
          </w:tcPr>
          <w:p w14:paraId="389EE845" w14:textId="77777777" w:rsidR="00250494" w:rsidRDefault="00250494" w:rsidP="00250494">
            <w:pPr>
              <w:pStyle w:val="TabNumeri"/>
            </w:pPr>
            <w:r>
              <w:t>11,7</w:t>
            </w:r>
          </w:p>
        </w:tc>
        <w:tc>
          <w:tcPr>
            <w:tcW w:w="227" w:type="dxa"/>
            <w:noWrap/>
          </w:tcPr>
          <w:p w14:paraId="43416DF7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402480D6" w14:textId="77777777" w:rsidR="00250494" w:rsidRDefault="00250494" w:rsidP="00250494">
            <w:pPr>
              <w:pStyle w:val="TabNumeri"/>
            </w:pPr>
            <w:r>
              <w:t>11,9</w:t>
            </w:r>
          </w:p>
        </w:tc>
        <w:tc>
          <w:tcPr>
            <w:tcW w:w="227" w:type="dxa"/>
            <w:noWrap/>
          </w:tcPr>
          <w:p w14:paraId="536F5EFE" w14:textId="77777777" w:rsidR="00250494" w:rsidRDefault="00250494" w:rsidP="00250494">
            <w:pPr>
              <w:pStyle w:val="TabNumeri"/>
            </w:pPr>
          </w:p>
        </w:tc>
      </w:tr>
      <w:tr w:rsidR="00250494" w14:paraId="35BEC7A4" w14:textId="77777777" w:rsidTr="00250494">
        <w:trPr>
          <w:cantSplit/>
          <w:trHeight w:val="255"/>
        </w:trPr>
        <w:tc>
          <w:tcPr>
            <w:tcW w:w="1986" w:type="dxa"/>
            <w:shd w:val="clear" w:color="auto" w:fill="EAF1DD" w:themeFill="accent3" w:themeFillTint="33"/>
            <w:noWrap/>
            <w:hideMark/>
          </w:tcPr>
          <w:p w14:paraId="69B2883A" w14:textId="77777777" w:rsidR="00250494" w:rsidRDefault="00250494" w:rsidP="00250494">
            <w:pPr>
              <w:pStyle w:val="TabEtichette"/>
            </w:pPr>
            <w:r>
              <w:t>Prezzi al consumo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01211B86" w14:textId="77777777" w:rsidR="00250494" w:rsidRDefault="00250494" w:rsidP="00250494">
            <w:pPr>
              <w:pStyle w:val="TabNumeri"/>
            </w:pPr>
            <w:r>
              <w:t>-0,3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  <w:hideMark/>
          </w:tcPr>
          <w:p w14:paraId="6E29A038" w14:textId="77777777" w:rsidR="00250494" w:rsidRDefault="00250494" w:rsidP="00250494">
            <w:pPr>
              <w:pStyle w:val="TabNumeri"/>
            </w:pPr>
            <w:r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4DF47B8E" w14:textId="77777777" w:rsidR="00250494" w:rsidRDefault="00250494" w:rsidP="00250494">
            <w:pPr>
              <w:pStyle w:val="TabNumeri"/>
            </w:pPr>
            <w:r>
              <w:t>-0,3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3734DBAA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01DBE3E0" w14:textId="77777777" w:rsidR="00250494" w:rsidRDefault="00250494" w:rsidP="00250494">
            <w:pPr>
              <w:pStyle w:val="TabNumeri"/>
            </w:pPr>
            <w:r>
              <w:t>-0,1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  <w:hideMark/>
          </w:tcPr>
          <w:p w14:paraId="6BC1B70E" w14:textId="77777777" w:rsidR="00250494" w:rsidRDefault="00250494" w:rsidP="00250494">
            <w:pPr>
              <w:pStyle w:val="TabNumeri"/>
            </w:pPr>
            <w:r>
              <w:t>[5]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01987427" w14:textId="77777777" w:rsidR="00250494" w:rsidRDefault="00250494" w:rsidP="00250494">
            <w:pPr>
              <w:pStyle w:val="TabNumeri"/>
            </w:pPr>
            <w:r>
              <w:t>-0,2</w:t>
            </w:r>
          </w:p>
        </w:tc>
        <w:tc>
          <w:tcPr>
            <w:tcW w:w="228" w:type="dxa"/>
            <w:shd w:val="clear" w:color="auto" w:fill="EAF1DD" w:themeFill="accent3" w:themeFillTint="33"/>
            <w:hideMark/>
          </w:tcPr>
          <w:p w14:paraId="50AC9B1D" w14:textId="77777777" w:rsidR="00250494" w:rsidRDefault="00250494" w:rsidP="00250494">
            <w:pPr>
              <w:pStyle w:val="TabNumeri"/>
            </w:pPr>
            <w:r>
              <w:t>[5]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08C7820E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hideMark/>
          </w:tcPr>
          <w:p w14:paraId="68D4FBD8" w14:textId="77777777" w:rsidR="00250494" w:rsidRDefault="00250494" w:rsidP="00250494">
            <w:pPr>
              <w:pStyle w:val="TabNumeri"/>
            </w:pPr>
            <w:r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  <w:hideMark/>
          </w:tcPr>
          <w:p w14:paraId="4DCE867A" w14:textId="77777777" w:rsidR="00250494" w:rsidRDefault="00250494" w:rsidP="00250494">
            <w:pPr>
              <w:pStyle w:val="TabNumeri"/>
            </w:pPr>
            <w:r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0709DD93" w14:textId="77777777" w:rsidR="00250494" w:rsidRDefault="00250494" w:rsidP="00250494">
            <w:pPr>
              <w:pStyle w:val="TabNumeri"/>
            </w:pPr>
            <w:r>
              <w:t>1,0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20860F6B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520A4C7E" w14:textId="77777777" w:rsidR="00250494" w:rsidRDefault="00250494" w:rsidP="00250494">
            <w:pPr>
              <w:pStyle w:val="TabNumeri"/>
            </w:pPr>
            <w:r>
              <w:t>0,1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  <w:hideMark/>
          </w:tcPr>
          <w:p w14:paraId="702568B2" w14:textId="77777777" w:rsidR="00250494" w:rsidRDefault="00250494" w:rsidP="00250494">
            <w:pPr>
              <w:pStyle w:val="TabNumeri"/>
            </w:pPr>
            <w:r>
              <w:t>[5]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662E5638" w14:textId="77777777" w:rsidR="00250494" w:rsidRDefault="00250494" w:rsidP="00250494">
            <w:pPr>
              <w:pStyle w:val="TabNumeri"/>
            </w:pPr>
            <w:r>
              <w:t>-0,1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  <w:hideMark/>
          </w:tcPr>
          <w:p w14:paraId="1AAE8F5E" w14:textId="77777777" w:rsidR="00250494" w:rsidRDefault="00250494" w:rsidP="00250494">
            <w:pPr>
              <w:pStyle w:val="TabNumeri"/>
            </w:pPr>
            <w:r>
              <w:t>[5]</w:t>
            </w:r>
          </w:p>
        </w:tc>
      </w:tr>
      <w:tr w:rsidR="00250494" w14:paraId="77E12ACD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72FDA4C8" w14:textId="77777777" w:rsidR="00250494" w:rsidRDefault="00250494" w:rsidP="00250494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[b]</w:t>
            </w:r>
          </w:p>
        </w:tc>
        <w:tc>
          <w:tcPr>
            <w:tcW w:w="680" w:type="dxa"/>
            <w:noWrap/>
            <w:hideMark/>
          </w:tcPr>
          <w:p w14:paraId="07A7946E" w14:textId="77777777" w:rsidR="00250494" w:rsidRDefault="00250494" w:rsidP="00250494">
            <w:pPr>
              <w:pStyle w:val="TabNumeri"/>
            </w:pPr>
            <w:r>
              <w:t>3,4</w:t>
            </w:r>
          </w:p>
        </w:tc>
        <w:tc>
          <w:tcPr>
            <w:tcW w:w="228" w:type="dxa"/>
            <w:noWrap/>
          </w:tcPr>
          <w:p w14:paraId="42F5F888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714C5890" w14:textId="77777777" w:rsidR="00250494" w:rsidRDefault="00250494" w:rsidP="00250494">
            <w:pPr>
              <w:pStyle w:val="TabNumeri"/>
            </w:pPr>
            <w:r>
              <w:t>2,7</w:t>
            </w:r>
          </w:p>
        </w:tc>
        <w:tc>
          <w:tcPr>
            <w:tcW w:w="398" w:type="dxa"/>
            <w:noWrap/>
            <w:hideMark/>
          </w:tcPr>
          <w:p w14:paraId="18EE8061" w14:textId="77777777" w:rsidR="00250494" w:rsidRDefault="00250494" w:rsidP="00250494">
            <w:pPr>
              <w:pStyle w:val="TabNumeri"/>
            </w:pPr>
            <w:r>
              <w:t>[6 7]</w:t>
            </w:r>
          </w:p>
        </w:tc>
        <w:tc>
          <w:tcPr>
            <w:tcW w:w="680" w:type="dxa"/>
            <w:noWrap/>
            <w:hideMark/>
          </w:tcPr>
          <w:p w14:paraId="10BFCAA7" w14:textId="77777777" w:rsidR="00250494" w:rsidRDefault="00250494" w:rsidP="00250494">
            <w:pPr>
              <w:pStyle w:val="TabNumeri"/>
            </w:pPr>
            <w:r>
              <w:t>2,7</w:t>
            </w:r>
          </w:p>
        </w:tc>
        <w:tc>
          <w:tcPr>
            <w:tcW w:w="227" w:type="dxa"/>
            <w:noWrap/>
          </w:tcPr>
          <w:p w14:paraId="28CE3219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0964C339" w14:textId="77777777" w:rsidR="00250494" w:rsidRDefault="00250494" w:rsidP="00250494">
            <w:pPr>
              <w:pStyle w:val="TabNumeri"/>
            </w:pPr>
            <w:r>
              <w:t>2,7</w:t>
            </w:r>
          </w:p>
        </w:tc>
        <w:tc>
          <w:tcPr>
            <w:tcW w:w="228" w:type="dxa"/>
          </w:tcPr>
          <w:p w14:paraId="79A228E3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5D077BBB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0322AB19" w14:textId="77777777" w:rsidR="00250494" w:rsidRDefault="00250494" w:rsidP="00250494">
            <w:pPr>
              <w:pStyle w:val="TabNumeri"/>
            </w:pPr>
            <w:r>
              <w:t>3,3</w:t>
            </w:r>
          </w:p>
        </w:tc>
        <w:tc>
          <w:tcPr>
            <w:tcW w:w="228" w:type="dxa"/>
            <w:noWrap/>
          </w:tcPr>
          <w:p w14:paraId="640AA2B7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07112F03" w14:textId="77777777" w:rsidR="00250494" w:rsidRDefault="00250494" w:rsidP="00250494">
            <w:pPr>
              <w:pStyle w:val="TabNumeri"/>
            </w:pPr>
            <w:r>
              <w:t>2,8</w:t>
            </w:r>
          </w:p>
        </w:tc>
        <w:tc>
          <w:tcPr>
            <w:tcW w:w="398" w:type="dxa"/>
            <w:noWrap/>
            <w:hideMark/>
          </w:tcPr>
          <w:p w14:paraId="3945391E" w14:textId="77777777" w:rsidR="00250494" w:rsidRDefault="00250494" w:rsidP="00250494">
            <w:pPr>
              <w:pStyle w:val="TabNumeri"/>
            </w:pPr>
            <w:r>
              <w:t>[6 7]</w:t>
            </w:r>
          </w:p>
        </w:tc>
        <w:tc>
          <w:tcPr>
            <w:tcW w:w="680" w:type="dxa"/>
            <w:noWrap/>
            <w:hideMark/>
          </w:tcPr>
          <w:p w14:paraId="2FAD0220" w14:textId="77777777" w:rsidR="00250494" w:rsidRDefault="00250494" w:rsidP="00250494">
            <w:pPr>
              <w:pStyle w:val="TabNumeri"/>
            </w:pPr>
            <w:r>
              <w:t>2,8</w:t>
            </w:r>
          </w:p>
        </w:tc>
        <w:tc>
          <w:tcPr>
            <w:tcW w:w="227" w:type="dxa"/>
            <w:noWrap/>
          </w:tcPr>
          <w:p w14:paraId="1B375161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3439C237" w14:textId="77777777" w:rsidR="00250494" w:rsidRDefault="00250494" w:rsidP="00250494">
            <w:pPr>
              <w:pStyle w:val="TabNumeri"/>
            </w:pPr>
            <w:r>
              <w:t>2,8</w:t>
            </w:r>
          </w:p>
        </w:tc>
        <w:tc>
          <w:tcPr>
            <w:tcW w:w="227" w:type="dxa"/>
            <w:noWrap/>
          </w:tcPr>
          <w:p w14:paraId="26DC98DD" w14:textId="77777777" w:rsidR="00250494" w:rsidRDefault="00250494" w:rsidP="00250494">
            <w:pPr>
              <w:pStyle w:val="TabNumeri"/>
            </w:pPr>
          </w:p>
        </w:tc>
      </w:tr>
      <w:tr w:rsidR="00250494" w14:paraId="20BC82F7" w14:textId="77777777" w:rsidTr="00250494">
        <w:trPr>
          <w:cantSplit/>
          <w:trHeight w:val="255"/>
        </w:trPr>
        <w:tc>
          <w:tcPr>
            <w:tcW w:w="1986" w:type="dxa"/>
            <w:shd w:val="clear" w:color="auto" w:fill="EAF1DD" w:themeFill="accent3" w:themeFillTint="33"/>
            <w:noWrap/>
            <w:hideMark/>
          </w:tcPr>
          <w:p w14:paraId="1433F67B" w14:textId="77777777" w:rsidR="00250494" w:rsidRDefault="00250494" w:rsidP="00250494">
            <w:pPr>
              <w:pStyle w:val="TabEtichette"/>
            </w:pPr>
            <w:r>
              <w:t>Avanzo primario [b]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288397D7" w14:textId="77777777" w:rsidR="00250494" w:rsidRDefault="00250494" w:rsidP="00250494">
            <w:pPr>
              <w:pStyle w:val="TabNumeri"/>
            </w:pPr>
            <w:r>
              <w:t>-7,4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B64CDB3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45342784" w14:textId="77777777" w:rsidR="00250494" w:rsidRDefault="00250494" w:rsidP="00250494">
            <w:pPr>
              <w:pStyle w:val="TabNumeri"/>
            </w:pPr>
            <w:r>
              <w:t>-3,1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7CDCC479" w14:textId="77777777" w:rsidR="00250494" w:rsidRDefault="00250494" w:rsidP="00250494">
            <w:pPr>
              <w:pStyle w:val="TabNumeri"/>
            </w:pPr>
            <w:r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3C6A47C6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4504D79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27B8ECEE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14:paraId="7C66355B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7819EE86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hideMark/>
          </w:tcPr>
          <w:p w14:paraId="15E07E4C" w14:textId="77777777" w:rsidR="00250494" w:rsidRDefault="00250494" w:rsidP="00250494">
            <w:pPr>
              <w:pStyle w:val="TabNumeri"/>
            </w:pPr>
            <w:r>
              <w:t>-2,1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059E793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  <w:hideMark/>
          </w:tcPr>
          <w:p w14:paraId="7415D48E" w14:textId="77777777" w:rsidR="00250494" w:rsidRDefault="00250494" w:rsidP="00250494">
            <w:pPr>
              <w:pStyle w:val="TabNumeri"/>
            </w:pPr>
            <w:r>
              <w:t>-0,2</w:t>
            </w:r>
          </w:p>
        </w:tc>
        <w:tc>
          <w:tcPr>
            <w:tcW w:w="398" w:type="dxa"/>
            <w:shd w:val="clear" w:color="auto" w:fill="EAF1DD" w:themeFill="accent3" w:themeFillTint="33"/>
            <w:noWrap/>
            <w:hideMark/>
          </w:tcPr>
          <w:p w14:paraId="048849D8" w14:textId="77777777" w:rsidR="00250494" w:rsidRDefault="00250494" w:rsidP="00250494">
            <w:pPr>
              <w:pStyle w:val="TabNumeri"/>
            </w:pPr>
            <w:r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7B85997D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4F5E4F30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  <w:hideMark/>
          </w:tcPr>
          <w:p w14:paraId="7010CB29" w14:textId="77777777" w:rsidR="00250494" w:rsidRDefault="00250494" w:rsidP="0025049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4F4EE538" w14:textId="77777777" w:rsidR="00250494" w:rsidRDefault="00250494" w:rsidP="00250494">
            <w:pPr>
              <w:pStyle w:val="TabNumeri"/>
            </w:pPr>
          </w:p>
        </w:tc>
      </w:tr>
      <w:tr w:rsidR="00250494" w14:paraId="4A4F8F64" w14:textId="77777777" w:rsidTr="00250494">
        <w:trPr>
          <w:cantSplit/>
          <w:trHeight w:val="255"/>
        </w:trPr>
        <w:tc>
          <w:tcPr>
            <w:tcW w:w="1986" w:type="dxa"/>
            <w:noWrap/>
            <w:hideMark/>
          </w:tcPr>
          <w:p w14:paraId="7AF90D9A" w14:textId="77777777" w:rsidR="00250494" w:rsidRDefault="00250494" w:rsidP="00250494">
            <w:pPr>
              <w:pStyle w:val="TabEtichette"/>
            </w:pPr>
            <w:r>
              <w:t>Indebitamento A. P. [b]</w:t>
            </w:r>
          </w:p>
        </w:tc>
        <w:tc>
          <w:tcPr>
            <w:tcW w:w="680" w:type="dxa"/>
            <w:noWrap/>
            <w:hideMark/>
          </w:tcPr>
          <w:p w14:paraId="3F8BBEE9" w14:textId="77777777" w:rsidR="00250494" w:rsidRDefault="00250494" w:rsidP="00250494">
            <w:pPr>
              <w:pStyle w:val="TabNumeri"/>
            </w:pPr>
            <w:r>
              <w:t>11,1</w:t>
            </w:r>
          </w:p>
        </w:tc>
        <w:tc>
          <w:tcPr>
            <w:tcW w:w="228" w:type="dxa"/>
            <w:noWrap/>
          </w:tcPr>
          <w:p w14:paraId="6F27D51F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6627F65A" w14:textId="77777777" w:rsidR="00250494" w:rsidRDefault="00250494" w:rsidP="00250494">
            <w:pPr>
              <w:pStyle w:val="TabNumeri"/>
            </w:pPr>
            <w:r>
              <w:t>9,8</w:t>
            </w:r>
          </w:p>
        </w:tc>
        <w:tc>
          <w:tcPr>
            <w:tcW w:w="398" w:type="dxa"/>
            <w:noWrap/>
            <w:hideMark/>
          </w:tcPr>
          <w:p w14:paraId="2622D0B6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20AD8CD1" w14:textId="77777777" w:rsidR="00250494" w:rsidRDefault="00250494" w:rsidP="00250494">
            <w:pPr>
              <w:pStyle w:val="TabNumeri"/>
            </w:pPr>
            <w:r>
              <w:t>-11,2</w:t>
            </w:r>
          </w:p>
        </w:tc>
        <w:tc>
          <w:tcPr>
            <w:tcW w:w="227" w:type="dxa"/>
            <w:noWrap/>
          </w:tcPr>
          <w:p w14:paraId="3CFFF855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42E69684" w14:textId="77777777" w:rsidR="00250494" w:rsidRDefault="00250494" w:rsidP="00250494">
            <w:pPr>
              <w:pStyle w:val="TabNumeri"/>
            </w:pPr>
            <w:r>
              <w:t>-12,8</w:t>
            </w:r>
          </w:p>
        </w:tc>
        <w:tc>
          <w:tcPr>
            <w:tcW w:w="228" w:type="dxa"/>
          </w:tcPr>
          <w:p w14:paraId="2329244A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noWrap/>
          </w:tcPr>
          <w:p w14:paraId="7C61F8A8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hideMark/>
          </w:tcPr>
          <w:p w14:paraId="558D33B3" w14:textId="77777777" w:rsidR="00250494" w:rsidRDefault="00250494" w:rsidP="00250494">
            <w:pPr>
              <w:pStyle w:val="TabNumeri"/>
            </w:pPr>
            <w:r>
              <w:t>5,6</w:t>
            </w:r>
          </w:p>
        </w:tc>
        <w:tc>
          <w:tcPr>
            <w:tcW w:w="228" w:type="dxa"/>
            <w:noWrap/>
          </w:tcPr>
          <w:p w14:paraId="25053ECF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noWrap/>
            <w:hideMark/>
          </w:tcPr>
          <w:p w14:paraId="55474A70" w14:textId="77777777" w:rsidR="00250494" w:rsidRDefault="00250494" w:rsidP="00250494">
            <w:pPr>
              <w:pStyle w:val="TabNumeri"/>
            </w:pPr>
            <w:r>
              <w:t>4,9</w:t>
            </w:r>
          </w:p>
        </w:tc>
        <w:tc>
          <w:tcPr>
            <w:tcW w:w="398" w:type="dxa"/>
            <w:noWrap/>
            <w:hideMark/>
          </w:tcPr>
          <w:p w14:paraId="2AFF9038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noWrap/>
            <w:hideMark/>
          </w:tcPr>
          <w:p w14:paraId="294C6C8B" w14:textId="77777777" w:rsidR="00250494" w:rsidRDefault="00250494" w:rsidP="00250494">
            <w:pPr>
              <w:pStyle w:val="TabNumeri"/>
            </w:pPr>
            <w:r>
              <w:t>-6,8</w:t>
            </w:r>
          </w:p>
        </w:tc>
        <w:tc>
          <w:tcPr>
            <w:tcW w:w="227" w:type="dxa"/>
            <w:noWrap/>
          </w:tcPr>
          <w:p w14:paraId="73ECCCCF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noWrap/>
            <w:hideMark/>
          </w:tcPr>
          <w:p w14:paraId="5E7A29DE" w14:textId="77777777" w:rsidR="00250494" w:rsidRDefault="00250494" w:rsidP="00250494">
            <w:pPr>
              <w:pStyle w:val="TabNumeri"/>
            </w:pPr>
            <w:r>
              <w:t>-9,7</w:t>
            </w:r>
          </w:p>
        </w:tc>
        <w:tc>
          <w:tcPr>
            <w:tcW w:w="227" w:type="dxa"/>
            <w:noWrap/>
          </w:tcPr>
          <w:p w14:paraId="0FA50F7B" w14:textId="77777777" w:rsidR="00250494" w:rsidRDefault="00250494" w:rsidP="00250494">
            <w:pPr>
              <w:pStyle w:val="TabNumeri"/>
            </w:pPr>
          </w:p>
        </w:tc>
      </w:tr>
      <w:tr w:rsidR="00250494" w14:paraId="700A424F" w14:textId="77777777" w:rsidTr="00250494">
        <w:trPr>
          <w:cantSplit/>
          <w:trHeight w:val="255"/>
        </w:trPr>
        <w:tc>
          <w:tcPr>
            <w:tcW w:w="1986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693CC186" w14:textId="77777777" w:rsidR="00250494" w:rsidRDefault="00250494" w:rsidP="00250494">
            <w:pPr>
              <w:pStyle w:val="TabEtichette"/>
            </w:pPr>
            <w:r>
              <w:t>Debito A. Pubblica [b]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5AD9157C" w14:textId="77777777" w:rsidR="00250494" w:rsidRDefault="00250494" w:rsidP="00250494">
            <w:pPr>
              <w:pStyle w:val="TabNumeri"/>
            </w:pPr>
            <w:r>
              <w:t>158,9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</w:tcPr>
          <w:p w14:paraId="551A0DC9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638FCCC2" w14:textId="77777777" w:rsidR="00250494" w:rsidRDefault="00250494" w:rsidP="00250494">
            <w:pPr>
              <w:pStyle w:val="TabNumeri"/>
            </w:pPr>
            <w:r>
              <w:t>155,4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1EAF082B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3BD91D5B" w14:textId="77777777" w:rsidR="00250494" w:rsidRDefault="00250494" w:rsidP="00250494">
            <w:pPr>
              <w:pStyle w:val="TabNumeri"/>
            </w:pPr>
            <w:r>
              <w:t>158,2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</w:tcPr>
          <w:p w14:paraId="13480DB1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4E420CC7" w14:textId="77777777" w:rsidR="00250494" w:rsidRDefault="00250494" w:rsidP="00250494">
            <w:pPr>
              <w:pStyle w:val="TabNumeri"/>
            </w:pPr>
            <w:r>
              <w:t>169,9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</w:tcPr>
          <w:p w14:paraId="56F10116" w14:textId="77777777" w:rsidR="00250494" w:rsidRDefault="00250494" w:rsidP="00250494">
            <w:pPr>
              <w:pStyle w:val="TabNumeri"/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</w:tcPr>
          <w:p w14:paraId="76C39E2D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hideMark/>
          </w:tcPr>
          <w:p w14:paraId="499827D9" w14:textId="77777777" w:rsidR="00250494" w:rsidRDefault="00250494" w:rsidP="00250494">
            <w:pPr>
              <w:pStyle w:val="TabNumeri"/>
            </w:pPr>
            <w:r>
              <w:t>153,6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</w:tcPr>
          <w:p w14:paraId="6D3D8147" w14:textId="77777777" w:rsidR="00250494" w:rsidRDefault="00250494" w:rsidP="00250494">
            <w:pPr>
              <w:pStyle w:val="TabNumeri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6B956BA3" w14:textId="77777777" w:rsidR="00250494" w:rsidRDefault="00250494" w:rsidP="00250494">
            <w:pPr>
              <w:pStyle w:val="TabNumeri"/>
            </w:pPr>
            <w:r>
              <w:t>153,0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5E4F4D51" w14:textId="77777777" w:rsidR="00250494" w:rsidRDefault="00250494" w:rsidP="00250494">
            <w:pPr>
              <w:pStyle w:val="TabNumeri"/>
            </w:pPr>
            <w:r>
              <w:t>[7]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2355F511" w14:textId="77777777" w:rsidR="00250494" w:rsidRDefault="00250494" w:rsidP="00250494">
            <w:pPr>
              <w:pStyle w:val="TabNumeri"/>
            </w:pPr>
            <w:r>
              <w:t>152,2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</w:tcPr>
          <w:p w14:paraId="33A76272" w14:textId="77777777" w:rsidR="00250494" w:rsidRDefault="00250494" w:rsidP="00250494">
            <w:pPr>
              <w:pStyle w:val="TabNumeri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  <w:hideMark/>
          </w:tcPr>
          <w:p w14:paraId="37787E04" w14:textId="77777777" w:rsidR="00250494" w:rsidRDefault="00250494" w:rsidP="00250494">
            <w:pPr>
              <w:pStyle w:val="TabNumeri"/>
            </w:pPr>
            <w:r>
              <w:t>165,5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632423" w:themeColor="accent2" w:themeShade="80"/>
              <w:right w:val="nil"/>
            </w:tcBorders>
            <w:shd w:val="clear" w:color="auto" w:fill="EAF1DD" w:themeFill="accent3" w:themeFillTint="33"/>
            <w:noWrap/>
          </w:tcPr>
          <w:p w14:paraId="248727B0" w14:textId="77777777" w:rsidR="00250494" w:rsidRDefault="00250494" w:rsidP="00250494">
            <w:pPr>
              <w:pStyle w:val="TabNumeri"/>
            </w:pPr>
          </w:p>
        </w:tc>
      </w:tr>
      <w:tr w:rsidR="00250494" w14:paraId="5F467C34" w14:textId="77777777" w:rsidTr="00250494">
        <w:trPr>
          <w:cantSplit/>
          <w:trHeight w:val="255"/>
        </w:trPr>
        <w:tc>
          <w:tcPr>
            <w:tcW w:w="9360" w:type="dxa"/>
            <w:gridSpan w:val="18"/>
            <w:tcBorders>
              <w:top w:val="single" w:sz="4" w:space="0" w:color="632423" w:themeColor="accent2" w:themeShade="80"/>
              <w:left w:val="nil"/>
              <w:bottom w:val="nil"/>
              <w:right w:val="nil"/>
            </w:tcBorders>
            <w:noWrap/>
            <w:hideMark/>
          </w:tcPr>
          <w:p w14:paraId="67575290" w14:textId="1B5C74A7" w:rsidR="00250494" w:rsidRPr="00250494" w:rsidRDefault="00250494" w:rsidP="00250494">
            <w:pPr>
              <w:pStyle w:val="TabNoteSuperiori"/>
            </w:pPr>
            <w:r>
              <w:t>[</w:t>
            </w:r>
            <w:r w:rsidRPr="00250494">
              <w:t xml:space="preserve">a] Tasso percentuale. [b] Percentuale sul Pil. [1] Variazioni del PIL e delle sue componenti stimate su dati trimestrali destagionalizzati e corretti per il numero di giornate. [2] Investment in </w:t>
            </w:r>
            <w:proofErr w:type="spellStart"/>
            <w:r w:rsidRPr="00250494">
              <w:t>equipment</w:t>
            </w:r>
            <w:proofErr w:type="spellEnd"/>
            <w:r w:rsidRPr="00250494">
              <w:t xml:space="preserve">. [3] Persone. [4] Unità di lavoro standard. [5] Tasso di inflazione armonizzato Ue. [6] Bilancia commerciale (in % del Pil). [7] </w:t>
            </w:r>
            <w:proofErr w:type="spellStart"/>
            <w:r w:rsidRPr="00250494">
              <w:t>Promoteia</w:t>
            </w:r>
            <w:proofErr w:type="spellEnd"/>
            <w:r w:rsidRPr="00250494">
              <w:t xml:space="preserve"> Brief, maggio 2020. [8] Rapporto di previsione, marzo 2020.</w:t>
            </w:r>
          </w:p>
          <w:p w14:paraId="1C074DF5" w14:textId="77777777" w:rsidR="00250494" w:rsidRDefault="00250494" w:rsidP="00250494">
            <w:pPr>
              <w:pStyle w:val="TabNoteInferiori"/>
            </w:pPr>
            <w:r w:rsidRPr="00250494">
              <w:t>Fonte Istat, Pil</w:t>
            </w:r>
            <w:r>
              <w:t xml:space="preserve"> e indebitamento AP, Prezzi al consumo, Occupati e disoccupati; Fmi, World </w:t>
            </w:r>
            <w:proofErr w:type="spellStart"/>
            <w:r>
              <w:t>Economic</w:t>
            </w:r>
            <w:proofErr w:type="spellEnd"/>
            <w:r>
              <w:t xml:space="preserve"> Outlook; </w:t>
            </w:r>
            <w:proofErr w:type="spellStart"/>
            <w:r>
              <w:t>Europen</w:t>
            </w:r>
            <w:proofErr w:type="spellEnd"/>
            <w:r>
              <w:t xml:space="preserve"> Commission,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Forecast; Oecd, </w:t>
            </w:r>
            <w:proofErr w:type="spellStart"/>
            <w:r>
              <w:t>Economic</w:t>
            </w:r>
            <w:proofErr w:type="spellEnd"/>
            <w:r>
              <w:t xml:space="preserve"> Outlook; Prometeia, Rapporto di Previsione; Prometeia, Brief.</w:t>
            </w:r>
          </w:p>
        </w:tc>
      </w:tr>
    </w:tbl>
    <w:bookmarkEnd w:id="9"/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10" w:name="_Toc448399722"/>
      <w:bookmarkStart w:id="11" w:name="_Toc509407741"/>
      <w:r>
        <w:lastRenderedPageBreak/>
        <w:t>X</w:t>
      </w:r>
      <w:r w:rsidR="00F858D8">
        <w:t>.3.</w:t>
      </w:r>
      <w:r w:rsidR="00F858D8">
        <w:tab/>
      </w:r>
      <w:bookmarkStart w:id="12" w:name="OLE_LINK1"/>
      <w:r w:rsidR="00F858D8">
        <w:t>Il quadro regionale</w:t>
      </w:r>
      <w:bookmarkEnd w:id="10"/>
      <w:bookmarkEnd w:id="11"/>
      <w:bookmarkEnd w:id="12"/>
    </w:p>
    <w:p w14:paraId="50E1F694" w14:textId="77777777" w:rsidR="00DF0CEB" w:rsidRDefault="00DF0CEB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77777777" w:rsidR="000A6AC8" w:rsidRPr="007C570B" w:rsidRDefault="000A6AC8" w:rsidP="00560490">
            <w:pPr>
              <w:pStyle w:val="TabTitolo"/>
              <w:ind w:left="1134" w:hanging="1134"/>
            </w:pPr>
            <w:bookmarkStart w:id="13" w:name="_Hlk44094603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853E52" w14:paraId="75F17E47" w14:textId="77777777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853E52" w:rsidRDefault="00853E52" w:rsidP="00853E52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044A94F9" w:rsidR="00853E52" w:rsidRPr="0085406E" w:rsidRDefault="00853E52" w:rsidP="00853E52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402A69D2" w:rsidR="00853E52" w:rsidRPr="0085406E" w:rsidRDefault="00853E52" w:rsidP="00853E52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135D3EDE" w:rsidR="00853E52" w:rsidRPr="0085406E" w:rsidRDefault="00853E52" w:rsidP="00853E52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190C54C2" w:rsidR="00853E52" w:rsidRPr="0085406E" w:rsidRDefault="00853E52" w:rsidP="00853E52">
            <w:pPr>
              <w:pStyle w:val="TabIntestazioni"/>
              <w:jc w:val="right"/>
            </w:pPr>
            <w:r w:rsidRPr="0085406E">
              <w:t>20</w:t>
            </w:r>
            <w:r>
              <w:t>21</w:t>
            </w:r>
          </w:p>
        </w:tc>
      </w:tr>
      <w:tr w:rsidR="000A6AC8" w14:paraId="28B0A33A" w14:textId="77777777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560490"/>
        </w:tc>
      </w:tr>
      <w:tr w:rsidR="000A6AC8" w14:paraId="47612E03" w14:textId="77777777" w:rsidTr="00560490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560490">
            <w:pPr>
              <w:pStyle w:val="tabnum"/>
            </w:pPr>
          </w:p>
        </w:tc>
      </w:tr>
      <w:tr w:rsidR="00853E52" w14:paraId="398855ED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3B008E57" w:rsidR="00853E52" w:rsidRPr="00AE376F" w:rsidRDefault="00853E52" w:rsidP="00853E52">
            <w:pPr>
              <w:pStyle w:val="TabNumeri"/>
            </w:pPr>
            <w:r w:rsidRPr="00EA6189">
              <w:t>1,7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795D3D81" w:rsidR="00853E52" w:rsidRPr="00AE376F" w:rsidRDefault="00853E52" w:rsidP="00853E52">
            <w:pPr>
              <w:pStyle w:val="TabNumeri"/>
            </w:pPr>
            <w:r w:rsidRPr="00EA6189">
              <w:t>0,4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66A438BE" w:rsidR="00853E52" w:rsidRPr="00AE376F" w:rsidRDefault="00853E52" w:rsidP="00853E52">
            <w:pPr>
              <w:pStyle w:val="TabNumeri"/>
            </w:pPr>
            <w:r w:rsidRPr="00EA6189">
              <w:t>-7,0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3D6D0F5B" w:rsidR="00853E52" w:rsidRPr="00AE376F" w:rsidRDefault="00853E52" w:rsidP="00853E52">
            <w:pPr>
              <w:pStyle w:val="TabNumeri"/>
            </w:pPr>
            <w:r w:rsidRPr="00EA6189">
              <w:t>3,8</w:t>
            </w:r>
          </w:p>
        </w:tc>
      </w:tr>
      <w:tr w:rsidR="00853E52" w14:paraId="40624A75" w14:textId="77777777" w:rsidTr="00560490">
        <w:trPr>
          <w:cantSplit/>
          <w:trHeight w:val="227"/>
        </w:trPr>
        <w:tc>
          <w:tcPr>
            <w:tcW w:w="4820" w:type="dxa"/>
          </w:tcPr>
          <w:p w14:paraId="3E554455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4FFE9257" w:rsidR="00853E52" w:rsidRPr="00AE376F" w:rsidRDefault="00853E52" w:rsidP="00853E52">
            <w:pPr>
              <w:pStyle w:val="TabNumeri"/>
            </w:pPr>
            <w:r w:rsidRPr="00EA6189">
              <w:t>1,7</w:t>
            </w:r>
          </w:p>
        </w:tc>
        <w:tc>
          <w:tcPr>
            <w:tcW w:w="1134" w:type="dxa"/>
          </w:tcPr>
          <w:p w14:paraId="5F17EF70" w14:textId="7BF0086A" w:rsidR="00853E52" w:rsidRPr="00AE376F" w:rsidRDefault="00853E52" w:rsidP="00853E52">
            <w:pPr>
              <w:pStyle w:val="TabNumeri"/>
            </w:pPr>
            <w:r w:rsidRPr="00EA6189">
              <w:t>1,1</w:t>
            </w:r>
          </w:p>
        </w:tc>
        <w:tc>
          <w:tcPr>
            <w:tcW w:w="1134" w:type="dxa"/>
          </w:tcPr>
          <w:p w14:paraId="344984E3" w14:textId="3D7923E1" w:rsidR="00853E52" w:rsidRPr="00AE376F" w:rsidRDefault="00853E52" w:rsidP="00853E52">
            <w:pPr>
              <w:pStyle w:val="TabNumeri"/>
            </w:pPr>
            <w:r w:rsidRPr="00EA6189">
              <w:t>-5,7</w:t>
            </w:r>
          </w:p>
        </w:tc>
        <w:tc>
          <w:tcPr>
            <w:tcW w:w="1134" w:type="dxa"/>
          </w:tcPr>
          <w:p w14:paraId="037BD335" w14:textId="34000D84" w:rsidR="00853E52" w:rsidRPr="00AE376F" w:rsidRDefault="00853E52" w:rsidP="00853E52">
            <w:pPr>
              <w:pStyle w:val="TabNumeri"/>
            </w:pPr>
            <w:r w:rsidRPr="00EA6189">
              <w:t>2,9</w:t>
            </w:r>
          </w:p>
        </w:tc>
      </w:tr>
      <w:tr w:rsidR="00853E52" w14:paraId="02BA9AE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5EC86CD4" w:rsidR="00853E52" w:rsidRPr="00AE376F" w:rsidRDefault="00853E52" w:rsidP="00853E52">
            <w:pPr>
              <w:pStyle w:val="TabNumeri"/>
            </w:pPr>
            <w:r w:rsidRPr="00EA6189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15C3E916" w:rsidR="00853E52" w:rsidRPr="00AE376F" w:rsidRDefault="00853E52" w:rsidP="00853E52">
            <w:pPr>
              <w:pStyle w:val="TabNumeri"/>
            </w:pPr>
            <w:r w:rsidRPr="00EA6189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64009A56" w:rsidR="00853E52" w:rsidRPr="00AE376F" w:rsidRDefault="00853E52" w:rsidP="00853E52">
            <w:pPr>
              <w:pStyle w:val="TabNumeri"/>
            </w:pPr>
            <w:r w:rsidRPr="00EA6189">
              <w:t>-5,2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25657EFB" w:rsidR="00853E52" w:rsidRPr="00AE376F" w:rsidRDefault="00853E52" w:rsidP="00853E52">
            <w:pPr>
              <w:pStyle w:val="TabNumeri"/>
            </w:pPr>
            <w:r w:rsidRPr="00EA6189">
              <w:t>3,4</w:t>
            </w:r>
          </w:p>
        </w:tc>
      </w:tr>
      <w:tr w:rsidR="00853E52" w14:paraId="40A77F76" w14:textId="77777777" w:rsidTr="00560490">
        <w:trPr>
          <w:cantSplit/>
          <w:trHeight w:val="227"/>
        </w:trPr>
        <w:tc>
          <w:tcPr>
            <w:tcW w:w="4820" w:type="dxa"/>
          </w:tcPr>
          <w:p w14:paraId="4BD49D0D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410602F0" w:rsidR="00853E52" w:rsidRPr="00AE376F" w:rsidRDefault="00853E52" w:rsidP="00853E52">
            <w:pPr>
              <w:pStyle w:val="TabNumeri"/>
            </w:pPr>
            <w:r w:rsidRPr="00EA6189">
              <w:t>0,7</w:t>
            </w:r>
          </w:p>
        </w:tc>
        <w:tc>
          <w:tcPr>
            <w:tcW w:w="1134" w:type="dxa"/>
          </w:tcPr>
          <w:p w14:paraId="49C4D9E8" w14:textId="3552051B" w:rsidR="00853E52" w:rsidRPr="00AE376F" w:rsidRDefault="00853E52" w:rsidP="00853E52">
            <w:pPr>
              <w:pStyle w:val="TabNumeri"/>
            </w:pPr>
            <w:r w:rsidRPr="00EA6189">
              <w:t>-0,2</w:t>
            </w:r>
          </w:p>
        </w:tc>
        <w:tc>
          <w:tcPr>
            <w:tcW w:w="1134" w:type="dxa"/>
          </w:tcPr>
          <w:p w14:paraId="1FE86ABB" w14:textId="15BA4E5F" w:rsidR="00853E52" w:rsidRPr="00AE376F" w:rsidRDefault="00853E52" w:rsidP="00853E52">
            <w:pPr>
              <w:pStyle w:val="TabNumeri"/>
            </w:pPr>
            <w:r w:rsidRPr="00EA6189">
              <w:t>2,0</w:t>
            </w:r>
          </w:p>
        </w:tc>
        <w:tc>
          <w:tcPr>
            <w:tcW w:w="1134" w:type="dxa"/>
          </w:tcPr>
          <w:p w14:paraId="32534C6B" w14:textId="41A8DD31" w:rsidR="00853E52" w:rsidRPr="00AE376F" w:rsidRDefault="00853E52" w:rsidP="00853E52">
            <w:pPr>
              <w:pStyle w:val="TabNumeri"/>
            </w:pPr>
            <w:r w:rsidRPr="00EA6189">
              <w:t>-1,6</w:t>
            </w:r>
          </w:p>
        </w:tc>
      </w:tr>
      <w:tr w:rsidR="00853E52" w14:paraId="41CC19C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0DAD89AD" w:rsidR="00853E52" w:rsidRPr="00AE376F" w:rsidRDefault="00853E52" w:rsidP="00853E52">
            <w:pPr>
              <w:pStyle w:val="TabNumeri"/>
            </w:pPr>
            <w:r w:rsidRPr="00EA6189">
              <w:t>4,8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449AA618" w:rsidR="00853E52" w:rsidRPr="00AE376F" w:rsidRDefault="00853E52" w:rsidP="00853E52">
            <w:pPr>
              <w:pStyle w:val="TabNumeri"/>
            </w:pPr>
            <w:r w:rsidRPr="00EA6189">
              <w:t>3,0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44F96002" w:rsidR="00853E52" w:rsidRPr="00AE376F" w:rsidRDefault="00853E52" w:rsidP="00853E52">
            <w:pPr>
              <w:pStyle w:val="TabNumeri"/>
            </w:pPr>
            <w:r w:rsidRPr="00EA6189">
              <w:t>-13,1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4805A5A8" w:rsidR="00853E52" w:rsidRPr="00AE376F" w:rsidRDefault="00853E52" w:rsidP="00853E52">
            <w:pPr>
              <w:pStyle w:val="TabNumeri"/>
            </w:pPr>
            <w:r w:rsidRPr="00EA6189">
              <w:t>5,2</w:t>
            </w:r>
          </w:p>
        </w:tc>
      </w:tr>
      <w:tr w:rsidR="00853E52" w14:paraId="58CF5494" w14:textId="77777777" w:rsidTr="00560490">
        <w:trPr>
          <w:cantSplit/>
          <w:trHeight w:val="227"/>
        </w:trPr>
        <w:tc>
          <w:tcPr>
            <w:tcW w:w="4820" w:type="dxa"/>
          </w:tcPr>
          <w:p w14:paraId="4E0554EF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6DFCC4DF" w:rsidR="00853E52" w:rsidRPr="00AE376F" w:rsidRDefault="00853E52" w:rsidP="00853E52">
            <w:pPr>
              <w:pStyle w:val="TabNumeri"/>
            </w:pPr>
            <w:r w:rsidRPr="00EA6189">
              <w:t>0,4</w:t>
            </w:r>
          </w:p>
        </w:tc>
        <w:tc>
          <w:tcPr>
            <w:tcW w:w="1134" w:type="dxa"/>
          </w:tcPr>
          <w:p w14:paraId="15200074" w14:textId="12AD565A" w:rsidR="00853E52" w:rsidRPr="00AE376F" w:rsidRDefault="00853E52" w:rsidP="00853E52">
            <w:pPr>
              <w:pStyle w:val="TabNumeri"/>
            </w:pPr>
            <w:r w:rsidRPr="00EA6189">
              <w:t>2,6</w:t>
            </w:r>
          </w:p>
        </w:tc>
        <w:tc>
          <w:tcPr>
            <w:tcW w:w="1134" w:type="dxa"/>
          </w:tcPr>
          <w:p w14:paraId="07BE2C79" w14:textId="2452F3E4" w:rsidR="00853E52" w:rsidRPr="00AE376F" w:rsidRDefault="00853E52" w:rsidP="00853E52">
            <w:pPr>
              <w:pStyle w:val="TabNumeri"/>
            </w:pPr>
            <w:r w:rsidRPr="00EA6189">
              <w:t>-8,3</w:t>
            </w:r>
          </w:p>
        </w:tc>
        <w:tc>
          <w:tcPr>
            <w:tcW w:w="1134" w:type="dxa"/>
          </w:tcPr>
          <w:p w14:paraId="25BCD8A1" w14:textId="00D444EA" w:rsidR="00853E52" w:rsidRPr="00AE376F" w:rsidRDefault="00853E52" w:rsidP="00853E52">
            <w:pPr>
              <w:pStyle w:val="TabNumeri"/>
            </w:pPr>
            <w:r w:rsidRPr="00EA6189">
              <w:t>7,8</w:t>
            </w:r>
          </w:p>
        </w:tc>
      </w:tr>
      <w:tr w:rsidR="00853E52" w14:paraId="5B6F7521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2D0A0C3A" w:rsidR="00853E52" w:rsidRPr="00AE376F" w:rsidRDefault="00853E52" w:rsidP="00853E52">
            <w:pPr>
              <w:pStyle w:val="TabNumeri"/>
            </w:pPr>
            <w:r w:rsidRPr="00EA6189">
              <w:t>4,4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5FD10F3B" w:rsidR="00853E52" w:rsidRPr="00AE376F" w:rsidRDefault="00853E52" w:rsidP="00853E52">
            <w:pPr>
              <w:pStyle w:val="TabNumeri"/>
            </w:pPr>
            <w:r w:rsidRPr="00EA6189">
              <w:t>3,5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6EDDDE71" w:rsidR="00853E52" w:rsidRPr="00AE376F" w:rsidRDefault="00853E52" w:rsidP="00853E52">
            <w:pPr>
              <w:pStyle w:val="TabNumeri"/>
            </w:pPr>
            <w:r w:rsidRPr="00EA6189">
              <w:t>-9,9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6241A815" w:rsidR="00853E52" w:rsidRPr="00AE376F" w:rsidRDefault="00853E52" w:rsidP="00853E52">
            <w:pPr>
              <w:pStyle w:val="TabNumeri"/>
            </w:pPr>
            <w:r w:rsidRPr="00EA6189">
              <w:t>6,8</w:t>
            </w:r>
          </w:p>
        </w:tc>
      </w:tr>
      <w:tr w:rsidR="00853E52" w14:paraId="60D3834A" w14:textId="77777777" w:rsidTr="00560490">
        <w:trPr>
          <w:cantSplit/>
          <w:trHeight w:val="227"/>
        </w:trPr>
        <w:tc>
          <w:tcPr>
            <w:tcW w:w="4820" w:type="dxa"/>
          </w:tcPr>
          <w:p w14:paraId="5DED4FD3" w14:textId="77777777" w:rsidR="00853E52" w:rsidRPr="00EC6592" w:rsidRDefault="00853E52" w:rsidP="00853E52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853E52" w:rsidRPr="00AE376F" w:rsidRDefault="00853E52" w:rsidP="00853E52">
            <w:pPr>
              <w:pStyle w:val="TabNumeri"/>
            </w:pPr>
          </w:p>
        </w:tc>
      </w:tr>
      <w:tr w:rsidR="00853E52" w14:paraId="12671B4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480F64BD" w:rsidR="00853E52" w:rsidRPr="00AE376F" w:rsidRDefault="00853E52" w:rsidP="00853E52">
            <w:pPr>
              <w:pStyle w:val="TabNumeri"/>
            </w:pPr>
            <w:r w:rsidRPr="00EA6189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21306F90" w:rsidR="00853E52" w:rsidRPr="00AE376F" w:rsidRDefault="00853E52" w:rsidP="00853E52">
            <w:pPr>
              <w:pStyle w:val="TabNumeri"/>
            </w:pPr>
            <w:r w:rsidRPr="00EA6189">
              <w:t>-2,4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339275F9" w:rsidR="00853E52" w:rsidRPr="00AE376F" w:rsidRDefault="00853E52" w:rsidP="00853E52">
            <w:pPr>
              <w:pStyle w:val="TabNumeri"/>
            </w:pPr>
            <w:r w:rsidRPr="00EA6189">
              <w:t>-2,2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555FD1A3" w:rsidR="00853E52" w:rsidRPr="00AE376F" w:rsidRDefault="00853E52" w:rsidP="00853E52">
            <w:pPr>
              <w:pStyle w:val="TabNumeri"/>
            </w:pPr>
            <w:r w:rsidRPr="00EA6189">
              <w:t>0,8</w:t>
            </w:r>
          </w:p>
        </w:tc>
      </w:tr>
      <w:tr w:rsidR="00853E52" w14:paraId="1E53DC3C" w14:textId="77777777" w:rsidTr="00560490">
        <w:trPr>
          <w:cantSplit/>
          <w:trHeight w:val="227"/>
        </w:trPr>
        <w:tc>
          <w:tcPr>
            <w:tcW w:w="4820" w:type="dxa"/>
          </w:tcPr>
          <w:p w14:paraId="188EEC9B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36D0D60F" w:rsidR="00853E52" w:rsidRPr="00AE376F" w:rsidRDefault="00853E52" w:rsidP="00853E52">
            <w:pPr>
              <w:pStyle w:val="TabNumeri"/>
            </w:pPr>
            <w:r w:rsidRPr="00EA6189">
              <w:t>4,7</w:t>
            </w:r>
          </w:p>
        </w:tc>
        <w:tc>
          <w:tcPr>
            <w:tcW w:w="1134" w:type="dxa"/>
          </w:tcPr>
          <w:p w14:paraId="303D6EA3" w14:textId="0C35069B" w:rsidR="00853E52" w:rsidRPr="00AE376F" w:rsidRDefault="00853E52" w:rsidP="00853E52">
            <w:pPr>
              <w:pStyle w:val="TabNumeri"/>
            </w:pPr>
            <w:r w:rsidRPr="00EA6189">
              <w:t>0,1</w:t>
            </w:r>
          </w:p>
        </w:tc>
        <w:tc>
          <w:tcPr>
            <w:tcW w:w="1134" w:type="dxa"/>
          </w:tcPr>
          <w:p w14:paraId="3FCA2BAC" w14:textId="0208591A" w:rsidR="00853E52" w:rsidRPr="00AE376F" w:rsidRDefault="00853E52" w:rsidP="00853E52">
            <w:pPr>
              <w:pStyle w:val="TabNumeri"/>
            </w:pPr>
            <w:r w:rsidRPr="00EA6189">
              <w:t>-12,8</w:t>
            </w:r>
          </w:p>
        </w:tc>
        <w:tc>
          <w:tcPr>
            <w:tcW w:w="1134" w:type="dxa"/>
          </w:tcPr>
          <w:p w14:paraId="49FA31C3" w14:textId="0D38C8DF" w:rsidR="00853E52" w:rsidRPr="00AE376F" w:rsidRDefault="00853E52" w:rsidP="00853E52">
            <w:pPr>
              <w:pStyle w:val="TabNumeri"/>
            </w:pPr>
            <w:r w:rsidRPr="00EA6189">
              <w:t>6,0</w:t>
            </w:r>
          </w:p>
        </w:tc>
      </w:tr>
      <w:tr w:rsidR="00853E52" w14:paraId="076CB92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5BBC169C" w:rsidR="00853E52" w:rsidRPr="00AE376F" w:rsidRDefault="00853E52" w:rsidP="00853E52">
            <w:pPr>
              <w:pStyle w:val="TabNumeri"/>
            </w:pPr>
            <w:r w:rsidRPr="00EA6189">
              <w:t>5,0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28D01D39" w:rsidR="00853E52" w:rsidRPr="00AE376F" w:rsidRDefault="00853E52" w:rsidP="00853E52">
            <w:pPr>
              <w:pStyle w:val="TabNumeri"/>
            </w:pPr>
            <w:r w:rsidRPr="00EA6189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71193657" w:rsidR="00853E52" w:rsidRPr="00AE376F" w:rsidRDefault="00853E52" w:rsidP="00853E52">
            <w:pPr>
              <w:pStyle w:val="TabNumeri"/>
            </w:pPr>
            <w:r w:rsidRPr="00EA6189">
              <w:t>-11,1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045B850E" w:rsidR="00853E52" w:rsidRPr="00AE376F" w:rsidRDefault="00853E52" w:rsidP="00853E52">
            <w:pPr>
              <w:pStyle w:val="TabNumeri"/>
            </w:pPr>
            <w:r w:rsidRPr="00EA6189">
              <w:t>3,0</w:t>
            </w:r>
          </w:p>
        </w:tc>
      </w:tr>
      <w:tr w:rsidR="00853E52" w14:paraId="2C2C23CA" w14:textId="77777777" w:rsidTr="00560490">
        <w:trPr>
          <w:cantSplit/>
          <w:trHeight w:val="227"/>
        </w:trPr>
        <w:tc>
          <w:tcPr>
            <w:tcW w:w="4820" w:type="dxa"/>
          </w:tcPr>
          <w:p w14:paraId="71072637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5866FF89" w:rsidR="00853E52" w:rsidRPr="00AE376F" w:rsidRDefault="00853E52" w:rsidP="00853E52">
            <w:pPr>
              <w:pStyle w:val="TabNumeri"/>
            </w:pPr>
            <w:r w:rsidRPr="00EA6189">
              <w:t>0,6</w:t>
            </w:r>
          </w:p>
        </w:tc>
        <w:tc>
          <w:tcPr>
            <w:tcW w:w="1134" w:type="dxa"/>
          </w:tcPr>
          <w:p w14:paraId="755D1ED7" w14:textId="230A3576" w:rsidR="00853E52" w:rsidRPr="00AE376F" w:rsidRDefault="00853E52" w:rsidP="00853E52">
            <w:pPr>
              <w:pStyle w:val="TabNumeri"/>
            </w:pPr>
            <w:r w:rsidRPr="00EA6189">
              <w:t>0,5</w:t>
            </w:r>
          </w:p>
        </w:tc>
        <w:tc>
          <w:tcPr>
            <w:tcW w:w="1134" w:type="dxa"/>
          </w:tcPr>
          <w:p w14:paraId="107514CC" w14:textId="1107B64D" w:rsidR="00853E52" w:rsidRPr="00AE376F" w:rsidRDefault="00853E52" w:rsidP="00853E52">
            <w:pPr>
              <w:pStyle w:val="TabNumeri"/>
            </w:pPr>
            <w:r w:rsidRPr="00EA6189">
              <w:t>-4,5</w:t>
            </w:r>
          </w:p>
        </w:tc>
        <w:tc>
          <w:tcPr>
            <w:tcW w:w="1134" w:type="dxa"/>
          </w:tcPr>
          <w:p w14:paraId="76AB7ECB" w14:textId="64A8907E" w:rsidR="00853E52" w:rsidRPr="00AE376F" w:rsidRDefault="00853E52" w:rsidP="00853E52">
            <w:pPr>
              <w:pStyle w:val="TabNumeri"/>
            </w:pPr>
            <w:r w:rsidRPr="00EA6189">
              <w:t>3,1</w:t>
            </w:r>
          </w:p>
        </w:tc>
      </w:tr>
      <w:tr w:rsidR="00853E52" w14:paraId="2E730199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853E52" w:rsidRDefault="00853E52" w:rsidP="00853E52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19C52D4A" w:rsidR="00853E52" w:rsidRPr="00AE376F" w:rsidRDefault="00853E52" w:rsidP="00853E52">
            <w:pPr>
              <w:pStyle w:val="TabNumeri"/>
            </w:pPr>
            <w:r w:rsidRPr="00EA6189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6019E02C" w:rsidR="00853E52" w:rsidRPr="00AE376F" w:rsidRDefault="00853E52" w:rsidP="00853E52">
            <w:pPr>
              <w:pStyle w:val="TabNumeri"/>
            </w:pPr>
            <w:r w:rsidRPr="00EA6189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05B5BAAB" w:rsidR="00853E52" w:rsidRPr="00AE376F" w:rsidRDefault="00853E52" w:rsidP="00853E52">
            <w:pPr>
              <w:pStyle w:val="TabNumeri"/>
            </w:pPr>
            <w:r w:rsidRPr="00EA6189">
              <w:t>-7,0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15882311" w:rsidR="00853E52" w:rsidRPr="00AE376F" w:rsidRDefault="00853E52" w:rsidP="00853E52">
            <w:pPr>
              <w:pStyle w:val="TabNumeri"/>
            </w:pPr>
            <w:r w:rsidRPr="00EA6189">
              <w:t>3,8</w:t>
            </w:r>
          </w:p>
        </w:tc>
      </w:tr>
      <w:tr w:rsidR="00853E52" w14:paraId="5F434ED6" w14:textId="77777777" w:rsidTr="00560490">
        <w:trPr>
          <w:cantSplit/>
          <w:trHeight w:val="227"/>
        </w:trPr>
        <w:tc>
          <w:tcPr>
            <w:tcW w:w="4820" w:type="dxa"/>
          </w:tcPr>
          <w:p w14:paraId="0D111956" w14:textId="77777777" w:rsidR="00853E52" w:rsidRPr="00EC6592" w:rsidRDefault="00853E52" w:rsidP="00853E52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853E52" w:rsidRPr="00AE376F" w:rsidRDefault="00853E52" w:rsidP="00853E52">
            <w:pPr>
              <w:pStyle w:val="TabNumeri"/>
            </w:pPr>
          </w:p>
        </w:tc>
      </w:tr>
      <w:tr w:rsidR="00853E52" w14:paraId="4162581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853E52" w:rsidRPr="00983308" w:rsidRDefault="00853E52" w:rsidP="00853E52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39F23445" w:rsidR="00853E52" w:rsidRPr="00AE376F" w:rsidRDefault="00853E52" w:rsidP="00853E52">
            <w:pPr>
              <w:pStyle w:val="TabNumeri"/>
            </w:pPr>
            <w:r w:rsidRPr="00EA6189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00D7881C" w:rsidR="00853E52" w:rsidRPr="00AE376F" w:rsidRDefault="00853E52" w:rsidP="00853E52">
            <w:pPr>
              <w:pStyle w:val="TabNumeri"/>
            </w:pPr>
            <w:r w:rsidRPr="00EA6189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33DA201E" w:rsidR="00853E52" w:rsidRPr="00AE376F" w:rsidRDefault="00853E52" w:rsidP="00853E52">
            <w:pPr>
              <w:pStyle w:val="TabNumeri"/>
            </w:pPr>
            <w:r w:rsidRPr="00EA6189">
              <w:t>-0,2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1F2D8D17" w:rsidR="00853E52" w:rsidRPr="00AE376F" w:rsidRDefault="00853E52" w:rsidP="00853E52">
            <w:pPr>
              <w:pStyle w:val="TabNumeri"/>
            </w:pPr>
            <w:r w:rsidRPr="00EA6189">
              <w:t>0,2</w:t>
            </w:r>
          </w:p>
        </w:tc>
      </w:tr>
      <w:tr w:rsidR="00853E52" w14:paraId="22BDA044" w14:textId="77777777" w:rsidTr="00560490">
        <w:trPr>
          <w:cantSplit/>
          <w:trHeight w:val="227"/>
        </w:trPr>
        <w:tc>
          <w:tcPr>
            <w:tcW w:w="4820" w:type="dxa"/>
          </w:tcPr>
          <w:p w14:paraId="74D9DC44" w14:textId="77777777" w:rsidR="00853E52" w:rsidRDefault="00853E52" w:rsidP="00853E52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2730A2DA" w:rsidR="00853E52" w:rsidRPr="00AE376F" w:rsidRDefault="00853E52" w:rsidP="00853E52">
            <w:pPr>
              <w:pStyle w:val="TabNumeri"/>
            </w:pPr>
            <w:r w:rsidRPr="00EA6189">
              <w:t>1,6</w:t>
            </w:r>
          </w:p>
        </w:tc>
        <w:tc>
          <w:tcPr>
            <w:tcW w:w="1134" w:type="dxa"/>
          </w:tcPr>
          <w:p w14:paraId="1D5B4BDC" w14:textId="42C08040" w:rsidR="00853E52" w:rsidRPr="00AE376F" w:rsidRDefault="00853E52" w:rsidP="00853E52">
            <w:pPr>
              <w:pStyle w:val="TabNumeri"/>
            </w:pPr>
            <w:r w:rsidRPr="00EA6189">
              <w:t>1,4</w:t>
            </w:r>
          </w:p>
        </w:tc>
        <w:tc>
          <w:tcPr>
            <w:tcW w:w="1134" w:type="dxa"/>
          </w:tcPr>
          <w:p w14:paraId="5279F736" w14:textId="4D573FE6" w:rsidR="00853E52" w:rsidRPr="00AE376F" w:rsidRDefault="00853E52" w:rsidP="00853E52">
            <w:pPr>
              <w:pStyle w:val="TabNumeri"/>
            </w:pPr>
            <w:r w:rsidRPr="00EA6189">
              <w:t>-1,4</w:t>
            </w:r>
          </w:p>
        </w:tc>
        <w:tc>
          <w:tcPr>
            <w:tcW w:w="1134" w:type="dxa"/>
          </w:tcPr>
          <w:p w14:paraId="2C0DA69D" w14:textId="274FC19B" w:rsidR="00853E52" w:rsidRPr="00AE376F" w:rsidRDefault="00853E52" w:rsidP="00853E52">
            <w:pPr>
              <w:pStyle w:val="TabNumeri"/>
            </w:pPr>
            <w:r w:rsidRPr="00EA6189">
              <w:t>1,0</w:t>
            </w:r>
          </w:p>
        </w:tc>
      </w:tr>
      <w:tr w:rsidR="00853E52" w14:paraId="4A28A52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853E52" w:rsidRPr="007427DC" w:rsidRDefault="00853E52" w:rsidP="00853E52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0AFA4D43" w:rsidR="00853E52" w:rsidRPr="00AE376F" w:rsidRDefault="00853E52" w:rsidP="00853E52">
            <w:pPr>
              <w:pStyle w:val="TabNumeri"/>
            </w:pPr>
            <w:r w:rsidRPr="00EA6189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3199A20B" w:rsidR="00853E52" w:rsidRPr="00AE376F" w:rsidRDefault="00853E52" w:rsidP="00853E52">
            <w:pPr>
              <w:pStyle w:val="TabNumeri"/>
            </w:pPr>
            <w:r w:rsidRPr="00EA6189">
              <w:t>48,5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513D8728" w:rsidR="00853E52" w:rsidRPr="00AE376F" w:rsidRDefault="00853E52" w:rsidP="00853E52">
            <w:pPr>
              <w:pStyle w:val="TabNumeri"/>
            </w:pPr>
            <w:r w:rsidRPr="00EA6189">
              <w:t>48,3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2D5675AA" w:rsidR="00853E52" w:rsidRPr="00AE376F" w:rsidRDefault="00853E52" w:rsidP="00853E52">
            <w:pPr>
              <w:pStyle w:val="TabNumeri"/>
            </w:pPr>
            <w:r w:rsidRPr="00EA6189">
              <w:t>48,3</w:t>
            </w:r>
          </w:p>
        </w:tc>
      </w:tr>
      <w:tr w:rsidR="00853E52" w14:paraId="3DE420A0" w14:textId="77777777" w:rsidTr="00560490">
        <w:trPr>
          <w:cantSplit/>
          <w:trHeight w:val="227"/>
        </w:trPr>
        <w:tc>
          <w:tcPr>
            <w:tcW w:w="4820" w:type="dxa"/>
          </w:tcPr>
          <w:p w14:paraId="145558C9" w14:textId="77777777" w:rsidR="00853E52" w:rsidRPr="007427DC" w:rsidRDefault="00853E52" w:rsidP="00853E52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61347CC9" w:rsidR="00853E52" w:rsidRPr="00AE376F" w:rsidRDefault="00853E52" w:rsidP="00853E52">
            <w:pPr>
              <w:pStyle w:val="TabNumeri"/>
            </w:pPr>
            <w:r w:rsidRPr="00EA6189">
              <w:t>45,3</w:t>
            </w:r>
          </w:p>
        </w:tc>
        <w:tc>
          <w:tcPr>
            <w:tcW w:w="1134" w:type="dxa"/>
          </w:tcPr>
          <w:p w14:paraId="78667E31" w14:textId="73E794B9" w:rsidR="00853E52" w:rsidRPr="00AE376F" w:rsidRDefault="00853E52" w:rsidP="00853E52">
            <w:pPr>
              <w:pStyle w:val="TabNumeri"/>
            </w:pPr>
            <w:r w:rsidRPr="00EA6189">
              <w:t>45,8</w:t>
            </w:r>
          </w:p>
        </w:tc>
        <w:tc>
          <w:tcPr>
            <w:tcW w:w="1134" w:type="dxa"/>
          </w:tcPr>
          <w:p w14:paraId="0F04068E" w14:textId="69B4340B" w:rsidR="00853E52" w:rsidRPr="00AE376F" w:rsidRDefault="00853E52" w:rsidP="00853E52">
            <w:pPr>
              <w:pStyle w:val="TabNumeri"/>
            </w:pPr>
            <w:r w:rsidRPr="00EA6189">
              <w:t>45,1</w:t>
            </w:r>
          </w:p>
        </w:tc>
        <w:tc>
          <w:tcPr>
            <w:tcW w:w="1134" w:type="dxa"/>
          </w:tcPr>
          <w:p w14:paraId="287C26AA" w14:textId="6FCF0500" w:rsidR="00853E52" w:rsidRPr="00AE376F" w:rsidRDefault="00853E52" w:rsidP="00853E52">
            <w:pPr>
              <w:pStyle w:val="TabNumeri"/>
            </w:pPr>
            <w:r w:rsidRPr="00EA6189">
              <w:t>45,4</w:t>
            </w:r>
          </w:p>
        </w:tc>
      </w:tr>
      <w:tr w:rsidR="00853E52" w14:paraId="32DB9DFF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853E52" w:rsidRPr="007427DC" w:rsidRDefault="00853E52" w:rsidP="00853E52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35DEC2AC" w:rsidR="00853E52" w:rsidRPr="00AE376F" w:rsidRDefault="00853E52" w:rsidP="00853E52">
            <w:pPr>
              <w:pStyle w:val="TabNumeri"/>
            </w:pPr>
            <w:r w:rsidRPr="00EA6189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33802E23" w:rsidR="00853E52" w:rsidRPr="00AE376F" w:rsidRDefault="00853E52" w:rsidP="00853E52">
            <w:pPr>
              <w:pStyle w:val="TabNumeri"/>
            </w:pPr>
            <w:r w:rsidRPr="00EA6189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7FA06024" w:rsidR="00853E52" w:rsidRPr="00AE376F" w:rsidRDefault="00853E52" w:rsidP="00853E52">
            <w:pPr>
              <w:pStyle w:val="TabNumeri"/>
            </w:pPr>
            <w:r w:rsidRPr="00EA6189">
              <w:t>6,7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6539C7CD" w:rsidR="00853E52" w:rsidRPr="00AE376F" w:rsidRDefault="00853E52" w:rsidP="00853E52">
            <w:pPr>
              <w:pStyle w:val="TabNumeri"/>
            </w:pPr>
            <w:r w:rsidRPr="00EA6189">
              <w:t>5,9</w:t>
            </w:r>
          </w:p>
        </w:tc>
      </w:tr>
      <w:tr w:rsidR="00853E52" w14:paraId="7EB8B1C5" w14:textId="77777777" w:rsidTr="00560490">
        <w:trPr>
          <w:cantSplit/>
          <w:trHeight w:val="227"/>
        </w:trPr>
        <w:tc>
          <w:tcPr>
            <w:tcW w:w="4820" w:type="dxa"/>
          </w:tcPr>
          <w:p w14:paraId="2E49119C" w14:textId="77777777" w:rsidR="00853E52" w:rsidRPr="00EC6592" w:rsidRDefault="00853E52" w:rsidP="00853E52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853E52" w:rsidRPr="00AE376F" w:rsidRDefault="00853E52" w:rsidP="00853E52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853E52" w:rsidRPr="00AE376F" w:rsidRDefault="00853E52" w:rsidP="00853E52">
            <w:pPr>
              <w:pStyle w:val="TabNumeri"/>
            </w:pPr>
          </w:p>
        </w:tc>
      </w:tr>
      <w:tr w:rsidR="00853E52" w14:paraId="16526FF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853E52" w:rsidRPr="00B130A5" w:rsidRDefault="00853E52" w:rsidP="00853E52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0FD515BA" w:rsidR="00853E52" w:rsidRPr="00AE376F" w:rsidRDefault="00853E52" w:rsidP="00853E52">
            <w:pPr>
              <w:pStyle w:val="TabNumeri"/>
            </w:pPr>
            <w:r w:rsidRPr="00EA6189">
              <w:t>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66EB535C" w:rsidR="00853E52" w:rsidRPr="00AE376F" w:rsidRDefault="00853E52" w:rsidP="00853E52">
            <w:pPr>
              <w:pStyle w:val="TabNumeri"/>
            </w:pPr>
            <w:r w:rsidRPr="00EA6189">
              <w:t>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6234A4A9" w:rsidR="00853E52" w:rsidRPr="00AE376F" w:rsidRDefault="00853E52" w:rsidP="00853E52">
            <w:pPr>
              <w:pStyle w:val="TabNumeri"/>
            </w:pPr>
            <w:r w:rsidRPr="00EA6189">
              <w:t>-1,0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7C6EAE64" w:rsidR="00853E52" w:rsidRPr="00AE376F" w:rsidRDefault="00853E52" w:rsidP="00853E52">
            <w:pPr>
              <w:pStyle w:val="TabNumeri"/>
            </w:pPr>
            <w:r w:rsidRPr="00EA6189">
              <w:t>2,3</w:t>
            </w:r>
          </w:p>
        </w:tc>
      </w:tr>
      <w:tr w:rsidR="00853E52" w14:paraId="3970B371" w14:textId="77777777" w:rsidTr="00560490">
        <w:trPr>
          <w:cantSplit/>
          <w:trHeight w:val="227"/>
        </w:trPr>
        <w:tc>
          <w:tcPr>
            <w:tcW w:w="4820" w:type="dxa"/>
          </w:tcPr>
          <w:p w14:paraId="739D7505" w14:textId="77777777" w:rsidR="00853E52" w:rsidRDefault="00853E52" w:rsidP="00853E52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53C3432D" w:rsidR="00853E52" w:rsidRPr="00AE376F" w:rsidRDefault="00853E52" w:rsidP="00853E52">
            <w:pPr>
              <w:pStyle w:val="TabNumeri"/>
            </w:pPr>
            <w:r w:rsidRPr="00EA6189">
              <w:t>31,9</w:t>
            </w:r>
          </w:p>
        </w:tc>
        <w:tc>
          <w:tcPr>
            <w:tcW w:w="1134" w:type="dxa"/>
          </w:tcPr>
          <w:p w14:paraId="4B5D2540" w14:textId="421BC689" w:rsidR="00853E52" w:rsidRPr="00AE376F" w:rsidRDefault="00853E52" w:rsidP="00853E52">
            <w:pPr>
              <w:pStyle w:val="TabNumeri"/>
            </w:pPr>
            <w:r w:rsidRPr="00EA6189">
              <w:t>32,0</w:t>
            </w:r>
          </w:p>
        </w:tc>
        <w:tc>
          <w:tcPr>
            <w:tcW w:w="1134" w:type="dxa"/>
          </w:tcPr>
          <w:p w14:paraId="4F6AF2DF" w14:textId="0B879DCA" w:rsidR="00853E52" w:rsidRPr="00AE376F" w:rsidRDefault="00853E52" w:rsidP="00853E52">
            <w:pPr>
              <w:pStyle w:val="TabNumeri"/>
            </w:pPr>
            <w:r w:rsidRPr="00EA6189">
              <w:t>29,7</w:t>
            </w:r>
          </w:p>
        </w:tc>
        <w:tc>
          <w:tcPr>
            <w:tcW w:w="1134" w:type="dxa"/>
          </w:tcPr>
          <w:p w14:paraId="54F4410F" w14:textId="2BA97353" w:rsidR="00853E52" w:rsidRDefault="00853E52" w:rsidP="00853E52">
            <w:pPr>
              <w:pStyle w:val="TabNumeri"/>
            </w:pPr>
            <w:r w:rsidRPr="00EA6189">
              <w:t>30,7</w:t>
            </w:r>
          </w:p>
        </w:tc>
      </w:tr>
      <w:tr w:rsidR="000A6AC8" w14:paraId="3D74B357" w14:textId="77777777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228D4E59" w:rsidR="000A6AC8" w:rsidRPr="007C570B" w:rsidRDefault="000A6AC8" w:rsidP="005701F7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853E52">
              <w:t>aprile</w:t>
            </w:r>
            <w:r w:rsidR="00014186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E14C28">
              <w:rPr>
                <w:noProof/>
              </w:rPr>
              <w:t>2020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3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AF53B8">
        <w:trPr>
          <w:cantSplit/>
        </w:trPr>
        <w:tc>
          <w:tcPr>
            <w:tcW w:w="9356" w:type="dxa"/>
          </w:tcPr>
          <w:p w14:paraId="5A70ECBE" w14:textId="77777777" w:rsidR="00551593" w:rsidRDefault="00F51EF7" w:rsidP="00AF53B8">
            <w:pPr>
              <w:pStyle w:val="FigTitolo"/>
              <w:ind w:left="1134" w:hanging="1134"/>
            </w:pPr>
            <w:bookmarkStart w:id="14" w:name="_Hlk44094616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AF53B8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705DC2E5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117877FE" w14:textId="052D30D2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853E52">
              <w:t xml:space="preserve">aprile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E14C28">
              <w:rPr>
                <w:noProof/>
              </w:rPr>
              <w:t>2020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  <w:bookmarkEnd w:id="14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413019">
        <w:trPr>
          <w:cantSplit/>
        </w:trPr>
        <w:tc>
          <w:tcPr>
            <w:tcW w:w="9356" w:type="dxa"/>
          </w:tcPr>
          <w:p w14:paraId="756DF61E" w14:textId="77777777" w:rsidR="00551593" w:rsidRDefault="00F51EF7" w:rsidP="00092240">
            <w:pPr>
              <w:pStyle w:val="FigTitolo"/>
              <w:ind w:left="1134" w:hanging="1134"/>
            </w:pPr>
            <w:bookmarkStart w:id="15" w:name="_Hlk44094655"/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5B7C46C2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746DE94C" w14:textId="3D63B233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455939">
              <w:t xml:space="preserve">aprile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E14C28">
              <w:rPr>
                <w:noProof/>
              </w:rPr>
              <w:t>2020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  <w:bookmarkEnd w:id="15"/>
    </w:tbl>
    <w:p w14:paraId="75D49EDC" w14:textId="77777777" w:rsidR="00551593" w:rsidRDefault="00551593" w:rsidP="00092240"/>
    <w:sectPr w:rsidR="00551593" w:rsidSect="00EC7F1C">
      <w:footerReference w:type="even" r:id="rId13"/>
      <w:footerReference w:type="default" r:id="rId14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67EEB" w14:textId="77777777" w:rsidR="00D13FF2" w:rsidRDefault="00D13FF2">
      <w:r>
        <w:separator/>
      </w:r>
    </w:p>
    <w:p w14:paraId="0FCFC621" w14:textId="77777777" w:rsidR="00D13FF2" w:rsidRDefault="00D13FF2"/>
  </w:endnote>
  <w:endnote w:type="continuationSeparator" w:id="0">
    <w:p w14:paraId="1A7B1534" w14:textId="77777777" w:rsidR="00D13FF2" w:rsidRDefault="00D13FF2">
      <w:r>
        <w:continuationSeparator/>
      </w:r>
    </w:p>
    <w:p w14:paraId="7EE9316C" w14:textId="77777777" w:rsidR="00D13FF2" w:rsidRDefault="00D13F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00C49" w14:textId="77777777" w:rsidR="00172D69" w:rsidRDefault="00172D69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750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38423D0" w14:textId="77777777" w:rsidR="00172D69" w:rsidRDefault="00172D69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286D2" w14:textId="77777777" w:rsidR="00172D69" w:rsidRDefault="00172D69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750D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736B3480" w14:textId="77777777" w:rsidR="00172D69" w:rsidRDefault="00172D69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33AE8" w14:textId="77777777" w:rsidR="00D13FF2" w:rsidRDefault="00D13FF2">
      <w:r>
        <w:separator/>
      </w:r>
    </w:p>
    <w:p w14:paraId="4397C7DF" w14:textId="77777777" w:rsidR="00D13FF2" w:rsidRDefault="00D13FF2"/>
  </w:footnote>
  <w:footnote w:type="continuationSeparator" w:id="0">
    <w:p w14:paraId="7446D78D" w14:textId="77777777" w:rsidR="00D13FF2" w:rsidRDefault="00D13FF2">
      <w:r>
        <w:continuationSeparator/>
      </w:r>
    </w:p>
    <w:p w14:paraId="5CC8347B" w14:textId="77777777" w:rsidR="00D13FF2" w:rsidRDefault="00D13FF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4186"/>
    <w:rsid w:val="000355D6"/>
    <w:rsid w:val="00042A50"/>
    <w:rsid w:val="0005477E"/>
    <w:rsid w:val="00055096"/>
    <w:rsid w:val="00055AA0"/>
    <w:rsid w:val="00061D42"/>
    <w:rsid w:val="00072096"/>
    <w:rsid w:val="0008614C"/>
    <w:rsid w:val="00091C7A"/>
    <w:rsid w:val="00092240"/>
    <w:rsid w:val="000929E9"/>
    <w:rsid w:val="000954C7"/>
    <w:rsid w:val="000A136A"/>
    <w:rsid w:val="000A47C0"/>
    <w:rsid w:val="000A6AC8"/>
    <w:rsid w:val="000A7ACE"/>
    <w:rsid w:val="000B2615"/>
    <w:rsid w:val="000B711D"/>
    <w:rsid w:val="000C35DD"/>
    <w:rsid w:val="000C3780"/>
    <w:rsid w:val="000C731A"/>
    <w:rsid w:val="000D058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7B8A"/>
    <w:rsid w:val="001D3849"/>
    <w:rsid w:val="001D3F9B"/>
    <w:rsid w:val="001D496D"/>
    <w:rsid w:val="001E2EB1"/>
    <w:rsid w:val="001F4A61"/>
    <w:rsid w:val="00204CFD"/>
    <w:rsid w:val="002112CA"/>
    <w:rsid w:val="00226FD7"/>
    <w:rsid w:val="0023194D"/>
    <w:rsid w:val="00250494"/>
    <w:rsid w:val="00253503"/>
    <w:rsid w:val="002624CD"/>
    <w:rsid w:val="002638B0"/>
    <w:rsid w:val="00277B53"/>
    <w:rsid w:val="00294258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30763"/>
    <w:rsid w:val="00343BBA"/>
    <w:rsid w:val="00350269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54296"/>
    <w:rsid w:val="00455939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A3111"/>
    <w:rsid w:val="005A35E9"/>
    <w:rsid w:val="005A50E2"/>
    <w:rsid w:val="005B1DC4"/>
    <w:rsid w:val="005B36AB"/>
    <w:rsid w:val="005E16BE"/>
    <w:rsid w:val="005E335D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EB4"/>
    <w:rsid w:val="00680B91"/>
    <w:rsid w:val="0068342D"/>
    <w:rsid w:val="00687E65"/>
    <w:rsid w:val="00693137"/>
    <w:rsid w:val="006A2313"/>
    <w:rsid w:val="006A5F7D"/>
    <w:rsid w:val="006B1938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1040"/>
    <w:rsid w:val="00736E99"/>
    <w:rsid w:val="0073726E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3D40"/>
    <w:rsid w:val="00853E52"/>
    <w:rsid w:val="008575CD"/>
    <w:rsid w:val="00860AE6"/>
    <w:rsid w:val="00863834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97417"/>
    <w:rsid w:val="008A59C8"/>
    <w:rsid w:val="008A6682"/>
    <w:rsid w:val="008D2187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19AA"/>
    <w:rsid w:val="00BB4979"/>
    <w:rsid w:val="00BB5AA7"/>
    <w:rsid w:val="00BB6F42"/>
    <w:rsid w:val="00BB71D8"/>
    <w:rsid w:val="00BC1241"/>
    <w:rsid w:val="00BC5420"/>
    <w:rsid w:val="00BD0B97"/>
    <w:rsid w:val="00BD561C"/>
    <w:rsid w:val="00BD7C77"/>
    <w:rsid w:val="00BD7ED5"/>
    <w:rsid w:val="00BF262A"/>
    <w:rsid w:val="00BF4352"/>
    <w:rsid w:val="00C10760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D011E2"/>
    <w:rsid w:val="00D04D32"/>
    <w:rsid w:val="00D11BF6"/>
    <w:rsid w:val="00D1201C"/>
    <w:rsid w:val="00D12CCD"/>
    <w:rsid w:val="00D13FF2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444A"/>
    <w:rsid w:val="00E14C28"/>
    <w:rsid w:val="00E167F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0337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58D8"/>
    <w:rsid w:val="00F90D52"/>
    <w:rsid w:val="00F91DDE"/>
    <w:rsid w:val="00F94364"/>
    <w:rsid w:val="00F97B57"/>
    <w:rsid w:val="00FA4C39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1483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  <w15:docId w15:val="{D96F6654-79D6-42C3-ABAA-2D85D297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2.5829727424711901</c:v>
                </c:pt>
                <c:pt idx="1">
                  <c:v>-1.0043165296844347</c:v>
                </c:pt>
                <c:pt idx="2">
                  <c:v>-6.6366735264798642</c:v>
                </c:pt>
                <c:pt idx="3">
                  <c:v>2.0053737800005189</c:v>
                </c:pt>
                <c:pt idx="4">
                  <c:v>2.5924438270993111</c:v>
                </c:pt>
                <c:pt idx="5">
                  <c:v>-2.71722770286279</c:v>
                </c:pt>
                <c:pt idx="6">
                  <c:v>-0.5713889105193326</c:v>
                </c:pt>
                <c:pt idx="7">
                  <c:v>1.0365535084676969</c:v>
                </c:pt>
                <c:pt idx="8">
                  <c:v>0.88023764289408835</c:v>
                </c:pt>
                <c:pt idx="9">
                  <c:v>1.5844218812014033</c:v>
                </c:pt>
                <c:pt idx="10">
                  <c:v>2.4123000754266544</c:v>
                </c:pt>
                <c:pt idx="11">
                  <c:v>1.7306426005202935</c:v>
                </c:pt>
                <c:pt idx="12">
                  <c:v>0.41388529490535841</c:v>
                </c:pt>
                <c:pt idx="13">
                  <c:v>-7.0061141935446329</c:v>
                </c:pt>
                <c:pt idx="14">
                  <c:v>3.7772148279491935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1.487072980367854</c:v>
                </c:pt>
                <c:pt idx="1">
                  <c:v>-0.96201284057929604</c:v>
                </c:pt>
                <c:pt idx="2">
                  <c:v>-5.2809372082931016</c:v>
                </c:pt>
                <c:pt idx="3">
                  <c:v>1.7132958391692155</c:v>
                </c:pt>
                <c:pt idx="4">
                  <c:v>0.7073333470344334</c:v>
                </c:pt>
                <c:pt idx="5">
                  <c:v>-2.9809057682377071</c:v>
                </c:pt>
                <c:pt idx="6">
                  <c:v>-1.8410654508824953</c:v>
                </c:pt>
                <c:pt idx="7">
                  <c:v>-4.5475423638197121E-3</c:v>
                </c:pt>
                <c:pt idx="8">
                  <c:v>0.77830435071657433</c:v>
                </c:pt>
                <c:pt idx="9">
                  <c:v>1.293462731559103</c:v>
                </c:pt>
                <c:pt idx="10">
                  <c:v>1.6678590410685645</c:v>
                </c:pt>
                <c:pt idx="11">
                  <c:v>0.79811935303633064</c:v>
                </c:pt>
                <c:pt idx="12">
                  <c:v>0.30125616125766808</c:v>
                </c:pt>
                <c:pt idx="13">
                  <c:v>-6.5165419947887271</c:v>
                </c:pt>
                <c:pt idx="14">
                  <c:v>3.3259407674329999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9942272"/>
        <c:axId val="306585600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9809517649367604E-2"/>
                  <c:y val="-0.1009122727863114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109.65352838468354</c:v>
                </c:pt>
                <c:pt idx="1">
                  <c:v>108.55225987373395</c:v>
                </c:pt>
                <c:pt idx="2">
                  <c:v>101.34800078029822</c:v>
                </c:pt>
                <c:pt idx="3">
                  <c:v>103.38040701450105</c:v>
                </c:pt>
                <c:pt idx="4">
                  <c:v>106.06048599457863</c:v>
                </c:pt>
                <c:pt idx="5">
                  <c:v>103.17858108734303</c:v>
                </c:pt>
                <c:pt idx="6">
                  <c:v>102.58903011697876</c:v>
                </c:pt>
                <c:pt idx="7">
                  <c:v>103.65242030795929</c:v>
                </c:pt>
                <c:pt idx="8">
                  <c:v>104.56480792928076</c:v>
                </c:pt>
                <c:pt idx="9">
                  <c:v>106.22155562614847</c:v>
                </c:pt>
                <c:pt idx="10">
                  <c:v>108.78393829263744</c:v>
                </c:pt>
                <c:pt idx="11">
                  <c:v>110.66659947125353</c:v>
                </c:pt>
                <c:pt idx="12">
                  <c:v>111.12463225283688</c:v>
                </c:pt>
                <c:pt idx="13">
                  <c:v>103.33911362004659</c:v>
                </c:pt>
                <c:pt idx="14">
                  <c:v>107.24245394277426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108.11629677456659</c:v>
                </c:pt>
                <c:pt idx="1">
                  <c:v>107.07620411683644</c:v>
                </c:pt>
                <c:pt idx="2">
                  <c:v>101.42157701240255</c:v>
                </c:pt>
                <c:pt idx="3">
                  <c:v>103.15922867137584</c:v>
                </c:pt>
                <c:pt idx="4">
                  <c:v>103.888908296312</c:v>
                </c:pt>
                <c:pt idx="5">
                  <c:v>100.79207783634804</c:v>
                </c:pt>
                <c:pt idx="6">
                  <c:v>98.936429714076453</c:v>
                </c:pt>
                <c:pt idx="7">
                  <c:v>98.931930538021959</c:v>
                </c:pt>
                <c:pt idx="8">
                  <c:v>99.70192205764728</c:v>
                </c:pt>
                <c:pt idx="9">
                  <c:v>100.99152926211103</c:v>
                </c:pt>
                <c:pt idx="10">
                  <c:v>102.67592561362257</c:v>
                </c:pt>
                <c:pt idx="11">
                  <c:v>103.49540204685407</c:v>
                </c:pt>
                <c:pt idx="12">
                  <c:v>103.8071883221386</c:v>
                </c:pt>
                <c:pt idx="13">
                  <c:v>97.042549301517013</c:v>
                </c:pt>
                <c:pt idx="14">
                  <c:v>100.27012701049244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9940224"/>
        <c:axId val="300768576"/>
      </c:lineChart>
      <c:catAx>
        <c:axId val="309940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00768576"/>
        <c:crosses val="autoZero"/>
        <c:auto val="1"/>
        <c:lblAlgn val="ctr"/>
        <c:lblOffset val="100"/>
        <c:noMultiLvlLbl val="0"/>
      </c:catAx>
      <c:valAx>
        <c:axId val="300768576"/>
        <c:scaling>
          <c:orientation val="minMax"/>
          <c:min val="94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09940224"/>
        <c:crosses val="autoZero"/>
        <c:crossBetween val="between"/>
        <c:majorUnit val="2"/>
      </c:valAx>
      <c:valAx>
        <c:axId val="306585600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309942272"/>
        <c:crosses val="max"/>
        <c:crossBetween val="between"/>
        <c:majorUnit val="4"/>
      </c:valAx>
      <c:catAx>
        <c:axId val="309942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06585600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23170034529807684"/>
          <c:y val="0.73023130589002017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3.9015667819709332</c:v>
                </c:pt>
                <c:pt idx="1">
                  <c:v>-2.5987622046659498</c:v>
                </c:pt>
                <c:pt idx="2">
                  <c:v>-19.84863444684175</c:v>
                </c:pt>
                <c:pt idx="3">
                  <c:v>13.223320280152162</c:v>
                </c:pt>
                <c:pt idx="4">
                  <c:v>4.8861494857338261</c:v>
                </c:pt>
                <c:pt idx="5">
                  <c:v>-4.1546795792606233</c:v>
                </c:pt>
                <c:pt idx="6">
                  <c:v>1.103951223368993</c:v>
                </c:pt>
                <c:pt idx="7">
                  <c:v>1.8827137744602318</c:v>
                </c:pt>
                <c:pt idx="8">
                  <c:v>2.3181216386174874</c:v>
                </c:pt>
                <c:pt idx="9">
                  <c:v>3.3927337172454441</c:v>
                </c:pt>
                <c:pt idx="10">
                  <c:v>4.5999317051168775</c:v>
                </c:pt>
                <c:pt idx="11">
                  <c:v>4.6735639892302894</c:v>
                </c:pt>
                <c:pt idx="12">
                  <c:v>0.10192549316088151</c:v>
                </c:pt>
                <c:pt idx="13">
                  <c:v>-12.789395414863158</c:v>
                </c:pt>
                <c:pt idx="14">
                  <c:v>6.0012122304792914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0.59276570870332446</c:v>
                </c:pt>
                <c:pt idx="1">
                  <c:v>-5.4957662113675259</c:v>
                </c:pt>
                <c:pt idx="2">
                  <c:v>-8.4937098790179846</c:v>
                </c:pt>
                <c:pt idx="3">
                  <c:v>-9.9211840834787282</c:v>
                </c:pt>
                <c:pt idx="4">
                  <c:v>-6.0505326108364343</c:v>
                </c:pt>
                <c:pt idx="5">
                  <c:v>-9.5970419643508169</c:v>
                </c:pt>
                <c:pt idx="6">
                  <c:v>-4.8079825293866456</c:v>
                </c:pt>
                <c:pt idx="7">
                  <c:v>-10.347703418859078</c:v>
                </c:pt>
                <c:pt idx="8">
                  <c:v>-3.3298250794897233</c:v>
                </c:pt>
                <c:pt idx="9">
                  <c:v>3.354922147586703</c:v>
                </c:pt>
                <c:pt idx="10">
                  <c:v>-0.66821333784873316</c:v>
                </c:pt>
                <c:pt idx="11">
                  <c:v>4.9749689633451277</c:v>
                </c:pt>
                <c:pt idx="12">
                  <c:v>1.8273580086052288</c:v>
                </c:pt>
                <c:pt idx="13">
                  <c:v>-11.06538090620125</c:v>
                </c:pt>
                <c:pt idx="14">
                  <c:v>2.9726123285493067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2.1332448860286402</c:v>
                </c:pt>
                <c:pt idx="1">
                  <c:v>0.46083764365076885</c:v>
                </c:pt>
                <c:pt idx="2">
                  <c:v>-2.0033481752553817</c:v>
                </c:pt>
                <c:pt idx="3">
                  <c:v>-0.16536864717094923</c:v>
                </c:pt>
                <c:pt idx="4">
                  <c:v>2.6404868072762877</c:v>
                </c:pt>
                <c:pt idx="5">
                  <c:v>-1.3923431578949819</c:v>
                </c:pt>
                <c:pt idx="6">
                  <c:v>-0.43022452471439543</c:v>
                </c:pt>
                <c:pt idx="7">
                  <c:v>1.6009162624354367</c:v>
                </c:pt>
                <c:pt idx="8">
                  <c:v>0.64154634813098355</c:v>
                </c:pt>
                <c:pt idx="9">
                  <c:v>0.75798019140169703</c:v>
                </c:pt>
                <c:pt idx="10">
                  <c:v>2.2173695112111202</c:v>
                </c:pt>
                <c:pt idx="11">
                  <c:v>0.55311978818655128</c:v>
                </c:pt>
                <c:pt idx="12">
                  <c:v>0.46257280574213411</c:v>
                </c:pt>
                <c:pt idx="13">
                  <c:v>-4.4889509320446663</c:v>
                </c:pt>
                <c:pt idx="14">
                  <c:v>3.1321431546430079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5693184"/>
        <c:axId val="30659193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111.52233459877145</c:v>
                </c:pt>
                <c:pt idx="1">
                  <c:v>108.62413431745749</c:v>
                </c:pt>
                <c:pt idx="2">
                  <c:v>87.063726975738959</c:v>
                </c:pt>
                <c:pt idx="3">
                  <c:v>98.576442441578166</c:v>
                </c:pt>
                <c:pt idx="4">
                  <c:v>103.39303477699202</c:v>
                </c:pt>
                <c:pt idx="5">
                  <c:v>99.097385474734509</c:v>
                </c:pt>
                <c:pt idx="6">
                  <c:v>100.19137227400954</c:v>
                </c:pt>
                <c:pt idx="7">
                  <c:v>102.07768904063303</c:v>
                </c:pt>
                <c:pt idx="8">
                  <c:v>104.44397403848463</c:v>
                </c:pt>
                <c:pt idx="9">
                  <c:v>107.98747996131938</c:v>
                </c:pt>
                <c:pt idx="10">
                  <c:v>112.95483028961684</c:v>
                </c:pt>
                <c:pt idx="11">
                  <c:v>118.23384656212855</c:v>
                </c:pt>
                <c:pt idx="12">
                  <c:v>118.35435699332007</c:v>
                </c:pt>
                <c:pt idx="13">
                  <c:v>103.21755028672563</c:v>
                </c:pt>
                <c:pt idx="14">
                  <c:v>109.41185453853372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137.16291784373004</c:v>
                </c:pt>
                <c:pt idx="1">
                  <c:v>129.62476455034854</c:v>
                </c:pt>
                <c:pt idx="2">
                  <c:v>118.61481311808178</c:v>
                </c:pt>
                <c:pt idx="3">
                  <c:v>106.84681915836262</c:v>
                </c:pt>
                <c:pt idx="4">
                  <c:v>100.38201752154446</c:v>
                </c:pt>
                <c:pt idx="5">
                  <c:v>90.748313175339845</c:v>
                </c:pt>
                <c:pt idx="6">
                  <c:v>86.385150132156411</c:v>
                </c:pt>
                <c:pt idx="7">
                  <c:v>77.446270998544719</c:v>
                </c:pt>
                <c:pt idx="8">
                  <c:v>74.867445643705594</c:v>
                </c:pt>
                <c:pt idx="9">
                  <c:v>77.379190158938712</c:v>
                </c:pt>
                <c:pt idx="10">
                  <c:v>76.862132089577344</c:v>
                </c:pt>
                <c:pt idx="11">
                  <c:v>80.685999305599154</c:v>
                </c:pt>
                <c:pt idx="12">
                  <c:v>82.160421375733179</c:v>
                </c:pt>
                <c:pt idx="13">
                  <c:v>73.069057796368313</c:v>
                </c:pt>
                <c:pt idx="14">
                  <c:v>75.24111761677797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109.50543318036085</c:v>
                </c:pt>
                <c:pt idx="1">
                  <c:v>110.01007543829881</c:v>
                </c:pt>
                <c:pt idx="2">
                  <c:v>107.80619059940857</c:v>
                </c:pt>
                <c:pt idx="3">
                  <c:v>107.62791296044779</c:v>
                </c:pt>
                <c:pt idx="4">
                  <c:v>110.46981380311522</c:v>
                </c:pt>
                <c:pt idx="5">
                  <c:v>108.93169490908822</c:v>
                </c:pt>
                <c:pt idx="6">
                  <c:v>108.46304404240226</c:v>
                </c:pt>
                <c:pt idx="7">
                  <c:v>110.19944655320961</c:v>
                </c:pt>
                <c:pt idx="8">
                  <c:v>110.90642707823227</c:v>
                </c:pt>
                <c:pt idx="9">
                  <c:v>111.74707582647663</c:v>
                </c:pt>
                <c:pt idx="10">
                  <c:v>114.22492141552289</c:v>
                </c:pt>
                <c:pt idx="11">
                  <c:v>114.85672205891269</c:v>
                </c:pt>
                <c:pt idx="12">
                  <c:v>115.38801802072406</c:v>
                </c:pt>
                <c:pt idx="13">
                  <c:v>110.2083065103149</c:v>
                </c:pt>
                <c:pt idx="14">
                  <c:v>113.66018843852571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2332928"/>
        <c:axId val="306591360"/>
      </c:lineChart>
      <c:catAx>
        <c:axId val="302332928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06591360"/>
        <c:crossesAt val="100"/>
        <c:auto val="1"/>
        <c:lblAlgn val="ctr"/>
        <c:lblOffset val="100"/>
        <c:noMultiLvlLbl val="0"/>
      </c:catAx>
      <c:valAx>
        <c:axId val="306591360"/>
        <c:scaling>
          <c:orientation val="minMax"/>
          <c:max val="14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302332928"/>
        <c:crossesAt val="1"/>
        <c:crossBetween val="between"/>
        <c:majorUnit val="10"/>
        <c:minorUnit val="5"/>
      </c:valAx>
      <c:valAx>
        <c:axId val="306591936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05693184"/>
        <c:crosses val="max"/>
        <c:crossBetween val="between"/>
      </c:valAx>
      <c:catAx>
        <c:axId val="305693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0659193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A3507-2362-4367-A2A6-23257DD95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1</TotalTime>
  <Pages>10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6</cp:revision>
  <cp:lastPrinted>2012-03-30T09:15:00Z</cp:lastPrinted>
  <dcterms:created xsi:type="dcterms:W3CDTF">2020-06-26T18:02:00Z</dcterms:created>
  <dcterms:modified xsi:type="dcterms:W3CDTF">2020-06-30T09:08:00Z</dcterms:modified>
</cp:coreProperties>
</file>