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AF6F6" w14:textId="77777777" w:rsidR="00541FB1" w:rsidRDefault="00BD7C77" w:rsidP="00072096">
      <w:pPr>
        <w:pStyle w:val="Titolo1"/>
      </w:pPr>
      <w:r>
        <w:t>X</w:t>
      </w:r>
      <w:r w:rsidR="00FF4238">
        <w:t>.</w:t>
      </w:r>
      <w:r w:rsidR="00072096">
        <w:tab/>
        <w:t>Scenario economico</w:t>
      </w:r>
    </w:p>
    <w:p w14:paraId="0EB10DA4" w14:textId="77777777" w:rsidR="00BA6EC0" w:rsidRDefault="00CF2079" w:rsidP="00BA6EC0">
      <w:pPr>
        <w:pStyle w:val="Titolo2"/>
      </w:pPr>
      <w:r>
        <w:t>X</w:t>
      </w:r>
      <w:r w:rsidR="00BA6EC0">
        <w:t>.</w:t>
      </w:r>
      <w:r w:rsidR="00FF4238">
        <w:t>1.</w:t>
      </w:r>
      <w:r w:rsidR="00BA6EC0">
        <w:tab/>
      </w:r>
      <w:r w:rsidR="00C43F0D">
        <w:t>L’economia mondiale</w:t>
      </w:r>
    </w:p>
    <w:tbl>
      <w:tblPr>
        <w:tblpPr w:topFromText="284" w:bottomFromText="284"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5A6916" w:rsidRPr="00BC2A0C" w14:paraId="21609055" w14:textId="77777777" w:rsidTr="00121FB9">
        <w:trPr>
          <w:cantSplit/>
        </w:trPr>
        <w:tc>
          <w:tcPr>
            <w:tcW w:w="9358" w:type="dxa"/>
            <w:gridSpan w:val="9"/>
            <w:tcBorders>
              <w:bottom w:val="single" w:sz="4" w:space="0" w:color="800000"/>
            </w:tcBorders>
          </w:tcPr>
          <w:p w14:paraId="68FF3351" w14:textId="77777777" w:rsidR="005A6916" w:rsidRPr="00BC2A0C" w:rsidRDefault="005A6916" w:rsidP="00121FB9">
            <w:pPr>
              <w:pStyle w:val="TabTitolo"/>
            </w:pPr>
            <w:r w:rsidRPr="007C3BBD">
              <w:t>La previsione del Fondo Monetario Internazionale (a)(b)</w:t>
            </w:r>
          </w:p>
        </w:tc>
      </w:tr>
      <w:tr w:rsidR="007C1850" w:rsidRPr="00BC2A0C" w14:paraId="7D11E815" w14:textId="77777777" w:rsidTr="00121FB9">
        <w:trPr>
          <w:cantSplit/>
        </w:trPr>
        <w:tc>
          <w:tcPr>
            <w:tcW w:w="3402" w:type="dxa"/>
            <w:tcBorders>
              <w:top w:val="single" w:sz="4" w:space="0" w:color="800000"/>
              <w:bottom w:val="single" w:sz="4" w:space="0" w:color="800000"/>
            </w:tcBorders>
          </w:tcPr>
          <w:p w14:paraId="108DC18F" w14:textId="77777777" w:rsidR="007C1850" w:rsidRPr="00BC2A0C" w:rsidRDefault="007C1850" w:rsidP="007C1850">
            <w:pPr>
              <w:pStyle w:val="TabIntestazioni"/>
            </w:pPr>
          </w:p>
        </w:tc>
        <w:tc>
          <w:tcPr>
            <w:tcW w:w="510" w:type="dxa"/>
            <w:tcBorders>
              <w:top w:val="single" w:sz="4" w:space="0" w:color="800000"/>
              <w:bottom w:val="single" w:sz="4" w:space="0" w:color="800000"/>
            </w:tcBorders>
          </w:tcPr>
          <w:p w14:paraId="294732AA" w14:textId="648867FD" w:rsidR="007C1850" w:rsidRPr="003234B1" w:rsidRDefault="007C1850" w:rsidP="007C1850">
            <w:pPr>
              <w:pStyle w:val="TabIntestazioni"/>
            </w:pPr>
            <w:r w:rsidRPr="003234B1">
              <w:t>201</w:t>
            </w:r>
            <w:r>
              <w:t>9</w:t>
            </w:r>
          </w:p>
        </w:tc>
        <w:tc>
          <w:tcPr>
            <w:tcW w:w="510" w:type="dxa"/>
            <w:tcBorders>
              <w:top w:val="single" w:sz="4" w:space="0" w:color="800000"/>
              <w:bottom w:val="single" w:sz="4" w:space="0" w:color="800000"/>
            </w:tcBorders>
          </w:tcPr>
          <w:p w14:paraId="2B6F6193" w14:textId="06E3318C" w:rsidR="007C1850" w:rsidRPr="003234B1" w:rsidRDefault="007C1850" w:rsidP="007C1850">
            <w:pPr>
              <w:pStyle w:val="TabIntestazioni"/>
            </w:pPr>
            <w:r w:rsidRPr="003234B1">
              <w:t>20</w:t>
            </w:r>
            <w:r>
              <w:t>20</w:t>
            </w:r>
          </w:p>
        </w:tc>
        <w:tc>
          <w:tcPr>
            <w:tcW w:w="510" w:type="dxa"/>
            <w:tcBorders>
              <w:top w:val="single" w:sz="4" w:space="0" w:color="800000"/>
              <w:bottom w:val="single" w:sz="4" w:space="0" w:color="800000"/>
            </w:tcBorders>
          </w:tcPr>
          <w:p w14:paraId="6AFF189F" w14:textId="2A2B333C" w:rsidR="007C1850" w:rsidRPr="003234B1" w:rsidRDefault="007C1850" w:rsidP="007C1850">
            <w:pPr>
              <w:pStyle w:val="TabIntestazioni"/>
            </w:pPr>
            <w:r w:rsidRPr="003234B1">
              <w:t>20</w:t>
            </w:r>
            <w:r>
              <w:t>21</w:t>
            </w:r>
          </w:p>
        </w:tc>
        <w:tc>
          <w:tcPr>
            <w:tcW w:w="340" w:type="dxa"/>
            <w:tcBorders>
              <w:top w:val="single" w:sz="4" w:space="0" w:color="800000"/>
              <w:bottom w:val="single" w:sz="4" w:space="0" w:color="800000"/>
            </w:tcBorders>
          </w:tcPr>
          <w:p w14:paraId="57606BE5" w14:textId="77777777" w:rsidR="007C1850" w:rsidRPr="00BC2A0C" w:rsidRDefault="007C1850" w:rsidP="007C1850">
            <w:pPr>
              <w:pStyle w:val="TabIntestazioni"/>
            </w:pPr>
          </w:p>
        </w:tc>
        <w:tc>
          <w:tcPr>
            <w:tcW w:w="2552" w:type="dxa"/>
            <w:tcBorders>
              <w:top w:val="single" w:sz="4" w:space="0" w:color="800000"/>
              <w:bottom w:val="single" w:sz="4" w:space="0" w:color="800000"/>
            </w:tcBorders>
          </w:tcPr>
          <w:p w14:paraId="29180BD5" w14:textId="77777777" w:rsidR="007C1850" w:rsidRPr="00BC2A0C" w:rsidRDefault="007C1850" w:rsidP="007C1850">
            <w:pPr>
              <w:pStyle w:val="TabIntestazioni"/>
            </w:pPr>
          </w:p>
        </w:tc>
        <w:tc>
          <w:tcPr>
            <w:tcW w:w="510" w:type="dxa"/>
            <w:tcBorders>
              <w:top w:val="single" w:sz="4" w:space="0" w:color="800000"/>
              <w:bottom w:val="single" w:sz="4" w:space="0" w:color="800000"/>
            </w:tcBorders>
          </w:tcPr>
          <w:p w14:paraId="1A8AA37A" w14:textId="4B9FF88A" w:rsidR="007C1850" w:rsidRPr="003234B1" w:rsidRDefault="007C1850" w:rsidP="007C1850">
            <w:pPr>
              <w:pStyle w:val="TabIntestazioni"/>
            </w:pPr>
            <w:r w:rsidRPr="003234B1">
              <w:t>201</w:t>
            </w:r>
            <w:r>
              <w:t>9</w:t>
            </w:r>
          </w:p>
        </w:tc>
        <w:tc>
          <w:tcPr>
            <w:tcW w:w="510" w:type="dxa"/>
            <w:tcBorders>
              <w:top w:val="single" w:sz="4" w:space="0" w:color="800000"/>
              <w:bottom w:val="single" w:sz="4" w:space="0" w:color="800000"/>
            </w:tcBorders>
          </w:tcPr>
          <w:p w14:paraId="53AE4288" w14:textId="75BC86DD" w:rsidR="007C1850" w:rsidRPr="003234B1" w:rsidRDefault="007C1850" w:rsidP="007C1850">
            <w:pPr>
              <w:pStyle w:val="TabIntestazioni"/>
            </w:pPr>
            <w:r w:rsidRPr="003234B1">
              <w:t>20</w:t>
            </w:r>
            <w:r>
              <w:t>20</w:t>
            </w:r>
          </w:p>
        </w:tc>
        <w:tc>
          <w:tcPr>
            <w:tcW w:w="514" w:type="dxa"/>
            <w:tcBorders>
              <w:top w:val="single" w:sz="4" w:space="0" w:color="800000"/>
              <w:bottom w:val="single" w:sz="4" w:space="0" w:color="800000"/>
            </w:tcBorders>
          </w:tcPr>
          <w:p w14:paraId="5F3B329F" w14:textId="6C6D32FC" w:rsidR="007C1850" w:rsidRPr="003234B1" w:rsidRDefault="007C1850" w:rsidP="007C1850">
            <w:pPr>
              <w:pStyle w:val="TabIntestazioni"/>
            </w:pPr>
            <w:r w:rsidRPr="003234B1">
              <w:t>20</w:t>
            </w:r>
            <w:r>
              <w:t>21</w:t>
            </w:r>
          </w:p>
        </w:tc>
      </w:tr>
      <w:tr w:rsidR="005A6916" w:rsidRPr="00BC2A0C" w14:paraId="576C86E2" w14:textId="77777777" w:rsidTr="00121FB9">
        <w:trPr>
          <w:cantSplit/>
          <w:trHeight w:val="255"/>
        </w:trPr>
        <w:tc>
          <w:tcPr>
            <w:tcW w:w="9358" w:type="dxa"/>
            <w:gridSpan w:val="9"/>
            <w:shd w:val="clear" w:color="auto" w:fill="F2F2F2" w:themeFill="background1" w:themeFillShade="F2"/>
          </w:tcPr>
          <w:p w14:paraId="3301642B" w14:textId="77777777" w:rsidR="005A6916" w:rsidRPr="00997C5D" w:rsidRDefault="005A6916" w:rsidP="00121FB9">
            <w:pPr>
              <w:pStyle w:val="TabIntestaSup"/>
            </w:pPr>
            <w:r>
              <w:t>Prodotto</w:t>
            </w:r>
          </w:p>
        </w:tc>
      </w:tr>
      <w:tr w:rsidR="005A6916" w:rsidRPr="00BC2A0C" w14:paraId="73842E83" w14:textId="77777777" w:rsidTr="00121FB9">
        <w:trPr>
          <w:cantSplit/>
          <w:trHeight w:val="255"/>
        </w:trPr>
        <w:tc>
          <w:tcPr>
            <w:tcW w:w="3402" w:type="dxa"/>
          </w:tcPr>
          <w:p w14:paraId="797F6DF4" w14:textId="77777777" w:rsidR="005A6916" w:rsidRPr="00BC2A0C" w:rsidRDefault="005A6916" w:rsidP="00121FB9">
            <w:pPr>
              <w:pStyle w:val="TabEtichette"/>
            </w:pPr>
            <w:r w:rsidRPr="00BC2A0C">
              <w:t>Prodotto mondiale</w:t>
            </w:r>
          </w:p>
        </w:tc>
        <w:tc>
          <w:tcPr>
            <w:tcW w:w="510" w:type="dxa"/>
          </w:tcPr>
          <w:p w14:paraId="28AA3263" w14:textId="77777777" w:rsidR="005A6916" w:rsidRPr="00642B29" w:rsidRDefault="005A6916" w:rsidP="00121FB9">
            <w:pPr>
              <w:pStyle w:val="TabNumeri"/>
            </w:pPr>
            <w:r w:rsidRPr="00733B32">
              <w:t xml:space="preserve">2,9 </w:t>
            </w:r>
          </w:p>
        </w:tc>
        <w:tc>
          <w:tcPr>
            <w:tcW w:w="510" w:type="dxa"/>
          </w:tcPr>
          <w:p w14:paraId="245BC679" w14:textId="77777777" w:rsidR="005A6916" w:rsidRPr="00642B29" w:rsidRDefault="005A6916" w:rsidP="00121FB9">
            <w:pPr>
              <w:pStyle w:val="TabNumeri"/>
            </w:pPr>
            <w:r w:rsidRPr="00733B32">
              <w:t xml:space="preserve">-4,9 </w:t>
            </w:r>
          </w:p>
        </w:tc>
        <w:tc>
          <w:tcPr>
            <w:tcW w:w="510" w:type="dxa"/>
          </w:tcPr>
          <w:p w14:paraId="6FD9E6DF" w14:textId="77777777" w:rsidR="005A6916" w:rsidRPr="00642B29" w:rsidRDefault="005A6916" w:rsidP="00121FB9">
            <w:pPr>
              <w:pStyle w:val="TabNumeri"/>
            </w:pPr>
            <w:r w:rsidRPr="00733B32">
              <w:t xml:space="preserve">5,4 </w:t>
            </w:r>
          </w:p>
        </w:tc>
        <w:tc>
          <w:tcPr>
            <w:tcW w:w="340" w:type="dxa"/>
          </w:tcPr>
          <w:p w14:paraId="157AEDD4" w14:textId="77777777" w:rsidR="005A6916" w:rsidRPr="00BC2A0C" w:rsidRDefault="005A6916" w:rsidP="00121FB9">
            <w:pPr>
              <w:pStyle w:val="TabEtichette"/>
            </w:pPr>
          </w:p>
        </w:tc>
        <w:tc>
          <w:tcPr>
            <w:tcW w:w="2552" w:type="dxa"/>
          </w:tcPr>
          <w:p w14:paraId="28029863" w14:textId="77777777" w:rsidR="005A6916" w:rsidRPr="00903CBB" w:rsidRDefault="005A6916" w:rsidP="00121FB9">
            <w:pPr>
              <w:pStyle w:val="TabEtichette"/>
            </w:pPr>
            <w:r w:rsidRPr="00903CBB">
              <w:t>Stati Uniti</w:t>
            </w:r>
          </w:p>
        </w:tc>
        <w:tc>
          <w:tcPr>
            <w:tcW w:w="510" w:type="dxa"/>
          </w:tcPr>
          <w:p w14:paraId="069CD48D" w14:textId="77777777" w:rsidR="005A6916" w:rsidRPr="00D23E31" w:rsidRDefault="005A6916" w:rsidP="00121FB9">
            <w:pPr>
              <w:pStyle w:val="TabNumeri"/>
            </w:pPr>
            <w:r w:rsidRPr="005D2A46">
              <w:t xml:space="preserve">2,3 </w:t>
            </w:r>
          </w:p>
        </w:tc>
        <w:tc>
          <w:tcPr>
            <w:tcW w:w="510" w:type="dxa"/>
          </w:tcPr>
          <w:p w14:paraId="4992DCBF" w14:textId="77777777" w:rsidR="005A6916" w:rsidRPr="00D23E31" w:rsidRDefault="005A6916" w:rsidP="00121FB9">
            <w:pPr>
              <w:pStyle w:val="TabNumeri"/>
            </w:pPr>
            <w:r w:rsidRPr="005D2A46">
              <w:t xml:space="preserve">-8,0 </w:t>
            </w:r>
          </w:p>
        </w:tc>
        <w:tc>
          <w:tcPr>
            <w:tcW w:w="514" w:type="dxa"/>
          </w:tcPr>
          <w:p w14:paraId="222B55B8" w14:textId="77777777" w:rsidR="005A6916" w:rsidRPr="00D23E31" w:rsidRDefault="005A6916" w:rsidP="00121FB9">
            <w:pPr>
              <w:pStyle w:val="TabNumeri"/>
            </w:pPr>
            <w:r w:rsidRPr="005D2A46">
              <w:t xml:space="preserve">4,5 </w:t>
            </w:r>
          </w:p>
        </w:tc>
      </w:tr>
      <w:tr w:rsidR="005A6916" w:rsidRPr="00BC2A0C" w14:paraId="09D56DA9" w14:textId="77777777" w:rsidTr="00121FB9">
        <w:trPr>
          <w:cantSplit/>
          <w:trHeight w:val="255"/>
        </w:trPr>
        <w:tc>
          <w:tcPr>
            <w:tcW w:w="3402" w:type="dxa"/>
            <w:shd w:val="clear" w:color="auto" w:fill="F2F2F2" w:themeFill="background1" w:themeFillShade="F2"/>
          </w:tcPr>
          <w:p w14:paraId="30F93A0C" w14:textId="77777777" w:rsidR="005A6916" w:rsidRPr="00BC2A0C" w:rsidRDefault="005A6916" w:rsidP="00121FB9">
            <w:pPr>
              <w:pStyle w:val="TabEtichette"/>
            </w:pPr>
            <w:r w:rsidRPr="00B85524">
              <w:t>Economie avanzate</w:t>
            </w:r>
          </w:p>
        </w:tc>
        <w:tc>
          <w:tcPr>
            <w:tcW w:w="510" w:type="dxa"/>
            <w:shd w:val="clear" w:color="auto" w:fill="F2F2F2" w:themeFill="background1" w:themeFillShade="F2"/>
          </w:tcPr>
          <w:p w14:paraId="6434ABE9" w14:textId="77777777" w:rsidR="005A6916" w:rsidRPr="00642B29" w:rsidRDefault="005A6916" w:rsidP="00121FB9">
            <w:pPr>
              <w:pStyle w:val="TabNumeri"/>
            </w:pPr>
            <w:r w:rsidRPr="00733B32">
              <w:t xml:space="preserve">1,7 </w:t>
            </w:r>
          </w:p>
        </w:tc>
        <w:tc>
          <w:tcPr>
            <w:tcW w:w="510" w:type="dxa"/>
            <w:shd w:val="clear" w:color="auto" w:fill="F2F2F2" w:themeFill="background1" w:themeFillShade="F2"/>
          </w:tcPr>
          <w:p w14:paraId="53B3E368" w14:textId="77777777" w:rsidR="005A6916" w:rsidRPr="00642B29" w:rsidRDefault="005A6916" w:rsidP="00121FB9">
            <w:pPr>
              <w:pStyle w:val="TabNumeri"/>
            </w:pPr>
            <w:r w:rsidRPr="00733B32">
              <w:t xml:space="preserve">-8,0 </w:t>
            </w:r>
          </w:p>
        </w:tc>
        <w:tc>
          <w:tcPr>
            <w:tcW w:w="510" w:type="dxa"/>
            <w:shd w:val="clear" w:color="auto" w:fill="F2F2F2" w:themeFill="background1" w:themeFillShade="F2"/>
          </w:tcPr>
          <w:p w14:paraId="3727FDD9" w14:textId="77777777" w:rsidR="005A6916" w:rsidRPr="00642B29" w:rsidRDefault="005A6916" w:rsidP="00121FB9">
            <w:pPr>
              <w:pStyle w:val="TabNumeri"/>
            </w:pPr>
            <w:r w:rsidRPr="00733B32">
              <w:t xml:space="preserve">4,8 </w:t>
            </w:r>
          </w:p>
        </w:tc>
        <w:tc>
          <w:tcPr>
            <w:tcW w:w="340" w:type="dxa"/>
            <w:shd w:val="clear" w:color="auto" w:fill="F2F2F2" w:themeFill="background1" w:themeFillShade="F2"/>
          </w:tcPr>
          <w:p w14:paraId="14424B58" w14:textId="77777777" w:rsidR="005A6916" w:rsidRPr="00BC2A0C" w:rsidRDefault="005A6916" w:rsidP="00121FB9">
            <w:pPr>
              <w:pStyle w:val="TabEtichette"/>
            </w:pPr>
          </w:p>
        </w:tc>
        <w:tc>
          <w:tcPr>
            <w:tcW w:w="2552" w:type="dxa"/>
            <w:shd w:val="clear" w:color="auto" w:fill="F2F2F2" w:themeFill="background1" w:themeFillShade="F2"/>
          </w:tcPr>
          <w:p w14:paraId="4E513CD2" w14:textId="77777777" w:rsidR="005A6916" w:rsidRPr="00903CBB" w:rsidRDefault="005A6916" w:rsidP="00121FB9">
            <w:pPr>
              <w:pStyle w:val="TabEtichette"/>
            </w:pPr>
            <w:r w:rsidRPr="00903CBB">
              <w:t>Cina</w:t>
            </w:r>
          </w:p>
        </w:tc>
        <w:tc>
          <w:tcPr>
            <w:tcW w:w="510" w:type="dxa"/>
            <w:shd w:val="clear" w:color="auto" w:fill="F2F2F2" w:themeFill="background1" w:themeFillShade="F2"/>
          </w:tcPr>
          <w:p w14:paraId="1D971391" w14:textId="77777777" w:rsidR="005A6916" w:rsidRPr="00D23E31" w:rsidRDefault="005A6916" w:rsidP="00121FB9">
            <w:pPr>
              <w:pStyle w:val="TabNumeri"/>
            </w:pPr>
            <w:r w:rsidRPr="005D2A46">
              <w:t xml:space="preserve">6,1 </w:t>
            </w:r>
          </w:p>
        </w:tc>
        <w:tc>
          <w:tcPr>
            <w:tcW w:w="510" w:type="dxa"/>
            <w:shd w:val="clear" w:color="auto" w:fill="F2F2F2" w:themeFill="background1" w:themeFillShade="F2"/>
          </w:tcPr>
          <w:p w14:paraId="47D65BE5" w14:textId="77777777" w:rsidR="005A6916" w:rsidRPr="00D23E31" w:rsidRDefault="005A6916" w:rsidP="00121FB9">
            <w:pPr>
              <w:pStyle w:val="TabNumeri"/>
            </w:pPr>
            <w:r w:rsidRPr="005D2A46">
              <w:t xml:space="preserve">1,0 </w:t>
            </w:r>
          </w:p>
        </w:tc>
        <w:tc>
          <w:tcPr>
            <w:tcW w:w="514" w:type="dxa"/>
            <w:shd w:val="clear" w:color="auto" w:fill="F2F2F2" w:themeFill="background1" w:themeFillShade="F2"/>
          </w:tcPr>
          <w:p w14:paraId="05903F34" w14:textId="77777777" w:rsidR="005A6916" w:rsidRPr="00D23E31" w:rsidRDefault="005A6916" w:rsidP="00121FB9">
            <w:pPr>
              <w:pStyle w:val="TabNumeri"/>
            </w:pPr>
            <w:r w:rsidRPr="005D2A46">
              <w:t xml:space="preserve">8,2 </w:t>
            </w:r>
          </w:p>
        </w:tc>
      </w:tr>
      <w:tr w:rsidR="005A6916" w:rsidRPr="00BC2A0C" w14:paraId="0C0B083A" w14:textId="77777777" w:rsidTr="00121FB9">
        <w:trPr>
          <w:cantSplit/>
          <w:trHeight w:val="255"/>
        </w:trPr>
        <w:tc>
          <w:tcPr>
            <w:tcW w:w="3402" w:type="dxa"/>
          </w:tcPr>
          <w:p w14:paraId="5BDC8F9C" w14:textId="77777777" w:rsidR="005A6916" w:rsidRPr="00BC2A0C" w:rsidRDefault="005A6916" w:rsidP="00121FB9">
            <w:pPr>
              <w:pStyle w:val="TabEtichette"/>
            </w:pPr>
            <w:r w:rsidRPr="00BC2A0C">
              <w:t>Economie emergenti e in sviluppo</w:t>
            </w:r>
          </w:p>
        </w:tc>
        <w:tc>
          <w:tcPr>
            <w:tcW w:w="510" w:type="dxa"/>
          </w:tcPr>
          <w:p w14:paraId="377E3BC0" w14:textId="77777777" w:rsidR="005A6916" w:rsidRPr="00642B29" w:rsidRDefault="005A6916" w:rsidP="00121FB9">
            <w:pPr>
              <w:pStyle w:val="TabNumeri"/>
            </w:pPr>
            <w:r w:rsidRPr="00733B32">
              <w:t xml:space="preserve">3,7 </w:t>
            </w:r>
          </w:p>
        </w:tc>
        <w:tc>
          <w:tcPr>
            <w:tcW w:w="510" w:type="dxa"/>
          </w:tcPr>
          <w:p w14:paraId="00C6F3B2" w14:textId="77777777" w:rsidR="005A6916" w:rsidRPr="00642B29" w:rsidRDefault="005A6916" w:rsidP="00121FB9">
            <w:pPr>
              <w:pStyle w:val="TabNumeri"/>
            </w:pPr>
            <w:r w:rsidRPr="00733B32">
              <w:t xml:space="preserve">-3,0 </w:t>
            </w:r>
          </w:p>
        </w:tc>
        <w:tc>
          <w:tcPr>
            <w:tcW w:w="510" w:type="dxa"/>
          </w:tcPr>
          <w:p w14:paraId="6B7F96F4" w14:textId="77777777" w:rsidR="005A6916" w:rsidRPr="00642B29" w:rsidRDefault="005A6916" w:rsidP="00121FB9">
            <w:pPr>
              <w:pStyle w:val="TabNumeri"/>
            </w:pPr>
            <w:r w:rsidRPr="00733B32">
              <w:t xml:space="preserve">5,9 </w:t>
            </w:r>
          </w:p>
        </w:tc>
        <w:tc>
          <w:tcPr>
            <w:tcW w:w="340" w:type="dxa"/>
          </w:tcPr>
          <w:p w14:paraId="18CEFDB0" w14:textId="77777777" w:rsidR="005A6916" w:rsidRPr="00BC2A0C" w:rsidRDefault="005A6916" w:rsidP="00121FB9">
            <w:pPr>
              <w:pStyle w:val="TabEtichette"/>
            </w:pPr>
          </w:p>
        </w:tc>
        <w:tc>
          <w:tcPr>
            <w:tcW w:w="2552" w:type="dxa"/>
          </w:tcPr>
          <w:p w14:paraId="57E70F4B" w14:textId="77777777" w:rsidR="005A6916" w:rsidRPr="00903CBB" w:rsidRDefault="005A6916" w:rsidP="00121FB9">
            <w:pPr>
              <w:pStyle w:val="TabEtichette"/>
            </w:pPr>
            <w:r w:rsidRPr="00903CBB">
              <w:t>Giappone</w:t>
            </w:r>
          </w:p>
        </w:tc>
        <w:tc>
          <w:tcPr>
            <w:tcW w:w="510" w:type="dxa"/>
          </w:tcPr>
          <w:p w14:paraId="56429F97" w14:textId="77777777" w:rsidR="005A6916" w:rsidRPr="00D23E31" w:rsidRDefault="005A6916" w:rsidP="00121FB9">
            <w:pPr>
              <w:pStyle w:val="TabNumeri"/>
            </w:pPr>
            <w:r w:rsidRPr="005D2A46">
              <w:t xml:space="preserve">0,7 </w:t>
            </w:r>
          </w:p>
        </w:tc>
        <w:tc>
          <w:tcPr>
            <w:tcW w:w="510" w:type="dxa"/>
          </w:tcPr>
          <w:p w14:paraId="54F13A8C" w14:textId="77777777" w:rsidR="005A6916" w:rsidRPr="00D23E31" w:rsidRDefault="005A6916" w:rsidP="00121FB9">
            <w:pPr>
              <w:pStyle w:val="TabNumeri"/>
            </w:pPr>
            <w:r w:rsidRPr="005D2A46">
              <w:t xml:space="preserve">-5,8 </w:t>
            </w:r>
          </w:p>
        </w:tc>
        <w:tc>
          <w:tcPr>
            <w:tcW w:w="514" w:type="dxa"/>
          </w:tcPr>
          <w:p w14:paraId="455FECC5" w14:textId="77777777" w:rsidR="005A6916" w:rsidRPr="00D23E31" w:rsidRDefault="005A6916" w:rsidP="00121FB9">
            <w:pPr>
              <w:pStyle w:val="TabNumeri"/>
            </w:pPr>
            <w:r w:rsidRPr="005D2A46">
              <w:t xml:space="preserve">2,4 </w:t>
            </w:r>
          </w:p>
        </w:tc>
      </w:tr>
      <w:tr w:rsidR="005A6916" w:rsidRPr="00BC2A0C" w14:paraId="429C3EEC" w14:textId="77777777" w:rsidTr="00121FB9">
        <w:trPr>
          <w:cantSplit/>
          <w:trHeight w:val="255"/>
        </w:trPr>
        <w:tc>
          <w:tcPr>
            <w:tcW w:w="3402" w:type="dxa"/>
            <w:shd w:val="clear" w:color="auto" w:fill="F2F2F2" w:themeFill="background1" w:themeFillShade="F2"/>
          </w:tcPr>
          <w:p w14:paraId="1E475790" w14:textId="77777777" w:rsidR="005A6916" w:rsidRPr="00C103CD" w:rsidRDefault="005A6916" w:rsidP="00121FB9">
            <w:pPr>
              <w:pStyle w:val="TabEtichette"/>
            </w:pPr>
            <w:r>
              <w:t xml:space="preserve">  Europa e</w:t>
            </w:r>
            <w:r w:rsidRPr="00C103CD">
              <w:t>mergente e in sviluppo</w:t>
            </w:r>
          </w:p>
        </w:tc>
        <w:tc>
          <w:tcPr>
            <w:tcW w:w="510" w:type="dxa"/>
            <w:shd w:val="clear" w:color="auto" w:fill="F2F2F2" w:themeFill="background1" w:themeFillShade="F2"/>
          </w:tcPr>
          <w:p w14:paraId="31F6F586" w14:textId="77777777" w:rsidR="005A6916" w:rsidRPr="00642B29" w:rsidRDefault="005A6916" w:rsidP="00121FB9">
            <w:pPr>
              <w:pStyle w:val="TabNumeri"/>
            </w:pPr>
            <w:r w:rsidRPr="00733B32">
              <w:t xml:space="preserve">2,1 </w:t>
            </w:r>
          </w:p>
        </w:tc>
        <w:tc>
          <w:tcPr>
            <w:tcW w:w="510" w:type="dxa"/>
            <w:shd w:val="clear" w:color="auto" w:fill="F2F2F2" w:themeFill="background1" w:themeFillShade="F2"/>
          </w:tcPr>
          <w:p w14:paraId="6A35D0B9" w14:textId="77777777" w:rsidR="005A6916" w:rsidRPr="00642B29" w:rsidRDefault="005A6916" w:rsidP="00121FB9">
            <w:pPr>
              <w:pStyle w:val="TabNumeri"/>
            </w:pPr>
            <w:r w:rsidRPr="00733B32">
              <w:t xml:space="preserve">-5,8 </w:t>
            </w:r>
          </w:p>
        </w:tc>
        <w:tc>
          <w:tcPr>
            <w:tcW w:w="510" w:type="dxa"/>
            <w:shd w:val="clear" w:color="auto" w:fill="F2F2F2" w:themeFill="background1" w:themeFillShade="F2"/>
          </w:tcPr>
          <w:p w14:paraId="2D952825" w14:textId="77777777" w:rsidR="005A6916" w:rsidRPr="00642B29" w:rsidRDefault="005A6916" w:rsidP="00121FB9">
            <w:pPr>
              <w:pStyle w:val="TabNumeri"/>
            </w:pPr>
            <w:r w:rsidRPr="00733B32">
              <w:t xml:space="preserve">4,3 </w:t>
            </w:r>
          </w:p>
        </w:tc>
        <w:tc>
          <w:tcPr>
            <w:tcW w:w="340" w:type="dxa"/>
            <w:shd w:val="clear" w:color="auto" w:fill="F2F2F2" w:themeFill="background1" w:themeFillShade="F2"/>
          </w:tcPr>
          <w:p w14:paraId="4E31CC3D" w14:textId="77777777" w:rsidR="005A6916" w:rsidRPr="00BC2A0C" w:rsidRDefault="005A6916" w:rsidP="00121FB9">
            <w:pPr>
              <w:pStyle w:val="TabEtichette"/>
            </w:pPr>
          </w:p>
        </w:tc>
        <w:tc>
          <w:tcPr>
            <w:tcW w:w="2552" w:type="dxa"/>
            <w:shd w:val="clear" w:color="auto" w:fill="F2F2F2" w:themeFill="background1" w:themeFillShade="F2"/>
          </w:tcPr>
          <w:p w14:paraId="67750DDC" w14:textId="77777777" w:rsidR="005A6916" w:rsidRPr="00903CBB" w:rsidRDefault="005A6916" w:rsidP="00121FB9">
            <w:pPr>
              <w:pStyle w:val="TabEtichette"/>
            </w:pPr>
            <w:r w:rsidRPr="00903CBB">
              <w:t>Area dell'euro</w:t>
            </w:r>
          </w:p>
        </w:tc>
        <w:tc>
          <w:tcPr>
            <w:tcW w:w="510" w:type="dxa"/>
            <w:shd w:val="clear" w:color="auto" w:fill="F2F2F2" w:themeFill="background1" w:themeFillShade="F2"/>
          </w:tcPr>
          <w:p w14:paraId="10A198A0" w14:textId="77777777" w:rsidR="005A6916" w:rsidRPr="00D23E31" w:rsidRDefault="005A6916" w:rsidP="00121FB9">
            <w:pPr>
              <w:pStyle w:val="TabNumeri"/>
            </w:pPr>
            <w:r w:rsidRPr="005D2A46">
              <w:t xml:space="preserve">1,3 </w:t>
            </w:r>
          </w:p>
        </w:tc>
        <w:tc>
          <w:tcPr>
            <w:tcW w:w="510" w:type="dxa"/>
            <w:shd w:val="clear" w:color="auto" w:fill="F2F2F2" w:themeFill="background1" w:themeFillShade="F2"/>
          </w:tcPr>
          <w:p w14:paraId="2268F497" w14:textId="77777777" w:rsidR="005A6916" w:rsidRPr="00D23E31" w:rsidRDefault="005A6916" w:rsidP="00121FB9">
            <w:pPr>
              <w:pStyle w:val="TabNumeri"/>
            </w:pPr>
            <w:r w:rsidRPr="005D2A46">
              <w:t xml:space="preserve">-10,2 </w:t>
            </w:r>
          </w:p>
        </w:tc>
        <w:tc>
          <w:tcPr>
            <w:tcW w:w="514" w:type="dxa"/>
            <w:shd w:val="clear" w:color="auto" w:fill="F2F2F2" w:themeFill="background1" w:themeFillShade="F2"/>
          </w:tcPr>
          <w:p w14:paraId="2F7BFCC1" w14:textId="77777777" w:rsidR="005A6916" w:rsidRPr="00D23E31" w:rsidRDefault="005A6916" w:rsidP="00121FB9">
            <w:pPr>
              <w:pStyle w:val="TabNumeri"/>
            </w:pPr>
            <w:r w:rsidRPr="005D2A46">
              <w:t xml:space="preserve">6,0 </w:t>
            </w:r>
          </w:p>
        </w:tc>
      </w:tr>
      <w:tr w:rsidR="005A6916" w:rsidRPr="00BC2A0C" w14:paraId="22F63E76" w14:textId="77777777" w:rsidTr="00121FB9">
        <w:trPr>
          <w:cantSplit/>
          <w:trHeight w:val="255"/>
        </w:trPr>
        <w:tc>
          <w:tcPr>
            <w:tcW w:w="3402" w:type="dxa"/>
          </w:tcPr>
          <w:p w14:paraId="7F26B028" w14:textId="77777777" w:rsidR="005A6916" w:rsidRPr="002C2F16" w:rsidRDefault="005A6916" w:rsidP="00121FB9">
            <w:pPr>
              <w:pStyle w:val="TabEtichette"/>
            </w:pPr>
            <w:r w:rsidRPr="002C2F16">
              <w:t xml:space="preserve">  Paesi Asiatici in sviluppo </w:t>
            </w:r>
            <w:proofErr w:type="gramStart"/>
            <w:r w:rsidRPr="002C2F16">
              <w:t>e</w:t>
            </w:r>
            <w:proofErr w:type="gramEnd"/>
            <w:r w:rsidRPr="002C2F16">
              <w:t xml:space="preserve"> emergenti</w:t>
            </w:r>
          </w:p>
        </w:tc>
        <w:tc>
          <w:tcPr>
            <w:tcW w:w="510" w:type="dxa"/>
          </w:tcPr>
          <w:p w14:paraId="0A40F93A" w14:textId="77777777" w:rsidR="005A6916" w:rsidRPr="00642B29" w:rsidRDefault="005A6916" w:rsidP="00121FB9">
            <w:pPr>
              <w:pStyle w:val="TabNumeri"/>
            </w:pPr>
            <w:r w:rsidRPr="00733B32">
              <w:t xml:space="preserve">5,5 </w:t>
            </w:r>
          </w:p>
        </w:tc>
        <w:tc>
          <w:tcPr>
            <w:tcW w:w="510" w:type="dxa"/>
          </w:tcPr>
          <w:p w14:paraId="79A5E1EF" w14:textId="77777777" w:rsidR="005A6916" w:rsidRPr="00642B29" w:rsidRDefault="005A6916" w:rsidP="00121FB9">
            <w:pPr>
              <w:pStyle w:val="TabNumeri"/>
            </w:pPr>
            <w:r w:rsidRPr="00733B32">
              <w:t xml:space="preserve">-0,8 </w:t>
            </w:r>
          </w:p>
        </w:tc>
        <w:tc>
          <w:tcPr>
            <w:tcW w:w="510" w:type="dxa"/>
          </w:tcPr>
          <w:p w14:paraId="6BD9930B" w14:textId="77777777" w:rsidR="005A6916" w:rsidRPr="00642B29" w:rsidRDefault="005A6916" w:rsidP="00121FB9">
            <w:pPr>
              <w:pStyle w:val="TabNumeri"/>
            </w:pPr>
            <w:r w:rsidRPr="00733B32">
              <w:t xml:space="preserve">7,4 </w:t>
            </w:r>
          </w:p>
        </w:tc>
        <w:tc>
          <w:tcPr>
            <w:tcW w:w="340" w:type="dxa"/>
          </w:tcPr>
          <w:p w14:paraId="14EB0BB4" w14:textId="77777777" w:rsidR="005A6916" w:rsidRPr="00BC2A0C" w:rsidRDefault="005A6916" w:rsidP="00121FB9">
            <w:pPr>
              <w:pStyle w:val="TabEtichette"/>
            </w:pPr>
          </w:p>
        </w:tc>
        <w:tc>
          <w:tcPr>
            <w:tcW w:w="2552" w:type="dxa"/>
          </w:tcPr>
          <w:p w14:paraId="182CB1DD" w14:textId="77777777" w:rsidR="005A6916" w:rsidRPr="00903CBB" w:rsidRDefault="005A6916" w:rsidP="00121FB9">
            <w:pPr>
              <w:pStyle w:val="TabEtichette"/>
            </w:pPr>
            <w:r w:rsidRPr="00903CBB">
              <w:t xml:space="preserve">  Germania</w:t>
            </w:r>
          </w:p>
        </w:tc>
        <w:tc>
          <w:tcPr>
            <w:tcW w:w="510" w:type="dxa"/>
          </w:tcPr>
          <w:p w14:paraId="05B02AFA" w14:textId="77777777" w:rsidR="005A6916" w:rsidRPr="00D23E31" w:rsidRDefault="005A6916" w:rsidP="00121FB9">
            <w:pPr>
              <w:pStyle w:val="TabNumeri"/>
            </w:pPr>
            <w:r w:rsidRPr="005D2A46">
              <w:t xml:space="preserve">0,6 </w:t>
            </w:r>
          </w:p>
        </w:tc>
        <w:tc>
          <w:tcPr>
            <w:tcW w:w="510" w:type="dxa"/>
          </w:tcPr>
          <w:p w14:paraId="526D7B6E" w14:textId="77777777" w:rsidR="005A6916" w:rsidRPr="00D23E31" w:rsidRDefault="005A6916" w:rsidP="00121FB9">
            <w:pPr>
              <w:pStyle w:val="TabNumeri"/>
            </w:pPr>
            <w:r w:rsidRPr="005D2A46">
              <w:t xml:space="preserve">-7,8 </w:t>
            </w:r>
          </w:p>
        </w:tc>
        <w:tc>
          <w:tcPr>
            <w:tcW w:w="514" w:type="dxa"/>
          </w:tcPr>
          <w:p w14:paraId="4D251728" w14:textId="77777777" w:rsidR="005A6916" w:rsidRPr="00D23E31" w:rsidRDefault="005A6916" w:rsidP="00121FB9">
            <w:pPr>
              <w:pStyle w:val="TabNumeri"/>
            </w:pPr>
            <w:r w:rsidRPr="005D2A46">
              <w:t xml:space="preserve">5,4 </w:t>
            </w:r>
          </w:p>
        </w:tc>
      </w:tr>
      <w:tr w:rsidR="005A6916" w:rsidRPr="00BC2A0C" w14:paraId="7CC54EE9" w14:textId="77777777" w:rsidTr="00121FB9">
        <w:trPr>
          <w:cantSplit/>
          <w:trHeight w:val="255"/>
        </w:trPr>
        <w:tc>
          <w:tcPr>
            <w:tcW w:w="3402" w:type="dxa"/>
            <w:shd w:val="clear" w:color="auto" w:fill="F2F2F2" w:themeFill="background1" w:themeFillShade="F2"/>
          </w:tcPr>
          <w:p w14:paraId="5BC7020B" w14:textId="77777777" w:rsidR="005A6916" w:rsidRPr="002C2F16" w:rsidRDefault="005A6916" w:rsidP="00121FB9">
            <w:pPr>
              <w:pStyle w:val="TabEtichette"/>
            </w:pPr>
            <w:r w:rsidRPr="002C2F16">
              <w:t xml:space="preserve">  M. Oriente, Nord Africa, Afganistan, Pakistan</w:t>
            </w:r>
          </w:p>
        </w:tc>
        <w:tc>
          <w:tcPr>
            <w:tcW w:w="510" w:type="dxa"/>
            <w:shd w:val="clear" w:color="auto" w:fill="F2F2F2" w:themeFill="background1" w:themeFillShade="F2"/>
          </w:tcPr>
          <w:p w14:paraId="7CA63D47" w14:textId="77777777" w:rsidR="005A6916" w:rsidRPr="00642B29" w:rsidRDefault="005A6916" w:rsidP="00121FB9">
            <w:pPr>
              <w:pStyle w:val="TabNumeri"/>
            </w:pPr>
            <w:r w:rsidRPr="00733B32">
              <w:t xml:space="preserve">1,0 </w:t>
            </w:r>
          </w:p>
        </w:tc>
        <w:tc>
          <w:tcPr>
            <w:tcW w:w="510" w:type="dxa"/>
            <w:shd w:val="clear" w:color="auto" w:fill="F2F2F2" w:themeFill="background1" w:themeFillShade="F2"/>
          </w:tcPr>
          <w:p w14:paraId="1089D278" w14:textId="77777777" w:rsidR="005A6916" w:rsidRPr="00642B29" w:rsidRDefault="005A6916" w:rsidP="00121FB9">
            <w:pPr>
              <w:pStyle w:val="TabNumeri"/>
            </w:pPr>
            <w:r w:rsidRPr="00733B32">
              <w:t xml:space="preserve">-4,7 </w:t>
            </w:r>
          </w:p>
        </w:tc>
        <w:tc>
          <w:tcPr>
            <w:tcW w:w="510" w:type="dxa"/>
            <w:shd w:val="clear" w:color="auto" w:fill="F2F2F2" w:themeFill="background1" w:themeFillShade="F2"/>
          </w:tcPr>
          <w:p w14:paraId="125BFADF" w14:textId="77777777" w:rsidR="005A6916" w:rsidRPr="00642B29" w:rsidRDefault="005A6916" w:rsidP="00121FB9">
            <w:pPr>
              <w:pStyle w:val="TabNumeri"/>
            </w:pPr>
            <w:r w:rsidRPr="00733B32">
              <w:t xml:space="preserve">3,3 </w:t>
            </w:r>
          </w:p>
        </w:tc>
        <w:tc>
          <w:tcPr>
            <w:tcW w:w="340" w:type="dxa"/>
            <w:shd w:val="clear" w:color="auto" w:fill="F2F2F2" w:themeFill="background1" w:themeFillShade="F2"/>
          </w:tcPr>
          <w:p w14:paraId="6DB3F61B" w14:textId="77777777" w:rsidR="005A6916" w:rsidRPr="00BC2A0C" w:rsidRDefault="005A6916" w:rsidP="00121FB9">
            <w:pPr>
              <w:pStyle w:val="TabEtichette"/>
            </w:pPr>
          </w:p>
        </w:tc>
        <w:tc>
          <w:tcPr>
            <w:tcW w:w="2552" w:type="dxa"/>
            <w:shd w:val="clear" w:color="auto" w:fill="F2F2F2" w:themeFill="background1" w:themeFillShade="F2"/>
          </w:tcPr>
          <w:p w14:paraId="2BF55362" w14:textId="77777777" w:rsidR="005A6916" w:rsidRPr="00903CBB" w:rsidRDefault="005A6916" w:rsidP="00121FB9">
            <w:pPr>
              <w:pStyle w:val="TabEtichette"/>
            </w:pPr>
            <w:r w:rsidRPr="00903CBB">
              <w:t xml:space="preserve">  Francia</w:t>
            </w:r>
          </w:p>
        </w:tc>
        <w:tc>
          <w:tcPr>
            <w:tcW w:w="510" w:type="dxa"/>
            <w:shd w:val="clear" w:color="auto" w:fill="F2F2F2" w:themeFill="background1" w:themeFillShade="F2"/>
          </w:tcPr>
          <w:p w14:paraId="7D8CADE4" w14:textId="77777777" w:rsidR="005A6916" w:rsidRPr="00D23E31" w:rsidRDefault="005A6916" w:rsidP="00121FB9">
            <w:pPr>
              <w:pStyle w:val="TabNumeri"/>
            </w:pPr>
            <w:r w:rsidRPr="005D2A46">
              <w:t xml:space="preserve">1,5 </w:t>
            </w:r>
          </w:p>
        </w:tc>
        <w:tc>
          <w:tcPr>
            <w:tcW w:w="510" w:type="dxa"/>
            <w:shd w:val="clear" w:color="auto" w:fill="F2F2F2" w:themeFill="background1" w:themeFillShade="F2"/>
          </w:tcPr>
          <w:p w14:paraId="18F7F51F" w14:textId="77777777" w:rsidR="005A6916" w:rsidRPr="00D23E31" w:rsidRDefault="005A6916" w:rsidP="00121FB9">
            <w:pPr>
              <w:pStyle w:val="TabNumeri"/>
            </w:pPr>
            <w:r w:rsidRPr="005D2A46">
              <w:t xml:space="preserve">-12,5 </w:t>
            </w:r>
          </w:p>
        </w:tc>
        <w:tc>
          <w:tcPr>
            <w:tcW w:w="514" w:type="dxa"/>
            <w:shd w:val="clear" w:color="auto" w:fill="F2F2F2" w:themeFill="background1" w:themeFillShade="F2"/>
          </w:tcPr>
          <w:p w14:paraId="7B837250" w14:textId="77777777" w:rsidR="005A6916" w:rsidRPr="00D23E31" w:rsidRDefault="005A6916" w:rsidP="00121FB9">
            <w:pPr>
              <w:pStyle w:val="TabNumeri"/>
            </w:pPr>
            <w:r w:rsidRPr="005D2A46">
              <w:t xml:space="preserve">7,3 </w:t>
            </w:r>
          </w:p>
        </w:tc>
      </w:tr>
      <w:tr w:rsidR="005A6916" w:rsidRPr="00BC2A0C" w14:paraId="29915E47" w14:textId="77777777" w:rsidTr="00121FB9">
        <w:trPr>
          <w:cantSplit/>
          <w:trHeight w:val="255"/>
        </w:trPr>
        <w:tc>
          <w:tcPr>
            <w:tcW w:w="3402" w:type="dxa"/>
          </w:tcPr>
          <w:p w14:paraId="3871378E" w14:textId="77777777" w:rsidR="005A6916" w:rsidRPr="002C2F16" w:rsidRDefault="005A6916" w:rsidP="00121FB9">
            <w:pPr>
              <w:pStyle w:val="TabEtichette"/>
            </w:pPr>
            <w:r w:rsidRPr="002C2F16">
              <w:t xml:space="preserve">  Africa Sub-Sahariana</w:t>
            </w:r>
          </w:p>
        </w:tc>
        <w:tc>
          <w:tcPr>
            <w:tcW w:w="510" w:type="dxa"/>
          </w:tcPr>
          <w:p w14:paraId="6A6D269D" w14:textId="77777777" w:rsidR="005A6916" w:rsidRPr="00642B29" w:rsidRDefault="005A6916" w:rsidP="00121FB9">
            <w:pPr>
              <w:pStyle w:val="TabNumeri"/>
            </w:pPr>
            <w:r w:rsidRPr="00733B32">
              <w:t xml:space="preserve">3,1 </w:t>
            </w:r>
          </w:p>
        </w:tc>
        <w:tc>
          <w:tcPr>
            <w:tcW w:w="510" w:type="dxa"/>
          </w:tcPr>
          <w:p w14:paraId="786F41AE" w14:textId="77777777" w:rsidR="005A6916" w:rsidRPr="00642B29" w:rsidRDefault="005A6916" w:rsidP="00121FB9">
            <w:pPr>
              <w:pStyle w:val="TabNumeri"/>
            </w:pPr>
            <w:r w:rsidRPr="00733B32">
              <w:t xml:space="preserve">-3,2 </w:t>
            </w:r>
          </w:p>
        </w:tc>
        <w:tc>
          <w:tcPr>
            <w:tcW w:w="510" w:type="dxa"/>
          </w:tcPr>
          <w:p w14:paraId="5F379896" w14:textId="77777777" w:rsidR="005A6916" w:rsidRPr="00642B29" w:rsidRDefault="005A6916" w:rsidP="00121FB9">
            <w:pPr>
              <w:pStyle w:val="TabNumeri"/>
            </w:pPr>
            <w:r w:rsidRPr="00733B32">
              <w:t xml:space="preserve">3,4 </w:t>
            </w:r>
          </w:p>
        </w:tc>
        <w:tc>
          <w:tcPr>
            <w:tcW w:w="340" w:type="dxa"/>
          </w:tcPr>
          <w:p w14:paraId="72E58D61" w14:textId="77777777" w:rsidR="005A6916" w:rsidRPr="00BC2A0C" w:rsidRDefault="005A6916" w:rsidP="00121FB9">
            <w:pPr>
              <w:pStyle w:val="TabEtichette"/>
            </w:pPr>
          </w:p>
        </w:tc>
        <w:tc>
          <w:tcPr>
            <w:tcW w:w="2552" w:type="dxa"/>
          </w:tcPr>
          <w:p w14:paraId="6B6DA8BD" w14:textId="77777777" w:rsidR="005A6916" w:rsidRPr="00903CBB" w:rsidRDefault="005A6916" w:rsidP="00121FB9">
            <w:pPr>
              <w:pStyle w:val="TabEtichette"/>
            </w:pPr>
            <w:r w:rsidRPr="00903CBB">
              <w:t>Russia</w:t>
            </w:r>
          </w:p>
        </w:tc>
        <w:tc>
          <w:tcPr>
            <w:tcW w:w="510" w:type="dxa"/>
          </w:tcPr>
          <w:p w14:paraId="68EF4714" w14:textId="77777777" w:rsidR="005A6916" w:rsidRPr="00D23E31" w:rsidRDefault="005A6916" w:rsidP="00121FB9">
            <w:pPr>
              <w:pStyle w:val="TabNumeri"/>
            </w:pPr>
            <w:r w:rsidRPr="005D2A46">
              <w:t xml:space="preserve">1,3 </w:t>
            </w:r>
          </w:p>
        </w:tc>
        <w:tc>
          <w:tcPr>
            <w:tcW w:w="510" w:type="dxa"/>
          </w:tcPr>
          <w:p w14:paraId="3E86C42D" w14:textId="77777777" w:rsidR="005A6916" w:rsidRPr="00D23E31" w:rsidRDefault="005A6916" w:rsidP="00121FB9">
            <w:pPr>
              <w:pStyle w:val="TabNumeri"/>
            </w:pPr>
            <w:r w:rsidRPr="005D2A46">
              <w:t xml:space="preserve">-6,6 </w:t>
            </w:r>
          </w:p>
        </w:tc>
        <w:tc>
          <w:tcPr>
            <w:tcW w:w="514" w:type="dxa"/>
          </w:tcPr>
          <w:p w14:paraId="5320BA21" w14:textId="77777777" w:rsidR="005A6916" w:rsidRPr="00D23E31" w:rsidRDefault="005A6916" w:rsidP="00121FB9">
            <w:pPr>
              <w:pStyle w:val="TabNumeri"/>
            </w:pPr>
            <w:r w:rsidRPr="005D2A46">
              <w:t xml:space="preserve">4,1 </w:t>
            </w:r>
          </w:p>
        </w:tc>
      </w:tr>
      <w:tr w:rsidR="005A6916" w:rsidRPr="00BC2A0C" w14:paraId="126718D4" w14:textId="77777777" w:rsidTr="00121FB9">
        <w:trPr>
          <w:cantSplit/>
          <w:trHeight w:val="255"/>
        </w:trPr>
        <w:tc>
          <w:tcPr>
            <w:tcW w:w="3402" w:type="dxa"/>
            <w:shd w:val="clear" w:color="auto" w:fill="F2F2F2" w:themeFill="background1" w:themeFillShade="F2"/>
          </w:tcPr>
          <w:p w14:paraId="48DA9EE9" w14:textId="77777777" w:rsidR="005A6916" w:rsidRDefault="005A6916" w:rsidP="00121FB9">
            <w:pPr>
              <w:pStyle w:val="TabEtichette"/>
            </w:pPr>
            <w:r w:rsidRPr="002C2F16">
              <w:t xml:space="preserve">  America Latina e Caraibi</w:t>
            </w:r>
          </w:p>
        </w:tc>
        <w:tc>
          <w:tcPr>
            <w:tcW w:w="510" w:type="dxa"/>
            <w:shd w:val="clear" w:color="auto" w:fill="F2F2F2" w:themeFill="background1" w:themeFillShade="F2"/>
          </w:tcPr>
          <w:p w14:paraId="060F37AD" w14:textId="77777777" w:rsidR="005A6916" w:rsidRPr="00642B29" w:rsidRDefault="005A6916" w:rsidP="00121FB9">
            <w:pPr>
              <w:pStyle w:val="TabNumeri"/>
            </w:pPr>
            <w:r w:rsidRPr="00733B32">
              <w:t xml:space="preserve">0,1 </w:t>
            </w:r>
          </w:p>
        </w:tc>
        <w:tc>
          <w:tcPr>
            <w:tcW w:w="510" w:type="dxa"/>
            <w:shd w:val="clear" w:color="auto" w:fill="F2F2F2" w:themeFill="background1" w:themeFillShade="F2"/>
          </w:tcPr>
          <w:p w14:paraId="10D791F6" w14:textId="77777777" w:rsidR="005A6916" w:rsidRPr="00642B29" w:rsidRDefault="005A6916" w:rsidP="00121FB9">
            <w:pPr>
              <w:pStyle w:val="TabNumeri"/>
            </w:pPr>
            <w:r w:rsidRPr="00733B32">
              <w:t xml:space="preserve">-9,4 </w:t>
            </w:r>
          </w:p>
        </w:tc>
        <w:tc>
          <w:tcPr>
            <w:tcW w:w="510" w:type="dxa"/>
            <w:shd w:val="clear" w:color="auto" w:fill="F2F2F2" w:themeFill="background1" w:themeFillShade="F2"/>
          </w:tcPr>
          <w:p w14:paraId="390740FE" w14:textId="77777777" w:rsidR="005A6916" w:rsidRPr="00642B29" w:rsidRDefault="005A6916" w:rsidP="00121FB9">
            <w:pPr>
              <w:pStyle w:val="TabNumeri"/>
            </w:pPr>
            <w:r w:rsidRPr="00733B32">
              <w:t xml:space="preserve">3,7 </w:t>
            </w:r>
          </w:p>
        </w:tc>
        <w:tc>
          <w:tcPr>
            <w:tcW w:w="340" w:type="dxa"/>
            <w:shd w:val="clear" w:color="auto" w:fill="F2F2F2" w:themeFill="background1" w:themeFillShade="F2"/>
          </w:tcPr>
          <w:p w14:paraId="665513B5" w14:textId="77777777" w:rsidR="005A6916" w:rsidRPr="00BC2A0C" w:rsidRDefault="005A6916" w:rsidP="00121FB9">
            <w:pPr>
              <w:pStyle w:val="TabEtichette"/>
            </w:pPr>
          </w:p>
        </w:tc>
        <w:tc>
          <w:tcPr>
            <w:tcW w:w="2552" w:type="dxa"/>
            <w:shd w:val="clear" w:color="auto" w:fill="F2F2F2" w:themeFill="background1" w:themeFillShade="F2"/>
          </w:tcPr>
          <w:p w14:paraId="68E1F2E0" w14:textId="77777777" w:rsidR="005A6916" w:rsidRPr="00903CBB" w:rsidRDefault="005A6916" w:rsidP="00121FB9">
            <w:pPr>
              <w:pStyle w:val="TabEtichette"/>
            </w:pPr>
            <w:r w:rsidRPr="00903CBB">
              <w:t>India</w:t>
            </w:r>
          </w:p>
        </w:tc>
        <w:tc>
          <w:tcPr>
            <w:tcW w:w="510" w:type="dxa"/>
            <w:shd w:val="clear" w:color="auto" w:fill="F2F2F2" w:themeFill="background1" w:themeFillShade="F2"/>
          </w:tcPr>
          <w:p w14:paraId="3F2F5956" w14:textId="77777777" w:rsidR="005A6916" w:rsidRPr="00D23E31" w:rsidRDefault="005A6916" w:rsidP="00121FB9">
            <w:pPr>
              <w:pStyle w:val="TabNumeri"/>
            </w:pPr>
            <w:r w:rsidRPr="005D2A46">
              <w:t xml:space="preserve">4,2 </w:t>
            </w:r>
          </w:p>
        </w:tc>
        <w:tc>
          <w:tcPr>
            <w:tcW w:w="510" w:type="dxa"/>
            <w:shd w:val="clear" w:color="auto" w:fill="F2F2F2" w:themeFill="background1" w:themeFillShade="F2"/>
          </w:tcPr>
          <w:p w14:paraId="1683098B" w14:textId="77777777" w:rsidR="005A6916" w:rsidRPr="00D23E31" w:rsidRDefault="005A6916" w:rsidP="00121FB9">
            <w:pPr>
              <w:pStyle w:val="TabNumeri"/>
            </w:pPr>
            <w:r w:rsidRPr="005D2A46">
              <w:t xml:space="preserve">-4,5 </w:t>
            </w:r>
          </w:p>
        </w:tc>
        <w:tc>
          <w:tcPr>
            <w:tcW w:w="514" w:type="dxa"/>
            <w:shd w:val="clear" w:color="auto" w:fill="F2F2F2" w:themeFill="background1" w:themeFillShade="F2"/>
          </w:tcPr>
          <w:p w14:paraId="3C11D00B" w14:textId="77777777" w:rsidR="005A6916" w:rsidRPr="00D23E31" w:rsidRDefault="005A6916" w:rsidP="00121FB9">
            <w:pPr>
              <w:pStyle w:val="TabNumeri"/>
            </w:pPr>
            <w:r w:rsidRPr="005D2A46">
              <w:t xml:space="preserve">6,0 </w:t>
            </w:r>
          </w:p>
        </w:tc>
      </w:tr>
      <w:tr w:rsidR="005A6916" w:rsidRPr="00BC2A0C" w14:paraId="7E12A458" w14:textId="77777777" w:rsidTr="00121FB9">
        <w:trPr>
          <w:cantSplit/>
          <w:trHeight w:val="255"/>
        </w:trPr>
        <w:tc>
          <w:tcPr>
            <w:tcW w:w="3402" w:type="dxa"/>
          </w:tcPr>
          <w:p w14:paraId="183046E6" w14:textId="77777777" w:rsidR="005A6916" w:rsidRDefault="005A6916" w:rsidP="00121FB9">
            <w:pPr>
              <w:pStyle w:val="TabEtichette"/>
            </w:pPr>
          </w:p>
        </w:tc>
        <w:tc>
          <w:tcPr>
            <w:tcW w:w="510" w:type="dxa"/>
          </w:tcPr>
          <w:p w14:paraId="0F1C9CC8" w14:textId="77777777" w:rsidR="005A6916" w:rsidRPr="00642B29" w:rsidRDefault="005A6916" w:rsidP="00121FB9">
            <w:pPr>
              <w:pStyle w:val="TabNumeri"/>
            </w:pPr>
          </w:p>
        </w:tc>
        <w:tc>
          <w:tcPr>
            <w:tcW w:w="510" w:type="dxa"/>
          </w:tcPr>
          <w:p w14:paraId="57B7531C" w14:textId="77777777" w:rsidR="005A6916" w:rsidRPr="00642B29" w:rsidRDefault="005A6916" w:rsidP="00121FB9">
            <w:pPr>
              <w:pStyle w:val="TabNumeri"/>
            </w:pPr>
          </w:p>
        </w:tc>
        <w:tc>
          <w:tcPr>
            <w:tcW w:w="510" w:type="dxa"/>
          </w:tcPr>
          <w:p w14:paraId="2EFC4AB1" w14:textId="77777777" w:rsidR="005A6916" w:rsidRDefault="005A6916" w:rsidP="00121FB9">
            <w:pPr>
              <w:pStyle w:val="TabNumeri"/>
            </w:pPr>
          </w:p>
        </w:tc>
        <w:tc>
          <w:tcPr>
            <w:tcW w:w="340" w:type="dxa"/>
          </w:tcPr>
          <w:p w14:paraId="1FCA22E6" w14:textId="77777777" w:rsidR="005A6916" w:rsidRPr="00BC2A0C" w:rsidRDefault="005A6916" w:rsidP="00121FB9">
            <w:pPr>
              <w:pStyle w:val="TabEtichette"/>
            </w:pPr>
          </w:p>
        </w:tc>
        <w:tc>
          <w:tcPr>
            <w:tcW w:w="2552" w:type="dxa"/>
          </w:tcPr>
          <w:p w14:paraId="28A986AE" w14:textId="77777777" w:rsidR="005A6916" w:rsidRPr="00903CBB" w:rsidRDefault="005A6916" w:rsidP="00121FB9">
            <w:pPr>
              <w:pStyle w:val="TabEtichette"/>
            </w:pPr>
            <w:r w:rsidRPr="00903CBB">
              <w:t>Brasile</w:t>
            </w:r>
          </w:p>
        </w:tc>
        <w:tc>
          <w:tcPr>
            <w:tcW w:w="510" w:type="dxa"/>
          </w:tcPr>
          <w:p w14:paraId="0AA092BD" w14:textId="77777777" w:rsidR="005A6916" w:rsidRPr="00D23E31" w:rsidRDefault="005A6916" w:rsidP="00121FB9">
            <w:pPr>
              <w:pStyle w:val="TabNumeri"/>
            </w:pPr>
            <w:r w:rsidRPr="005D2A46">
              <w:t xml:space="preserve">1,1 </w:t>
            </w:r>
          </w:p>
        </w:tc>
        <w:tc>
          <w:tcPr>
            <w:tcW w:w="510" w:type="dxa"/>
          </w:tcPr>
          <w:p w14:paraId="4D2A01C0" w14:textId="77777777" w:rsidR="005A6916" w:rsidRPr="00D23E31" w:rsidRDefault="005A6916" w:rsidP="00121FB9">
            <w:pPr>
              <w:pStyle w:val="TabNumeri"/>
            </w:pPr>
            <w:r w:rsidRPr="005D2A46">
              <w:t xml:space="preserve">-9,1 </w:t>
            </w:r>
          </w:p>
        </w:tc>
        <w:tc>
          <w:tcPr>
            <w:tcW w:w="514" w:type="dxa"/>
          </w:tcPr>
          <w:p w14:paraId="5F91F937" w14:textId="77777777" w:rsidR="005A6916" w:rsidRPr="00D23E31" w:rsidRDefault="005A6916" w:rsidP="00121FB9">
            <w:pPr>
              <w:pStyle w:val="TabNumeri"/>
            </w:pPr>
            <w:r w:rsidRPr="005D2A46">
              <w:t xml:space="preserve">3,6 </w:t>
            </w:r>
          </w:p>
        </w:tc>
      </w:tr>
      <w:tr w:rsidR="005A6916" w:rsidRPr="00BC2A0C" w14:paraId="73BF0F34" w14:textId="77777777" w:rsidTr="00121FB9">
        <w:trPr>
          <w:cantSplit/>
          <w:trHeight w:val="255"/>
        </w:trPr>
        <w:tc>
          <w:tcPr>
            <w:tcW w:w="3402" w:type="dxa"/>
            <w:shd w:val="clear" w:color="auto" w:fill="F2F2F2" w:themeFill="background1" w:themeFillShade="F2"/>
          </w:tcPr>
          <w:p w14:paraId="2C37BD5B" w14:textId="77777777" w:rsidR="005A6916" w:rsidRPr="007C2916" w:rsidRDefault="005A6916" w:rsidP="00121FB9">
            <w:pPr>
              <w:pStyle w:val="TabEtichette"/>
            </w:pPr>
          </w:p>
        </w:tc>
        <w:tc>
          <w:tcPr>
            <w:tcW w:w="510" w:type="dxa"/>
            <w:shd w:val="clear" w:color="auto" w:fill="F2F2F2" w:themeFill="background1" w:themeFillShade="F2"/>
          </w:tcPr>
          <w:p w14:paraId="7168096C" w14:textId="77777777" w:rsidR="005A6916" w:rsidRPr="003234B1" w:rsidRDefault="005A6916" w:rsidP="00121FB9">
            <w:pPr>
              <w:pStyle w:val="TabNumeri"/>
            </w:pPr>
          </w:p>
        </w:tc>
        <w:tc>
          <w:tcPr>
            <w:tcW w:w="510" w:type="dxa"/>
            <w:shd w:val="clear" w:color="auto" w:fill="F2F2F2" w:themeFill="background1" w:themeFillShade="F2"/>
          </w:tcPr>
          <w:p w14:paraId="3F3E6B5F" w14:textId="77777777" w:rsidR="005A6916" w:rsidRPr="003234B1" w:rsidRDefault="005A6916" w:rsidP="00121FB9">
            <w:pPr>
              <w:pStyle w:val="TabNumeri"/>
            </w:pPr>
          </w:p>
        </w:tc>
        <w:tc>
          <w:tcPr>
            <w:tcW w:w="510" w:type="dxa"/>
            <w:shd w:val="clear" w:color="auto" w:fill="F2F2F2" w:themeFill="background1" w:themeFillShade="F2"/>
          </w:tcPr>
          <w:p w14:paraId="58A9EE28" w14:textId="77777777" w:rsidR="005A6916" w:rsidRPr="003234B1" w:rsidRDefault="005A6916" w:rsidP="00121FB9">
            <w:pPr>
              <w:pStyle w:val="TabNumeri"/>
            </w:pPr>
          </w:p>
        </w:tc>
        <w:tc>
          <w:tcPr>
            <w:tcW w:w="340" w:type="dxa"/>
            <w:shd w:val="clear" w:color="auto" w:fill="F2F2F2" w:themeFill="background1" w:themeFillShade="F2"/>
          </w:tcPr>
          <w:p w14:paraId="0A225BC9" w14:textId="77777777" w:rsidR="005A6916" w:rsidRPr="00BC2A0C" w:rsidRDefault="005A6916" w:rsidP="00121FB9">
            <w:pPr>
              <w:pStyle w:val="TabEtichette"/>
            </w:pPr>
          </w:p>
        </w:tc>
        <w:tc>
          <w:tcPr>
            <w:tcW w:w="2552" w:type="dxa"/>
            <w:shd w:val="clear" w:color="auto" w:fill="F2F2F2" w:themeFill="background1" w:themeFillShade="F2"/>
          </w:tcPr>
          <w:p w14:paraId="6327ED08" w14:textId="77777777" w:rsidR="005A6916" w:rsidRDefault="005A6916" w:rsidP="00121FB9">
            <w:pPr>
              <w:pStyle w:val="TabEtichette"/>
            </w:pPr>
            <w:r w:rsidRPr="00903CBB">
              <w:t>Messico</w:t>
            </w:r>
          </w:p>
        </w:tc>
        <w:tc>
          <w:tcPr>
            <w:tcW w:w="510" w:type="dxa"/>
            <w:shd w:val="clear" w:color="auto" w:fill="F2F2F2" w:themeFill="background1" w:themeFillShade="F2"/>
          </w:tcPr>
          <w:p w14:paraId="0DBD42E5" w14:textId="77777777" w:rsidR="005A6916" w:rsidRPr="00D23E31" w:rsidRDefault="005A6916" w:rsidP="00121FB9">
            <w:pPr>
              <w:pStyle w:val="TabNumeri"/>
            </w:pPr>
            <w:r w:rsidRPr="005D2A46">
              <w:t xml:space="preserve">-0,3 </w:t>
            </w:r>
          </w:p>
        </w:tc>
        <w:tc>
          <w:tcPr>
            <w:tcW w:w="510" w:type="dxa"/>
            <w:shd w:val="clear" w:color="auto" w:fill="F2F2F2" w:themeFill="background1" w:themeFillShade="F2"/>
          </w:tcPr>
          <w:p w14:paraId="30BC0FC1" w14:textId="77777777" w:rsidR="005A6916" w:rsidRPr="00D23E31" w:rsidRDefault="005A6916" w:rsidP="00121FB9">
            <w:pPr>
              <w:pStyle w:val="TabNumeri"/>
            </w:pPr>
            <w:r w:rsidRPr="005D2A46">
              <w:t xml:space="preserve">-10,5 </w:t>
            </w:r>
          </w:p>
        </w:tc>
        <w:tc>
          <w:tcPr>
            <w:tcW w:w="514" w:type="dxa"/>
            <w:shd w:val="clear" w:color="auto" w:fill="F2F2F2" w:themeFill="background1" w:themeFillShade="F2"/>
          </w:tcPr>
          <w:p w14:paraId="39B51A4F" w14:textId="77777777" w:rsidR="005A6916" w:rsidRDefault="005A6916" w:rsidP="00121FB9">
            <w:pPr>
              <w:pStyle w:val="TabNumeri"/>
            </w:pPr>
            <w:r w:rsidRPr="005D2A46">
              <w:t xml:space="preserve">3,3 </w:t>
            </w:r>
          </w:p>
        </w:tc>
      </w:tr>
      <w:tr w:rsidR="005A6916" w:rsidRPr="00BC2A0C" w14:paraId="2765D570" w14:textId="77777777" w:rsidTr="00121FB9">
        <w:trPr>
          <w:cantSplit/>
          <w:trHeight w:val="255"/>
        </w:trPr>
        <w:tc>
          <w:tcPr>
            <w:tcW w:w="9358" w:type="dxa"/>
            <w:gridSpan w:val="9"/>
          </w:tcPr>
          <w:p w14:paraId="03B73B2D" w14:textId="77777777" w:rsidR="005A6916" w:rsidRPr="009100D8" w:rsidRDefault="005A6916" w:rsidP="00121FB9">
            <w:pPr>
              <w:pStyle w:val="TabIntestaSup"/>
            </w:pPr>
            <w:r>
              <w:t>Commercio mondiale e tassi di interesse</w:t>
            </w:r>
          </w:p>
        </w:tc>
      </w:tr>
      <w:tr w:rsidR="005A6916" w:rsidRPr="00BC2A0C" w14:paraId="0E06346E" w14:textId="77777777" w:rsidTr="00121FB9">
        <w:trPr>
          <w:cantSplit/>
          <w:trHeight w:val="255"/>
        </w:trPr>
        <w:tc>
          <w:tcPr>
            <w:tcW w:w="3402" w:type="dxa"/>
            <w:shd w:val="clear" w:color="auto" w:fill="F2F2F2" w:themeFill="background1" w:themeFillShade="F2"/>
          </w:tcPr>
          <w:p w14:paraId="08B9E3FC" w14:textId="77777777" w:rsidR="005A6916" w:rsidRPr="00BC2A0C" w:rsidRDefault="005A6916" w:rsidP="00121FB9">
            <w:pPr>
              <w:pStyle w:val="TabEtichette"/>
            </w:pPr>
            <w:r w:rsidRPr="00BC2A0C">
              <w:t>Commercio mondiale(c)</w:t>
            </w:r>
          </w:p>
        </w:tc>
        <w:tc>
          <w:tcPr>
            <w:tcW w:w="510" w:type="dxa"/>
            <w:shd w:val="clear" w:color="auto" w:fill="F2F2F2" w:themeFill="background1" w:themeFillShade="F2"/>
          </w:tcPr>
          <w:p w14:paraId="5E6BFA29" w14:textId="77777777" w:rsidR="005A6916" w:rsidRPr="00901440" w:rsidRDefault="005A6916" w:rsidP="00121FB9">
            <w:pPr>
              <w:pStyle w:val="TabNumeri"/>
            </w:pPr>
            <w:r w:rsidRPr="004E638A">
              <w:t xml:space="preserve">0,9 </w:t>
            </w:r>
          </w:p>
        </w:tc>
        <w:tc>
          <w:tcPr>
            <w:tcW w:w="510" w:type="dxa"/>
            <w:shd w:val="clear" w:color="auto" w:fill="F2F2F2" w:themeFill="background1" w:themeFillShade="F2"/>
          </w:tcPr>
          <w:p w14:paraId="6F68D8E6" w14:textId="77777777" w:rsidR="005A6916" w:rsidRPr="00901440" w:rsidRDefault="005A6916" w:rsidP="00121FB9">
            <w:pPr>
              <w:pStyle w:val="TabNumeri"/>
            </w:pPr>
            <w:r w:rsidRPr="004E638A">
              <w:t xml:space="preserve">-11,9 </w:t>
            </w:r>
          </w:p>
        </w:tc>
        <w:tc>
          <w:tcPr>
            <w:tcW w:w="510" w:type="dxa"/>
            <w:shd w:val="clear" w:color="auto" w:fill="F2F2F2" w:themeFill="background1" w:themeFillShade="F2"/>
          </w:tcPr>
          <w:p w14:paraId="2455DFE0" w14:textId="77777777" w:rsidR="005A6916" w:rsidRPr="00901440" w:rsidRDefault="005A6916" w:rsidP="00121FB9">
            <w:pPr>
              <w:pStyle w:val="TabNumeri"/>
            </w:pPr>
            <w:r w:rsidRPr="004E638A">
              <w:t xml:space="preserve">8,0 </w:t>
            </w:r>
          </w:p>
        </w:tc>
        <w:tc>
          <w:tcPr>
            <w:tcW w:w="340" w:type="dxa"/>
            <w:shd w:val="clear" w:color="auto" w:fill="F2F2F2" w:themeFill="background1" w:themeFillShade="F2"/>
          </w:tcPr>
          <w:p w14:paraId="0D7A52A5" w14:textId="77777777" w:rsidR="005A6916" w:rsidRPr="00BC2A0C" w:rsidRDefault="005A6916" w:rsidP="00121FB9">
            <w:pPr>
              <w:pStyle w:val="TabEtichette"/>
            </w:pPr>
          </w:p>
        </w:tc>
        <w:tc>
          <w:tcPr>
            <w:tcW w:w="2552" w:type="dxa"/>
            <w:shd w:val="clear" w:color="auto" w:fill="F2F2F2" w:themeFill="background1" w:themeFillShade="F2"/>
          </w:tcPr>
          <w:p w14:paraId="28C1353F" w14:textId="77777777" w:rsidR="005A6916" w:rsidRPr="00BC2A0C" w:rsidRDefault="005A6916" w:rsidP="00121FB9">
            <w:pPr>
              <w:pStyle w:val="TabEtichette"/>
            </w:pPr>
            <w:r>
              <w:t xml:space="preserve">Libor su depositi in </w:t>
            </w:r>
            <w:r w:rsidRPr="00BC2A0C">
              <w:t>Dollari Usa</w:t>
            </w:r>
            <w:r>
              <w:t xml:space="preserve"> (f)</w:t>
            </w:r>
          </w:p>
        </w:tc>
        <w:tc>
          <w:tcPr>
            <w:tcW w:w="510" w:type="dxa"/>
            <w:shd w:val="clear" w:color="auto" w:fill="F2F2F2" w:themeFill="background1" w:themeFillShade="F2"/>
          </w:tcPr>
          <w:p w14:paraId="1724794C" w14:textId="77777777" w:rsidR="005A6916" w:rsidRPr="00C448AA" w:rsidRDefault="005A6916" w:rsidP="00121FB9">
            <w:pPr>
              <w:pStyle w:val="TabNumeri"/>
            </w:pPr>
            <w:r w:rsidRPr="00BB75A7">
              <w:t xml:space="preserve">2,3 </w:t>
            </w:r>
          </w:p>
        </w:tc>
        <w:tc>
          <w:tcPr>
            <w:tcW w:w="510" w:type="dxa"/>
            <w:shd w:val="clear" w:color="auto" w:fill="F2F2F2" w:themeFill="background1" w:themeFillShade="F2"/>
          </w:tcPr>
          <w:p w14:paraId="6D4E100E" w14:textId="77777777" w:rsidR="005A6916" w:rsidRPr="00C448AA" w:rsidRDefault="005A6916" w:rsidP="00121FB9">
            <w:pPr>
              <w:pStyle w:val="TabNumeri"/>
            </w:pPr>
            <w:r w:rsidRPr="00BB75A7">
              <w:t xml:space="preserve">0,9 </w:t>
            </w:r>
          </w:p>
        </w:tc>
        <w:tc>
          <w:tcPr>
            <w:tcW w:w="514" w:type="dxa"/>
            <w:shd w:val="clear" w:color="auto" w:fill="F2F2F2" w:themeFill="background1" w:themeFillShade="F2"/>
          </w:tcPr>
          <w:p w14:paraId="66CAD2CF" w14:textId="77777777" w:rsidR="005A6916" w:rsidRPr="00C448AA" w:rsidRDefault="005A6916" w:rsidP="00121FB9">
            <w:pPr>
              <w:pStyle w:val="TabNumeri"/>
            </w:pPr>
            <w:r w:rsidRPr="00BB75A7">
              <w:t xml:space="preserve">0,6 </w:t>
            </w:r>
          </w:p>
        </w:tc>
      </w:tr>
      <w:tr w:rsidR="005A6916" w:rsidRPr="00BC2A0C" w14:paraId="408B76DF" w14:textId="77777777" w:rsidTr="00121FB9">
        <w:trPr>
          <w:cantSplit/>
          <w:trHeight w:val="255"/>
        </w:trPr>
        <w:tc>
          <w:tcPr>
            <w:tcW w:w="3402" w:type="dxa"/>
          </w:tcPr>
          <w:p w14:paraId="1F1622A6" w14:textId="77777777" w:rsidR="005A6916" w:rsidRPr="003F3E03" w:rsidRDefault="005A6916" w:rsidP="00121FB9">
            <w:pPr>
              <w:pStyle w:val="TabEtichette"/>
            </w:pPr>
            <w:r w:rsidRPr="003F3E03">
              <w:t xml:space="preserve">  Economie avanzate</w:t>
            </w:r>
          </w:p>
        </w:tc>
        <w:tc>
          <w:tcPr>
            <w:tcW w:w="510" w:type="dxa"/>
          </w:tcPr>
          <w:p w14:paraId="2F3C071C" w14:textId="77777777" w:rsidR="005A6916" w:rsidRPr="00901440" w:rsidRDefault="005A6916" w:rsidP="00121FB9">
            <w:pPr>
              <w:pStyle w:val="TabNumeri"/>
            </w:pPr>
            <w:r w:rsidRPr="004E638A">
              <w:t xml:space="preserve">1,5 </w:t>
            </w:r>
          </w:p>
        </w:tc>
        <w:tc>
          <w:tcPr>
            <w:tcW w:w="510" w:type="dxa"/>
          </w:tcPr>
          <w:p w14:paraId="2CE9779E" w14:textId="77777777" w:rsidR="005A6916" w:rsidRPr="00901440" w:rsidRDefault="005A6916" w:rsidP="00121FB9">
            <w:pPr>
              <w:pStyle w:val="TabNumeri"/>
            </w:pPr>
            <w:r w:rsidRPr="004E638A">
              <w:t xml:space="preserve">-13,4 </w:t>
            </w:r>
          </w:p>
        </w:tc>
        <w:tc>
          <w:tcPr>
            <w:tcW w:w="510" w:type="dxa"/>
          </w:tcPr>
          <w:p w14:paraId="139EB5F4" w14:textId="77777777" w:rsidR="005A6916" w:rsidRPr="00901440" w:rsidRDefault="005A6916" w:rsidP="00121FB9">
            <w:pPr>
              <w:pStyle w:val="TabNumeri"/>
            </w:pPr>
            <w:r w:rsidRPr="004E638A">
              <w:t xml:space="preserve">7,2 </w:t>
            </w:r>
          </w:p>
        </w:tc>
        <w:tc>
          <w:tcPr>
            <w:tcW w:w="340" w:type="dxa"/>
          </w:tcPr>
          <w:p w14:paraId="4AB7050B" w14:textId="77777777" w:rsidR="005A6916" w:rsidRPr="00BC2A0C" w:rsidRDefault="005A6916" w:rsidP="00121FB9">
            <w:pPr>
              <w:pStyle w:val="TabEtichette"/>
            </w:pPr>
          </w:p>
        </w:tc>
        <w:tc>
          <w:tcPr>
            <w:tcW w:w="2552" w:type="dxa"/>
          </w:tcPr>
          <w:p w14:paraId="6A4941B3" w14:textId="77777777" w:rsidR="005A6916" w:rsidRPr="00BC2A0C" w:rsidRDefault="005A6916" w:rsidP="00121FB9">
            <w:pPr>
              <w:pStyle w:val="TabEtichette"/>
            </w:pPr>
            <w:r>
              <w:t xml:space="preserve">Libor su depositi in </w:t>
            </w:r>
            <w:proofErr w:type="gramStart"/>
            <w:r w:rsidRPr="00BC2A0C">
              <w:t>Euro</w:t>
            </w:r>
            <w:proofErr w:type="gramEnd"/>
            <w:r>
              <w:t xml:space="preserve"> (f)</w:t>
            </w:r>
          </w:p>
        </w:tc>
        <w:tc>
          <w:tcPr>
            <w:tcW w:w="510" w:type="dxa"/>
          </w:tcPr>
          <w:p w14:paraId="176A4D8A" w14:textId="77777777" w:rsidR="005A6916" w:rsidRPr="00C448AA" w:rsidRDefault="005A6916" w:rsidP="00121FB9">
            <w:pPr>
              <w:pStyle w:val="TabNumeri"/>
            </w:pPr>
            <w:r w:rsidRPr="00BB75A7">
              <w:t xml:space="preserve">-0,4 </w:t>
            </w:r>
          </w:p>
        </w:tc>
        <w:tc>
          <w:tcPr>
            <w:tcW w:w="510" w:type="dxa"/>
          </w:tcPr>
          <w:p w14:paraId="642D74FB" w14:textId="77777777" w:rsidR="005A6916" w:rsidRPr="00C448AA" w:rsidRDefault="005A6916" w:rsidP="00121FB9">
            <w:pPr>
              <w:pStyle w:val="TabNumeri"/>
            </w:pPr>
            <w:r w:rsidRPr="00BB75A7">
              <w:t xml:space="preserve">-0,4 </w:t>
            </w:r>
          </w:p>
        </w:tc>
        <w:tc>
          <w:tcPr>
            <w:tcW w:w="514" w:type="dxa"/>
          </w:tcPr>
          <w:p w14:paraId="3EEDB6D2" w14:textId="77777777" w:rsidR="005A6916" w:rsidRPr="00C448AA" w:rsidRDefault="005A6916" w:rsidP="00121FB9">
            <w:pPr>
              <w:pStyle w:val="TabNumeri"/>
            </w:pPr>
            <w:r w:rsidRPr="00BB75A7">
              <w:t xml:space="preserve">-0,4 </w:t>
            </w:r>
          </w:p>
        </w:tc>
      </w:tr>
      <w:tr w:rsidR="005A6916" w:rsidRPr="00BC2A0C" w14:paraId="23E8E5ED" w14:textId="77777777" w:rsidTr="00121FB9">
        <w:trPr>
          <w:cantSplit/>
          <w:trHeight w:val="255"/>
        </w:trPr>
        <w:tc>
          <w:tcPr>
            <w:tcW w:w="3402" w:type="dxa"/>
            <w:shd w:val="clear" w:color="auto" w:fill="F2F2F2" w:themeFill="background1" w:themeFillShade="F2"/>
          </w:tcPr>
          <w:p w14:paraId="415C2805" w14:textId="77777777" w:rsidR="005A6916" w:rsidRDefault="005A6916" w:rsidP="00121FB9">
            <w:pPr>
              <w:pStyle w:val="TabEtichette"/>
            </w:pPr>
            <w:r w:rsidRPr="003F3E03">
              <w:t xml:space="preserve">  Economie emergenti e in sviluppo</w:t>
            </w:r>
          </w:p>
        </w:tc>
        <w:tc>
          <w:tcPr>
            <w:tcW w:w="510" w:type="dxa"/>
            <w:shd w:val="clear" w:color="auto" w:fill="F2F2F2" w:themeFill="background1" w:themeFillShade="F2"/>
          </w:tcPr>
          <w:p w14:paraId="07782DF3" w14:textId="77777777" w:rsidR="005A6916" w:rsidRPr="00901440" w:rsidRDefault="005A6916" w:rsidP="00121FB9">
            <w:pPr>
              <w:pStyle w:val="TabNumeri"/>
            </w:pPr>
            <w:r w:rsidRPr="004E638A">
              <w:t xml:space="preserve">0,1 </w:t>
            </w:r>
          </w:p>
        </w:tc>
        <w:tc>
          <w:tcPr>
            <w:tcW w:w="510" w:type="dxa"/>
            <w:shd w:val="clear" w:color="auto" w:fill="F2F2F2" w:themeFill="background1" w:themeFillShade="F2"/>
          </w:tcPr>
          <w:p w14:paraId="2887667F" w14:textId="77777777" w:rsidR="005A6916" w:rsidRPr="00901440" w:rsidRDefault="005A6916" w:rsidP="00121FB9">
            <w:pPr>
              <w:pStyle w:val="TabNumeri"/>
            </w:pPr>
            <w:r w:rsidRPr="004E638A">
              <w:t xml:space="preserve">-9,4 </w:t>
            </w:r>
          </w:p>
        </w:tc>
        <w:tc>
          <w:tcPr>
            <w:tcW w:w="510" w:type="dxa"/>
            <w:shd w:val="clear" w:color="auto" w:fill="F2F2F2" w:themeFill="background1" w:themeFillShade="F2"/>
          </w:tcPr>
          <w:p w14:paraId="6D73D7D9" w14:textId="77777777" w:rsidR="005A6916" w:rsidRDefault="005A6916" w:rsidP="00121FB9">
            <w:pPr>
              <w:pStyle w:val="TabNumeri"/>
            </w:pPr>
            <w:r w:rsidRPr="004E638A">
              <w:t xml:space="preserve">9,4 </w:t>
            </w:r>
          </w:p>
        </w:tc>
        <w:tc>
          <w:tcPr>
            <w:tcW w:w="340" w:type="dxa"/>
            <w:shd w:val="clear" w:color="auto" w:fill="F2F2F2" w:themeFill="background1" w:themeFillShade="F2"/>
          </w:tcPr>
          <w:p w14:paraId="102C8523" w14:textId="77777777" w:rsidR="005A6916" w:rsidRPr="00BC2A0C" w:rsidRDefault="005A6916" w:rsidP="00121FB9">
            <w:pPr>
              <w:pStyle w:val="TabEtichette"/>
            </w:pPr>
          </w:p>
        </w:tc>
        <w:tc>
          <w:tcPr>
            <w:tcW w:w="2552" w:type="dxa"/>
            <w:shd w:val="clear" w:color="auto" w:fill="F2F2F2" w:themeFill="background1" w:themeFillShade="F2"/>
          </w:tcPr>
          <w:p w14:paraId="16FC595F" w14:textId="77777777" w:rsidR="005A6916" w:rsidRPr="00BC2A0C" w:rsidRDefault="005A6916" w:rsidP="00121FB9">
            <w:pPr>
              <w:pStyle w:val="TabEtichette"/>
            </w:pPr>
            <w:r>
              <w:t xml:space="preserve">Libor su depositi in </w:t>
            </w:r>
            <w:r w:rsidRPr="00BC2A0C">
              <w:t xml:space="preserve">Yen </w:t>
            </w:r>
            <w:r>
              <w:t>(f)</w:t>
            </w:r>
          </w:p>
        </w:tc>
        <w:tc>
          <w:tcPr>
            <w:tcW w:w="510" w:type="dxa"/>
            <w:shd w:val="clear" w:color="auto" w:fill="F2F2F2" w:themeFill="background1" w:themeFillShade="F2"/>
          </w:tcPr>
          <w:p w14:paraId="69FD5A31" w14:textId="77777777" w:rsidR="005A6916" w:rsidRPr="00C448AA" w:rsidRDefault="005A6916" w:rsidP="00121FB9">
            <w:pPr>
              <w:pStyle w:val="TabNumeri"/>
            </w:pPr>
            <w:r w:rsidRPr="00BB75A7">
              <w:t xml:space="preserve">0,0 </w:t>
            </w:r>
          </w:p>
        </w:tc>
        <w:tc>
          <w:tcPr>
            <w:tcW w:w="510" w:type="dxa"/>
            <w:shd w:val="clear" w:color="auto" w:fill="F2F2F2" w:themeFill="background1" w:themeFillShade="F2"/>
          </w:tcPr>
          <w:p w14:paraId="3779EAFC" w14:textId="77777777" w:rsidR="005A6916" w:rsidRPr="00C448AA" w:rsidRDefault="005A6916" w:rsidP="00121FB9">
            <w:pPr>
              <w:pStyle w:val="TabNumeri"/>
            </w:pPr>
            <w:r w:rsidRPr="00BB75A7">
              <w:t xml:space="preserve">0,0 </w:t>
            </w:r>
          </w:p>
        </w:tc>
        <w:tc>
          <w:tcPr>
            <w:tcW w:w="514" w:type="dxa"/>
            <w:shd w:val="clear" w:color="auto" w:fill="F2F2F2" w:themeFill="background1" w:themeFillShade="F2"/>
          </w:tcPr>
          <w:p w14:paraId="5B388F93" w14:textId="77777777" w:rsidR="005A6916" w:rsidRDefault="005A6916" w:rsidP="00121FB9">
            <w:pPr>
              <w:pStyle w:val="TabNumeri"/>
            </w:pPr>
            <w:r w:rsidRPr="00BB75A7">
              <w:t xml:space="preserve">-0,1 </w:t>
            </w:r>
          </w:p>
        </w:tc>
      </w:tr>
      <w:tr w:rsidR="005A6916" w:rsidRPr="00BC2A0C" w14:paraId="258095C1" w14:textId="77777777" w:rsidTr="00121FB9">
        <w:trPr>
          <w:cantSplit/>
          <w:trHeight w:val="255"/>
        </w:trPr>
        <w:tc>
          <w:tcPr>
            <w:tcW w:w="9358" w:type="dxa"/>
            <w:gridSpan w:val="9"/>
          </w:tcPr>
          <w:p w14:paraId="38C981AD" w14:textId="77777777" w:rsidR="005A6916" w:rsidRPr="009100D8" w:rsidRDefault="005A6916" w:rsidP="00121FB9">
            <w:pPr>
              <w:pStyle w:val="TabIntestaSup"/>
            </w:pPr>
            <w:r>
              <w:t>Prezzi</w:t>
            </w:r>
          </w:p>
        </w:tc>
      </w:tr>
      <w:tr w:rsidR="005A6916" w:rsidRPr="00BC2A0C" w14:paraId="5EF7D2E1" w14:textId="77777777" w:rsidTr="00121FB9">
        <w:trPr>
          <w:cantSplit/>
          <w:trHeight w:val="255"/>
        </w:trPr>
        <w:tc>
          <w:tcPr>
            <w:tcW w:w="3402" w:type="dxa"/>
            <w:shd w:val="clear" w:color="auto" w:fill="F2F2F2" w:themeFill="background1" w:themeFillShade="F2"/>
          </w:tcPr>
          <w:p w14:paraId="50FDC0AA" w14:textId="77777777" w:rsidR="005A6916" w:rsidRPr="00BC2A0C" w:rsidRDefault="005A6916" w:rsidP="00121FB9">
            <w:pPr>
              <w:pStyle w:val="TabEtichette"/>
            </w:pPr>
            <w:r w:rsidRPr="00BC2A0C">
              <w:t>Prezzi materie prime (in Usd)</w:t>
            </w:r>
          </w:p>
        </w:tc>
        <w:tc>
          <w:tcPr>
            <w:tcW w:w="510" w:type="dxa"/>
            <w:shd w:val="clear" w:color="auto" w:fill="F2F2F2" w:themeFill="background1" w:themeFillShade="F2"/>
          </w:tcPr>
          <w:p w14:paraId="31D51266" w14:textId="77777777" w:rsidR="005A6916" w:rsidRPr="006129FC" w:rsidRDefault="005A6916" w:rsidP="00121FB9">
            <w:pPr>
              <w:pStyle w:val="TabNumeri"/>
            </w:pPr>
          </w:p>
        </w:tc>
        <w:tc>
          <w:tcPr>
            <w:tcW w:w="510" w:type="dxa"/>
            <w:shd w:val="clear" w:color="auto" w:fill="F2F2F2" w:themeFill="background1" w:themeFillShade="F2"/>
          </w:tcPr>
          <w:p w14:paraId="562FA852" w14:textId="77777777" w:rsidR="005A6916" w:rsidRPr="006129FC" w:rsidRDefault="005A6916" w:rsidP="00121FB9">
            <w:pPr>
              <w:pStyle w:val="TabNumeri"/>
            </w:pPr>
          </w:p>
        </w:tc>
        <w:tc>
          <w:tcPr>
            <w:tcW w:w="510" w:type="dxa"/>
            <w:shd w:val="clear" w:color="auto" w:fill="F2F2F2" w:themeFill="background1" w:themeFillShade="F2"/>
          </w:tcPr>
          <w:p w14:paraId="7D5946C0" w14:textId="77777777" w:rsidR="005A6916" w:rsidRPr="006129FC" w:rsidRDefault="005A6916" w:rsidP="00121FB9">
            <w:pPr>
              <w:pStyle w:val="TabNumeri"/>
            </w:pPr>
          </w:p>
        </w:tc>
        <w:tc>
          <w:tcPr>
            <w:tcW w:w="340" w:type="dxa"/>
            <w:shd w:val="clear" w:color="auto" w:fill="F2F2F2" w:themeFill="background1" w:themeFillShade="F2"/>
          </w:tcPr>
          <w:p w14:paraId="64FC2258" w14:textId="77777777" w:rsidR="005A6916" w:rsidRPr="00BC2A0C" w:rsidRDefault="005A6916" w:rsidP="00121FB9">
            <w:pPr>
              <w:pStyle w:val="TabEtichette"/>
            </w:pPr>
          </w:p>
        </w:tc>
        <w:tc>
          <w:tcPr>
            <w:tcW w:w="2552" w:type="dxa"/>
            <w:shd w:val="clear" w:color="auto" w:fill="F2F2F2" w:themeFill="background1" w:themeFillShade="F2"/>
          </w:tcPr>
          <w:p w14:paraId="37BE67B4" w14:textId="77777777" w:rsidR="005A6916" w:rsidRPr="00BC2A0C" w:rsidRDefault="005A6916" w:rsidP="00121FB9">
            <w:pPr>
              <w:pStyle w:val="TabEtichette"/>
            </w:pPr>
            <w:r w:rsidRPr="00BC2A0C">
              <w:t>Prezzi al consumo</w:t>
            </w:r>
          </w:p>
        </w:tc>
        <w:tc>
          <w:tcPr>
            <w:tcW w:w="510" w:type="dxa"/>
            <w:shd w:val="clear" w:color="auto" w:fill="F2F2F2" w:themeFill="background1" w:themeFillShade="F2"/>
          </w:tcPr>
          <w:p w14:paraId="1E9D4726" w14:textId="77777777" w:rsidR="005A6916" w:rsidRPr="006129FC" w:rsidRDefault="005A6916" w:rsidP="00121FB9">
            <w:pPr>
              <w:pStyle w:val="TabNumeri"/>
            </w:pPr>
          </w:p>
        </w:tc>
        <w:tc>
          <w:tcPr>
            <w:tcW w:w="510" w:type="dxa"/>
            <w:shd w:val="clear" w:color="auto" w:fill="F2F2F2" w:themeFill="background1" w:themeFillShade="F2"/>
          </w:tcPr>
          <w:p w14:paraId="12BF3FB8" w14:textId="77777777" w:rsidR="005A6916" w:rsidRPr="006129FC" w:rsidRDefault="005A6916" w:rsidP="00121FB9">
            <w:pPr>
              <w:pStyle w:val="TabNumeri"/>
            </w:pPr>
          </w:p>
        </w:tc>
        <w:tc>
          <w:tcPr>
            <w:tcW w:w="514" w:type="dxa"/>
            <w:shd w:val="clear" w:color="auto" w:fill="F2F2F2" w:themeFill="background1" w:themeFillShade="F2"/>
          </w:tcPr>
          <w:p w14:paraId="4DFC3130" w14:textId="77777777" w:rsidR="005A6916" w:rsidRPr="006129FC" w:rsidRDefault="005A6916" w:rsidP="00121FB9">
            <w:pPr>
              <w:pStyle w:val="TabNumeri"/>
            </w:pPr>
          </w:p>
        </w:tc>
      </w:tr>
      <w:tr w:rsidR="005A6916" w:rsidRPr="00BC2A0C" w14:paraId="0651FF93" w14:textId="77777777" w:rsidTr="00121FB9">
        <w:trPr>
          <w:cantSplit/>
          <w:trHeight w:val="255"/>
        </w:trPr>
        <w:tc>
          <w:tcPr>
            <w:tcW w:w="3402" w:type="dxa"/>
            <w:shd w:val="clear" w:color="auto" w:fill="auto"/>
          </w:tcPr>
          <w:p w14:paraId="6461F6C6" w14:textId="77777777" w:rsidR="005A6916" w:rsidRPr="00BC2A0C" w:rsidRDefault="005A6916" w:rsidP="00121FB9">
            <w:pPr>
              <w:pStyle w:val="TabEtichette"/>
            </w:pPr>
            <w:r w:rsidRPr="00BC2A0C">
              <w:t xml:space="preserve"> - Petrolio (d)</w:t>
            </w:r>
          </w:p>
        </w:tc>
        <w:tc>
          <w:tcPr>
            <w:tcW w:w="510" w:type="dxa"/>
            <w:shd w:val="clear" w:color="auto" w:fill="auto"/>
          </w:tcPr>
          <w:p w14:paraId="1D44FF7F" w14:textId="77777777" w:rsidR="005A6916" w:rsidRPr="005175A4" w:rsidRDefault="005A6916" w:rsidP="00121FB9">
            <w:pPr>
              <w:pStyle w:val="TabNumeri"/>
            </w:pPr>
            <w:r w:rsidRPr="0057501E">
              <w:t xml:space="preserve">-10,2 </w:t>
            </w:r>
          </w:p>
        </w:tc>
        <w:tc>
          <w:tcPr>
            <w:tcW w:w="510" w:type="dxa"/>
            <w:shd w:val="clear" w:color="auto" w:fill="auto"/>
          </w:tcPr>
          <w:p w14:paraId="7B0A5E62" w14:textId="77777777" w:rsidR="005A6916" w:rsidRPr="005175A4" w:rsidRDefault="005A6916" w:rsidP="00121FB9">
            <w:pPr>
              <w:pStyle w:val="TabNumeri"/>
            </w:pPr>
            <w:r w:rsidRPr="0057501E">
              <w:t xml:space="preserve">-41,1 </w:t>
            </w:r>
          </w:p>
        </w:tc>
        <w:tc>
          <w:tcPr>
            <w:tcW w:w="510" w:type="dxa"/>
            <w:shd w:val="clear" w:color="auto" w:fill="auto"/>
          </w:tcPr>
          <w:p w14:paraId="57D3DF18" w14:textId="77777777" w:rsidR="005A6916" w:rsidRPr="005175A4" w:rsidRDefault="005A6916" w:rsidP="00121FB9">
            <w:pPr>
              <w:pStyle w:val="TabNumeri"/>
            </w:pPr>
            <w:r w:rsidRPr="0057501E">
              <w:t xml:space="preserve">3,8 </w:t>
            </w:r>
          </w:p>
        </w:tc>
        <w:tc>
          <w:tcPr>
            <w:tcW w:w="340" w:type="dxa"/>
            <w:shd w:val="clear" w:color="auto" w:fill="auto"/>
          </w:tcPr>
          <w:p w14:paraId="7622818B" w14:textId="77777777" w:rsidR="005A6916" w:rsidRPr="00BC2A0C" w:rsidRDefault="005A6916" w:rsidP="00121FB9">
            <w:pPr>
              <w:pStyle w:val="TabEtichette"/>
            </w:pPr>
          </w:p>
        </w:tc>
        <w:tc>
          <w:tcPr>
            <w:tcW w:w="2552" w:type="dxa"/>
            <w:shd w:val="clear" w:color="auto" w:fill="auto"/>
          </w:tcPr>
          <w:p w14:paraId="24D0ABEE" w14:textId="77777777" w:rsidR="005A6916" w:rsidRPr="00BC2A0C" w:rsidRDefault="005A6916" w:rsidP="00121FB9">
            <w:pPr>
              <w:pStyle w:val="TabEtichette"/>
            </w:pPr>
            <w:r w:rsidRPr="00BC2A0C">
              <w:t xml:space="preserve">  Economie avanzate</w:t>
            </w:r>
          </w:p>
        </w:tc>
        <w:tc>
          <w:tcPr>
            <w:tcW w:w="510" w:type="dxa"/>
            <w:shd w:val="clear" w:color="auto" w:fill="auto"/>
          </w:tcPr>
          <w:p w14:paraId="74609BCE" w14:textId="77777777" w:rsidR="005A6916" w:rsidRPr="00C01CE2" w:rsidRDefault="005A6916" w:rsidP="00121FB9">
            <w:pPr>
              <w:pStyle w:val="TabNumeri"/>
            </w:pPr>
            <w:r w:rsidRPr="0028713B">
              <w:t xml:space="preserve">1,4 </w:t>
            </w:r>
          </w:p>
        </w:tc>
        <w:tc>
          <w:tcPr>
            <w:tcW w:w="510" w:type="dxa"/>
            <w:shd w:val="clear" w:color="auto" w:fill="auto"/>
          </w:tcPr>
          <w:p w14:paraId="39461F94" w14:textId="77777777" w:rsidR="005A6916" w:rsidRPr="00C01CE2" w:rsidRDefault="005A6916" w:rsidP="00121FB9">
            <w:pPr>
              <w:pStyle w:val="TabNumeri"/>
            </w:pPr>
            <w:r w:rsidRPr="0028713B">
              <w:t xml:space="preserve">0,3 </w:t>
            </w:r>
          </w:p>
        </w:tc>
        <w:tc>
          <w:tcPr>
            <w:tcW w:w="514" w:type="dxa"/>
            <w:shd w:val="clear" w:color="auto" w:fill="auto"/>
          </w:tcPr>
          <w:p w14:paraId="5236406A" w14:textId="77777777" w:rsidR="005A6916" w:rsidRPr="00C01CE2" w:rsidRDefault="005A6916" w:rsidP="00121FB9">
            <w:pPr>
              <w:pStyle w:val="TabNumeri"/>
            </w:pPr>
            <w:r w:rsidRPr="0028713B">
              <w:t xml:space="preserve">1,1 </w:t>
            </w:r>
          </w:p>
        </w:tc>
      </w:tr>
      <w:tr w:rsidR="005A6916" w:rsidRPr="00BC2A0C" w14:paraId="56E510F9" w14:textId="77777777" w:rsidTr="00121FB9">
        <w:trPr>
          <w:cantSplit/>
          <w:trHeight w:val="255"/>
        </w:trPr>
        <w:tc>
          <w:tcPr>
            <w:tcW w:w="3402" w:type="dxa"/>
            <w:shd w:val="clear" w:color="auto" w:fill="F2F2F2" w:themeFill="background1" w:themeFillShade="F2"/>
          </w:tcPr>
          <w:p w14:paraId="12C64E72" w14:textId="77777777" w:rsidR="005A6916" w:rsidRPr="00BC2A0C" w:rsidRDefault="005A6916" w:rsidP="00121FB9">
            <w:pPr>
              <w:pStyle w:val="TabEtichette"/>
            </w:pPr>
            <w:r w:rsidRPr="00BC2A0C">
              <w:t xml:space="preserve"> - Materie prime non energetiche(e)</w:t>
            </w:r>
          </w:p>
        </w:tc>
        <w:tc>
          <w:tcPr>
            <w:tcW w:w="510" w:type="dxa"/>
            <w:shd w:val="clear" w:color="auto" w:fill="F2F2F2" w:themeFill="background1" w:themeFillShade="F2"/>
          </w:tcPr>
          <w:p w14:paraId="5CBC2D0D" w14:textId="77777777" w:rsidR="005A6916" w:rsidRPr="005175A4" w:rsidRDefault="005A6916" w:rsidP="00121FB9">
            <w:pPr>
              <w:pStyle w:val="TabNumeri"/>
            </w:pPr>
            <w:r w:rsidRPr="0057501E">
              <w:t xml:space="preserve">0,8 </w:t>
            </w:r>
          </w:p>
        </w:tc>
        <w:tc>
          <w:tcPr>
            <w:tcW w:w="510" w:type="dxa"/>
            <w:shd w:val="clear" w:color="auto" w:fill="F2F2F2" w:themeFill="background1" w:themeFillShade="F2"/>
          </w:tcPr>
          <w:p w14:paraId="3A192A0F" w14:textId="77777777" w:rsidR="005A6916" w:rsidRPr="005175A4" w:rsidRDefault="005A6916" w:rsidP="00121FB9">
            <w:pPr>
              <w:pStyle w:val="TabNumeri"/>
            </w:pPr>
            <w:r w:rsidRPr="0057501E">
              <w:t xml:space="preserve">0,2 </w:t>
            </w:r>
          </w:p>
        </w:tc>
        <w:tc>
          <w:tcPr>
            <w:tcW w:w="510" w:type="dxa"/>
            <w:shd w:val="clear" w:color="auto" w:fill="F2F2F2" w:themeFill="background1" w:themeFillShade="F2"/>
          </w:tcPr>
          <w:p w14:paraId="726F4F39" w14:textId="77777777" w:rsidR="005A6916" w:rsidRDefault="005A6916" w:rsidP="00121FB9">
            <w:pPr>
              <w:pStyle w:val="TabNumeri"/>
            </w:pPr>
            <w:r w:rsidRPr="0057501E">
              <w:t xml:space="preserve">0,8 </w:t>
            </w:r>
          </w:p>
        </w:tc>
        <w:tc>
          <w:tcPr>
            <w:tcW w:w="340" w:type="dxa"/>
            <w:shd w:val="clear" w:color="auto" w:fill="F2F2F2" w:themeFill="background1" w:themeFillShade="F2"/>
          </w:tcPr>
          <w:p w14:paraId="333F2C61" w14:textId="77777777" w:rsidR="005A6916" w:rsidRPr="00BC2A0C" w:rsidRDefault="005A6916" w:rsidP="00121FB9">
            <w:pPr>
              <w:pStyle w:val="TabEtichette"/>
            </w:pPr>
          </w:p>
        </w:tc>
        <w:tc>
          <w:tcPr>
            <w:tcW w:w="2552" w:type="dxa"/>
            <w:shd w:val="clear" w:color="auto" w:fill="F2F2F2" w:themeFill="background1" w:themeFillShade="F2"/>
          </w:tcPr>
          <w:p w14:paraId="199643A8" w14:textId="77777777" w:rsidR="005A6916" w:rsidRPr="00BC2A0C" w:rsidRDefault="005A6916" w:rsidP="00121FB9">
            <w:pPr>
              <w:pStyle w:val="TabEtichette"/>
            </w:pPr>
            <w:r w:rsidRPr="00BC2A0C">
              <w:t xml:space="preserve">  Economie emergenti e in sviluppo</w:t>
            </w:r>
          </w:p>
        </w:tc>
        <w:tc>
          <w:tcPr>
            <w:tcW w:w="510" w:type="dxa"/>
            <w:shd w:val="clear" w:color="auto" w:fill="F2F2F2" w:themeFill="background1" w:themeFillShade="F2"/>
          </w:tcPr>
          <w:p w14:paraId="34AE4346" w14:textId="77777777" w:rsidR="005A6916" w:rsidRPr="00C01CE2" w:rsidRDefault="005A6916" w:rsidP="00121FB9">
            <w:pPr>
              <w:pStyle w:val="TabNumeri"/>
            </w:pPr>
            <w:r w:rsidRPr="0028713B">
              <w:t xml:space="preserve">5,1 </w:t>
            </w:r>
          </w:p>
        </w:tc>
        <w:tc>
          <w:tcPr>
            <w:tcW w:w="510" w:type="dxa"/>
            <w:shd w:val="clear" w:color="auto" w:fill="F2F2F2" w:themeFill="background1" w:themeFillShade="F2"/>
          </w:tcPr>
          <w:p w14:paraId="1C579399" w14:textId="77777777" w:rsidR="005A6916" w:rsidRPr="00C01CE2" w:rsidRDefault="005A6916" w:rsidP="00121FB9">
            <w:pPr>
              <w:pStyle w:val="TabNumeri"/>
            </w:pPr>
            <w:r w:rsidRPr="0028713B">
              <w:t xml:space="preserve">4,4 </w:t>
            </w:r>
          </w:p>
        </w:tc>
        <w:tc>
          <w:tcPr>
            <w:tcW w:w="514" w:type="dxa"/>
            <w:shd w:val="clear" w:color="auto" w:fill="F2F2F2" w:themeFill="background1" w:themeFillShade="F2"/>
          </w:tcPr>
          <w:p w14:paraId="66C60CC7" w14:textId="77777777" w:rsidR="005A6916" w:rsidRDefault="005A6916" w:rsidP="00121FB9">
            <w:pPr>
              <w:pStyle w:val="TabNumeri"/>
            </w:pPr>
            <w:r w:rsidRPr="0028713B">
              <w:t xml:space="preserve">4,5 </w:t>
            </w:r>
          </w:p>
        </w:tc>
      </w:tr>
      <w:tr w:rsidR="005A6916" w:rsidRPr="007C1850" w14:paraId="4833EC31" w14:textId="77777777" w:rsidTr="00121FB9">
        <w:trPr>
          <w:cantSplit/>
        </w:trPr>
        <w:tc>
          <w:tcPr>
            <w:tcW w:w="9358" w:type="dxa"/>
            <w:gridSpan w:val="9"/>
            <w:tcBorders>
              <w:top w:val="single" w:sz="4" w:space="0" w:color="800000"/>
            </w:tcBorders>
          </w:tcPr>
          <w:p w14:paraId="2CC902C4" w14:textId="70FCBB8F" w:rsidR="005A6916" w:rsidRPr="002A4A23" w:rsidRDefault="005A6916" w:rsidP="00121FB9">
            <w:pPr>
              <w:pStyle w:val="TabNoteSuperiori"/>
            </w:pPr>
            <w:r w:rsidRPr="00BC2A0C">
              <w:t xml:space="preserve">a) </w:t>
            </w:r>
            <w:r>
              <w:t xml:space="preserve">Le </w:t>
            </w:r>
            <w:r w:rsidRPr="00BC2A0C">
              <w:t>assunzioni della previsione economica</w:t>
            </w:r>
            <w:r>
              <w:t xml:space="preserve"> sono alla sezione As</w:t>
            </w:r>
            <w:r w:rsidR="00B27887">
              <w:t>s</w:t>
            </w:r>
            <w:r>
              <w:t>umption and Conventions.</w:t>
            </w:r>
            <w:r w:rsidRPr="00BC2A0C">
              <w:t xml:space="preserve"> (b) Tasso di variazione percentuale sul periodo precedente. (c) Beni e servizi in volume. (d) Media dei prezzi spot del petrolio greggio Brent, Dubai e West </w:t>
            </w:r>
            <w:r w:rsidR="00B27887">
              <w:t>T</w:t>
            </w:r>
            <w:r w:rsidRPr="00BC2A0C">
              <w:t xml:space="preserve">exas Intermediate. (e) Media dei prezzi mondiali delle materie prime non fuel (energia) pesata per la loro quota media delle esportazioni di materie prime. (f) LIBOR (London </w:t>
            </w:r>
            <w:r w:rsidR="00B27887" w:rsidRPr="00BC2A0C">
              <w:t>Interbank Offered Rate</w:t>
            </w:r>
            <w:r w:rsidRPr="00BC2A0C">
              <w:t>), t</w:t>
            </w:r>
            <w:r>
              <w:t>asso di interesse percentuale:</w:t>
            </w:r>
            <w:r w:rsidRPr="00BC2A0C">
              <w:t xml:space="preserve"> sui depositi a 6 mesi in U.S.$; sui depositi a 6 mesi in yen; sui depositi a 3 mesi in euro. </w:t>
            </w:r>
          </w:p>
          <w:p w14:paraId="367BD8AB" w14:textId="77777777" w:rsidR="005A6916" w:rsidRPr="00BC2A0C" w:rsidRDefault="005A6916" w:rsidP="00121FB9">
            <w:pPr>
              <w:pStyle w:val="TabNoteSuperiori"/>
              <w:rPr>
                <w:lang w:val="en-US"/>
              </w:rPr>
            </w:pPr>
            <w:r w:rsidRPr="00BC2A0C">
              <w:rPr>
                <w:lang w:val="en-GB"/>
              </w:rPr>
              <w:t xml:space="preserve">IMF, World Economic </w:t>
            </w:r>
            <w:r w:rsidRPr="001D6DE6">
              <w:rPr>
                <w:lang w:val="en-GB"/>
              </w:rPr>
              <w:t xml:space="preserve">Outlook, </w:t>
            </w:r>
            <w:r>
              <w:rPr>
                <w:lang w:val="en-GB"/>
              </w:rPr>
              <w:t>24</w:t>
            </w:r>
            <w:r w:rsidRPr="001D6DE6">
              <w:rPr>
                <w:lang w:val="en-GB"/>
              </w:rPr>
              <w:t xml:space="preserve"> </w:t>
            </w:r>
            <w:r>
              <w:rPr>
                <w:lang w:val="en-GB"/>
              </w:rPr>
              <w:t>giugn</w:t>
            </w:r>
            <w:r w:rsidRPr="001D6DE6">
              <w:rPr>
                <w:lang w:val="en-GB"/>
              </w:rPr>
              <w:t xml:space="preserve">o </w:t>
            </w:r>
            <w:r w:rsidRPr="001D6DE6">
              <w:rPr>
                <w:lang w:val="en-US"/>
              </w:rPr>
              <w:t>20</w:t>
            </w:r>
            <w:r>
              <w:rPr>
                <w:lang w:val="en-US"/>
              </w:rPr>
              <w:t>20</w:t>
            </w:r>
          </w:p>
        </w:tc>
      </w:tr>
    </w:tbl>
    <w:p w14:paraId="2F4B3A21" w14:textId="77777777" w:rsidR="00AC1912" w:rsidRDefault="00AC1912" w:rsidP="00AC1912">
      <w:r>
        <w:t xml:space="preserve">A seguito della pandemia da coronavirus e delle misure di contenimento necessarie l’economia mondiale sta sperimentando la più intensa recessione dalla Grande depressione degli anni 30 dello scorso secolo. Lo scenario è decisamente divenuto più incerto. La durata e l’intensità della crisi dipendono da molteplici fattori di cui è difficile prevedere le interazioni. </w:t>
      </w:r>
    </w:p>
    <w:p w14:paraId="7401BE0E" w14:textId="77777777" w:rsidR="00AC1912" w:rsidRDefault="00AC1912" w:rsidP="00AC1912">
      <w:r>
        <w:t xml:space="preserve">La situazione ha mobilitato l’azione congiunta di governi e banche centrali. La politica economica mira a contenere gli effetti della caduta dell’attività su famiglie, imprese e sistemi finanziari. La spesa pubblica si è fatta carico di sostenere i redditi delle famiglie e le attività economiche per limitare la crescita della disoccupazione e della povertà, salvaguardare le strutture finanziarie e favorire una successiva ripresa. Le politiche monetarie erano già decisamente espansive a inizio anno. Con il diffondersi del contagio, per sostenere i mercati finanziari le banche centrali sono intervenute con riduzioni dei tassi, misure per garantire la liquidità sui mercati domestici e internazionali e acquisti diretti di titoli. La Federal Reserve ha ridotto il tasso di intervento a zero, garantito liquidità illimitata ai mercati, ripreso i programmi di acquisti illimitati di titoli pubblici e privati e attivato swap con banche centrali estere per garantire la liquidità in dollari. Il rendimento dei titoli di stato decennali statunitensi è sceso al di sotto dell’1 per cento per la prima volta nella storia, ha toccato i 50 punti base e si colloca attorno a ¾ di punto. </w:t>
      </w:r>
    </w:p>
    <w:p w14:paraId="01E51687" w14:textId="47256404" w:rsidR="00AC1912" w:rsidRDefault="00AC1912" w:rsidP="00AC1912">
      <w:r>
        <w:t xml:space="preserve">Nel breve l’andamento dell’attività economica dipenderà da quello sanitario, non dagli interventi volti a sostenere l’attività e la liquidità. Nel medio periodo queste misure potranno sostenere la fiducia, evitare una più severa recessione e rafforzare l’aspettativa di una ripresa. La crisi avrà lunghi strascichi sull’economia mondiale. Il reddito disponibile arretrerà di anni, la capacità produttiva si ridurrà, così come la produttività, </w:t>
      </w:r>
      <w:r>
        <w:lastRenderedPageBreak/>
        <w:t xml:space="preserve">per la distorsione e la revisione delle catene di fornitura. Inoltre, il livello del debito nel sistema salirà notevolmente con il rischio di una crisi del debito a livello mondiale, che potrebbe condurre a una fuga verso la liquidità, particolarmente in dollari, e che potrebbe richiedere moratorie e ristrutturazioni del debito dei paesi in difficoltà. </w:t>
      </w:r>
    </w:p>
    <w:tbl>
      <w:tblPr>
        <w:tblStyle w:val="Grigliatabella"/>
        <w:tblpPr w:topFromText="425" w:bottomFromText="425" w:horzAnchor="margin" w:tblpXSpec="right" w:tblpYSpec="bottom"/>
        <w:tblOverlap w:val="nev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843070" w:rsidRPr="002B550F" w14:paraId="409C7166" w14:textId="77777777" w:rsidTr="00121FB9">
        <w:tc>
          <w:tcPr>
            <w:tcW w:w="9356" w:type="dxa"/>
          </w:tcPr>
          <w:p w14:paraId="53E2D89A" w14:textId="77777777" w:rsidR="00843070" w:rsidRPr="002B550F" w:rsidRDefault="00843070" w:rsidP="00121FB9">
            <w:pPr>
              <w:pStyle w:val="FigTitolo"/>
            </w:pPr>
            <w:r w:rsidRPr="002B550F">
              <w:t>La previsione del</w:t>
            </w:r>
            <w:r>
              <w:t>l’Ocse, tasso di variazione del p</w:t>
            </w:r>
            <w:r w:rsidRPr="002B550F">
              <w:t>rodotto interno lordo</w:t>
            </w:r>
          </w:p>
        </w:tc>
      </w:tr>
      <w:tr w:rsidR="00843070" w:rsidRPr="004C3A94" w14:paraId="2A5EF9BF" w14:textId="77777777" w:rsidTr="00121FB9">
        <w:tc>
          <w:tcPr>
            <w:tcW w:w="9356" w:type="dxa"/>
          </w:tcPr>
          <w:p w14:paraId="4CB72DA5" w14:textId="77777777" w:rsidR="00843070" w:rsidRPr="004C3A94" w:rsidRDefault="00843070" w:rsidP="00843070">
            <w:pPr>
              <w:pStyle w:val="TabIntestaSupBordo"/>
            </w:pPr>
            <w:r>
              <w:t>Single hit scenario</w:t>
            </w:r>
          </w:p>
        </w:tc>
      </w:tr>
      <w:tr w:rsidR="00843070" w:rsidRPr="004C3A94" w14:paraId="45F9ACFD" w14:textId="77777777" w:rsidTr="00121FB9">
        <w:tc>
          <w:tcPr>
            <w:tcW w:w="9356" w:type="dxa"/>
          </w:tcPr>
          <w:p w14:paraId="189FCFF5" w14:textId="77777777" w:rsidR="00843070" w:rsidRPr="004C3A94" w:rsidRDefault="00843070" w:rsidP="00121FB9">
            <w:pPr>
              <w:pStyle w:val="Figure"/>
            </w:pPr>
            <w:r w:rsidRPr="000744D1">
              <w:rPr>
                <w:noProof/>
              </w:rPr>
              <w:drawing>
                <wp:inline distT="0" distB="0" distL="0" distR="0" wp14:anchorId="1DBCC2BF" wp14:editId="6D87EE81">
                  <wp:extent cx="5868035" cy="151066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8035" cy="1510665"/>
                          </a:xfrm>
                          <a:prstGeom prst="rect">
                            <a:avLst/>
                          </a:prstGeom>
                          <a:noFill/>
                          <a:ln>
                            <a:noFill/>
                          </a:ln>
                        </pic:spPr>
                      </pic:pic>
                    </a:graphicData>
                  </a:graphic>
                </wp:inline>
              </w:drawing>
            </w:r>
          </w:p>
        </w:tc>
      </w:tr>
      <w:tr w:rsidR="00843070" w:rsidRPr="004C3A94" w14:paraId="20C9A0D1" w14:textId="77777777" w:rsidTr="00121FB9">
        <w:tc>
          <w:tcPr>
            <w:tcW w:w="9356" w:type="dxa"/>
          </w:tcPr>
          <w:p w14:paraId="166E4E96" w14:textId="77777777" w:rsidR="00843070" w:rsidRPr="004C3A94" w:rsidRDefault="00843070" w:rsidP="00121FB9">
            <w:pPr>
              <w:pStyle w:val="TabIntestaSupBordo"/>
            </w:pPr>
            <w:r>
              <w:t>Double hit scenario</w:t>
            </w:r>
          </w:p>
        </w:tc>
      </w:tr>
      <w:tr w:rsidR="00843070" w:rsidRPr="002B550F" w14:paraId="00688281" w14:textId="77777777" w:rsidTr="00121FB9">
        <w:tc>
          <w:tcPr>
            <w:tcW w:w="9356" w:type="dxa"/>
          </w:tcPr>
          <w:p w14:paraId="722B40F9" w14:textId="77777777" w:rsidR="00843070" w:rsidRPr="004C3A94" w:rsidRDefault="00843070" w:rsidP="00121FB9">
            <w:pPr>
              <w:pStyle w:val="Figure"/>
            </w:pPr>
            <w:r w:rsidRPr="00364B10">
              <w:rPr>
                <w:noProof/>
              </w:rPr>
              <w:drawing>
                <wp:inline distT="0" distB="0" distL="0" distR="0" wp14:anchorId="12D5B1E5" wp14:editId="2B164861">
                  <wp:extent cx="5868035" cy="169354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8035" cy="1693545"/>
                          </a:xfrm>
                          <a:prstGeom prst="rect">
                            <a:avLst/>
                          </a:prstGeom>
                          <a:noFill/>
                          <a:ln>
                            <a:noFill/>
                          </a:ln>
                        </pic:spPr>
                      </pic:pic>
                    </a:graphicData>
                  </a:graphic>
                </wp:inline>
              </w:drawing>
            </w:r>
          </w:p>
        </w:tc>
      </w:tr>
      <w:tr w:rsidR="00843070" w:rsidRPr="00E5385E" w14:paraId="2BDB78F9" w14:textId="77777777" w:rsidTr="00121FB9">
        <w:tc>
          <w:tcPr>
            <w:tcW w:w="9356" w:type="dxa"/>
          </w:tcPr>
          <w:p w14:paraId="44632DA9" w14:textId="77777777" w:rsidR="00843070" w:rsidRPr="001D496D" w:rsidRDefault="00843070" w:rsidP="00121FB9">
            <w:pPr>
              <w:pStyle w:val="TabNoteSuperiori"/>
              <w:rPr>
                <w:lang w:val="en-US"/>
              </w:rPr>
            </w:pPr>
            <w:r w:rsidRPr="001D496D">
              <w:rPr>
                <w:lang w:val="en-US"/>
              </w:rPr>
              <w:t>Fonte: Oecd, Economic Outlook, 10 giugno 2020</w:t>
            </w:r>
          </w:p>
        </w:tc>
      </w:tr>
    </w:tbl>
    <w:p w14:paraId="4C9DDAD6" w14:textId="77777777" w:rsidR="00AC1912" w:rsidRDefault="00AC1912" w:rsidP="00AC1912">
      <w:r>
        <w:t xml:space="preserve">Le previsioni più recenti hanno accentuato la valutazione dell’impatto sul primo semestre 2020 e considerato una più graduale ripresa nella seconda metà dell’anno, o hanno ipotizzato apertamente un possibile secondo shock pandemico alla fine del 2020 o a inizio 2021. </w:t>
      </w:r>
    </w:p>
    <w:p w14:paraId="5EE11A83" w14:textId="77777777" w:rsidR="00AC1912" w:rsidRDefault="00AC1912" w:rsidP="00AC1912">
      <w:r>
        <w:t xml:space="preserve">Il Fondo monetario internazionale ritiene che il commercio mondiale debba contrarsi bruscamente dell’11,9 per cento nel 2020, per riprendersi parzialmente nel 2021 (+8,0 per cento) e che l’attività economica mondiale affronterà una forte recessione nel 2020 (-4,9 per cento), seguita però da un netto rimbalzo nel 2021 (+5,4 per cento). </w:t>
      </w:r>
    </w:p>
    <w:p w14:paraId="7CC2EB1A" w14:textId="77777777" w:rsidR="00AC1912" w:rsidRDefault="00AC1912" w:rsidP="00AC1912">
      <w:r>
        <w:t>L’Ocse ha presentato due scenari alternativi, ma aventi la stessa probabilità di realizzarsi. Significativamente, nel primo si ipotizza che una seconda ondata dell’epidemia colpisca tutti i paesi verso la fine del 2020, anche se con minore intensità della precedente, mentre nel secondo scenario la prima ondata non avrà strascichi significativi. In entrambi i casi non si ipotizza un ulteriore shock nel 2021. Per il prodotto mondiale si prospetta nel secondo scenario una caduta del 6,0 per cento nel 2020 e un rimbalzo del 5,2 per cento nel 2021. Questo andamento nel primo scenario si appesantisce ulteriormente e il prodotto dovrebbe cedere il 7,6 per cento quest’anno e non recuperare più del 2,8 per cento l’anno prossimo.</w:t>
      </w:r>
    </w:p>
    <w:p w14:paraId="5CC24AA4" w14:textId="5D094192" w:rsidR="00AC1912" w:rsidRDefault="00AC1912" w:rsidP="00AC1912">
      <w:r>
        <w:t xml:space="preserve">Per le quotazioni del petrolio, un chiaro indicatore del livello di attività economica, il Fondo monetario internazionale ipotizza un’ulteriore discesa superiore al 40 per cento nel 2020, frenata dall’accordo tra Russia e paesi Opec sui tagli alla produzione, e seguita da poco più di un consolidamento nel 2021. Per il Fondo l’effetto congiunto di una minore domanda e di una minore produzione manterrà poco più che invariato l’indice delle materie prime non energetiche. </w:t>
      </w:r>
    </w:p>
    <w:p w14:paraId="24B65BB5" w14:textId="77777777" w:rsidR="00AC1912" w:rsidRDefault="00AC1912" w:rsidP="00AC1912">
      <w:r>
        <w:t>Per l’Ocse, negli Stati Uniti la recessione dovrebbe toccare il 7,3 per cento nel 2020, ma potrebbe raggiungere anche l’8,4 per cento, e la disoccupazione salire all’11,3 per cento o più ancora al 12,9 per cento, nei due scenari considerati. Il mercato del lavoro è in netto peggioramento, nonostante le ingenti misure di politica monetaria e fiscale. Nel 2021 la ripresa potrebbe toccare il 4,1 per cento (+4,5 per cento per il Fmi) o limitarsi all’1,9 per cento nel caso di una seconda diffusione dell’epidemia.</w:t>
      </w:r>
    </w:p>
    <w:p w14:paraId="02E8F856" w14:textId="77777777" w:rsidR="00AC1912" w:rsidRDefault="00AC1912" w:rsidP="00AC1912">
      <w:r>
        <w:t>La crescita del Pil cinese dovrebbe interrompersi e il paese sperimenterà una recessione compresa tra il 2,6 e il 3,7 per cento nel 2020, per riprendersi decisamente nel 2021 collocandosi tra il 4,5 e il 6,8 per cento nelle due ipotesi dell’Ocse. Il FMI è invece più ottimista e prospetta una limitata crescita della Cina nel 2020 (+1,0 per cento), seguita da una notevole ripresa nel 2021 (+8,2 per cento).</w:t>
      </w:r>
    </w:p>
    <w:p w14:paraId="5C6DF5B2" w14:textId="11DCC1F3" w:rsidR="003F658D" w:rsidRDefault="00AC1912" w:rsidP="00AC1912">
      <w:r>
        <w:lastRenderedPageBreak/>
        <w:t>Il Giappone sta sperimentando la più profonda recessione dal dopoguerra. Per l’Ocse, il Pil si ridurrà tra il 6,0 e il 7,3 per cento nel 2020, e la ripresa appare incerta nel 2021, tanto che la variazione prevista dall’Ocse va da -0,5 a +2,1 per cento nei due diversi scenari. Anche per il paese del sol levante il Fondo è più ottimista e indica un -5,8 per il 2020 e un +2,4 per il 2021.</w:t>
      </w:r>
    </w:p>
    <w:p w14:paraId="4D4E7F1A" w14:textId="77777777" w:rsidR="00C43F0D" w:rsidRPr="00DB2CF9" w:rsidRDefault="00C43F0D" w:rsidP="00C43F0D">
      <w:pPr>
        <w:pStyle w:val="Titolo2"/>
      </w:pPr>
      <w:r>
        <w:t>X.2.</w:t>
      </w:r>
      <w:r>
        <w:tab/>
        <w:t>L’a</w:t>
      </w:r>
      <w:r w:rsidRPr="00DB2CF9">
        <w:t>rea dell’euro</w:t>
      </w:r>
    </w:p>
    <w:tbl>
      <w:tblPr>
        <w:tblStyle w:val="Grigliatabella"/>
        <w:tblpPr w:topFromText="284" w:bottomFromText="284" w:horzAnchor="margin" w:tblpXSpec="center" w:tblpYSpec="top"/>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843070" w14:paraId="672ECE60" w14:textId="77777777" w:rsidTr="00843070">
        <w:trPr>
          <w:cantSplit/>
          <w:trHeight w:val="255"/>
        </w:trPr>
        <w:tc>
          <w:tcPr>
            <w:tcW w:w="9370" w:type="dxa"/>
            <w:gridSpan w:val="10"/>
            <w:tcBorders>
              <w:bottom w:val="single" w:sz="4" w:space="0" w:color="833C0B" w:themeColor="accent2" w:themeShade="80"/>
            </w:tcBorders>
            <w:noWrap/>
          </w:tcPr>
          <w:p w14:paraId="6E950D5E" w14:textId="2048A908" w:rsidR="00843070" w:rsidRDefault="00843070" w:rsidP="00843070">
            <w:pPr>
              <w:pStyle w:val="TabTitolo"/>
            </w:pPr>
            <w:r>
              <w:t>Proiezioni macroeconomiche per l’area dell’euro.</w:t>
            </w:r>
          </w:p>
        </w:tc>
      </w:tr>
      <w:tr w:rsidR="00843070" w:rsidRPr="00DD211F" w14:paraId="65220E8F" w14:textId="77777777" w:rsidTr="00843070">
        <w:tblPrEx>
          <w:tblBorders>
            <w:top w:val="single" w:sz="4" w:space="0" w:color="833C0B" w:themeColor="accent2" w:themeShade="80"/>
            <w:bottom w:val="single" w:sz="4" w:space="0" w:color="833C0B" w:themeColor="accent2" w:themeShade="80"/>
          </w:tblBorders>
        </w:tblPrEx>
        <w:trPr>
          <w:gridAfter w:val="1"/>
          <w:wAfter w:w="16" w:type="dxa"/>
          <w:cantSplit/>
        </w:trPr>
        <w:tc>
          <w:tcPr>
            <w:tcW w:w="2211" w:type="dxa"/>
            <w:noWrap/>
          </w:tcPr>
          <w:p w14:paraId="09B02334" w14:textId="77777777" w:rsidR="00843070" w:rsidRPr="00DD211F" w:rsidRDefault="00843070" w:rsidP="00843070">
            <w:pPr>
              <w:pStyle w:val="TabIntestazioni"/>
            </w:pPr>
          </w:p>
        </w:tc>
        <w:tc>
          <w:tcPr>
            <w:tcW w:w="737" w:type="dxa"/>
            <w:noWrap/>
          </w:tcPr>
          <w:p w14:paraId="45432BB3" w14:textId="77777777" w:rsidR="00843070" w:rsidRPr="00DD211F" w:rsidRDefault="00843070" w:rsidP="00843070">
            <w:pPr>
              <w:pStyle w:val="TabIntestazioni"/>
            </w:pPr>
            <w:r>
              <w:t>2019</w:t>
            </w:r>
          </w:p>
        </w:tc>
        <w:tc>
          <w:tcPr>
            <w:tcW w:w="737" w:type="dxa"/>
          </w:tcPr>
          <w:p w14:paraId="3CF05981" w14:textId="77777777" w:rsidR="00843070" w:rsidRPr="00DD211F" w:rsidRDefault="00843070" w:rsidP="00843070">
            <w:pPr>
              <w:pStyle w:val="TabIntestazioni"/>
            </w:pPr>
            <w:r>
              <w:t>2020</w:t>
            </w:r>
          </w:p>
        </w:tc>
        <w:tc>
          <w:tcPr>
            <w:tcW w:w="737" w:type="dxa"/>
          </w:tcPr>
          <w:p w14:paraId="6BA67DC8" w14:textId="77777777" w:rsidR="00843070" w:rsidRPr="00DD211F" w:rsidRDefault="00843070" w:rsidP="00843070">
            <w:pPr>
              <w:pStyle w:val="TabIntestazioni"/>
            </w:pPr>
            <w:r>
              <w:t>2021</w:t>
            </w:r>
          </w:p>
        </w:tc>
        <w:tc>
          <w:tcPr>
            <w:tcW w:w="510" w:type="dxa"/>
            <w:noWrap/>
          </w:tcPr>
          <w:p w14:paraId="6D344C47" w14:textId="77777777" w:rsidR="00843070" w:rsidRPr="00DD211F" w:rsidRDefault="00843070" w:rsidP="00843070">
            <w:pPr>
              <w:pStyle w:val="TabIntestazioni"/>
            </w:pPr>
          </w:p>
        </w:tc>
        <w:tc>
          <w:tcPr>
            <w:tcW w:w="2211" w:type="dxa"/>
          </w:tcPr>
          <w:p w14:paraId="0A5F2BEB" w14:textId="77777777" w:rsidR="00843070" w:rsidRPr="00DD211F" w:rsidRDefault="00843070" w:rsidP="00843070">
            <w:pPr>
              <w:pStyle w:val="TabIntestazioni"/>
            </w:pPr>
          </w:p>
        </w:tc>
        <w:tc>
          <w:tcPr>
            <w:tcW w:w="737" w:type="dxa"/>
          </w:tcPr>
          <w:p w14:paraId="00248E0C" w14:textId="77777777" w:rsidR="00843070" w:rsidRPr="00DD211F" w:rsidRDefault="00843070" w:rsidP="00843070">
            <w:pPr>
              <w:pStyle w:val="TabIntestazioni"/>
            </w:pPr>
            <w:r>
              <w:t>2019</w:t>
            </w:r>
          </w:p>
        </w:tc>
        <w:tc>
          <w:tcPr>
            <w:tcW w:w="737" w:type="dxa"/>
          </w:tcPr>
          <w:p w14:paraId="156A1444" w14:textId="77777777" w:rsidR="00843070" w:rsidRPr="00DD211F" w:rsidRDefault="00843070" w:rsidP="00843070">
            <w:pPr>
              <w:pStyle w:val="TabIntestazioni"/>
            </w:pPr>
            <w:r>
              <w:t>2020</w:t>
            </w:r>
          </w:p>
        </w:tc>
        <w:tc>
          <w:tcPr>
            <w:tcW w:w="737" w:type="dxa"/>
          </w:tcPr>
          <w:p w14:paraId="21982722" w14:textId="77777777" w:rsidR="00843070" w:rsidRPr="00DD211F" w:rsidRDefault="00843070" w:rsidP="00843070">
            <w:pPr>
              <w:pStyle w:val="TabIntestazioni"/>
            </w:pPr>
            <w:r>
              <w:t>2021</w:t>
            </w:r>
          </w:p>
        </w:tc>
      </w:tr>
      <w:tr w:rsidR="00843070" w14:paraId="3508EB63" w14:textId="77777777" w:rsidTr="00843070">
        <w:trPr>
          <w:gridAfter w:val="1"/>
          <w:wAfter w:w="16" w:type="dxa"/>
          <w:cantSplit/>
          <w:trHeight w:hRule="exact" w:val="113"/>
        </w:trPr>
        <w:tc>
          <w:tcPr>
            <w:tcW w:w="2211" w:type="dxa"/>
            <w:tcBorders>
              <w:top w:val="single" w:sz="4" w:space="0" w:color="833C0B" w:themeColor="accent2" w:themeShade="80"/>
            </w:tcBorders>
            <w:noWrap/>
          </w:tcPr>
          <w:p w14:paraId="669573BD" w14:textId="77777777" w:rsidR="00843070" w:rsidRDefault="00843070" w:rsidP="00843070">
            <w:pPr>
              <w:pStyle w:val="TabEtichette"/>
            </w:pPr>
          </w:p>
        </w:tc>
        <w:tc>
          <w:tcPr>
            <w:tcW w:w="737" w:type="dxa"/>
            <w:tcBorders>
              <w:top w:val="single" w:sz="4" w:space="0" w:color="833C0B" w:themeColor="accent2" w:themeShade="80"/>
            </w:tcBorders>
            <w:noWrap/>
          </w:tcPr>
          <w:p w14:paraId="0E861A2A" w14:textId="77777777" w:rsidR="00843070" w:rsidRDefault="00843070" w:rsidP="00843070">
            <w:pPr>
              <w:pStyle w:val="TabNumeri"/>
            </w:pPr>
          </w:p>
        </w:tc>
        <w:tc>
          <w:tcPr>
            <w:tcW w:w="737" w:type="dxa"/>
            <w:tcBorders>
              <w:top w:val="single" w:sz="4" w:space="0" w:color="833C0B" w:themeColor="accent2" w:themeShade="80"/>
            </w:tcBorders>
            <w:noWrap/>
          </w:tcPr>
          <w:p w14:paraId="49A68470" w14:textId="77777777" w:rsidR="00843070" w:rsidRDefault="00843070" w:rsidP="00843070">
            <w:pPr>
              <w:pStyle w:val="TabNumeri"/>
            </w:pPr>
          </w:p>
        </w:tc>
        <w:tc>
          <w:tcPr>
            <w:tcW w:w="737" w:type="dxa"/>
            <w:tcBorders>
              <w:top w:val="single" w:sz="4" w:space="0" w:color="833C0B" w:themeColor="accent2" w:themeShade="80"/>
            </w:tcBorders>
            <w:noWrap/>
          </w:tcPr>
          <w:p w14:paraId="1433ABF6" w14:textId="77777777" w:rsidR="00843070" w:rsidRDefault="00843070" w:rsidP="00843070">
            <w:pPr>
              <w:pStyle w:val="TabNumeri"/>
            </w:pPr>
          </w:p>
        </w:tc>
        <w:tc>
          <w:tcPr>
            <w:tcW w:w="510" w:type="dxa"/>
            <w:tcBorders>
              <w:top w:val="single" w:sz="4" w:space="0" w:color="833C0B" w:themeColor="accent2" w:themeShade="80"/>
            </w:tcBorders>
            <w:noWrap/>
          </w:tcPr>
          <w:p w14:paraId="1D58A5BB" w14:textId="77777777" w:rsidR="00843070" w:rsidRDefault="00843070" w:rsidP="00843070">
            <w:pPr>
              <w:pStyle w:val="TabNumeri"/>
            </w:pPr>
          </w:p>
        </w:tc>
        <w:tc>
          <w:tcPr>
            <w:tcW w:w="2211" w:type="dxa"/>
            <w:tcBorders>
              <w:top w:val="single" w:sz="4" w:space="0" w:color="833C0B" w:themeColor="accent2" w:themeShade="80"/>
            </w:tcBorders>
          </w:tcPr>
          <w:p w14:paraId="6CDAB499" w14:textId="77777777" w:rsidR="00843070" w:rsidRDefault="00843070" w:rsidP="00843070">
            <w:pPr>
              <w:pStyle w:val="TabEtichette"/>
            </w:pPr>
          </w:p>
        </w:tc>
        <w:tc>
          <w:tcPr>
            <w:tcW w:w="737" w:type="dxa"/>
            <w:tcBorders>
              <w:top w:val="single" w:sz="4" w:space="0" w:color="833C0B" w:themeColor="accent2" w:themeShade="80"/>
            </w:tcBorders>
            <w:noWrap/>
          </w:tcPr>
          <w:p w14:paraId="1D4F3E3B" w14:textId="77777777" w:rsidR="00843070" w:rsidRDefault="00843070" w:rsidP="00843070">
            <w:pPr>
              <w:pStyle w:val="TabNumeri"/>
            </w:pPr>
          </w:p>
        </w:tc>
        <w:tc>
          <w:tcPr>
            <w:tcW w:w="737" w:type="dxa"/>
            <w:tcBorders>
              <w:top w:val="single" w:sz="4" w:space="0" w:color="833C0B" w:themeColor="accent2" w:themeShade="80"/>
            </w:tcBorders>
          </w:tcPr>
          <w:p w14:paraId="04131F99" w14:textId="77777777" w:rsidR="00843070" w:rsidRDefault="00843070" w:rsidP="00843070">
            <w:pPr>
              <w:pStyle w:val="TabNumeri"/>
            </w:pPr>
          </w:p>
        </w:tc>
        <w:tc>
          <w:tcPr>
            <w:tcW w:w="737" w:type="dxa"/>
            <w:tcBorders>
              <w:top w:val="single" w:sz="4" w:space="0" w:color="833C0B" w:themeColor="accent2" w:themeShade="80"/>
            </w:tcBorders>
            <w:noWrap/>
          </w:tcPr>
          <w:p w14:paraId="6CAFF2F7" w14:textId="77777777" w:rsidR="00843070" w:rsidRDefault="00843070" w:rsidP="00843070">
            <w:pPr>
              <w:pStyle w:val="TabNumeri"/>
            </w:pPr>
          </w:p>
        </w:tc>
      </w:tr>
      <w:tr w:rsidR="00843070" w14:paraId="2518B922" w14:textId="77777777" w:rsidTr="00843070">
        <w:trPr>
          <w:gridAfter w:val="1"/>
          <w:wAfter w:w="16" w:type="dxa"/>
          <w:cantSplit/>
          <w:trHeight w:val="255"/>
        </w:trPr>
        <w:tc>
          <w:tcPr>
            <w:tcW w:w="2211" w:type="dxa"/>
            <w:noWrap/>
          </w:tcPr>
          <w:p w14:paraId="323AFFF8" w14:textId="77777777" w:rsidR="00843070" w:rsidRPr="00233F5C" w:rsidRDefault="00843070" w:rsidP="00843070">
            <w:pPr>
              <w:pStyle w:val="TabEtichette"/>
            </w:pPr>
            <w:r w:rsidRPr="00233F5C">
              <w:t>Prodotto interno lordo</w:t>
            </w:r>
            <w:r>
              <w:t xml:space="preserve"> (1, 2)</w:t>
            </w:r>
          </w:p>
        </w:tc>
        <w:tc>
          <w:tcPr>
            <w:tcW w:w="737" w:type="dxa"/>
            <w:noWrap/>
          </w:tcPr>
          <w:p w14:paraId="1C7AA01E" w14:textId="77777777" w:rsidR="00843070" w:rsidRPr="00902005" w:rsidRDefault="00843070" w:rsidP="00843070">
            <w:pPr>
              <w:pStyle w:val="TabNumeri"/>
            </w:pPr>
            <w:r w:rsidRPr="00593600">
              <w:t>1,2</w:t>
            </w:r>
          </w:p>
        </w:tc>
        <w:tc>
          <w:tcPr>
            <w:tcW w:w="737" w:type="dxa"/>
            <w:noWrap/>
          </w:tcPr>
          <w:p w14:paraId="275D5C44" w14:textId="77777777" w:rsidR="00843070" w:rsidRPr="00902005" w:rsidRDefault="00843070" w:rsidP="00843070">
            <w:pPr>
              <w:pStyle w:val="TabNumeri"/>
            </w:pPr>
            <w:r w:rsidRPr="00593600">
              <w:t>-8,7</w:t>
            </w:r>
          </w:p>
        </w:tc>
        <w:tc>
          <w:tcPr>
            <w:tcW w:w="737" w:type="dxa"/>
            <w:noWrap/>
          </w:tcPr>
          <w:p w14:paraId="43A96D7A" w14:textId="77777777" w:rsidR="00843070" w:rsidRPr="00902005" w:rsidRDefault="00843070" w:rsidP="00843070">
            <w:pPr>
              <w:pStyle w:val="TabNumeri"/>
            </w:pPr>
            <w:r w:rsidRPr="00593600">
              <w:t>5,2</w:t>
            </w:r>
          </w:p>
        </w:tc>
        <w:tc>
          <w:tcPr>
            <w:tcW w:w="510" w:type="dxa"/>
            <w:noWrap/>
          </w:tcPr>
          <w:p w14:paraId="55D9B3D1" w14:textId="77777777" w:rsidR="00843070" w:rsidRPr="000770A1" w:rsidRDefault="00843070" w:rsidP="00843070">
            <w:pPr>
              <w:pStyle w:val="TabNumeri"/>
              <w:rPr>
                <w:sz w:val="14"/>
                <w:szCs w:val="14"/>
              </w:rPr>
            </w:pPr>
          </w:p>
        </w:tc>
        <w:tc>
          <w:tcPr>
            <w:tcW w:w="2211" w:type="dxa"/>
          </w:tcPr>
          <w:p w14:paraId="1BD4323E" w14:textId="77777777" w:rsidR="00843070" w:rsidRPr="00233F5C" w:rsidRDefault="00843070" w:rsidP="00843070">
            <w:pPr>
              <w:pStyle w:val="TabEtichette"/>
            </w:pPr>
            <w:r>
              <w:t>Saldo di conto corrente (4)</w:t>
            </w:r>
          </w:p>
        </w:tc>
        <w:tc>
          <w:tcPr>
            <w:tcW w:w="737" w:type="dxa"/>
            <w:noWrap/>
          </w:tcPr>
          <w:p w14:paraId="36983BC8" w14:textId="77777777" w:rsidR="00843070" w:rsidRPr="008D37A3" w:rsidRDefault="00843070" w:rsidP="00843070">
            <w:pPr>
              <w:pStyle w:val="TabNumeri"/>
            </w:pPr>
            <w:r w:rsidRPr="00DC76E2">
              <w:t>2,7</w:t>
            </w:r>
          </w:p>
        </w:tc>
        <w:tc>
          <w:tcPr>
            <w:tcW w:w="737" w:type="dxa"/>
          </w:tcPr>
          <w:p w14:paraId="093A3789" w14:textId="77777777" w:rsidR="00843070" w:rsidRPr="008D37A3" w:rsidRDefault="00843070" w:rsidP="00843070">
            <w:pPr>
              <w:pStyle w:val="TabNumeri"/>
            </w:pPr>
            <w:r w:rsidRPr="00DC76E2">
              <w:t>2,4</w:t>
            </w:r>
          </w:p>
        </w:tc>
        <w:tc>
          <w:tcPr>
            <w:tcW w:w="737" w:type="dxa"/>
            <w:noWrap/>
          </w:tcPr>
          <w:p w14:paraId="19712803" w14:textId="77777777" w:rsidR="00843070" w:rsidRPr="008D37A3" w:rsidRDefault="00843070" w:rsidP="00843070">
            <w:pPr>
              <w:pStyle w:val="TabNumeri"/>
            </w:pPr>
            <w:r w:rsidRPr="00DC76E2">
              <w:t>2,5</w:t>
            </w:r>
          </w:p>
        </w:tc>
      </w:tr>
      <w:tr w:rsidR="00843070" w14:paraId="60EB4D54" w14:textId="77777777" w:rsidTr="00843070">
        <w:trPr>
          <w:gridAfter w:val="1"/>
          <w:wAfter w:w="16" w:type="dxa"/>
          <w:cantSplit/>
          <w:trHeight w:val="255"/>
        </w:trPr>
        <w:tc>
          <w:tcPr>
            <w:tcW w:w="2211" w:type="dxa"/>
            <w:shd w:val="clear" w:color="auto" w:fill="EDEDED" w:themeFill="accent3" w:themeFillTint="33"/>
            <w:noWrap/>
          </w:tcPr>
          <w:p w14:paraId="4083101D" w14:textId="77777777" w:rsidR="00843070" w:rsidRPr="00233F5C" w:rsidRDefault="00843070" w:rsidP="00843070">
            <w:pPr>
              <w:pStyle w:val="TabEtichette"/>
            </w:pPr>
            <w:r w:rsidRPr="00233F5C">
              <w:t xml:space="preserve">Consumi </w:t>
            </w:r>
            <w:r>
              <w:t>privati (1, 2)</w:t>
            </w:r>
          </w:p>
        </w:tc>
        <w:tc>
          <w:tcPr>
            <w:tcW w:w="737" w:type="dxa"/>
            <w:shd w:val="clear" w:color="auto" w:fill="EDEDED" w:themeFill="accent3" w:themeFillTint="33"/>
            <w:noWrap/>
          </w:tcPr>
          <w:p w14:paraId="7F0DFC4D" w14:textId="77777777" w:rsidR="00843070" w:rsidRPr="00902005" w:rsidRDefault="00843070" w:rsidP="00843070">
            <w:pPr>
              <w:pStyle w:val="TabNumeri"/>
            </w:pPr>
            <w:r w:rsidRPr="00593600">
              <w:t>1,3</w:t>
            </w:r>
          </w:p>
        </w:tc>
        <w:tc>
          <w:tcPr>
            <w:tcW w:w="737" w:type="dxa"/>
            <w:shd w:val="clear" w:color="auto" w:fill="EDEDED" w:themeFill="accent3" w:themeFillTint="33"/>
            <w:noWrap/>
          </w:tcPr>
          <w:p w14:paraId="56951905" w14:textId="77777777" w:rsidR="00843070" w:rsidRPr="00902005" w:rsidRDefault="00843070" w:rsidP="00843070">
            <w:pPr>
              <w:pStyle w:val="TabNumeri"/>
            </w:pPr>
            <w:r w:rsidRPr="00593600">
              <w:t>-7,8</w:t>
            </w:r>
          </w:p>
        </w:tc>
        <w:tc>
          <w:tcPr>
            <w:tcW w:w="737" w:type="dxa"/>
            <w:shd w:val="clear" w:color="auto" w:fill="EDEDED" w:themeFill="accent3" w:themeFillTint="33"/>
            <w:noWrap/>
          </w:tcPr>
          <w:p w14:paraId="30EDC92E" w14:textId="77777777" w:rsidR="00843070" w:rsidRPr="00902005" w:rsidRDefault="00843070" w:rsidP="00843070">
            <w:pPr>
              <w:pStyle w:val="TabNumeri"/>
            </w:pPr>
            <w:r w:rsidRPr="00593600">
              <w:t>6,0</w:t>
            </w:r>
          </w:p>
        </w:tc>
        <w:tc>
          <w:tcPr>
            <w:tcW w:w="510" w:type="dxa"/>
            <w:shd w:val="clear" w:color="auto" w:fill="EDEDED" w:themeFill="accent3" w:themeFillTint="33"/>
            <w:noWrap/>
          </w:tcPr>
          <w:p w14:paraId="2D4BC6EC" w14:textId="77777777" w:rsidR="00843070" w:rsidRPr="000770A1" w:rsidRDefault="00843070" w:rsidP="00843070">
            <w:pPr>
              <w:pStyle w:val="TabNumeri"/>
              <w:rPr>
                <w:sz w:val="14"/>
                <w:szCs w:val="14"/>
              </w:rPr>
            </w:pPr>
          </w:p>
        </w:tc>
        <w:tc>
          <w:tcPr>
            <w:tcW w:w="2211" w:type="dxa"/>
            <w:shd w:val="clear" w:color="auto" w:fill="EDEDED" w:themeFill="accent3" w:themeFillTint="33"/>
          </w:tcPr>
          <w:p w14:paraId="4F1B2413" w14:textId="77777777" w:rsidR="00843070" w:rsidRPr="00233F5C" w:rsidRDefault="00843070" w:rsidP="00843070">
            <w:pPr>
              <w:pStyle w:val="TabEtichette"/>
            </w:pPr>
            <w:r>
              <w:t>Occupazione (1)</w:t>
            </w:r>
          </w:p>
        </w:tc>
        <w:tc>
          <w:tcPr>
            <w:tcW w:w="737" w:type="dxa"/>
            <w:shd w:val="clear" w:color="auto" w:fill="EDEDED" w:themeFill="accent3" w:themeFillTint="33"/>
            <w:noWrap/>
          </w:tcPr>
          <w:p w14:paraId="5F43CCA9" w14:textId="77777777" w:rsidR="00843070" w:rsidRPr="008D37A3" w:rsidRDefault="00843070" w:rsidP="00843070">
            <w:pPr>
              <w:pStyle w:val="TabNumeri"/>
            </w:pPr>
            <w:r w:rsidRPr="00DC76E2">
              <w:t>1,2</w:t>
            </w:r>
          </w:p>
        </w:tc>
        <w:tc>
          <w:tcPr>
            <w:tcW w:w="737" w:type="dxa"/>
            <w:shd w:val="clear" w:color="auto" w:fill="EDEDED" w:themeFill="accent3" w:themeFillTint="33"/>
          </w:tcPr>
          <w:p w14:paraId="470F4E7A" w14:textId="77777777" w:rsidR="00843070" w:rsidRPr="008D37A3" w:rsidRDefault="00843070" w:rsidP="00843070">
            <w:pPr>
              <w:pStyle w:val="TabNumeri"/>
            </w:pPr>
            <w:r w:rsidRPr="00DC76E2">
              <w:t>-2,8</w:t>
            </w:r>
          </w:p>
        </w:tc>
        <w:tc>
          <w:tcPr>
            <w:tcW w:w="737" w:type="dxa"/>
            <w:shd w:val="clear" w:color="auto" w:fill="EDEDED" w:themeFill="accent3" w:themeFillTint="33"/>
            <w:noWrap/>
          </w:tcPr>
          <w:p w14:paraId="31428B6B" w14:textId="77777777" w:rsidR="00843070" w:rsidRPr="008D37A3" w:rsidRDefault="00843070" w:rsidP="00843070">
            <w:pPr>
              <w:pStyle w:val="TabNumeri"/>
            </w:pPr>
            <w:r w:rsidRPr="00DC76E2">
              <w:t>0,4</w:t>
            </w:r>
          </w:p>
        </w:tc>
      </w:tr>
      <w:tr w:rsidR="00843070" w14:paraId="026F8ED2" w14:textId="77777777" w:rsidTr="00843070">
        <w:trPr>
          <w:gridAfter w:val="1"/>
          <w:wAfter w:w="16" w:type="dxa"/>
          <w:cantSplit/>
          <w:trHeight w:val="255"/>
        </w:trPr>
        <w:tc>
          <w:tcPr>
            <w:tcW w:w="2211" w:type="dxa"/>
            <w:noWrap/>
          </w:tcPr>
          <w:p w14:paraId="3E0277F7" w14:textId="77777777" w:rsidR="00843070" w:rsidRPr="00233F5C" w:rsidRDefault="00843070" w:rsidP="00843070">
            <w:pPr>
              <w:pStyle w:val="TabEtichette"/>
            </w:pPr>
            <w:r w:rsidRPr="00233F5C">
              <w:t xml:space="preserve">Consumi </w:t>
            </w:r>
            <w:r>
              <w:t>pubblici (1, 2)</w:t>
            </w:r>
          </w:p>
        </w:tc>
        <w:tc>
          <w:tcPr>
            <w:tcW w:w="737" w:type="dxa"/>
            <w:noWrap/>
          </w:tcPr>
          <w:p w14:paraId="7FC12082" w14:textId="77777777" w:rsidR="00843070" w:rsidRPr="00902005" w:rsidRDefault="00843070" w:rsidP="00843070">
            <w:pPr>
              <w:pStyle w:val="TabNumeri"/>
            </w:pPr>
            <w:r w:rsidRPr="00593600">
              <w:t>1,7</w:t>
            </w:r>
          </w:p>
        </w:tc>
        <w:tc>
          <w:tcPr>
            <w:tcW w:w="737" w:type="dxa"/>
            <w:noWrap/>
          </w:tcPr>
          <w:p w14:paraId="2F091D01" w14:textId="77777777" w:rsidR="00843070" w:rsidRPr="00902005" w:rsidRDefault="00843070" w:rsidP="00843070">
            <w:pPr>
              <w:pStyle w:val="TabNumeri"/>
            </w:pPr>
            <w:r w:rsidRPr="00593600">
              <w:t>2,5</w:t>
            </w:r>
          </w:p>
        </w:tc>
        <w:tc>
          <w:tcPr>
            <w:tcW w:w="737" w:type="dxa"/>
            <w:noWrap/>
          </w:tcPr>
          <w:p w14:paraId="0BAA79EC" w14:textId="77777777" w:rsidR="00843070" w:rsidRPr="00902005" w:rsidRDefault="00843070" w:rsidP="00843070">
            <w:pPr>
              <w:pStyle w:val="TabNumeri"/>
            </w:pPr>
            <w:r w:rsidRPr="00593600">
              <w:t>1,0</w:t>
            </w:r>
          </w:p>
        </w:tc>
        <w:tc>
          <w:tcPr>
            <w:tcW w:w="510" w:type="dxa"/>
            <w:noWrap/>
          </w:tcPr>
          <w:p w14:paraId="2613FBF2" w14:textId="77777777" w:rsidR="00843070" w:rsidRPr="000770A1" w:rsidRDefault="00843070" w:rsidP="00843070">
            <w:pPr>
              <w:pStyle w:val="TabNumeri"/>
              <w:rPr>
                <w:sz w:val="14"/>
                <w:szCs w:val="14"/>
              </w:rPr>
            </w:pPr>
          </w:p>
        </w:tc>
        <w:tc>
          <w:tcPr>
            <w:tcW w:w="2211" w:type="dxa"/>
          </w:tcPr>
          <w:p w14:paraId="67B54901" w14:textId="77777777" w:rsidR="00843070" w:rsidRPr="00233F5C" w:rsidRDefault="00843070" w:rsidP="00843070">
            <w:pPr>
              <w:pStyle w:val="TabEtichette"/>
            </w:pPr>
            <w:r>
              <w:t>Tasso di d</w:t>
            </w:r>
            <w:r w:rsidRPr="00233F5C">
              <w:t>isoccupazione [</w:t>
            </w:r>
            <w:r>
              <w:t>5</w:t>
            </w:r>
            <w:r w:rsidRPr="00233F5C">
              <w:t>]</w:t>
            </w:r>
          </w:p>
        </w:tc>
        <w:tc>
          <w:tcPr>
            <w:tcW w:w="737" w:type="dxa"/>
            <w:noWrap/>
          </w:tcPr>
          <w:p w14:paraId="30BEA041" w14:textId="77777777" w:rsidR="00843070" w:rsidRPr="008D37A3" w:rsidRDefault="00843070" w:rsidP="00843070">
            <w:pPr>
              <w:pStyle w:val="TabNumeri"/>
            </w:pPr>
            <w:r w:rsidRPr="00DC76E2">
              <w:t>7,6</w:t>
            </w:r>
          </w:p>
        </w:tc>
        <w:tc>
          <w:tcPr>
            <w:tcW w:w="737" w:type="dxa"/>
          </w:tcPr>
          <w:p w14:paraId="1C169EE1" w14:textId="77777777" w:rsidR="00843070" w:rsidRPr="008D37A3" w:rsidRDefault="00843070" w:rsidP="00843070">
            <w:pPr>
              <w:pStyle w:val="TabNumeri"/>
            </w:pPr>
            <w:r w:rsidRPr="00DC76E2">
              <w:t>9,8</w:t>
            </w:r>
          </w:p>
        </w:tc>
        <w:tc>
          <w:tcPr>
            <w:tcW w:w="737" w:type="dxa"/>
            <w:noWrap/>
          </w:tcPr>
          <w:p w14:paraId="2AD9D93C" w14:textId="77777777" w:rsidR="00843070" w:rsidRPr="008D37A3" w:rsidRDefault="00843070" w:rsidP="00843070">
            <w:pPr>
              <w:pStyle w:val="TabNumeri"/>
            </w:pPr>
            <w:r w:rsidRPr="00DC76E2">
              <w:t>10,1</w:t>
            </w:r>
          </w:p>
        </w:tc>
      </w:tr>
      <w:tr w:rsidR="00843070" w14:paraId="17733B8B" w14:textId="77777777" w:rsidTr="00843070">
        <w:trPr>
          <w:gridAfter w:val="1"/>
          <w:wAfter w:w="16" w:type="dxa"/>
          <w:cantSplit/>
          <w:trHeight w:val="255"/>
        </w:trPr>
        <w:tc>
          <w:tcPr>
            <w:tcW w:w="2211" w:type="dxa"/>
            <w:shd w:val="clear" w:color="auto" w:fill="EDEDED" w:themeFill="accent3" w:themeFillTint="33"/>
            <w:noWrap/>
          </w:tcPr>
          <w:p w14:paraId="0CC6AE5D" w14:textId="77777777" w:rsidR="00843070" w:rsidRPr="00233F5C" w:rsidRDefault="00843070" w:rsidP="00843070">
            <w:pPr>
              <w:pStyle w:val="TabEtichette"/>
            </w:pPr>
            <w:r w:rsidRPr="00233F5C">
              <w:t>Investimenti fissi lordi</w:t>
            </w:r>
            <w:r>
              <w:t xml:space="preserve"> (1, 2)</w:t>
            </w:r>
          </w:p>
        </w:tc>
        <w:tc>
          <w:tcPr>
            <w:tcW w:w="737" w:type="dxa"/>
            <w:shd w:val="clear" w:color="auto" w:fill="EDEDED" w:themeFill="accent3" w:themeFillTint="33"/>
            <w:noWrap/>
          </w:tcPr>
          <w:p w14:paraId="3D1BCF60" w14:textId="77777777" w:rsidR="00843070" w:rsidRPr="00902005" w:rsidRDefault="00843070" w:rsidP="00843070">
            <w:pPr>
              <w:pStyle w:val="TabNumeri"/>
            </w:pPr>
            <w:r w:rsidRPr="00593600">
              <w:t>5,5</w:t>
            </w:r>
          </w:p>
        </w:tc>
        <w:tc>
          <w:tcPr>
            <w:tcW w:w="737" w:type="dxa"/>
            <w:shd w:val="clear" w:color="auto" w:fill="EDEDED" w:themeFill="accent3" w:themeFillTint="33"/>
            <w:noWrap/>
          </w:tcPr>
          <w:p w14:paraId="6EEF5913" w14:textId="77777777" w:rsidR="00843070" w:rsidRPr="00902005" w:rsidRDefault="00843070" w:rsidP="00843070">
            <w:pPr>
              <w:pStyle w:val="TabNumeri"/>
            </w:pPr>
            <w:r w:rsidRPr="00593600">
              <w:t>-15,5</w:t>
            </w:r>
          </w:p>
        </w:tc>
        <w:tc>
          <w:tcPr>
            <w:tcW w:w="737" w:type="dxa"/>
            <w:shd w:val="clear" w:color="auto" w:fill="EDEDED" w:themeFill="accent3" w:themeFillTint="33"/>
            <w:noWrap/>
          </w:tcPr>
          <w:p w14:paraId="6F391C32" w14:textId="77777777" w:rsidR="00843070" w:rsidRPr="00902005" w:rsidRDefault="00843070" w:rsidP="00843070">
            <w:pPr>
              <w:pStyle w:val="TabNumeri"/>
            </w:pPr>
            <w:r w:rsidRPr="00593600">
              <w:t>4,9</w:t>
            </w:r>
          </w:p>
        </w:tc>
        <w:tc>
          <w:tcPr>
            <w:tcW w:w="510" w:type="dxa"/>
            <w:shd w:val="clear" w:color="auto" w:fill="EDEDED" w:themeFill="accent3" w:themeFillTint="33"/>
            <w:noWrap/>
          </w:tcPr>
          <w:p w14:paraId="7CFB9263" w14:textId="77777777" w:rsidR="00843070" w:rsidRPr="000770A1" w:rsidRDefault="00843070" w:rsidP="00843070">
            <w:pPr>
              <w:pStyle w:val="TabNumeri"/>
              <w:rPr>
                <w:sz w:val="14"/>
                <w:szCs w:val="14"/>
              </w:rPr>
            </w:pPr>
          </w:p>
        </w:tc>
        <w:tc>
          <w:tcPr>
            <w:tcW w:w="2211" w:type="dxa"/>
            <w:shd w:val="clear" w:color="auto" w:fill="EDEDED" w:themeFill="accent3" w:themeFillTint="33"/>
          </w:tcPr>
          <w:p w14:paraId="5A2BD347" w14:textId="77777777" w:rsidR="00843070" w:rsidRPr="00233F5C" w:rsidRDefault="00843070" w:rsidP="00843070">
            <w:pPr>
              <w:pStyle w:val="TabEtichette"/>
            </w:pPr>
            <w:r w:rsidRPr="00233F5C">
              <w:t>Prezzi al consumo</w:t>
            </w:r>
            <w:r>
              <w:t xml:space="preserve"> [1, 6]</w:t>
            </w:r>
          </w:p>
        </w:tc>
        <w:tc>
          <w:tcPr>
            <w:tcW w:w="737" w:type="dxa"/>
            <w:shd w:val="clear" w:color="auto" w:fill="EDEDED" w:themeFill="accent3" w:themeFillTint="33"/>
            <w:noWrap/>
          </w:tcPr>
          <w:p w14:paraId="5E55399C" w14:textId="77777777" w:rsidR="00843070" w:rsidRPr="008D37A3" w:rsidRDefault="00843070" w:rsidP="00843070">
            <w:pPr>
              <w:pStyle w:val="TabNumeri"/>
            </w:pPr>
            <w:r w:rsidRPr="00DC76E2">
              <w:t>1,2</w:t>
            </w:r>
          </w:p>
        </w:tc>
        <w:tc>
          <w:tcPr>
            <w:tcW w:w="737" w:type="dxa"/>
            <w:shd w:val="clear" w:color="auto" w:fill="EDEDED" w:themeFill="accent3" w:themeFillTint="33"/>
          </w:tcPr>
          <w:p w14:paraId="06900851" w14:textId="77777777" w:rsidR="00843070" w:rsidRPr="008D37A3" w:rsidRDefault="00843070" w:rsidP="00843070">
            <w:pPr>
              <w:pStyle w:val="TabNumeri"/>
            </w:pPr>
            <w:r w:rsidRPr="00DC76E2">
              <w:t>0,3</w:t>
            </w:r>
          </w:p>
        </w:tc>
        <w:tc>
          <w:tcPr>
            <w:tcW w:w="737" w:type="dxa"/>
            <w:shd w:val="clear" w:color="auto" w:fill="EDEDED" w:themeFill="accent3" w:themeFillTint="33"/>
            <w:noWrap/>
          </w:tcPr>
          <w:p w14:paraId="5E9BBB74" w14:textId="77777777" w:rsidR="00843070" w:rsidRPr="008D37A3" w:rsidRDefault="00843070" w:rsidP="00843070">
            <w:pPr>
              <w:pStyle w:val="TabNumeri"/>
            </w:pPr>
            <w:r w:rsidRPr="00DC76E2">
              <w:t>0,8</w:t>
            </w:r>
          </w:p>
        </w:tc>
      </w:tr>
      <w:tr w:rsidR="00843070" w14:paraId="111CC34D" w14:textId="77777777" w:rsidTr="00843070">
        <w:trPr>
          <w:gridAfter w:val="1"/>
          <w:wAfter w:w="16" w:type="dxa"/>
          <w:cantSplit/>
          <w:trHeight w:val="255"/>
        </w:trPr>
        <w:tc>
          <w:tcPr>
            <w:tcW w:w="2211" w:type="dxa"/>
            <w:noWrap/>
          </w:tcPr>
          <w:p w14:paraId="3ABFF446" w14:textId="77777777" w:rsidR="00843070" w:rsidRPr="00233F5C" w:rsidRDefault="00843070" w:rsidP="00843070">
            <w:pPr>
              <w:pStyle w:val="TabEtichette"/>
            </w:pPr>
            <w:r w:rsidRPr="00233F5C">
              <w:t>Esportazioni</w:t>
            </w:r>
            <w:r>
              <w:t xml:space="preserve"> (1, 2, 3)</w:t>
            </w:r>
          </w:p>
        </w:tc>
        <w:tc>
          <w:tcPr>
            <w:tcW w:w="737" w:type="dxa"/>
            <w:noWrap/>
          </w:tcPr>
          <w:p w14:paraId="710B04C8" w14:textId="77777777" w:rsidR="00843070" w:rsidRPr="00902005" w:rsidRDefault="00843070" w:rsidP="00843070">
            <w:pPr>
              <w:pStyle w:val="TabNumeri"/>
            </w:pPr>
            <w:r w:rsidRPr="00593600">
              <w:t>2,5</w:t>
            </w:r>
          </w:p>
        </w:tc>
        <w:tc>
          <w:tcPr>
            <w:tcW w:w="737" w:type="dxa"/>
            <w:noWrap/>
          </w:tcPr>
          <w:p w14:paraId="4EC36750" w14:textId="77777777" w:rsidR="00843070" w:rsidRPr="00902005" w:rsidRDefault="00843070" w:rsidP="00843070">
            <w:pPr>
              <w:pStyle w:val="TabNumeri"/>
            </w:pPr>
            <w:r w:rsidRPr="00593600">
              <w:t>-13,6</w:t>
            </w:r>
          </w:p>
        </w:tc>
        <w:tc>
          <w:tcPr>
            <w:tcW w:w="737" w:type="dxa"/>
            <w:noWrap/>
          </w:tcPr>
          <w:p w14:paraId="395F4F3D" w14:textId="77777777" w:rsidR="00843070" w:rsidRPr="00902005" w:rsidRDefault="00843070" w:rsidP="00843070">
            <w:pPr>
              <w:pStyle w:val="TabNumeri"/>
            </w:pPr>
            <w:r w:rsidRPr="00593600">
              <w:t>8,4</w:t>
            </w:r>
          </w:p>
        </w:tc>
        <w:tc>
          <w:tcPr>
            <w:tcW w:w="510" w:type="dxa"/>
            <w:noWrap/>
          </w:tcPr>
          <w:p w14:paraId="186FB593" w14:textId="77777777" w:rsidR="00843070" w:rsidRPr="000770A1" w:rsidRDefault="00843070" w:rsidP="00843070">
            <w:pPr>
              <w:pStyle w:val="TabNumeri"/>
              <w:rPr>
                <w:sz w:val="14"/>
                <w:szCs w:val="14"/>
              </w:rPr>
            </w:pPr>
          </w:p>
        </w:tc>
        <w:tc>
          <w:tcPr>
            <w:tcW w:w="2211" w:type="dxa"/>
          </w:tcPr>
          <w:p w14:paraId="109576C9" w14:textId="77777777" w:rsidR="00843070" w:rsidRPr="00233F5C" w:rsidRDefault="00843070" w:rsidP="00843070">
            <w:pPr>
              <w:pStyle w:val="TabEtichette"/>
            </w:pPr>
            <w:r w:rsidRPr="00233F5C">
              <w:t>Ind</w:t>
            </w:r>
            <w:r>
              <w:t>ebitamento della P.A. [4]</w:t>
            </w:r>
          </w:p>
        </w:tc>
        <w:tc>
          <w:tcPr>
            <w:tcW w:w="737" w:type="dxa"/>
            <w:noWrap/>
          </w:tcPr>
          <w:p w14:paraId="50FAC134" w14:textId="77777777" w:rsidR="00843070" w:rsidRPr="008D37A3" w:rsidRDefault="00843070" w:rsidP="00843070">
            <w:pPr>
              <w:pStyle w:val="TabNumeri"/>
            </w:pPr>
            <w:r w:rsidRPr="00DC76E2">
              <w:t>0,6</w:t>
            </w:r>
          </w:p>
        </w:tc>
        <w:tc>
          <w:tcPr>
            <w:tcW w:w="737" w:type="dxa"/>
          </w:tcPr>
          <w:p w14:paraId="3ED2CCF8" w14:textId="77777777" w:rsidR="00843070" w:rsidRPr="008D37A3" w:rsidRDefault="00843070" w:rsidP="00843070">
            <w:pPr>
              <w:pStyle w:val="TabNumeri"/>
            </w:pPr>
            <w:r w:rsidRPr="00DC76E2">
              <w:t>8,5</w:t>
            </w:r>
          </w:p>
        </w:tc>
        <w:tc>
          <w:tcPr>
            <w:tcW w:w="737" w:type="dxa"/>
            <w:noWrap/>
          </w:tcPr>
          <w:p w14:paraId="380E2135" w14:textId="77777777" w:rsidR="00843070" w:rsidRPr="008D37A3" w:rsidRDefault="00843070" w:rsidP="00843070">
            <w:pPr>
              <w:pStyle w:val="TabNumeri"/>
            </w:pPr>
            <w:r w:rsidRPr="00DC76E2">
              <w:t>4,9</w:t>
            </w:r>
          </w:p>
        </w:tc>
      </w:tr>
      <w:tr w:rsidR="00843070" w14:paraId="5CC9E449" w14:textId="77777777" w:rsidTr="00843070">
        <w:trPr>
          <w:gridAfter w:val="1"/>
          <w:wAfter w:w="16" w:type="dxa"/>
          <w:cantSplit/>
          <w:trHeight w:val="255"/>
        </w:trPr>
        <w:tc>
          <w:tcPr>
            <w:tcW w:w="2211" w:type="dxa"/>
            <w:tcBorders>
              <w:bottom w:val="single" w:sz="4" w:space="0" w:color="833C0B" w:themeColor="accent2" w:themeShade="80"/>
            </w:tcBorders>
            <w:shd w:val="clear" w:color="auto" w:fill="EDEDED" w:themeFill="accent3" w:themeFillTint="33"/>
            <w:noWrap/>
          </w:tcPr>
          <w:p w14:paraId="177D1AAC" w14:textId="77777777" w:rsidR="00843070" w:rsidRDefault="00843070" w:rsidP="00843070">
            <w:pPr>
              <w:pStyle w:val="TabEtichette"/>
            </w:pPr>
            <w:r w:rsidRPr="00233F5C">
              <w:t>Importazioni</w:t>
            </w:r>
            <w:r>
              <w:t xml:space="preserve"> (1, 2, 3)</w:t>
            </w:r>
          </w:p>
        </w:tc>
        <w:tc>
          <w:tcPr>
            <w:tcW w:w="737" w:type="dxa"/>
            <w:tcBorders>
              <w:bottom w:val="single" w:sz="4" w:space="0" w:color="833C0B" w:themeColor="accent2" w:themeShade="80"/>
            </w:tcBorders>
            <w:shd w:val="clear" w:color="auto" w:fill="EDEDED" w:themeFill="accent3" w:themeFillTint="33"/>
            <w:noWrap/>
          </w:tcPr>
          <w:p w14:paraId="3574E6B7" w14:textId="77777777" w:rsidR="00843070" w:rsidRPr="00902005" w:rsidRDefault="00843070" w:rsidP="00843070">
            <w:pPr>
              <w:pStyle w:val="TabNumeri"/>
            </w:pPr>
            <w:r w:rsidRPr="00593600">
              <w:t>3,9</w:t>
            </w:r>
          </w:p>
        </w:tc>
        <w:tc>
          <w:tcPr>
            <w:tcW w:w="737" w:type="dxa"/>
            <w:tcBorders>
              <w:bottom w:val="single" w:sz="4" w:space="0" w:color="833C0B" w:themeColor="accent2" w:themeShade="80"/>
            </w:tcBorders>
            <w:shd w:val="clear" w:color="auto" w:fill="EDEDED" w:themeFill="accent3" w:themeFillTint="33"/>
            <w:noWrap/>
          </w:tcPr>
          <w:p w14:paraId="60C3D717" w14:textId="77777777" w:rsidR="00843070" w:rsidRPr="00902005" w:rsidRDefault="00843070" w:rsidP="00843070">
            <w:pPr>
              <w:pStyle w:val="TabNumeri"/>
            </w:pPr>
            <w:r w:rsidRPr="00593600">
              <w:t>-12,0</w:t>
            </w:r>
          </w:p>
        </w:tc>
        <w:tc>
          <w:tcPr>
            <w:tcW w:w="737" w:type="dxa"/>
            <w:tcBorders>
              <w:bottom w:val="single" w:sz="4" w:space="0" w:color="833C0B" w:themeColor="accent2" w:themeShade="80"/>
            </w:tcBorders>
            <w:shd w:val="clear" w:color="auto" w:fill="EDEDED" w:themeFill="accent3" w:themeFillTint="33"/>
            <w:noWrap/>
          </w:tcPr>
          <w:p w14:paraId="541F7AAD" w14:textId="77777777" w:rsidR="00843070" w:rsidRDefault="00843070" w:rsidP="00843070">
            <w:pPr>
              <w:pStyle w:val="TabNumeri"/>
            </w:pPr>
            <w:r w:rsidRPr="00593600">
              <w:t>7,4</w:t>
            </w:r>
          </w:p>
        </w:tc>
        <w:tc>
          <w:tcPr>
            <w:tcW w:w="510" w:type="dxa"/>
            <w:tcBorders>
              <w:bottom w:val="single" w:sz="4" w:space="0" w:color="833C0B" w:themeColor="accent2" w:themeShade="80"/>
            </w:tcBorders>
            <w:shd w:val="clear" w:color="auto" w:fill="EDEDED" w:themeFill="accent3" w:themeFillTint="33"/>
            <w:noWrap/>
          </w:tcPr>
          <w:p w14:paraId="56B21936" w14:textId="77777777" w:rsidR="00843070" w:rsidRPr="000770A1" w:rsidRDefault="00843070" w:rsidP="00843070">
            <w:pPr>
              <w:pStyle w:val="TabNumeri"/>
              <w:rPr>
                <w:sz w:val="14"/>
                <w:szCs w:val="14"/>
              </w:rPr>
            </w:pPr>
          </w:p>
        </w:tc>
        <w:tc>
          <w:tcPr>
            <w:tcW w:w="2211" w:type="dxa"/>
            <w:tcBorders>
              <w:bottom w:val="single" w:sz="4" w:space="0" w:color="833C0B" w:themeColor="accent2" w:themeShade="80"/>
            </w:tcBorders>
            <w:shd w:val="clear" w:color="auto" w:fill="EDEDED" w:themeFill="accent3" w:themeFillTint="33"/>
          </w:tcPr>
          <w:p w14:paraId="097E08B5" w14:textId="77777777" w:rsidR="00843070" w:rsidRDefault="00843070" w:rsidP="00843070">
            <w:pPr>
              <w:pStyle w:val="TabEtichette"/>
            </w:pPr>
            <w:r>
              <w:t>Debito lordo della. P.A. [4</w:t>
            </w:r>
            <w:r w:rsidRPr="00233F5C">
              <w:t>]</w:t>
            </w:r>
          </w:p>
        </w:tc>
        <w:tc>
          <w:tcPr>
            <w:tcW w:w="737" w:type="dxa"/>
            <w:tcBorders>
              <w:bottom w:val="single" w:sz="4" w:space="0" w:color="833C0B" w:themeColor="accent2" w:themeShade="80"/>
            </w:tcBorders>
            <w:shd w:val="clear" w:color="auto" w:fill="EDEDED" w:themeFill="accent3" w:themeFillTint="33"/>
            <w:noWrap/>
          </w:tcPr>
          <w:p w14:paraId="4320C44C" w14:textId="77777777" w:rsidR="00843070" w:rsidRPr="008D37A3" w:rsidRDefault="00843070" w:rsidP="00843070">
            <w:pPr>
              <w:pStyle w:val="TabNumeri"/>
            </w:pPr>
            <w:r w:rsidRPr="00DC76E2">
              <w:t>84,1</w:t>
            </w:r>
          </w:p>
        </w:tc>
        <w:tc>
          <w:tcPr>
            <w:tcW w:w="737" w:type="dxa"/>
            <w:tcBorders>
              <w:bottom w:val="single" w:sz="4" w:space="0" w:color="833C0B" w:themeColor="accent2" w:themeShade="80"/>
            </w:tcBorders>
            <w:shd w:val="clear" w:color="auto" w:fill="EDEDED" w:themeFill="accent3" w:themeFillTint="33"/>
          </w:tcPr>
          <w:p w14:paraId="5B176875" w14:textId="77777777" w:rsidR="00843070" w:rsidRPr="008D37A3" w:rsidRDefault="00843070" w:rsidP="00843070">
            <w:pPr>
              <w:pStyle w:val="TabNumeri"/>
            </w:pPr>
            <w:r w:rsidRPr="00DC76E2">
              <w:t>101,3</w:t>
            </w:r>
          </w:p>
        </w:tc>
        <w:tc>
          <w:tcPr>
            <w:tcW w:w="737" w:type="dxa"/>
            <w:tcBorders>
              <w:bottom w:val="single" w:sz="4" w:space="0" w:color="833C0B" w:themeColor="accent2" w:themeShade="80"/>
            </w:tcBorders>
            <w:shd w:val="clear" w:color="auto" w:fill="EDEDED" w:themeFill="accent3" w:themeFillTint="33"/>
            <w:noWrap/>
          </w:tcPr>
          <w:p w14:paraId="2C0F29F8" w14:textId="77777777" w:rsidR="00843070" w:rsidRDefault="00843070" w:rsidP="00843070">
            <w:pPr>
              <w:pStyle w:val="TabNumeri"/>
            </w:pPr>
            <w:r w:rsidRPr="00DC76E2">
              <w:t>100,6</w:t>
            </w:r>
          </w:p>
        </w:tc>
      </w:tr>
      <w:tr w:rsidR="00843070" w:rsidRPr="003066AD" w14:paraId="489B13B2" w14:textId="77777777" w:rsidTr="00843070">
        <w:trPr>
          <w:cantSplit/>
          <w:trHeight w:val="255"/>
        </w:trPr>
        <w:tc>
          <w:tcPr>
            <w:tcW w:w="9370" w:type="dxa"/>
            <w:gridSpan w:val="10"/>
            <w:tcBorders>
              <w:top w:val="single" w:sz="4" w:space="0" w:color="833C0B" w:themeColor="accent2" w:themeShade="80"/>
            </w:tcBorders>
            <w:noWrap/>
          </w:tcPr>
          <w:p w14:paraId="4847B284" w14:textId="77777777" w:rsidR="00843070" w:rsidRPr="00D76DB6" w:rsidRDefault="00843070" w:rsidP="00843070">
            <w:pPr>
              <w:pStyle w:val="TabNoteSuperiori"/>
            </w:pPr>
            <w:r>
              <w:t>[1] T</w:t>
            </w:r>
            <w:r w:rsidRPr="000465E3">
              <w:t>assi di variazione tendenziale</w:t>
            </w:r>
            <w:r>
              <w:t xml:space="preserve"> percentuale- [2] Dati </w:t>
            </w:r>
            <w:r w:rsidRPr="000125CF">
              <w:t>corretti per il numero di giornate</w:t>
            </w:r>
            <w:r>
              <w:t xml:space="preserve"> lavorative. [3] Compreso il commercio all’interno dell’area dell’euro. </w:t>
            </w:r>
            <w:r w:rsidRPr="00D76DB6">
              <w:t>[</w:t>
            </w:r>
            <w:r>
              <w:t>4</w:t>
            </w:r>
            <w:r w:rsidRPr="00D76DB6">
              <w:t xml:space="preserve">] </w:t>
            </w:r>
            <w:r>
              <w:t>In p</w:t>
            </w:r>
            <w:r w:rsidRPr="00D76DB6">
              <w:t xml:space="preserve">ercentuale </w:t>
            </w:r>
            <w:r>
              <w:t>de</w:t>
            </w:r>
            <w:r w:rsidRPr="00D76DB6">
              <w:t xml:space="preserve">l Pil. </w:t>
            </w:r>
            <w:r>
              <w:t xml:space="preserve">[5] Percentuale della forza lavoro. [6] </w:t>
            </w:r>
            <w:r w:rsidRPr="00D76DB6">
              <w:t xml:space="preserve">Tasso di inflazione </w:t>
            </w:r>
            <w:r w:rsidRPr="0073321F">
              <w:t>armonizzato</w:t>
            </w:r>
            <w:r w:rsidRPr="00D76DB6">
              <w:t xml:space="preserve"> Ue. </w:t>
            </w:r>
          </w:p>
          <w:p w14:paraId="01983E4F" w14:textId="77777777" w:rsidR="00843070" w:rsidRPr="007F7D9B" w:rsidRDefault="00843070" w:rsidP="00843070">
            <w:pPr>
              <w:pStyle w:val="TabNoteInferiori"/>
            </w:pPr>
            <w:r w:rsidRPr="007F7D9B">
              <w:t>Fonte: Eurosystem staff macroeconomic projections for the euro area, 04 giugno 2020</w:t>
            </w:r>
          </w:p>
        </w:tc>
      </w:tr>
    </w:tbl>
    <w:p w14:paraId="6E9521FD" w14:textId="77777777" w:rsidR="00AC1912" w:rsidRDefault="00AC1912" w:rsidP="00AC1912">
      <w:r>
        <w:t xml:space="preserve">Dopo la più lunga fase di espansione economica sperimentata nell’area dell’euro dall’introduzione della moneta comune, la pandemia da Coronavirus ha condotto alla più profonda recessione della sua storia. Lo shock negativo ha rapida evoluzione, effetti sia sulla domanda, sia sull’offerta e colpisce le filiere produttive globali, il commercio mondiale, i paesi e i settori in tempi e misure differenziate </w:t>
      </w:r>
    </w:p>
    <w:tbl>
      <w:tblPr>
        <w:tblStyle w:val="Grigliatabella"/>
        <w:tblpPr w:topFromText="284" w:bottomFromText="284"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843070" w:rsidRPr="002B550F" w14:paraId="701F7D5C" w14:textId="77777777" w:rsidTr="00121FB9">
        <w:tc>
          <w:tcPr>
            <w:tcW w:w="9356" w:type="dxa"/>
          </w:tcPr>
          <w:p w14:paraId="462E0FC3" w14:textId="77777777" w:rsidR="00843070" w:rsidRPr="002B550F" w:rsidRDefault="00843070" w:rsidP="00121FB9">
            <w:pPr>
              <w:pStyle w:val="FigTitolo"/>
            </w:pPr>
            <w:bookmarkStart w:id="0" w:name="_Hlk34669262"/>
            <w:r w:rsidRPr="002B550F">
              <w:t xml:space="preserve">Tasso di variazione del </w:t>
            </w:r>
            <w:r>
              <w:t>p</w:t>
            </w:r>
            <w:r w:rsidRPr="002B550F">
              <w:t>rodotto interno lordo</w:t>
            </w:r>
            <w:r>
              <w:t xml:space="preserve"> per l’area dell’euro, l’Unione europea e alcuni paesi</w:t>
            </w:r>
          </w:p>
        </w:tc>
      </w:tr>
      <w:tr w:rsidR="00843070" w:rsidRPr="002B550F" w14:paraId="76900EB3" w14:textId="77777777" w:rsidTr="00121FB9">
        <w:tc>
          <w:tcPr>
            <w:tcW w:w="9356" w:type="dxa"/>
          </w:tcPr>
          <w:p w14:paraId="0319243E" w14:textId="77777777" w:rsidR="00843070" w:rsidRPr="00674C12" w:rsidRDefault="00843070" w:rsidP="00121FB9">
            <w:pPr>
              <w:pStyle w:val="Figure"/>
            </w:pPr>
            <w:r w:rsidRPr="00F25FF3">
              <w:rPr>
                <w:noProof/>
              </w:rPr>
              <w:drawing>
                <wp:inline distT="0" distB="0" distL="0" distR="0" wp14:anchorId="7D6524D8" wp14:editId="2C4362CA">
                  <wp:extent cx="5900420" cy="198437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0420" cy="1984375"/>
                          </a:xfrm>
                          <a:prstGeom prst="rect">
                            <a:avLst/>
                          </a:prstGeom>
                          <a:noFill/>
                          <a:ln>
                            <a:noFill/>
                          </a:ln>
                        </pic:spPr>
                      </pic:pic>
                    </a:graphicData>
                  </a:graphic>
                </wp:inline>
              </w:drawing>
            </w:r>
          </w:p>
        </w:tc>
      </w:tr>
      <w:tr w:rsidR="00843070" w:rsidRPr="007862B1" w14:paraId="442292C3" w14:textId="77777777" w:rsidTr="00121FB9">
        <w:tc>
          <w:tcPr>
            <w:tcW w:w="9356" w:type="dxa"/>
          </w:tcPr>
          <w:p w14:paraId="0F90E15E" w14:textId="77777777" w:rsidR="00843070" w:rsidRPr="00860890" w:rsidRDefault="00843070" w:rsidP="00121FB9">
            <w:pPr>
              <w:pStyle w:val="TabNoteSuperiori"/>
            </w:pPr>
            <w:r w:rsidRPr="00860890">
              <w:t xml:space="preserve">Commissione europea, </w:t>
            </w:r>
            <w:r w:rsidRPr="00DE03EB">
              <w:t>E</w:t>
            </w:r>
            <w:r>
              <w:t>uropean economic forecasts,</w:t>
            </w:r>
            <w:r w:rsidRPr="00860890">
              <w:t xml:space="preserve"> </w:t>
            </w:r>
            <w:r>
              <w:t>06 maggio 2020</w:t>
            </w:r>
          </w:p>
        </w:tc>
      </w:tr>
    </w:tbl>
    <w:bookmarkEnd w:id="0"/>
    <w:p w14:paraId="6A45D102" w14:textId="7655029D" w:rsidR="00AC1912" w:rsidRDefault="00AC1912" w:rsidP="00AC1912">
      <w:r>
        <w:t xml:space="preserve">Mentre precedenti previsioni si fondavano su un contenimento della diffusione del COVID-19 e su una normalizzazione dell’attività nella seconda parte del 2020, le proiezioni della Banca centrale europea di inizio giugno ipotizzano uno scenario centrale di parziale successo nel contenimento del virus, ma con una serie di re-insorgenze dell’infezione che imporranno misure di contenimento sino a una ipotizzata soluzione (vaccino?) verso la metà del 2021. Il fattore dominante è quindi l’incertezza, nonostante si ipotizzi il successo delle politiche monetarie, fiscali e del mercato del lavoro nel contenere gli effetti economici negativi e prevenire la loro amplificazione attraverso i canali finanziari. </w:t>
      </w:r>
    </w:p>
    <w:p w14:paraId="13701B5C" w14:textId="77777777" w:rsidR="00AC1912" w:rsidRDefault="00AC1912" w:rsidP="00AC1912">
      <w:r>
        <w:t xml:space="preserve">Sotto queste ipotesi, la Banca centrale europea per il 2020 prospetta una forte recessione del prodotto interno lordo dell’area (-8,7 per cento), la più profonda sperimentata, alla quale dovrebbe fare seguito una parziale ripresa nel 2021 (+5,2 per cento). Le conseguenze saranno durature, l’incertezza ridurrà i consumi e gli investimenti e la caduta dell’occupazione ridurrà il potenziale produttivo e il Pil ritornerà a i livelli del 2019 solo nel corso del 2023. In uno scenario meno favorevole, con ulteriori ondate di nuove infezioni e più stringenti misure di contenimento, la Bce giunge a stimare una caduta del Pil del 12,6 per cento per l’Area dell’euro nel 2020. Il quadro prospettato dai due scenari alternativi elaborati dall’Ocse non si discosta significativamente e ipotizza una riduzione del Pil dell’area tra il 9,1 e l’11,5 per cento nel 2020 nei due scenari alternativi, cui dovrebbe fare seguito una parziale ripresa nel 2021 compresa tra il 3,5 e il 6,5 per cento. La previsione del Fondo monetario riconosce l’ampiezza dalla caduta dell’attività e indica una </w:t>
      </w:r>
      <w:r>
        <w:lastRenderedPageBreak/>
        <w:t xml:space="preserve">recessione del 10,2 per cento per il 2020, ma più ottimisticamente prospetta una ripresa del 6,0 per cento nel 2021. </w:t>
      </w:r>
    </w:p>
    <w:p w14:paraId="4ED665E6" w14:textId="77777777" w:rsidR="00AC1912" w:rsidRDefault="00AC1912" w:rsidP="00AC1912">
      <w:r>
        <w:t>La pandemia determinerà un ulteriore ampliamento delle divergenze economiche all’interno dell’Unione, in quanto ha un impatto diverso tra i paesi membri in funzione delle condizioni sanitarie, delle misure di contenimento, della composizione dei settori economici, delle caratteristiche del mercato del lavoro e delle misure di sostegno adottate.</w:t>
      </w:r>
    </w:p>
    <w:p w14:paraId="120FFB5B" w14:textId="023592E9" w:rsidR="00AC1912" w:rsidRDefault="00AC1912" w:rsidP="00AC1912">
      <w:r>
        <w:t>Con riferimento ai paesi principali, nell’ipotesi favorevole adottata dalla Commissione europea, il prodotto interno lordo in Germania subirà una riduzione del 6,5 per cento nel 2020, per riprendersi nel 2021 (+5,9 per cento), ma nell’ipotesi adottata dall’Ocse di un doppio shock pandemico la recessione potrebbe giungere all’8,8 per cento e la ripresa limitarsi all’1,7 per cento. Per l’Ocse in Francia lo shock sarà maggiore nel 2020 (tra -14,1 e -11,4 per cento) e la ripresa meno ampia (tra +5,2 e +7,7 per cento), così come in Spagna si avrà una caduta del Pil pari a -14,4 o a -11,1 per cento nel 2020 e nel 2021 una ripresa del 5,0 o del 7,5 per cento, rispettivamente nelle due ipotesi fatte sull’andamento della pandemia.</w:t>
      </w:r>
    </w:p>
    <w:p w14:paraId="0A2A7A86" w14:textId="77777777" w:rsidR="00AC1912" w:rsidRDefault="00AC1912" w:rsidP="00AC1912">
      <w:r>
        <w:t>Per l’intera area, secondo la proiezione della Banca centrale europea, i consumi privati si ridurranno bruscamente nel 2020 per effetto del lock down, del distanziamento sociale e della riduzione del reddito (-7,8 per cento), nonostante i sostegni forniti al reddito disponibile delle famiglie, per recuperare il 6,0 per cento nel 2021. Lo scenario negativo dell’Ocse prospetta una caduta dei consumi privati del 12,7 per cento nel 2020, con una relativamente contenuta ripresa nel 2021 (+5,5 per cento).</w:t>
      </w:r>
    </w:p>
    <w:p w14:paraId="1AAB1D74" w14:textId="77777777" w:rsidR="00AC1912" w:rsidRDefault="00AC1912" w:rsidP="00AC1912">
      <w:r>
        <w:t>I consumi pubblici hanno costituito la prima linea di intervento a sostegno del sistema economico (+2,5 per cento nel 2020) e il livello di spesa non si ridurrà successivamente nel 2021 (+1,0 per cento).</w:t>
      </w:r>
    </w:p>
    <w:p w14:paraId="3195BC84" w14:textId="77777777" w:rsidR="00AC1912" w:rsidRDefault="00AC1912" w:rsidP="00AC1912">
      <w:r>
        <w:t>La Bce si attende una brusca contrazione degli investimenti immobiliari, per il peggioramento del reddito disponibile, del livello di fiducia e dell’occupazione, e un collasso degli investimenti produttivi, dovuto alla minore domanda e alla maggiore incertezza. Nel complesso gli investimenti si ridurranno del 15,5 per cento nel 2020 e potranno riprendersi solo parzialmente nel 2021 (+4,9 per cento). Si imporrà una generale revisione dei rapporti di fornitura all’interno delle filiere produttive.</w:t>
      </w:r>
    </w:p>
    <w:p w14:paraId="586DD178" w14:textId="39C3230C" w:rsidR="00AC1912" w:rsidRDefault="00AC1912" w:rsidP="00AC1912">
      <w:r>
        <w:t>Le esportazioni dovrebbero subire una dura contrazione nel 2020 (-13,6 per cento) e le difficoltà nella ripresa del commercio mondiale, minore domanda e tensioni commerciali, limiteranno la loro crescita l’anno prossimo (+8,4). Data una tendenza quasi analoga delle importazioni, il commercio estero fornirà un contributo negativo quest’anno e solo lievemente positivo il prossimo.</w:t>
      </w:r>
    </w:p>
    <w:p w14:paraId="0809C74F" w14:textId="0E244A78" w:rsidR="00AC1912" w:rsidRDefault="00AC1912" w:rsidP="00AC1912">
      <w:r>
        <w:t>Le condizioni del mercato del lavoro peggioreranno sostanzialmente per gli effetti della pandemia, che ha condotto a una notevole caduta delle ore lavorate. Ne potrà derivare una definitiva perdita di occupazione in funzione delle caratteristiche del mercato del lavoro dei singoli paesi, quindi un aumento della disoccupazione e in parte una riduzione delle forze di lavoro. Per la Bce, l’occupazione si ridurrà del 2,8 per cento nel 2020, determinando un rimbalzo del tasso di disoccupazione al 9,8 per cento. Nel 2021 una parziale ripresa dell’occupazione (+0,4 per cento) non riuscirà a contenere un ulteriore aumento della disoccupazione al 10,1 per cento. Ma lo scenario pessimistico dell’Ocse prospetta un tasso di disoccupazione del 10,3 per cento nel 2020, destinato a salire all’11,0 per cento nel 2021.</w:t>
      </w:r>
    </w:p>
    <w:p w14:paraId="7A2FC596" w14:textId="77777777" w:rsidR="00AC1912" w:rsidRDefault="00AC1912" w:rsidP="00AC1912">
      <w:r>
        <w:t>Nel complesso l’effetto sui prezzi della minore domanda più che compenserà quello della contrazione dell’offerta. Per la Bce, l’inflazione dovrebbe quindi ridursi allo 0,3 per cento nel 2020 e riprendersi nel 2021, ma restando molto contenuta (+0,8 per cento).</w:t>
      </w:r>
    </w:p>
    <w:p w14:paraId="15BC0BEC" w14:textId="2079F841" w:rsidR="00AC1912" w:rsidRDefault="00AC1912" w:rsidP="00AC1912">
      <w:r>
        <w:t>L’attivazione della clausola di salvaguardia svincola gli stati membri dagli obblighi del Patto di Stabilità e Crescita permettendo di adottare consistenti misure per fronteggiare la pandemia e i suoi effetti economici e sociali, a sostegno dei redditi delle famiglie e dei bilanci delle imprese. Con l’intervento deciso della politica fiscale il rapporto tra deficit pubblico e prodotto interno lordo passerà dallo 0,6 per cento del 2019 all’8,5 per cento nel 2020 per registrare un parziale contenimento nel 2021 (3,5 per cento), per la scadenza a fine anno di molte delle misure temporanee adottate. L’Ocse giunge, però, a prospettarne un aumento fino al 10,9 per cento nel 2020, con solo un limitato contenimento nel 2021 (8,3 per cento). Per la Bce, il rapporto tra debito pubblico e Pil schizzerà dall’84,1 per cento del 2019 al 101,3 per cento nel 2020 e solo la ripresa della crescita ne permetterà una lieve riduzione al 100,6 per cento nel 2021. Con un ulteriore shock pandemico a fine anno, invece, l’Ocse ipotizza che possa aumentare al 127,9 per cento nel 2020 e debba ulteriormente salire al 130,9 per cento nel 2021.</w:t>
      </w:r>
    </w:p>
    <w:p w14:paraId="64818FE9" w14:textId="6A221D18" w:rsidR="003F658D" w:rsidRDefault="00AC1912" w:rsidP="00AC1912">
      <w:r>
        <w:t>La politica monetaria è estremamente accomodante. La Bce è intervenuta per garantire liquidità ai mercati e la trasmissione del credito all’economia reale. Quindi ha ampliato in successione i piani di acquisti di titoli a un ritmo senza precedenti, fino a 1.470 miliardi di euro. Ci si attende che l’attenzione alla liquidità dei mercati della Bce resti alta nei prossimi due anni e la politica monetaria resti molto espansiva. Ciò nonostante, la crisi ha comunque determinato un aumento dei differenziali di rendimento tra i Bund e i titoli governativi dei paesi periferici.</w:t>
      </w:r>
    </w:p>
    <w:p w14:paraId="1633A7AF" w14:textId="77777777" w:rsidR="00F81CE8" w:rsidRDefault="00CF2079" w:rsidP="00F81CE8">
      <w:pPr>
        <w:pStyle w:val="Titolo2"/>
      </w:pPr>
      <w:r>
        <w:lastRenderedPageBreak/>
        <w:t>X</w:t>
      </w:r>
      <w:r w:rsidR="00F81CE8">
        <w:t>.</w:t>
      </w:r>
      <w:r w:rsidR="00C43F0D">
        <w:t>3</w:t>
      </w:r>
      <w:r w:rsidR="00F81CE8">
        <w:t>.</w:t>
      </w:r>
      <w:r w:rsidR="00F81CE8">
        <w:tab/>
      </w:r>
      <w:r w:rsidR="002B3250">
        <w:t xml:space="preserve">L’economia </w:t>
      </w:r>
      <w:r w:rsidR="00CE68C2">
        <w:t>nazionale</w:t>
      </w:r>
    </w:p>
    <w:tbl>
      <w:tblPr>
        <w:tblpPr w:topFromText="284" w:bottomFromText="284"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843070" w14:paraId="1C9DEE44" w14:textId="77777777" w:rsidTr="00121FB9">
        <w:tc>
          <w:tcPr>
            <w:tcW w:w="9356" w:type="dxa"/>
          </w:tcPr>
          <w:p w14:paraId="1A467908" w14:textId="77777777" w:rsidR="00843070" w:rsidRDefault="00843070" w:rsidP="00121FB9">
            <w:pPr>
              <w:pStyle w:val="FigTitolo"/>
            </w:pPr>
            <w:r>
              <w:t>Prodotto interno lordo, valori concatenati (anno di riferimento 2015), dati destagionalizzati e corretti.</w:t>
            </w:r>
            <w:r>
              <w:br/>
              <w:t>Numero indice (2015=100) e tasso di variazione sul trimestre precedente.</w:t>
            </w:r>
          </w:p>
        </w:tc>
      </w:tr>
      <w:tr w:rsidR="00843070" w14:paraId="7E2B6343" w14:textId="77777777" w:rsidTr="00121FB9">
        <w:tblPrEx>
          <w:tblCellMar>
            <w:left w:w="70" w:type="dxa"/>
            <w:right w:w="70" w:type="dxa"/>
          </w:tblCellMar>
        </w:tblPrEx>
        <w:tc>
          <w:tcPr>
            <w:tcW w:w="9356" w:type="dxa"/>
          </w:tcPr>
          <w:p w14:paraId="71CA6FAE" w14:textId="77777777" w:rsidR="00843070" w:rsidRPr="002A23F1" w:rsidRDefault="00843070" w:rsidP="00121FB9">
            <w:pPr>
              <w:pStyle w:val="Figure"/>
            </w:pPr>
            <w:r w:rsidRPr="00D0664C">
              <w:rPr>
                <w:noProof/>
              </w:rPr>
              <w:drawing>
                <wp:inline distT="0" distB="0" distL="0" distR="0" wp14:anchorId="7A2B2CEA" wp14:editId="6566F5D5">
                  <wp:extent cx="5917565" cy="221678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17565" cy="2216785"/>
                          </a:xfrm>
                          <a:prstGeom prst="rect">
                            <a:avLst/>
                          </a:prstGeom>
                          <a:noFill/>
                          <a:ln>
                            <a:noFill/>
                          </a:ln>
                        </pic:spPr>
                      </pic:pic>
                    </a:graphicData>
                  </a:graphic>
                </wp:inline>
              </w:drawing>
            </w:r>
          </w:p>
        </w:tc>
      </w:tr>
      <w:tr w:rsidR="00843070" w14:paraId="540FB8A3" w14:textId="77777777" w:rsidTr="00121FB9">
        <w:tc>
          <w:tcPr>
            <w:tcW w:w="9356" w:type="dxa"/>
          </w:tcPr>
          <w:p w14:paraId="618C07AF" w14:textId="77777777" w:rsidR="00843070" w:rsidRDefault="00843070" w:rsidP="00121FB9">
            <w:pPr>
              <w:pStyle w:val="TabNoteSuperiori"/>
            </w:pPr>
            <w:r>
              <w:t>Fonte Istat</w:t>
            </w:r>
          </w:p>
        </w:tc>
      </w:tr>
    </w:tbl>
    <w:p w14:paraId="32B9023C" w14:textId="02A509F5" w:rsidR="008C1121" w:rsidRPr="00A22BF0" w:rsidRDefault="008C1121" w:rsidP="008C1121">
      <w:r w:rsidRPr="00A22BF0">
        <w:t xml:space="preserve">La pandemia ha trasformato una probabile lieve fase di recessione, nella più grave caduta del prodotto interno lordo sperimentata in Italia in tempo di pace. Nel primo trimestre del 2020, il Pil a valori concatenati è diminuito del 5,4 per cento nei confronti del primo trimestre del 2019. I consumi delle famiglie sono scesi del 6,3 per cento, gli investimenti in impianti e macchinari del 13,3 per cento. Per l’Ocse, </w:t>
      </w:r>
      <w:bookmarkStart w:id="1" w:name="_Hlk36660835"/>
      <w:r w:rsidRPr="00A22BF0">
        <w:t>nell’ipotesi di un</w:t>
      </w:r>
      <w:r>
        <w:t>a</w:t>
      </w:r>
      <w:r w:rsidRPr="00A22BF0">
        <w:t xml:space="preserve"> ripresa dell’attività ininterrotta da maggio, la recessione in Italia toccherà l’11,3 per cento nel 2020, nonostante il sostegno di ingenti interventi pubblici, i cui effetti agevoleranno una parziale ripresa nel 2021 (+7,7 per cento). Nello scenario alternativo a cui l’Ocse attribuisce una uguale probabilità e che prospetta un secondo, anche se meno intenso, ritorno della pandemia nel quarto trimestre 2020, non seguito da altri episodi nel 2021, la recessione potrebbe raggiungere un’intensità del 14 per cento quest’anno, mentre la successiva ripresa non andrebbe oltre il 5,3 per cento. Il Fondo monetario internazionale, nello scenario di base presentato a giugno e che non considera una seconda diffusione virale, prospetta una caduta del Pil italiano del 12,8 per cento nel 2020, anche se con una più sostanzi</w:t>
      </w:r>
      <w:r>
        <w:t>a</w:t>
      </w:r>
      <w:r w:rsidRPr="00A22BF0">
        <w:t>l</w:t>
      </w:r>
      <w:r>
        <w:t>e</w:t>
      </w:r>
      <w:r w:rsidRPr="00A22BF0">
        <w:t xml:space="preserve"> ripresa nel 2021 (+6,3 per cento).</w:t>
      </w:r>
    </w:p>
    <w:bookmarkEnd w:id="1"/>
    <w:p w14:paraId="7E979634" w14:textId="77777777" w:rsidR="008C1121" w:rsidRPr="00A22BF0" w:rsidRDefault="008C1121" w:rsidP="008C1121">
      <w:r w:rsidRPr="00A22BF0">
        <w:t xml:space="preserve">I consumi delle famiglie sono sorretti dalle misure di sostegno al reddito e dalla bassa inflazione, ma risentono pesantemente delle condizioni del mercato del lavoro, della riduzione del reddito disponibile e di un maggiore risparmio cautelativo. L’Ocse si attende una riduzione tra il 10,5 e il 13,3 per cento nel 2020 e un recupero tra il 6,8 e il 9,0 per cento nel 2021, nelle due ipotesi fatte. </w:t>
      </w:r>
    </w:p>
    <w:p w14:paraId="186A4400" w14:textId="77777777" w:rsidR="008C1121" w:rsidRPr="00A22BF0" w:rsidRDefault="008C1121" w:rsidP="008C1121">
      <w:r w:rsidRPr="00A22BF0">
        <w:t>La caduta della domanda, l’elevata incertezza, una maggiore cautela delle imprese e la riduzione della liquidità, nonostante le misure intese a sostenerla per evitare fallimenti, colpiranno duramente gli investimenti, che subiranno un crollo compreso tra il 18,8 e il 23,4 per cento nel 2020. Ma se nella ipotesi più favorevole ci si attende un loro parziale recupero nel 2021 (+12,7 per cento), un secondo shock pandemico ne limiterebbe la ripresa a non più del 5,6 per cento.</w:t>
      </w:r>
    </w:p>
    <w:p w14:paraId="3FBF7843" w14:textId="77777777" w:rsidR="008C1121" w:rsidRPr="00A22BF0" w:rsidRDefault="008C1121" w:rsidP="008C1121">
      <w:r w:rsidRPr="00A22BF0">
        <w:t xml:space="preserve">Già Banca d’Italia nelle proiezioni macroeconomiche per l’economia italiana parte dell’esercizio coordinato dell’Eurosistema di inizio giugno, sottolineava che a subire la più brusca e intensa caduta sarebbero stati gli investimenti in beni strumentali. </w:t>
      </w:r>
    </w:p>
    <w:p w14:paraId="2F756806" w14:textId="33A52E92" w:rsidR="008C1121" w:rsidRPr="00A22BF0" w:rsidRDefault="008C1121" w:rsidP="008C1121">
      <w:r w:rsidRPr="00A22BF0">
        <w:t>Sempre secondo le proiezioni dell’Eurosistema nel 2020 le esportazioni italiane si ridurranno bruscamente (tra il 20,3 e il 15,9 per cento). Il turismo sarà particolarmente colpito. Nel 2021 la ripresa delle esportazioni potrebbe giungere al 7,9 per cento, ma nell‘ipotesi di un secondo shock non andrà oltre il 4,8 per cento.</w:t>
      </w:r>
    </w:p>
    <w:p w14:paraId="4624852C" w14:textId="5DDE490C" w:rsidR="008C1121" w:rsidRPr="00A22BF0" w:rsidRDefault="008C1121" w:rsidP="008C1121">
      <w:r w:rsidRPr="00A22BF0">
        <w:t xml:space="preserve">Il crollo delle quotazioni degli energetici e delle altre materie prime, l’effetto della caduta della domanda, che dovrebbe superare quello della diminuzione dell’offerta, e l’aumento della capacità inutilizzata condurranno </w:t>
      </w:r>
      <w:bookmarkStart w:id="2" w:name="_Hlk44088081"/>
      <w:r w:rsidRPr="00A22BF0">
        <w:t xml:space="preserve">a una variazione negativa </w:t>
      </w:r>
      <w:bookmarkEnd w:id="2"/>
      <w:r w:rsidRPr="00A22BF0">
        <w:t>dell’indice dei prezzi di alcuni decimi nel 2020 e probabilmente anche nel 2021.</w:t>
      </w:r>
    </w:p>
    <w:p w14:paraId="0215BE68" w14:textId="77777777" w:rsidR="008C1121" w:rsidRPr="00A22BF0" w:rsidRDefault="008C1121" w:rsidP="008C1121">
      <w:r w:rsidRPr="00A22BF0">
        <w:t xml:space="preserve">La Cassa integrazione guadagni, grazie all’estensione della copertura e all’ampliamento dei criteri, dovrebbe sostenere i redditi da lavoro e ridurre il rischio di un aumento vertiginoso della disoccupazione. In ogni caso sono ampie le tipologie di lavoratori non protetti e un’ampia parte dell’aumento dei non occupati potrebbe scaricarsi direttamente in una temporanea uscita dal mercato del lavoro. Per l’Eurosistema l’occupazione dovrebbe quindi ridursi tra il 9,9 e il 13,4 per cento in termini di ore lavorate, ma il numero degli occupati dovrebbe scendere “solo” tra il 3,9 e il 5,4 per cento nel 2020, nei due scenari previsti. Secondo l’Ocse la disoccupazione si porterà al 10,1 per cento nello scenario di base, ma giungerebbe </w:t>
      </w:r>
      <w:r w:rsidRPr="00A22BF0">
        <w:lastRenderedPageBreak/>
        <w:t xml:space="preserve">all’10,7 in quello severo e nel 2021 si </w:t>
      </w:r>
      <w:bookmarkStart w:id="3" w:name="_Hlk44088219"/>
      <w:r w:rsidRPr="00A22BF0">
        <w:t xml:space="preserve">arriverebbe </w:t>
      </w:r>
      <w:bookmarkEnd w:id="3"/>
      <w:r w:rsidRPr="00A22BF0">
        <w:t>inevitabilmente su valori più elevati compresi tra l’11,7 per cento e l’11,9 per cento.</w:t>
      </w:r>
    </w:p>
    <w:tbl>
      <w:tblPr>
        <w:tblStyle w:val="Grigliatabella"/>
        <w:tblpPr w:topFromText="284" w:bottomFromText="284" w:vertAnchor="text" w:tblpXSpec="center" w:tblpY="1"/>
        <w:tblOverlap w:val="never"/>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6"/>
        <w:gridCol w:w="680"/>
        <w:gridCol w:w="228"/>
        <w:gridCol w:w="510"/>
        <w:gridCol w:w="398"/>
        <w:gridCol w:w="680"/>
        <w:gridCol w:w="227"/>
        <w:gridCol w:w="680"/>
        <w:gridCol w:w="228"/>
        <w:gridCol w:w="113"/>
        <w:gridCol w:w="680"/>
        <w:gridCol w:w="228"/>
        <w:gridCol w:w="510"/>
        <w:gridCol w:w="398"/>
        <w:gridCol w:w="680"/>
        <w:gridCol w:w="227"/>
        <w:gridCol w:w="680"/>
        <w:gridCol w:w="227"/>
      </w:tblGrid>
      <w:tr w:rsidR="00843070" w14:paraId="08CF4C52" w14:textId="77777777" w:rsidTr="00121FB9">
        <w:trPr>
          <w:cantSplit/>
          <w:trHeight w:val="255"/>
        </w:trPr>
        <w:tc>
          <w:tcPr>
            <w:tcW w:w="9360" w:type="dxa"/>
            <w:gridSpan w:val="18"/>
            <w:tcBorders>
              <w:top w:val="nil"/>
              <w:left w:val="nil"/>
              <w:bottom w:val="single" w:sz="4" w:space="0" w:color="833C0B" w:themeColor="accent2" w:themeShade="80"/>
              <w:right w:val="nil"/>
            </w:tcBorders>
            <w:noWrap/>
            <w:hideMark/>
          </w:tcPr>
          <w:p w14:paraId="07A96689" w14:textId="77777777" w:rsidR="00843070" w:rsidRDefault="00843070" w:rsidP="00121FB9">
            <w:pPr>
              <w:pStyle w:val="TabTitolo"/>
            </w:pPr>
            <w:r>
              <w:t>L'economia italiana. Consuntivo e previsioni recenti, variazioni percentuali annue a prezzi costanti salvo diversa indicazione.</w:t>
            </w:r>
          </w:p>
        </w:tc>
      </w:tr>
      <w:tr w:rsidR="00843070" w14:paraId="1F3FBF7F" w14:textId="77777777" w:rsidTr="00121FB9">
        <w:trPr>
          <w:cantSplit/>
          <w:trHeight w:val="255"/>
        </w:trPr>
        <w:tc>
          <w:tcPr>
            <w:tcW w:w="1986" w:type="dxa"/>
            <w:tcBorders>
              <w:top w:val="single" w:sz="4" w:space="0" w:color="833C0B" w:themeColor="accent2" w:themeShade="80"/>
              <w:left w:val="nil"/>
              <w:bottom w:val="nil"/>
              <w:right w:val="nil"/>
            </w:tcBorders>
            <w:noWrap/>
          </w:tcPr>
          <w:p w14:paraId="13AFA242" w14:textId="77777777" w:rsidR="00843070" w:rsidRDefault="00843070" w:rsidP="00121FB9">
            <w:pPr>
              <w:pStyle w:val="TabIntestaSup"/>
            </w:pPr>
          </w:p>
        </w:tc>
        <w:tc>
          <w:tcPr>
            <w:tcW w:w="3631" w:type="dxa"/>
            <w:gridSpan w:val="8"/>
            <w:tcBorders>
              <w:top w:val="single" w:sz="4" w:space="0" w:color="833C0B" w:themeColor="accent2" w:themeShade="80"/>
              <w:left w:val="nil"/>
              <w:bottom w:val="nil"/>
              <w:right w:val="nil"/>
            </w:tcBorders>
            <w:noWrap/>
            <w:hideMark/>
          </w:tcPr>
          <w:p w14:paraId="53F087DB" w14:textId="77777777" w:rsidR="00843070" w:rsidRDefault="00843070" w:rsidP="00121FB9">
            <w:pPr>
              <w:pStyle w:val="TabIntestaSupBordo"/>
            </w:pPr>
            <w:r>
              <w:t>Previsioni 2020</w:t>
            </w:r>
          </w:p>
        </w:tc>
        <w:tc>
          <w:tcPr>
            <w:tcW w:w="113" w:type="dxa"/>
            <w:tcBorders>
              <w:top w:val="single" w:sz="4" w:space="0" w:color="833C0B" w:themeColor="accent2" w:themeShade="80"/>
              <w:left w:val="nil"/>
              <w:bottom w:val="nil"/>
              <w:right w:val="nil"/>
            </w:tcBorders>
            <w:noWrap/>
          </w:tcPr>
          <w:p w14:paraId="4D98BA25" w14:textId="77777777" w:rsidR="00843070" w:rsidRDefault="00843070" w:rsidP="00121FB9">
            <w:pPr>
              <w:pStyle w:val="TabIntestaSup"/>
            </w:pPr>
          </w:p>
        </w:tc>
        <w:tc>
          <w:tcPr>
            <w:tcW w:w="3630" w:type="dxa"/>
            <w:gridSpan w:val="8"/>
            <w:tcBorders>
              <w:top w:val="single" w:sz="4" w:space="0" w:color="833C0B" w:themeColor="accent2" w:themeShade="80"/>
              <w:left w:val="nil"/>
              <w:bottom w:val="nil"/>
              <w:right w:val="nil"/>
            </w:tcBorders>
            <w:hideMark/>
          </w:tcPr>
          <w:p w14:paraId="7729F242" w14:textId="77777777" w:rsidR="00843070" w:rsidRDefault="00843070" w:rsidP="00121FB9">
            <w:pPr>
              <w:pStyle w:val="TabIntestaSupBordo"/>
            </w:pPr>
            <w:r>
              <w:t>Previsioni 2021</w:t>
            </w:r>
          </w:p>
        </w:tc>
      </w:tr>
      <w:tr w:rsidR="00843070" w14:paraId="1AFBE429" w14:textId="77777777" w:rsidTr="00121FB9">
        <w:trPr>
          <w:cantSplit/>
          <w:trHeight w:val="255"/>
        </w:trPr>
        <w:tc>
          <w:tcPr>
            <w:tcW w:w="1986" w:type="dxa"/>
            <w:shd w:val="clear" w:color="auto" w:fill="auto"/>
            <w:noWrap/>
          </w:tcPr>
          <w:p w14:paraId="6BA225CE" w14:textId="77777777" w:rsidR="00843070" w:rsidRPr="00250494" w:rsidRDefault="00843070" w:rsidP="00121FB9">
            <w:pPr>
              <w:pStyle w:val="TabIntestaSup"/>
            </w:pPr>
          </w:p>
        </w:tc>
        <w:tc>
          <w:tcPr>
            <w:tcW w:w="908" w:type="dxa"/>
            <w:gridSpan w:val="2"/>
            <w:noWrap/>
            <w:hideMark/>
          </w:tcPr>
          <w:p w14:paraId="4691324B" w14:textId="77777777" w:rsidR="00843070" w:rsidRDefault="00843070" w:rsidP="00121FB9">
            <w:pPr>
              <w:pStyle w:val="TabIntestaSup"/>
            </w:pPr>
            <w:r>
              <w:t>Ue</w:t>
            </w:r>
          </w:p>
        </w:tc>
        <w:tc>
          <w:tcPr>
            <w:tcW w:w="908" w:type="dxa"/>
            <w:gridSpan w:val="2"/>
            <w:noWrap/>
            <w:hideMark/>
          </w:tcPr>
          <w:p w14:paraId="4B4334CC" w14:textId="77777777" w:rsidR="00843070" w:rsidRDefault="00843070" w:rsidP="00121FB9">
            <w:pPr>
              <w:pStyle w:val="TabIntestaSup"/>
            </w:pPr>
            <w:r>
              <w:t>Prometeia</w:t>
            </w:r>
          </w:p>
        </w:tc>
        <w:tc>
          <w:tcPr>
            <w:tcW w:w="1815" w:type="dxa"/>
            <w:gridSpan w:val="4"/>
            <w:noWrap/>
            <w:hideMark/>
          </w:tcPr>
          <w:p w14:paraId="6C4D4FDF" w14:textId="77777777" w:rsidR="00843070" w:rsidRDefault="00843070" w:rsidP="00121FB9">
            <w:pPr>
              <w:pStyle w:val="TabIntestaSupBordo"/>
            </w:pPr>
            <w:r>
              <w:t>Ocse - giu-20 [1]</w:t>
            </w:r>
          </w:p>
        </w:tc>
        <w:tc>
          <w:tcPr>
            <w:tcW w:w="113" w:type="dxa"/>
            <w:noWrap/>
          </w:tcPr>
          <w:p w14:paraId="6CFE0F13" w14:textId="77777777" w:rsidR="00843070" w:rsidRDefault="00843070" w:rsidP="00121FB9">
            <w:pPr>
              <w:pStyle w:val="TabIntestaSup"/>
            </w:pPr>
          </w:p>
        </w:tc>
        <w:tc>
          <w:tcPr>
            <w:tcW w:w="908" w:type="dxa"/>
            <w:gridSpan w:val="2"/>
            <w:hideMark/>
          </w:tcPr>
          <w:p w14:paraId="69954FD9" w14:textId="77777777" w:rsidR="00843070" w:rsidRDefault="00843070" w:rsidP="00121FB9">
            <w:pPr>
              <w:pStyle w:val="TabIntestaSup"/>
            </w:pPr>
            <w:r>
              <w:t>Ue</w:t>
            </w:r>
          </w:p>
        </w:tc>
        <w:tc>
          <w:tcPr>
            <w:tcW w:w="908" w:type="dxa"/>
            <w:gridSpan w:val="2"/>
            <w:noWrap/>
            <w:hideMark/>
          </w:tcPr>
          <w:p w14:paraId="20253317" w14:textId="77777777" w:rsidR="00843070" w:rsidRDefault="00843070" w:rsidP="00121FB9">
            <w:pPr>
              <w:pStyle w:val="TabIntestaSup"/>
            </w:pPr>
            <w:r>
              <w:t>Prometeia</w:t>
            </w:r>
          </w:p>
        </w:tc>
        <w:tc>
          <w:tcPr>
            <w:tcW w:w="1814" w:type="dxa"/>
            <w:gridSpan w:val="4"/>
            <w:noWrap/>
            <w:hideMark/>
          </w:tcPr>
          <w:p w14:paraId="4E25CB7A" w14:textId="77777777" w:rsidR="00843070" w:rsidRDefault="00843070" w:rsidP="00121FB9">
            <w:pPr>
              <w:pStyle w:val="TabIntestaSupBordo"/>
            </w:pPr>
            <w:r>
              <w:t>Ocse - giu-20 [1</w:t>
            </w:r>
          </w:p>
        </w:tc>
      </w:tr>
      <w:tr w:rsidR="00843070" w14:paraId="4BF19D93" w14:textId="77777777" w:rsidTr="00121FB9">
        <w:trPr>
          <w:cantSplit/>
          <w:trHeight w:val="255"/>
        </w:trPr>
        <w:tc>
          <w:tcPr>
            <w:tcW w:w="1986" w:type="dxa"/>
            <w:tcBorders>
              <w:top w:val="nil"/>
              <w:left w:val="nil"/>
              <w:bottom w:val="single" w:sz="4" w:space="0" w:color="833C0B" w:themeColor="accent2" w:themeShade="80"/>
              <w:right w:val="nil"/>
            </w:tcBorders>
            <w:noWrap/>
          </w:tcPr>
          <w:p w14:paraId="4C6CAE65" w14:textId="77777777" w:rsidR="00843070" w:rsidRDefault="00843070" w:rsidP="00121FB9">
            <w:pPr>
              <w:pStyle w:val="TabIntestaInf"/>
            </w:pPr>
          </w:p>
        </w:tc>
        <w:tc>
          <w:tcPr>
            <w:tcW w:w="908" w:type="dxa"/>
            <w:gridSpan w:val="2"/>
            <w:tcBorders>
              <w:top w:val="nil"/>
              <w:left w:val="nil"/>
              <w:bottom w:val="single" w:sz="4" w:space="0" w:color="833C0B" w:themeColor="accent2" w:themeShade="80"/>
              <w:right w:val="nil"/>
            </w:tcBorders>
            <w:noWrap/>
            <w:hideMark/>
          </w:tcPr>
          <w:p w14:paraId="006B26B2" w14:textId="77777777" w:rsidR="00843070" w:rsidRDefault="00843070" w:rsidP="00121FB9">
            <w:pPr>
              <w:pStyle w:val="TabIntestaInf"/>
            </w:pPr>
            <w:r>
              <w:t>mag-20</w:t>
            </w:r>
          </w:p>
        </w:tc>
        <w:tc>
          <w:tcPr>
            <w:tcW w:w="908" w:type="dxa"/>
            <w:gridSpan w:val="2"/>
            <w:tcBorders>
              <w:top w:val="nil"/>
              <w:left w:val="nil"/>
              <w:bottom w:val="single" w:sz="4" w:space="0" w:color="833C0B" w:themeColor="accent2" w:themeShade="80"/>
              <w:right w:val="nil"/>
            </w:tcBorders>
            <w:noWrap/>
            <w:hideMark/>
          </w:tcPr>
          <w:p w14:paraId="29B83183" w14:textId="77777777" w:rsidR="00843070" w:rsidRDefault="00843070" w:rsidP="00121FB9">
            <w:pPr>
              <w:pStyle w:val="TabIntestaInf"/>
            </w:pPr>
            <w:r>
              <w:t>mag-20 [1]</w:t>
            </w:r>
          </w:p>
        </w:tc>
        <w:tc>
          <w:tcPr>
            <w:tcW w:w="907" w:type="dxa"/>
            <w:gridSpan w:val="2"/>
            <w:tcBorders>
              <w:top w:val="nil"/>
              <w:left w:val="nil"/>
              <w:bottom w:val="single" w:sz="4" w:space="0" w:color="833C0B" w:themeColor="accent2" w:themeShade="80"/>
              <w:right w:val="nil"/>
            </w:tcBorders>
            <w:noWrap/>
            <w:hideMark/>
          </w:tcPr>
          <w:p w14:paraId="1A5046EF" w14:textId="77777777" w:rsidR="00843070" w:rsidRDefault="00843070" w:rsidP="00121FB9">
            <w:pPr>
              <w:pStyle w:val="TabIntestaInf"/>
            </w:pPr>
            <w:r>
              <w:t>Single hit</w:t>
            </w:r>
          </w:p>
        </w:tc>
        <w:tc>
          <w:tcPr>
            <w:tcW w:w="908" w:type="dxa"/>
            <w:gridSpan w:val="2"/>
            <w:tcBorders>
              <w:top w:val="nil"/>
              <w:left w:val="nil"/>
              <w:bottom w:val="single" w:sz="4" w:space="0" w:color="833C0B" w:themeColor="accent2" w:themeShade="80"/>
              <w:right w:val="nil"/>
            </w:tcBorders>
            <w:noWrap/>
            <w:hideMark/>
          </w:tcPr>
          <w:p w14:paraId="14BE03B9" w14:textId="77777777" w:rsidR="00843070" w:rsidRDefault="00843070" w:rsidP="00121FB9">
            <w:pPr>
              <w:pStyle w:val="TabIntestaInf"/>
            </w:pPr>
            <w:r>
              <w:t>Double hit</w:t>
            </w:r>
          </w:p>
        </w:tc>
        <w:tc>
          <w:tcPr>
            <w:tcW w:w="113" w:type="dxa"/>
            <w:tcBorders>
              <w:top w:val="nil"/>
              <w:left w:val="nil"/>
              <w:bottom w:val="single" w:sz="4" w:space="0" w:color="833C0B" w:themeColor="accent2" w:themeShade="80"/>
              <w:right w:val="nil"/>
            </w:tcBorders>
            <w:noWrap/>
          </w:tcPr>
          <w:p w14:paraId="58A19793" w14:textId="77777777" w:rsidR="00843070" w:rsidRDefault="00843070" w:rsidP="00121FB9">
            <w:pPr>
              <w:pStyle w:val="TabIntestaInf"/>
            </w:pPr>
          </w:p>
        </w:tc>
        <w:tc>
          <w:tcPr>
            <w:tcW w:w="908" w:type="dxa"/>
            <w:gridSpan w:val="2"/>
            <w:tcBorders>
              <w:top w:val="nil"/>
              <w:left w:val="nil"/>
              <w:bottom w:val="single" w:sz="4" w:space="0" w:color="833C0B" w:themeColor="accent2" w:themeShade="80"/>
              <w:right w:val="nil"/>
            </w:tcBorders>
            <w:hideMark/>
          </w:tcPr>
          <w:p w14:paraId="4A40CFE9" w14:textId="77777777" w:rsidR="00843070" w:rsidRDefault="00843070" w:rsidP="00121FB9">
            <w:pPr>
              <w:pStyle w:val="TabIntestaInf"/>
            </w:pPr>
            <w:r>
              <w:t>mag-20 [1]</w:t>
            </w:r>
          </w:p>
        </w:tc>
        <w:tc>
          <w:tcPr>
            <w:tcW w:w="908" w:type="dxa"/>
            <w:gridSpan w:val="2"/>
            <w:tcBorders>
              <w:top w:val="nil"/>
              <w:left w:val="nil"/>
              <w:bottom w:val="single" w:sz="4" w:space="0" w:color="833C0B" w:themeColor="accent2" w:themeShade="80"/>
              <w:right w:val="nil"/>
            </w:tcBorders>
            <w:noWrap/>
            <w:hideMark/>
          </w:tcPr>
          <w:p w14:paraId="3374F636" w14:textId="77777777" w:rsidR="00843070" w:rsidRDefault="00843070" w:rsidP="00121FB9">
            <w:pPr>
              <w:pStyle w:val="TabIntestaInf"/>
            </w:pPr>
            <w:r>
              <w:t>mag-20</w:t>
            </w:r>
          </w:p>
        </w:tc>
        <w:tc>
          <w:tcPr>
            <w:tcW w:w="907" w:type="dxa"/>
            <w:gridSpan w:val="2"/>
            <w:tcBorders>
              <w:top w:val="nil"/>
              <w:left w:val="nil"/>
              <w:bottom w:val="single" w:sz="4" w:space="0" w:color="833C0B" w:themeColor="accent2" w:themeShade="80"/>
              <w:right w:val="nil"/>
            </w:tcBorders>
            <w:noWrap/>
            <w:hideMark/>
          </w:tcPr>
          <w:p w14:paraId="291643EB" w14:textId="77777777" w:rsidR="00843070" w:rsidRDefault="00843070" w:rsidP="00121FB9">
            <w:pPr>
              <w:pStyle w:val="TabIntestaInf"/>
            </w:pPr>
            <w:r>
              <w:t>Single hit</w:t>
            </w:r>
          </w:p>
        </w:tc>
        <w:tc>
          <w:tcPr>
            <w:tcW w:w="907" w:type="dxa"/>
            <w:gridSpan w:val="2"/>
            <w:tcBorders>
              <w:top w:val="nil"/>
              <w:left w:val="nil"/>
              <w:bottom w:val="single" w:sz="4" w:space="0" w:color="833C0B" w:themeColor="accent2" w:themeShade="80"/>
              <w:right w:val="nil"/>
            </w:tcBorders>
            <w:noWrap/>
            <w:hideMark/>
          </w:tcPr>
          <w:p w14:paraId="56386117" w14:textId="77777777" w:rsidR="00843070" w:rsidRDefault="00843070" w:rsidP="00121FB9">
            <w:pPr>
              <w:pStyle w:val="TabIntestaInf"/>
            </w:pPr>
            <w:r>
              <w:t>Double hit</w:t>
            </w:r>
          </w:p>
        </w:tc>
      </w:tr>
      <w:tr w:rsidR="00843070" w14:paraId="0DF3FAEA" w14:textId="77777777" w:rsidTr="00121FB9">
        <w:trPr>
          <w:cantSplit/>
          <w:trHeight w:hRule="exact" w:val="113"/>
        </w:trPr>
        <w:tc>
          <w:tcPr>
            <w:tcW w:w="1986" w:type="dxa"/>
            <w:tcBorders>
              <w:top w:val="single" w:sz="4" w:space="0" w:color="833C0B" w:themeColor="accent2" w:themeShade="80"/>
              <w:left w:val="nil"/>
              <w:bottom w:val="nil"/>
              <w:right w:val="nil"/>
            </w:tcBorders>
            <w:noWrap/>
          </w:tcPr>
          <w:p w14:paraId="0F36F1AA" w14:textId="77777777" w:rsidR="00843070" w:rsidRDefault="00843070" w:rsidP="00121FB9">
            <w:pPr>
              <w:pStyle w:val="TabNumeri"/>
            </w:pPr>
          </w:p>
        </w:tc>
        <w:tc>
          <w:tcPr>
            <w:tcW w:w="680" w:type="dxa"/>
            <w:tcBorders>
              <w:top w:val="single" w:sz="4" w:space="0" w:color="833C0B" w:themeColor="accent2" w:themeShade="80"/>
              <w:left w:val="nil"/>
              <w:bottom w:val="nil"/>
              <w:right w:val="nil"/>
            </w:tcBorders>
            <w:noWrap/>
          </w:tcPr>
          <w:p w14:paraId="49E1B164" w14:textId="77777777" w:rsidR="00843070" w:rsidRDefault="00843070" w:rsidP="00121FB9">
            <w:pPr>
              <w:pStyle w:val="TabNumeri"/>
            </w:pPr>
          </w:p>
        </w:tc>
        <w:tc>
          <w:tcPr>
            <w:tcW w:w="228" w:type="dxa"/>
            <w:tcBorders>
              <w:top w:val="single" w:sz="4" w:space="0" w:color="833C0B" w:themeColor="accent2" w:themeShade="80"/>
              <w:left w:val="nil"/>
              <w:bottom w:val="nil"/>
              <w:right w:val="nil"/>
            </w:tcBorders>
            <w:noWrap/>
          </w:tcPr>
          <w:p w14:paraId="725F30BA" w14:textId="77777777" w:rsidR="00843070" w:rsidRDefault="00843070" w:rsidP="00121FB9">
            <w:pPr>
              <w:pStyle w:val="TabNumeri"/>
            </w:pPr>
          </w:p>
        </w:tc>
        <w:tc>
          <w:tcPr>
            <w:tcW w:w="510" w:type="dxa"/>
            <w:tcBorders>
              <w:top w:val="single" w:sz="4" w:space="0" w:color="833C0B" w:themeColor="accent2" w:themeShade="80"/>
              <w:left w:val="nil"/>
              <w:bottom w:val="nil"/>
              <w:right w:val="nil"/>
            </w:tcBorders>
            <w:noWrap/>
          </w:tcPr>
          <w:p w14:paraId="48DD42E2" w14:textId="77777777" w:rsidR="00843070" w:rsidRDefault="00843070" w:rsidP="00121FB9">
            <w:pPr>
              <w:pStyle w:val="TabNumeri"/>
            </w:pPr>
          </w:p>
        </w:tc>
        <w:tc>
          <w:tcPr>
            <w:tcW w:w="398" w:type="dxa"/>
            <w:tcBorders>
              <w:top w:val="single" w:sz="4" w:space="0" w:color="833C0B" w:themeColor="accent2" w:themeShade="80"/>
              <w:left w:val="nil"/>
              <w:bottom w:val="nil"/>
              <w:right w:val="nil"/>
            </w:tcBorders>
            <w:noWrap/>
          </w:tcPr>
          <w:p w14:paraId="6B5BC6EB" w14:textId="77777777" w:rsidR="00843070" w:rsidRDefault="00843070" w:rsidP="00121FB9">
            <w:pPr>
              <w:pStyle w:val="TabNumeri"/>
            </w:pPr>
          </w:p>
        </w:tc>
        <w:tc>
          <w:tcPr>
            <w:tcW w:w="680" w:type="dxa"/>
            <w:tcBorders>
              <w:top w:val="single" w:sz="4" w:space="0" w:color="833C0B" w:themeColor="accent2" w:themeShade="80"/>
              <w:left w:val="nil"/>
              <w:bottom w:val="nil"/>
              <w:right w:val="nil"/>
            </w:tcBorders>
            <w:noWrap/>
          </w:tcPr>
          <w:p w14:paraId="3AEB1803" w14:textId="77777777" w:rsidR="00843070" w:rsidRDefault="00843070" w:rsidP="00121FB9">
            <w:pPr>
              <w:pStyle w:val="TabNumeri"/>
            </w:pPr>
          </w:p>
        </w:tc>
        <w:tc>
          <w:tcPr>
            <w:tcW w:w="227" w:type="dxa"/>
            <w:tcBorders>
              <w:top w:val="single" w:sz="4" w:space="0" w:color="833C0B" w:themeColor="accent2" w:themeShade="80"/>
              <w:left w:val="nil"/>
              <w:bottom w:val="nil"/>
              <w:right w:val="nil"/>
            </w:tcBorders>
            <w:noWrap/>
          </w:tcPr>
          <w:p w14:paraId="680501A1" w14:textId="77777777" w:rsidR="00843070" w:rsidRDefault="00843070" w:rsidP="00121FB9">
            <w:pPr>
              <w:pStyle w:val="TabNumeri"/>
            </w:pPr>
          </w:p>
        </w:tc>
        <w:tc>
          <w:tcPr>
            <w:tcW w:w="680" w:type="dxa"/>
            <w:tcBorders>
              <w:top w:val="single" w:sz="4" w:space="0" w:color="833C0B" w:themeColor="accent2" w:themeShade="80"/>
              <w:left w:val="nil"/>
              <w:bottom w:val="nil"/>
              <w:right w:val="nil"/>
            </w:tcBorders>
            <w:noWrap/>
          </w:tcPr>
          <w:p w14:paraId="231C75D3" w14:textId="77777777" w:rsidR="00843070" w:rsidRDefault="00843070" w:rsidP="00121FB9">
            <w:pPr>
              <w:pStyle w:val="TabNumeri"/>
            </w:pPr>
          </w:p>
        </w:tc>
        <w:tc>
          <w:tcPr>
            <w:tcW w:w="228" w:type="dxa"/>
            <w:tcBorders>
              <w:top w:val="single" w:sz="4" w:space="0" w:color="833C0B" w:themeColor="accent2" w:themeShade="80"/>
              <w:left w:val="nil"/>
              <w:bottom w:val="nil"/>
              <w:right w:val="nil"/>
            </w:tcBorders>
          </w:tcPr>
          <w:p w14:paraId="15E0EE8E" w14:textId="77777777" w:rsidR="00843070" w:rsidRDefault="00843070" w:rsidP="00121FB9">
            <w:pPr>
              <w:pStyle w:val="TabNumeri"/>
            </w:pPr>
          </w:p>
        </w:tc>
        <w:tc>
          <w:tcPr>
            <w:tcW w:w="113" w:type="dxa"/>
            <w:tcBorders>
              <w:top w:val="single" w:sz="4" w:space="0" w:color="833C0B" w:themeColor="accent2" w:themeShade="80"/>
              <w:left w:val="nil"/>
              <w:bottom w:val="nil"/>
              <w:right w:val="nil"/>
            </w:tcBorders>
            <w:noWrap/>
          </w:tcPr>
          <w:p w14:paraId="712C7B53" w14:textId="77777777" w:rsidR="00843070" w:rsidRDefault="00843070" w:rsidP="00121FB9">
            <w:pPr>
              <w:pStyle w:val="TabNumeri"/>
            </w:pPr>
          </w:p>
        </w:tc>
        <w:tc>
          <w:tcPr>
            <w:tcW w:w="680" w:type="dxa"/>
            <w:tcBorders>
              <w:top w:val="single" w:sz="4" w:space="0" w:color="833C0B" w:themeColor="accent2" w:themeShade="80"/>
              <w:left w:val="nil"/>
              <w:bottom w:val="nil"/>
              <w:right w:val="nil"/>
            </w:tcBorders>
          </w:tcPr>
          <w:p w14:paraId="528412C4" w14:textId="77777777" w:rsidR="00843070" w:rsidRDefault="00843070" w:rsidP="00121FB9">
            <w:pPr>
              <w:pStyle w:val="TabNumeri"/>
            </w:pPr>
          </w:p>
        </w:tc>
        <w:tc>
          <w:tcPr>
            <w:tcW w:w="228" w:type="dxa"/>
            <w:tcBorders>
              <w:top w:val="single" w:sz="4" w:space="0" w:color="833C0B" w:themeColor="accent2" w:themeShade="80"/>
              <w:left w:val="nil"/>
              <w:bottom w:val="nil"/>
              <w:right w:val="nil"/>
            </w:tcBorders>
            <w:noWrap/>
          </w:tcPr>
          <w:p w14:paraId="2FD0CD89" w14:textId="77777777" w:rsidR="00843070" w:rsidRDefault="00843070" w:rsidP="00121FB9">
            <w:pPr>
              <w:pStyle w:val="TabNumeri"/>
            </w:pPr>
          </w:p>
        </w:tc>
        <w:tc>
          <w:tcPr>
            <w:tcW w:w="510" w:type="dxa"/>
            <w:tcBorders>
              <w:top w:val="single" w:sz="4" w:space="0" w:color="833C0B" w:themeColor="accent2" w:themeShade="80"/>
              <w:left w:val="nil"/>
              <w:bottom w:val="nil"/>
              <w:right w:val="nil"/>
            </w:tcBorders>
            <w:noWrap/>
          </w:tcPr>
          <w:p w14:paraId="7869BC8F" w14:textId="77777777" w:rsidR="00843070" w:rsidRDefault="00843070" w:rsidP="00121FB9">
            <w:pPr>
              <w:pStyle w:val="TabNumeri"/>
            </w:pPr>
          </w:p>
        </w:tc>
        <w:tc>
          <w:tcPr>
            <w:tcW w:w="398" w:type="dxa"/>
            <w:tcBorders>
              <w:top w:val="single" w:sz="4" w:space="0" w:color="833C0B" w:themeColor="accent2" w:themeShade="80"/>
              <w:left w:val="nil"/>
              <w:bottom w:val="nil"/>
              <w:right w:val="nil"/>
            </w:tcBorders>
            <w:noWrap/>
          </w:tcPr>
          <w:p w14:paraId="0B73B835" w14:textId="77777777" w:rsidR="00843070" w:rsidRDefault="00843070" w:rsidP="00121FB9">
            <w:pPr>
              <w:pStyle w:val="TabNumeri"/>
            </w:pPr>
          </w:p>
        </w:tc>
        <w:tc>
          <w:tcPr>
            <w:tcW w:w="680" w:type="dxa"/>
            <w:tcBorders>
              <w:top w:val="single" w:sz="4" w:space="0" w:color="833C0B" w:themeColor="accent2" w:themeShade="80"/>
              <w:left w:val="nil"/>
              <w:bottom w:val="nil"/>
              <w:right w:val="nil"/>
            </w:tcBorders>
            <w:noWrap/>
          </w:tcPr>
          <w:p w14:paraId="716E7F46" w14:textId="77777777" w:rsidR="00843070" w:rsidRDefault="00843070" w:rsidP="00121FB9">
            <w:pPr>
              <w:pStyle w:val="TabNumeri"/>
            </w:pPr>
          </w:p>
        </w:tc>
        <w:tc>
          <w:tcPr>
            <w:tcW w:w="227" w:type="dxa"/>
            <w:tcBorders>
              <w:top w:val="single" w:sz="4" w:space="0" w:color="833C0B" w:themeColor="accent2" w:themeShade="80"/>
              <w:left w:val="nil"/>
              <w:bottom w:val="nil"/>
              <w:right w:val="nil"/>
            </w:tcBorders>
            <w:noWrap/>
          </w:tcPr>
          <w:p w14:paraId="37159F36" w14:textId="77777777" w:rsidR="00843070" w:rsidRDefault="00843070" w:rsidP="00121FB9">
            <w:pPr>
              <w:pStyle w:val="TabNumeri"/>
            </w:pPr>
          </w:p>
        </w:tc>
        <w:tc>
          <w:tcPr>
            <w:tcW w:w="680" w:type="dxa"/>
            <w:tcBorders>
              <w:top w:val="single" w:sz="4" w:space="0" w:color="833C0B" w:themeColor="accent2" w:themeShade="80"/>
              <w:left w:val="nil"/>
              <w:bottom w:val="nil"/>
              <w:right w:val="nil"/>
            </w:tcBorders>
            <w:noWrap/>
          </w:tcPr>
          <w:p w14:paraId="53899AFB" w14:textId="77777777" w:rsidR="00843070" w:rsidRDefault="00843070" w:rsidP="00121FB9">
            <w:pPr>
              <w:pStyle w:val="TabNumeri"/>
            </w:pPr>
          </w:p>
        </w:tc>
        <w:tc>
          <w:tcPr>
            <w:tcW w:w="227" w:type="dxa"/>
            <w:tcBorders>
              <w:top w:val="single" w:sz="4" w:space="0" w:color="833C0B" w:themeColor="accent2" w:themeShade="80"/>
              <w:left w:val="nil"/>
              <w:bottom w:val="nil"/>
              <w:right w:val="nil"/>
            </w:tcBorders>
            <w:noWrap/>
          </w:tcPr>
          <w:p w14:paraId="610B6A25" w14:textId="77777777" w:rsidR="00843070" w:rsidRDefault="00843070" w:rsidP="00121FB9">
            <w:pPr>
              <w:pStyle w:val="TabNumeri"/>
            </w:pPr>
          </w:p>
        </w:tc>
      </w:tr>
      <w:tr w:rsidR="00843070" w14:paraId="79EF976B" w14:textId="77777777" w:rsidTr="00121FB9">
        <w:trPr>
          <w:cantSplit/>
          <w:trHeight w:val="255"/>
        </w:trPr>
        <w:tc>
          <w:tcPr>
            <w:tcW w:w="1986" w:type="dxa"/>
            <w:noWrap/>
            <w:hideMark/>
          </w:tcPr>
          <w:p w14:paraId="63EDA4F1" w14:textId="77777777" w:rsidR="00843070" w:rsidRDefault="00843070" w:rsidP="00121FB9">
            <w:pPr>
              <w:pStyle w:val="TabEtichette"/>
            </w:pPr>
            <w:r>
              <w:t>Prodotto interno lordo</w:t>
            </w:r>
          </w:p>
        </w:tc>
        <w:tc>
          <w:tcPr>
            <w:tcW w:w="680" w:type="dxa"/>
            <w:noWrap/>
            <w:hideMark/>
          </w:tcPr>
          <w:p w14:paraId="2EDDABC3" w14:textId="77777777" w:rsidR="00843070" w:rsidRDefault="00843070" w:rsidP="00121FB9">
            <w:pPr>
              <w:pStyle w:val="TabNumeri"/>
            </w:pPr>
            <w:r>
              <w:t>-9,5</w:t>
            </w:r>
          </w:p>
        </w:tc>
        <w:tc>
          <w:tcPr>
            <w:tcW w:w="228" w:type="dxa"/>
            <w:noWrap/>
          </w:tcPr>
          <w:p w14:paraId="09131523" w14:textId="77777777" w:rsidR="00843070" w:rsidRDefault="00843070" w:rsidP="00121FB9">
            <w:pPr>
              <w:pStyle w:val="TabNumeri"/>
            </w:pPr>
          </w:p>
        </w:tc>
        <w:tc>
          <w:tcPr>
            <w:tcW w:w="510" w:type="dxa"/>
            <w:noWrap/>
            <w:hideMark/>
          </w:tcPr>
          <w:p w14:paraId="3C1E8328" w14:textId="77777777" w:rsidR="00843070" w:rsidRDefault="00843070" w:rsidP="00121FB9">
            <w:pPr>
              <w:pStyle w:val="TabNumeri"/>
            </w:pPr>
            <w:r>
              <w:t>-8,5</w:t>
            </w:r>
          </w:p>
        </w:tc>
        <w:tc>
          <w:tcPr>
            <w:tcW w:w="398" w:type="dxa"/>
            <w:noWrap/>
            <w:hideMark/>
          </w:tcPr>
          <w:p w14:paraId="799A6C25" w14:textId="77777777" w:rsidR="00843070" w:rsidRDefault="00843070" w:rsidP="00121FB9">
            <w:pPr>
              <w:pStyle w:val="TabNumeri"/>
            </w:pPr>
            <w:r>
              <w:t>[7]</w:t>
            </w:r>
          </w:p>
        </w:tc>
        <w:tc>
          <w:tcPr>
            <w:tcW w:w="680" w:type="dxa"/>
            <w:noWrap/>
            <w:hideMark/>
          </w:tcPr>
          <w:p w14:paraId="3433C6BF" w14:textId="77777777" w:rsidR="00843070" w:rsidRDefault="00843070" w:rsidP="00121FB9">
            <w:pPr>
              <w:pStyle w:val="TabNumeri"/>
            </w:pPr>
            <w:r>
              <w:t>-11,3</w:t>
            </w:r>
          </w:p>
        </w:tc>
        <w:tc>
          <w:tcPr>
            <w:tcW w:w="227" w:type="dxa"/>
            <w:noWrap/>
          </w:tcPr>
          <w:p w14:paraId="415C583E" w14:textId="77777777" w:rsidR="00843070" w:rsidRDefault="00843070" w:rsidP="00121FB9">
            <w:pPr>
              <w:pStyle w:val="TabNumeri"/>
              <w:jc w:val="center"/>
            </w:pPr>
          </w:p>
        </w:tc>
        <w:tc>
          <w:tcPr>
            <w:tcW w:w="680" w:type="dxa"/>
            <w:noWrap/>
            <w:hideMark/>
          </w:tcPr>
          <w:p w14:paraId="0EB2079C" w14:textId="77777777" w:rsidR="00843070" w:rsidRDefault="00843070" w:rsidP="00121FB9">
            <w:pPr>
              <w:pStyle w:val="TabNumeri"/>
            </w:pPr>
            <w:r>
              <w:t>-14,0</w:t>
            </w:r>
          </w:p>
        </w:tc>
        <w:tc>
          <w:tcPr>
            <w:tcW w:w="228" w:type="dxa"/>
          </w:tcPr>
          <w:p w14:paraId="5EDAB147" w14:textId="77777777" w:rsidR="00843070" w:rsidRDefault="00843070" w:rsidP="00121FB9">
            <w:pPr>
              <w:pStyle w:val="TabNumeri"/>
            </w:pPr>
          </w:p>
        </w:tc>
        <w:tc>
          <w:tcPr>
            <w:tcW w:w="113" w:type="dxa"/>
            <w:noWrap/>
          </w:tcPr>
          <w:p w14:paraId="06CFE72F" w14:textId="77777777" w:rsidR="00843070" w:rsidRDefault="00843070" w:rsidP="00121FB9">
            <w:pPr>
              <w:pStyle w:val="TabNumeri"/>
            </w:pPr>
          </w:p>
        </w:tc>
        <w:tc>
          <w:tcPr>
            <w:tcW w:w="680" w:type="dxa"/>
            <w:hideMark/>
          </w:tcPr>
          <w:p w14:paraId="70E4A93F" w14:textId="77777777" w:rsidR="00843070" w:rsidRDefault="00843070" w:rsidP="00121FB9">
            <w:pPr>
              <w:pStyle w:val="TabNumeri"/>
            </w:pPr>
            <w:r>
              <w:t>6,5</w:t>
            </w:r>
          </w:p>
        </w:tc>
        <w:tc>
          <w:tcPr>
            <w:tcW w:w="228" w:type="dxa"/>
            <w:noWrap/>
          </w:tcPr>
          <w:p w14:paraId="0F3DD86A" w14:textId="77777777" w:rsidR="00843070" w:rsidRDefault="00843070" w:rsidP="00121FB9">
            <w:pPr>
              <w:pStyle w:val="TabNumeri"/>
            </w:pPr>
          </w:p>
        </w:tc>
        <w:tc>
          <w:tcPr>
            <w:tcW w:w="510" w:type="dxa"/>
            <w:noWrap/>
            <w:hideMark/>
          </w:tcPr>
          <w:p w14:paraId="52A41E2B" w14:textId="77777777" w:rsidR="00843070" w:rsidRDefault="00843070" w:rsidP="00121FB9">
            <w:pPr>
              <w:pStyle w:val="TabNumeri"/>
            </w:pPr>
            <w:r>
              <w:t>4,5</w:t>
            </w:r>
          </w:p>
        </w:tc>
        <w:tc>
          <w:tcPr>
            <w:tcW w:w="398" w:type="dxa"/>
            <w:noWrap/>
            <w:hideMark/>
          </w:tcPr>
          <w:p w14:paraId="7D263248" w14:textId="77777777" w:rsidR="00843070" w:rsidRDefault="00843070" w:rsidP="00121FB9">
            <w:pPr>
              <w:pStyle w:val="TabNumeri"/>
            </w:pPr>
            <w:r>
              <w:t>[7]</w:t>
            </w:r>
          </w:p>
        </w:tc>
        <w:tc>
          <w:tcPr>
            <w:tcW w:w="680" w:type="dxa"/>
            <w:noWrap/>
            <w:hideMark/>
          </w:tcPr>
          <w:p w14:paraId="3D63EC1E" w14:textId="77777777" w:rsidR="00843070" w:rsidRDefault="00843070" w:rsidP="00121FB9">
            <w:pPr>
              <w:pStyle w:val="TabNumeri"/>
            </w:pPr>
            <w:r>
              <w:t>7,7</w:t>
            </w:r>
          </w:p>
        </w:tc>
        <w:tc>
          <w:tcPr>
            <w:tcW w:w="227" w:type="dxa"/>
            <w:noWrap/>
          </w:tcPr>
          <w:p w14:paraId="3D660D65" w14:textId="77777777" w:rsidR="00843070" w:rsidRDefault="00843070" w:rsidP="00121FB9">
            <w:pPr>
              <w:pStyle w:val="TabNumeri"/>
            </w:pPr>
          </w:p>
        </w:tc>
        <w:tc>
          <w:tcPr>
            <w:tcW w:w="680" w:type="dxa"/>
            <w:noWrap/>
            <w:hideMark/>
          </w:tcPr>
          <w:p w14:paraId="0F1CB502" w14:textId="77777777" w:rsidR="00843070" w:rsidRDefault="00843070" w:rsidP="00121FB9">
            <w:pPr>
              <w:pStyle w:val="TabNumeri"/>
            </w:pPr>
            <w:r>
              <w:t>5,3</w:t>
            </w:r>
          </w:p>
        </w:tc>
        <w:tc>
          <w:tcPr>
            <w:tcW w:w="227" w:type="dxa"/>
            <w:noWrap/>
          </w:tcPr>
          <w:p w14:paraId="5B58D4FB" w14:textId="77777777" w:rsidR="00843070" w:rsidRDefault="00843070" w:rsidP="00121FB9">
            <w:pPr>
              <w:pStyle w:val="TabNumeri"/>
            </w:pPr>
          </w:p>
        </w:tc>
      </w:tr>
      <w:tr w:rsidR="00843070" w14:paraId="0C331002" w14:textId="77777777" w:rsidTr="00121FB9">
        <w:trPr>
          <w:cantSplit/>
          <w:trHeight w:val="255"/>
        </w:trPr>
        <w:tc>
          <w:tcPr>
            <w:tcW w:w="1986" w:type="dxa"/>
            <w:shd w:val="clear" w:color="auto" w:fill="EDEDED" w:themeFill="accent3" w:themeFillTint="33"/>
            <w:noWrap/>
            <w:hideMark/>
          </w:tcPr>
          <w:p w14:paraId="7790D5D5" w14:textId="77777777" w:rsidR="00843070" w:rsidRDefault="00843070" w:rsidP="00121FB9">
            <w:pPr>
              <w:pStyle w:val="TabEtichette"/>
            </w:pPr>
            <w:r>
              <w:t>Importazioni</w:t>
            </w:r>
          </w:p>
        </w:tc>
        <w:tc>
          <w:tcPr>
            <w:tcW w:w="680" w:type="dxa"/>
            <w:shd w:val="clear" w:color="auto" w:fill="EDEDED" w:themeFill="accent3" w:themeFillTint="33"/>
            <w:noWrap/>
            <w:hideMark/>
          </w:tcPr>
          <w:p w14:paraId="0A68573A" w14:textId="77777777" w:rsidR="00843070" w:rsidRDefault="00843070" w:rsidP="00121FB9">
            <w:pPr>
              <w:pStyle w:val="TabNumeri"/>
            </w:pPr>
            <w:r>
              <w:t>-13,6</w:t>
            </w:r>
          </w:p>
        </w:tc>
        <w:tc>
          <w:tcPr>
            <w:tcW w:w="228" w:type="dxa"/>
            <w:shd w:val="clear" w:color="auto" w:fill="EDEDED" w:themeFill="accent3" w:themeFillTint="33"/>
            <w:noWrap/>
          </w:tcPr>
          <w:p w14:paraId="5FE6EF83" w14:textId="77777777" w:rsidR="00843070" w:rsidRDefault="00843070" w:rsidP="00121FB9">
            <w:pPr>
              <w:pStyle w:val="TabNumeri"/>
            </w:pPr>
          </w:p>
        </w:tc>
        <w:tc>
          <w:tcPr>
            <w:tcW w:w="510" w:type="dxa"/>
            <w:shd w:val="clear" w:color="auto" w:fill="EDEDED" w:themeFill="accent3" w:themeFillTint="33"/>
            <w:noWrap/>
            <w:hideMark/>
          </w:tcPr>
          <w:p w14:paraId="397F4B35" w14:textId="77777777" w:rsidR="00843070" w:rsidRDefault="00843070" w:rsidP="00121FB9">
            <w:pPr>
              <w:pStyle w:val="TabNumeri"/>
            </w:pPr>
            <w:r>
              <w:t>-9,6</w:t>
            </w:r>
          </w:p>
        </w:tc>
        <w:tc>
          <w:tcPr>
            <w:tcW w:w="398" w:type="dxa"/>
            <w:shd w:val="clear" w:color="auto" w:fill="EDEDED" w:themeFill="accent3" w:themeFillTint="33"/>
            <w:noWrap/>
            <w:hideMark/>
          </w:tcPr>
          <w:p w14:paraId="63750931" w14:textId="77777777" w:rsidR="00843070" w:rsidRDefault="00843070" w:rsidP="00121FB9">
            <w:pPr>
              <w:pStyle w:val="TabNumeri"/>
            </w:pPr>
            <w:r>
              <w:t>[7]</w:t>
            </w:r>
          </w:p>
        </w:tc>
        <w:tc>
          <w:tcPr>
            <w:tcW w:w="680" w:type="dxa"/>
            <w:shd w:val="clear" w:color="auto" w:fill="EDEDED" w:themeFill="accent3" w:themeFillTint="33"/>
            <w:noWrap/>
            <w:hideMark/>
          </w:tcPr>
          <w:p w14:paraId="1BEE8DF2" w14:textId="77777777" w:rsidR="00843070" w:rsidRDefault="00843070" w:rsidP="00121FB9">
            <w:pPr>
              <w:pStyle w:val="TabNumeri"/>
            </w:pPr>
            <w:r>
              <w:t>-13,6</w:t>
            </w:r>
          </w:p>
        </w:tc>
        <w:tc>
          <w:tcPr>
            <w:tcW w:w="227" w:type="dxa"/>
            <w:shd w:val="clear" w:color="auto" w:fill="EDEDED" w:themeFill="accent3" w:themeFillTint="33"/>
            <w:noWrap/>
          </w:tcPr>
          <w:p w14:paraId="29C83B08" w14:textId="77777777" w:rsidR="00843070" w:rsidRDefault="00843070" w:rsidP="00121FB9">
            <w:pPr>
              <w:pStyle w:val="TabNumeri"/>
            </w:pPr>
          </w:p>
        </w:tc>
        <w:tc>
          <w:tcPr>
            <w:tcW w:w="680" w:type="dxa"/>
            <w:shd w:val="clear" w:color="auto" w:fill="EDEDED" w:themeFill="accent3" w:themeFillTint="33"/>
            <w:noWrap/>
            <w:hideMark/>
          </w:tcPr>
          <w:p w14:paraId="018D6BA4" w14:textId="77777777" w:rsidR="00843070" w:rsidRDefault="00843070" w:rsidP="00121FB9">
            <w:pPr>
              <w:pStyle w:val="TabNumeri"/>
            </w:pPr>
            <w:r>
              <w:t>-17,2</w:t>
            </w:r>
          </w:p>
        </w:tc>
        <w:tc>
          <w:tcPr>
            <w:tcW w:w="228" w:type="dxa"/>
            <w:shd w:val="clear" w:color="auto" w:fill="EDEDED" w:themeFill="accent3" w:themeFillTint="33"/>
          </w:tcPr>
          <w:p w14:paraId="29671BDE" w14:textId="77777777" w:rsidR="00843070" w:rsidRDefault="00843070" w:rsidP="00121FB9">
            <w:pPr>
              <w:pStyle w:val="TabNumeri"/>
            </w:pPr>
          </w:p>
        </w:tc>
        <w:tc>
          <w:tcPr>
            <w:tcW w:w="113" w:type="dxa"/>
            <w:shd w:val="clear" w:color="auto" w:fill="EDEDED" w:themeFill="accent3" w:themeFillTint="33"/>
            <w:noWrap/>
          </w:tcPr>
          <w:p w14:paraId="73A4CA58" w14:textId="77777777" w:rsidR="00843070" w:rsidRDefault="00843070" w:rsidP="00121FB9">
            <w:pPr>
              <w:pStyle w:val="TabNumeri"/>
            </w:pPr>
          </w:p>
        </w:tc>
        <w:tc>
          <w:tcPr>
            <w:tcW w:w="680" w:type="dxa"/>
            <w:shd w:val="clear" w:color="auto" w:fill="EDEDED" w:themeFill="accent3" w:themeFillTint="33"/>
            <w:hideMark/>
          </w:tcPr>
          <w:p w14:paraId="13F38E3E" w14:textId="77777777" w:rsidR="00843070" w:rsidRDefault="00843070" w:rsidP="00121FB9">
            <w:pPr>
              <w:pStyle w:val="TabNumeri"/>
            </w:pPr>
            <w:r>
              <w:t>12,2</w:t>
            </w:r>
          </w:p>
        </w:tc>
        <w:tc>
          <w:tcPr>
            <w:tcW w:w="228" w:type="dxa"/>
            <w:shd w:val="clear" w:color="auto" w:fill="EDEDED" w:themeFill="accent3" w:themeFillTint="33"/>
            <w:noWrap/>
          </w:tcPr>
          <w:p w14:paraId="01A48A90" w14:textId="77777777" w:rsidR="00843070" w:rsidRDefault="00843070" w:rsidP="00121FB9">
            <w:pPr>
              <w:pStyle w:val="TabNumeri"/>
            </w:pPr>
          </w:p>
        </w:tc>
        <w:tc>
          <w:tcPr>
            <w:tcW w:w="510" w:type="dxa"/>
            <w:shd w:val="clear" w:color="auto" w:fill="EDEDED" w:themeFill="accent3" w:themeFillTint="33"/>
            <w:noWrap/>
            <w:hideMark/>
          </w:tcPr>
          <w:p w14:paraId="206465F8" w14:textId="77777777" w:rsidR="00843070" w:rsidRDefault="00843070" w:rsidP="00121FB9">
            <w:pPr>
              <w:pStyle w:val="TabNumeri"/>
            </w:pPr>
            <w:r>
              <w:t>8,4</w:t>
            </w:r>
          </w:p>
        </w:tc>
        <w:tc>
          <w:tcPr>
            <w:tcW w:w="398" w:type="dxa"/>
            <w:shd w:val="clear" w:color="auto" w:fill="EDEDED" w:themeFill="accent3" w:themeFillTint="33"/>
            <w:noWrap/>
            <w:hideMark/>
          </w:tcPr>
          <w:p w14:paraId="46A8A2A7" w14:textId="77777777" w:rsidR="00843070" w:rsidRDefault="00843070" w:rsidP="00121FB9">
            <w:pPr>
              <w:pStyle w:val="TabNumeri"/>
            </w:pPr>
            <w:r>
              <w:t>[7]</w:t>
            </w:r>
          </w:p>
        </w:tc>
        <w:tc>
          <w:tcPr>
            <w:tcW w:w="680" w:type="dxa"/>
            <w:shd w:val="clear" w:color="auto" w:fill="EDEDED" w:themeFill="accent3" w:themeFillTint="33"/>
            <w:noWrap/>
            <w:hideMark/>
          </w:tcPr>
          <w:p w14:paraId="4E74B18D" w14:textId="77777777" w:rsidR="00843070" w:rsidRDefault="00843070" w:rsidP="00121FB9">
            <w:pPr>
              <w:pStyle w:val="TabNumeri"/>
            </w:pPr>
            <w:r>
              <w:t>11,5</w:t>
            </w:r>
          </w:p>
        </w:tc>
        <w:tc>
          <w:tcPr>
            <w:tcW w:w="227" w:type="dxa"/>
            <w:shd w:val="clear" w:color="auto" w:fill="EDEDED" w:themeFill="accent3" w:themeFillTint="33"/>
            <w:noWrap/>
          </w:tcPr>
          <w:p w14:paraId="6DCC5E50" w14:textId="77777777" w:rsidR="00843070" w:rsidRDefault="00843070" w:rsidP="00121FB9">
            <w:pPr>
              <w:pStyle w:val="TabNumeri"/>
            </w:pPr>
          </w:p>
        </w:tc>
        <w:tc>
          <w:tcPr>
            <w:tcW w:w="680" w:type="dxa"/>
            <w:shd w:val="clear" w:color="auto" w:fill="EDEDED" w:themeFill="accent3" w:themeFillTint="33"/>
            <w:noWrap/>
            <w:hideMark/>
          </w:tcPr>
          <w:p w14:paraId="544B1913" w14:textId="77777777" w:rsidR="00843070" w:rsidRDefault="00843070" w:rsidP="00121FB9">
            <w:pPr>
              <w:pStyle w:val="TabNumeri"/>
            </w:pPr>
            <w:r>
              <w:t>6,8</w:t>
            </w:r>
          </w:p>
        </w:tc>
        <w:tc>
          <w:tcPr>
            <w:tcW w:w="227" w:type="dxa"/>
            <w:shd w:val="clear" w:color="auto" w:fill="EDEDED" w:themeFill="accent3" w:themeFillTint="33"/>
            <w:noWrap/>
          </w:tcPr>
          <w:p w14:paraId="600DCB09" w14:textId="77777777" w:rsidR="00843070" w:rsidRDefault="00843070" w:rsidP="00121FB9">
            <w:pPr>
              <w:pStyle w:val="TabNumeri"/>
            </w:pPr>
          </w:p>
        </w:tc>
      </w:tr>
      <w:tr w:rsidR="00843070" w14:paraId="7F1103A2" w14:textId="77777777" w:rsidTr="00121FB9">
        <w:trPr>
          <w:cantSplit/>
          <w:trHeight w:val="255"/>
        </w:trPr>
        <w:tc>
          <w:tcPr>
            <w:tcW w:w="1986" w:type="dxa"/>
            <w:noWrap/>
            <w:hideMark/>
          </w:tcPr>
          <w:p w14:paraId="1DF9DA3F" w14:textId="77777777" w:rsidR="00843070" w:rsidRDefault="00843070" w:rsidP="00121FB9">
            <w:pPr>
              <w:pStyle w:val="TabEtichette"/>
            </w:pPr>
            <w:r>
              <w:t>Esportazioni</w:t>
            </w:r>
          </w:p>
        </w:tc>
        <w:tc>
          <w:tcPr>
            <w:tcW w:w="680" w:type="dxa"/>
            <w:noWrap/>
            <w:hideMark/>
          </w:tcPr>
          <w:p w14:paraId="15365B3C" w14:textId="77777777" w:rsidR="00843070" w:rsidRDefault="00843070" w:rsidP="00121FB9">
            <w:pPr>
              <w:pStyle w:val="TabNumeri"/>
            </w:pPr>
            <w:r>
              <w:t>-13,0</w:t>
            </w:r>
          </w:p>
        </w:tc>
        <w:tc>
          <w:tcPr>
            <w:tcW w:w="228" w:type="dxa"/>
            <w:noWrap/>
          </w:tcPr>
          <w:p w14:paraId="6156D70D" w14:textId="77777777" w:rsidR="00843070" w:rsidRDefault="00843070" w:rsidP="00121FB9">
            <w:pPr>
              <w:pStyle w:val="TabNumeri"/>
            </w:pPr>
          </w:p>
        </w:tc>
        <w:tc>
          <w:tcPr>
            <w:tcW w:w="510" w:type="dxa"/>
            <w:noWrap/>
            <w:hideMark/>
          </w:tcPr>
          <w:p w14:paraId="5B84E7C9" w14:textId="77777777" w:rsidR="00843070" w:rsidRDefault="00843070" w:rsidP="00121FB9">
            <w:pPr>
              <w:pStyle w:val="TabNumeri"/>
            </w:pPr>
            <w:r>
              <w:t>-15,3</w:t>
            </w:r>
          </w:p>
        </w:tc>
        <w:tc>
          <w:tcPr>
            <w:tcW w:w="398" w:type="dxa"/>
            <w:noWrap/>
            <w:hideMark/>
          </w:tcPr>
          <w:p w14:paraId="14BCF099" w14:textId="77777777" w:rsidR="00843070" w:rsidRDefault="00843070" w:rsidP="00121FB9">
            <w:pPr>
              <w:pStyle w:val="TabNumeri"/>
            </w:pPr>
            <w:r>
              <w:t>[7]</w:t>
            </w:r>
          </w:p>
        </w:tc>
        <w:tc>
          <w:tcPr>
            <w:tcW w:w="680" w:type="dxa"/>
            <w:noWrap/>
            <w:hideMark/>
          </w:tcPr>
          <w:p w14:paraId="2F66EA9C" w14:textId="77777777" w:rsidR="00843070" w:rsidRDefault="00843070" w:rsidP="00121FB9">
            <w:pPr>
              <w:pStyle w:val="TabNumeri"/>
            </w:pPr>
            <w:r>
              <w:t>-14,4</w:t>
            </w:r>
          </w:p>
        </w:tc>
        <w:tc>
          <w:tcPr>
            <w:tcW w:w="227" w:type="dxa"/>
            <w:noWrap/>
          </w:tcPr>
          <w:p w14:paraId="1A433206" w14:textId="77777777" w:rsidR="00843070" w:rsidRDefault="00843070" w:rsidP="00121FB9">
            <w:pPr>
              <w:pStyle w:val="TabNumeri"/>
            </w:pPr>
          </w:p>
        </w:tc>
        <w:tc>
          <w:tcPr>
            <w:tcW w:w="680" w:type="dxa"/>
            <w:noWrap/>
            <w:hideMark/>
          </w:tcPr>
          <w:p w14:paraId="1EE2D15F" w14:textId="77777777" w:rsidR="00843070" w:rsidRDefault="00843070" w:rsidP="00121FB9">
            <w:pPr>
              <w:pStyle w:val="TabNumeri"/>
            </w:pPr>
            <w:r>
              <w:t>-17,8</w:t>
            </w:r>
          </w:p>
        </w:tc>
        <w:tc>
          <w:tcPr>
            <w:tcW w:w="228" w:type="dxa"/>
          </w:tcPr>
          <w:p w14:paraId="7E86DE08" w14:textId="77777777" w:rsidR="00843070" w:rsidRDefault="00843070" w:rsidP="00121FB9">
            <w:pPr>
              <w:pStyle w:val="TabNumeri"/>
            </w:pPr>
          </w:p>
        </w:tc>
        <w:tc>
          <w:tcPr>
            <w:tcW w:w="113" w:type="dxa"/>
            <w:noWrap/>
          </w:tcPr>
          <w:p w14:paraId="1700E5C6" w14:textId="77777777" w:rsidR="00843070" w:rsidRDefault="00843070" w:rsidP="00121FB9">
            <w:pPr>
              <w:pStyle w:val="TabNumeri"/>
            </w:pPr>
          </w:p>
        </w:tc>
        <w:tc>
          <w:tcPr>
            <w:tcW w:w="680" w:type="dxa"/>
            <w:hideMark/>
          </w:tcPr>
          <w:p w14:paraId="187BA2FE" w14:textId="77777777" w:rsidR="00843070" w:rsidRDefault="00843070" w:rsidP="00121FB9">
            <w:pPr>
              <w:pStyle w:val="TabNumeri"/>
            </w:pPr>
            <w:r>
              <w:t>10,5</w:t>
            </w:r>
          </w:p>
        </w:tc>
        <w:tc>
          <w:tcPr>
            <w:tcW w:w="228" w:type="dxa"/>
            <w:noWrap/>
          </w:tcPr>
          <w:p w14:paraId="5A289761" w14:textId="77777777" w:rsidR="00843070" w:rsidRDefault="00843070" w:rsidP="00121FB9">
            <w:pPr>
              <w:pStyle w:val="TabNumeri"/>
            </w:pPr>
          </w:p>
        </w:tc>
        <w:tc>
          <w:tcPr>
            <w:tcW w:w="510" w:type="dxa"/>
            <w:noWrap/>
            <w:hideMark/>
          </w:tcPr>
          <w:p w14:paraId="62444B6A" w14:textId="77777777" w:rsidR="00843070" w:rsidRDefault="00843070" w:rsidP="00121FB9">
            <w:pPr>
              <w:pStyle w:val="TabNumeri"/>
            </w:pPr>
            <w:r>
              <w:t>8,1</w:t>
            </w:r>
          </w:p>
        </w:tc>
        <w:tc>
          <w:tcPr>
            <w:tcW w:w="398" w:type="dxa"/>
            <w:noWrap/>
            <w:hideMark/>
          </w:tcPr>
          <w:p w14:paraId="710DFFEA" w14:textId="77777777" w:rsidR="00843070" w:rsidRDefault="00843070" w:rsidP="00121FB9">
            <w:pPr>
              <w:pStyle w:val="TabNumeri"/>
            </w:pPr>
            <w:r>
              <w:t>[7]</w:t>
            </w:r>
          </w:p>
        </w:tc>
        <w:tc>
          <w:tcPr>
            <w:tcW w:w="680" w:type="dxa"/>
            <w:noWrap/>
            <w:hideMark/>
          </w:tcPr>
          <w:p w14:paraId="411FAF1E" w14:textId="77777777" w:rsidR="00843070" w:rsidRDefault="00843070" w:rsidP="00121FB9">
            <w:pPr>
              <w:pStyle w:val="TabNumeri"/>
            </w:pPr>
            <w:r>
              <w:t>12,0</w:t>
            </w:r>
          </w:p>
        </w:tc>
        <w:tc>
          <w:tcPr>
            <w:tcW w:w="227" w:type="dxa"/>
            <w:noWrap/>
          </w:tcPr>
          <w:p w14:paraId="778DD628" w14:textId="77777777" w:rsidR="00843070" w:rsidRDefault="00843070" w:rsidP="00121FB9">
            <w:pPr>
              <w:pStyle w:val="TabNumeri"/>
            </w:pPr>
          </w:p>
        </w:tc>
        <w:tc>
          <w:tcPr>
            <w:tcW w:w="680" w:type="dxa"/>
            <w:noWrap/>
            <w:hideMark/>
          </w:tcPr>
          <w:p w14:paraId="175DA895" w14:textId="77777777" w:rsidR="00843070" w:rsidRDefault="00843070" w:rsidP="00121FB9">
            <w:pPr>
              <w:pStyle w:val="TabNumeri"/>
            </w:pPr>
            <w:r>
              <w:t>7,7</w:t>
            </w:r>
          </w:p>
        </w:tc>
        <w:tc>
          <w:tcPr>
            <w:tcW w:w="227" w:type="dxa"/>
            <w:noWrap/>
          </w:tcPr>
          <w:p w14:paraId="7F190CE7" w14:textId="77777777" w:rsidR="00843070" w:rsidRDefault="00843070" w:rsidP="00121FB9">
            <w:pPr>
              <w:pStyle w:val="TabNumeri"/>
            </w:pPr>
          </w:p>
        </w:tc>
      </w:tr>
      <w:tr w:rsidR="00843070" w14:paraId="17376F79" w14:textId="77777777" w:rsidTr="00121FB9">
        <w:trPr>
          <w:cantSplit/>
          <w:trHeight w:val="255"/>
        </w:trPr>
        <w:tc>
          <w:tcPr>
            <w:tcW w:w="1986" w:type="dxa"/>
            <w:shd w:val="clear" w:color="auto" w:fill="EDEDED" w:themeFill="accent3" w:themeFillTint="33"/>
            <w:noWrap/>
            <w:hideMark/>
          </w:tcPr>
          <w:p w14:paraId="4AC558A9" w14:textId="77777777" w:rsidR="00843070" w:rsidRDefault="00843070" w:rsidP="00121FB9">
            <w:pPr>
              <w:pStyle w:val="TabEtichette"/>
            </w:pPr>
            <w:r>
              <w:t>Domanda interna</w:t>
            </w:r>
          </w:p>
        </w:tc>
        <w:tc>
          <w:tcPr>
            <w:tcW w:w="680" w:type="dxa"/>
            <w:shd w:val="clear" w:color="auto" w:fill="EDEDED" w:themeFill="accent3" w:themeFillTint="33"/>
            <w:noWrap/>
            <w:hideMark/>
          </w:tcPr>
          <w:p w14:paraId="0FE71A26" w14:textId="77777777" w:rsidR="00843070" w:rsidRDefault="00843070" w:rsidP="00121FB9">
            <w:pPr>
              <w:pStyle w:val="TabNumeri"/>
            </w:pPr>
            <w:r>
              <w:t>-9,6</w:t>
            </w:r>
          </w:p>
        </w:tc>
        <w:tc>
          <w:tcPr>
            <w:tcW w:w="228" w:type="dxa"/>
            <w:shd w:val="clear" w:color="auto" w:fill="EDEDED" w:themeFill="accent3" w:themeFillTint="33"/>
            <w:noWrap/>
          </w:tcPr>
          <w:p w14:paraId="2FE2D39C" w14:textId="77777777" w:rsidR="00843070" w:rsidRDefault="00843070" w:rsidP="00121FB9">
            <w:pPr>
              <w:pStyle w:val="TabNumeri"/>
            </w:pPr>
          </w:p>
        </w:tc>
        <w:tc>
          <w:tcPr>
            <w:tcW w:w="510" w:type="dxa"/>
            <w:shd w:val="clear" w:color="auto" w:fill="EDEDED" w:themeFill="accent3" w:themeFillTint="33"/>
            <w:noWrap/>
            <w:hideMark/>
          </w:tcPr>
          <w:p w14:paraId="2BDCDD2B" w14:textId="77777777" w:rsidR="00843070" w:rsidRDefault="00843070" w:rsidP="00121FB9">
            <w:pPr>
              <w:pStyle w:val="TabNumeri"/>
            </w:pPr>
            <w:r>
              <w:t>-6,5</w:t>
            </w:r>
          </w:p>
        </w:tc>
        <w:tc>
          <w:tcPr>
            <w:tcW w:w="398" w:type="dxa"/>
            <w:shd w:val="clear" w:color="auto" w:fill="EDEDED" w:themeFill="accent3" w:themeFillTint="33"/>
            <w:noWrap/>
            <w:hideMark/>
          </w:tcPr>
          <w:p w14:paraId="531D77C3" w14:textId="77777777" w:rsidR="00843070" w:rsidRDefault="00843070" w:rsidP="00121FB9">
            <w:pPr>
              <w:pStyle w:val="TabNumeri"/>
            </w:pPr>
            <w:r>
              <w:t>[7]</w:t>
            </w:r>
          </w:p>
        </w:tc>
        <w:tc>
          <w:tcPr>
            <w:tcW w:w="680" w:type="dxa"/>
            <w:shd w:val="clear" w:color="auto" w:fill="EDEDED" w:themeFill="accent3" w:themeFillTint="33"/>
            <w:noWrap/>
            <w:hideMark/>
          </w:tcPr>
          <w:p w14:paraId="2C885613" w14:textId="77777777" w:rsidR="00843070" w:rsidRDefault="00843070" w:rsidP="00121FB9">
            <w:pPr>
              <w:pStyle w:val="TabNumeri"/>
            </w:pPr>
            <w:r>
              <w:t>-10,9</w:t>
            </w:r>
          </w:p>
        </w:tc>
        <w:tc>
          <w:tcPr>
            <w:tcW w:w="227" w:type="dxa"/>
            <w:shd w:val="clear" w:color="auto" w:fill="EDEDED" w:themeFill="accent3" w:themeFillTint="33"/>
            <w:noWrap/>
          </w:tcPr>
          <w:p w14:paraId="055ACF67" w14:textId="77777777" w:rsidR="00843070" w:rsidRDefault="00843070" w:rsidP="00121FB9">
            <w:pPr>
              <w:pStyle w:val="TabNumeri"/>
            </w:pPr>
          </w:p>
        </w:tc>
        <w:tc>
          <w:tcPr>
            <w:tcW w:w="680" w:type="dxa"/>
            <w:shd w:val="clear" w:color="auto" w:fill="EDEDED" w:themeFill="accent3" w:themeFillTint="33"/>
            <w:noWrap/>
            <w:hideMark/>
          </w:tcPr>
          <w:p w14:paraId="07D35440" w14:textId="77777777" w:rsidR="00843070" w:rsidRDefault="00843070" w:rsidP="00121FB9">
            <w:pPr>
              <w:pStyle w:val="TabNumeri"/>
            </w:pPr>
            <w:r>
              <w:t>-13,7</w:t>
            </w:r>
          </w:p>
        </w:tc>
        <w:tc>
          <w:tcPr>
            <w:tcW w:w="228" w:type="dxa"/>
            <w:shd w:val="clear" w:color="auto" w:fill="EDEDED" w:themeFill="accent3" w:themeFillTint="33"/>
          </w:tcPr>
          <w:p w14:paraId="5153C6B5" w14:textId="77777777" w:rsidR="00843070" w:rsidRDefault="00843070" w:rsidP="00121FB9">
            <w:pPr>
              <w:pStyle w:val="TabNumeri"/>
            </w:pPr>
          </w:p>
        </w:tc>
        <w:tc>
          <w:tcPr>
            <w:tcW w:w="113" w:type="dxa"/>
            <w:shd w:val="clear" w:color="auto" w:fill="EDEDED" w:themeFill="accent3" w:themeFillTint="33"/>
            <w:noWrap/>
          </w:tcPr>
          <w:p w14:paraId="15FAF515" w14:textId="77777777" w:rsidR="00843070" w:rsidRDefault="00843070" w:rsidP="00121FB9">
            <w:pPr>
              <w:pStyle w:val="TabNumeri"/>
            </w:pPr>
          </w:p>
        </w:tc>
        <w:tc>
          <w:tcPr>
            <w:tcW w:w="680" w:type="dxa"/>
            <w:shd w:val="clear" w:color="auto" w:fill="EDEDED" w:themeFill="accent3" w:themeFillTint="33"/>
            <w:hideMark/>
          </w:tcPr>
          <w:p w14:paraId="5798EC9C" w14:textId="77777777" w:rsidR="00843070" w:rsidRDefault="00843070" w:rsidP="00121FB9">
            <w:pPr>
              <w:pStyle w:val="TabNumeri"/>
            </w:pPr>
            <w:r>
              <w:t>6,9</w:t>
            </w:r>
          </w:p>
        </w:tc>
        <w:tc>
          <w:tcPr>
            <w:tcW w:w="228" w:type="dxa"/>
            <w:shd w:val="clear" w:color="auto" w:fill="EDEDED" w:themeFill="accent3" w:themeFillTint="33"/>
            <w:noWrap/>
          </w:tcPr>
          <w:p w14:paraId="20BA0F8A" w14:textId="77777777" w:rsidR="00843070" w:rsidRDefault="00843070" w:rsidP="00121FB9">
            <w:pPr>
              <w:pStyle w:val="TabNumeri"/>
            </w:pPr>
          </w:p>
        </w:tc>
        <w:tc>
          <w:tcPr>
            <w:tcW w:w="510" w:type="dxa"/>
            <w:shd w:val="clear" w:color="auto" w:fill="EDEDED" w:themeFill="accent3" w:themeFillTint="33"/>
            <w:noWrap/>
            <w:hideMark/>
          </w:tcPr>
          <w:p w14:paraId="1CF2E612" w14:textId="77777777" w:rsidR="00843070" w:rsidRDefault="00843070" w:rsidP="00121FB9">
            <w:pPr>
              <w:pStyle w:val="TabNumeri"/>
            </w:pPr>
            <w:r>
              <w:t>4,6</w:t>
            </w:r>
          </w:p>
        </w:tc>
        <w:tc>
          <w:tcPr>
            <w:tcW w:w="398" w:type="dxa"/>
            <w:shd w:val="clear" w:color="auto" w:fill="EDEDED" w:themeFill="accent3" w:themeFillTint="33"/>
            <w:noWrap/>
            <w:hideMark/>
          </w:tcPr>
          <w:p w14:paraId="2D70F836" w14:textId="77777777" w:rsidR="00843070" w:rsidRDefault="00843070" w:rsidP="00121FB9">
            <w:pPr>
              <w:pStyle w:val="TabNumeri"/>
            </w:pPr>
            <w:r>
              <w:t>[7]</w:t>
            </w:r>
          </w:p>
        </w:tc>
        <w:tc>
          <w:tcPr>
            <w:tcW w:w="680" w:type="dxa"/>
            <w:shd w:val="clear" w:color="auto" w:fill="EDEDED" w:themeFill="accent3" w:themeFillTint="33"/>
            <w:noWrap/>
            <w:hideMark/>
          </w:tcPr>
          <w:p w14:paraId="61EF07E2" w14:textId="77777777" w:rsidR="00843070" w:rsidRDefault="00843070" w:rsidP="00121FB9">
            <w:pPr>
              <w:pStyle w:val="TabNumeri"/>
            </w:pPr>
            <w:r>
              <w:t>7,4</w:t>
            </w:r>
          </w:p>
        </w:tc>
        <w:tc>
          <w:tcPr>
            <w:tcW w:w="227" w:type="dxa"/>
            <w:shd w:val="clear" w:color="auto" w:fill="EDEDED" w:themeFill="accent3" w:themeFillTint="33"/>
            <w:noWrap/>
          </w:tcPr>
          <w:p w14:paraId="2A0E41E5" w14:textId="77777777" w:rsidR="00843070" w:rsidRDefault="00843070" w:rsidP="00121FB9">
            <w:pPr>
              <w:pStyle w:val="TabNumeri"/>
            </w:pPr>
          </w:p>
        </w:tc>
        <w:tc>
          <w:tcPr>
            <w:tcW w:w="680" w:type="dxa"/>
            <w:shd w:val="clear" w:color="auto" w:fill="EDEDED" w:themeFill="accent3" w:themeFillTint="33"/>
            <w:noWrap/>
            <w:hideMark/>
          </w:tcPr>
          <w:p w14:paraId="0002AB0A" w14:textId="77777777" w:rsidR="00843070" w:rsidRDefault="00843070" w:rsidP="00121FB9">
            <w:pPr>
              <w:pStyle w:val="TabNumeri"/>
            </w:pPr>
            <w:r>
              <w:t>5,0</w:t>
            </w:r>
          </w:p>
        </w:tc>
        <w:tc>
          <w:tcPr>
            <w:tcW w:w="227" w:type="dxa"/>
            <w:shd w:val="clear" w:color="auto" w:fill="EDEDED" w:themeFill="accent3" w:themeFillTint="33"/>
            <w:noWrap/>
          </w:tcPr>
          <w:p w14:paraId="01683EA2" w14:textId="77777777" w:rsidR="00843070" w:rsidRDefault="00843070" w:rsidP="00121FB9">
            <w:pPr>
              <w:pStyle w:val="TabNumeri"/>
            </w:pPr>
          </w:p>
        </w:tc>
      </w:tr>
      <w:tr w:rsidR="00843070" w14:paraId="5C10B1A7" w14:textId="77777777" w:rsidTr="00121FB9">
        <w:trPr>
          <w:cantSplit/>
          <w:trHeight w:val="255"/>
        </w:trPr>
        <w:tc>
          <w:tcPr>
            <w:tcW w:w="1986" w:type="dxa"/>
            <w:noWrap/>
            <w:hideMark/>
          </w:tcPr>
          <w:p w14:paraId="44BC331F" w14:textId="77777777" w:rsidR="00843070" w:rsidRDefault="00843070" w:rsidP="00121FB9">
            <w:pPr>
              <w:pStyle w:val="TabEtichette"/>
            </w:pPr>
            <w:r>
              <w:t>Consumi delle famiglie</w:t>
            </w:r>
          </w:p>
        </w:tc>
        <w:tc>
          <w:tcPr>
            <w:tcW w:w="680" w:type="dxa"/>
            <w:noWrap/>
            <w:hideMark/>
          </w:tcPr>
          <w:p w14:paraId="0302010C" w14:textId="77777777" w:rsidR="00843070" w:rsidRDefault="00843070" w:rsidP="00121FB9">
            <w:pPr>
              <w:pStyle w:val="TabNumeri"/>
            </w:pPr>
            <w:r>
              <w:t>-10,9</w:t>
            </w:r>
          </w:p>
        </w:tc>
        <w:tc>
          <w:tcPr>
            <w:tcW w:w="228" w:type="dxa"/>
            <w:noWrap/>
          </w:tcPr>
          <w:p w14:paraId="7EEEDDCE" w14:textId="77777777" w:rsidR="00843070" w:rsidRDefault="00843070" w:rsidP="00121FB9">
            <w:pPr>
              <w:pStyle w:val="TabNumeri"/>
            </w:pPr>
          </w:p>
        </w:tc>
        <w:tc>
          <w:tcPr>
            <w:tcW w:w="510" w:type="dxa"/>
            <w:noWrap/>
            <w:hideMark/>
          </w:tcPr>
          <w:p w14:paraId="2CC02DBD" w14:textId="77777777" w:rsidR="00843070" w:rsidRDefault="00843070" w:rsidP="00121FB9">
            <w:pPr>
              <w:pStyle w:val="TabNumeri"/>
            </w:pPr>
            <w:r>
              <w:t>-5,7</w:t>
            </w:r>
          </w:p>
        </w:tc>
        <w:tc>
          <w:tcPr>
            <w:tcW w:w="398" w:type="dxa"/>
            <w:noWrap/>
            <w:hideMark/>
          </w:tcPr>
          <w:p w14:paraId="63A7667A" w14:textId="77777777" w:rsidR="00843070" w:rsidRDefault="00843070" w:rsidP="00121FB9">
            <w:pPr>
              <w:pStyle w:val="TabNumeri"/>
            </w:pPr>
            <w:r>
              <w:t>[7]</w:t>
            </w:r>
          </w:p>
        </w:tc>
        <w:tc>
          <w:tcPr>
            <w:tcW w:w="680" w:type="dxa"/>
            <w:noWrap/>
            <w:hideMark/>
          </w:tcPr>
          <w:p w14:paraId="281346B7" w14:textId="77777777" w:rsidR="00843070" w:rsidRDefault="00843070" w:rsidP="00121FB9">
            <w:pPr>
              <w:pStyle w:val="TabNumeri"/>
            </w:pPr>
            <w:r>
              <w:t>-10,5</w:t>
            </w:r>
          </w:p>
        </w:tc>
        <w:tc>
          <w:tcPr>
            <w:tcW w:w="227" w:type="dxa"/>
            <w:noWrap/>
          </w:tcPr>
          <w:p w14:paraId="068C9FA5" w14:textId="77777777" w:rsidR="00843070" w:rsidRDefault="00843070" w:rsidP="00121FB9">
            <w:pPr>
              <w:pStyle w:val="TabNumeri"/>
            </w:pPr>
          </w:p>
        </w:tc>
        <w:tc>
          <w:tcPr>
            <w:tcW w:w="680" w:type="dxa"/>
            <w:noWrap/>
            <w:hideMark/>
          </w:tcPr>
          <w:p w14:paraId="5BD52327" w14:textId="77777777" w:rsidR="00843070" w:rsidRDefault="00843070" w:rsidP="00121FB9">
            <w:pPr>
              <w:pStyle w:val="TabNumeri"/>
            </w:pPr>
            <w:r>
              <w:t>-13,3</w:t>
            </w:r>
          </w:p>
        </w:tc>
        <w:tc>
          <w:tcPr>
            <w:tcW w:w="228" w:type="dxa"/>
          </w:tcPr>
          <w:p w14:paraId="1AB28170" w14:textId="77777777" w:rsidR="00843070" w:rsidRDefault="00843070" w:rsidP="00121FB9">
            <w:pPr>
              <w:pStyle w:val="TabNumeri"/>
            </w:pPr>
          </w:p>
        </w:tc>
        <w:tc>
          <w:tcPr>
            <w:tcW w:w="113" w:type="dxa"/>
            <w:noWrap/>
          </w:tcPr>
          <w:p w14:paraId="4D1C593D" w14:textId="77777777" w:rsidR="00843070" w:rsidRDefault="00843070" w:rsidP="00121FB9">
            <w:pPr>
              <w:pStyle w:val="TabNumeri"/>
            </w:pPr>
          </w:p>
        </w:tc>
        <w:tc>
          <w:tcPr>
            <w:tcW w:w="680" w:type="dxa"/>
            <w:hideMark/>
          </w:tcPr>
          <w:p w14:paraId="539851CD" w14:textId="77777777" w:rsidR="00843070" w:rsidRDefault="00843070" w:rsidP="00121FB9">
            <w:pPr>
              <w:pStyle w:val="TabNumeri"/>
            </w:pPr>
            <w:r>
              <w:t>7,3</w:t>
            </w:r>
          </w:p>
        </w:tc>
        <w:tc>
          <w:tcPr>
            <w:tcW w:w="228" w:type="dxa"/>
            <w:noWrap/>
          </w:tcPr>
          <w:p w14:paraId="1586FABE" w14:textId="77777777" w:rsidR="00843070" w:rsidRDefault="00843070" w:rsidP="00121FB9">
            <w:pPr>
              <w:pStyle w:val="TabNumeri"/>
            </w:pPr>
          </w:p>
        </w:tc>
        <w:tc>
          <w:tcPr>
            <w:tcW w:w="510" w:type="dxa"/>
            <w:noWrap/>
            <w:hideMark/>
          </w:tcPr>
          <w:p w14:paraId="764E199F" w14:textId="77777777" w:rsidR="00843070" w:rsidRDefault="00843070" w:rsidP="00121FB9">
            <w:pPr>
              <w:pStyle w:val="TabNumeri"/>
            </w:pPr>
            <w:r>
              <w:t>3,9</w:t>
            </w:r>
          </w:p>
        </w:tc>
        <w:tc>
          <w:tcPr>
            <w:tcW w:w="398" w:type="dxa"/>
            <w:noWrap/>
            <w:hideMark/>
          </w:tcPr>
          <w:p w14:paraId="2D39D75B" w14:textId="77777777" w:rsidR="00843070" w:rsidRDefault="00843070" w:rsidP="00121FB9">
            <w:pPr>
              <w:pStyle w:val="TabNumeri"/>
            </w:pPr>
            <w:r>
              <w:t>[7]</w:t>
            </w:r>
          </w:p>
        </w:tc>
        <w:tc>
          <w:tcPr>
            <w:tcW w:w="680" w:type="dxa"/>
            <w:noWrap/>
            <w:hideMark/>
          </w:tcPr>
          <w:p w14:paraId="1F079BCC" w14:textId="77777777" w:rsidR="00843070" w:rsidRDefault="00843070" w:rsidP="00121FB9">
            <w:pPr>
              <w:pStyle w:val="TabNumeri"/>
            </w:pPr>
            <w:r>
              <w:t>9,0</w:t>
            </w:r>
          </w:p>
        </w:tc>
        <w:tc>
          <w:tcPr>
            <w:tcW w:w="227" w:type="dxa"/>
            <w:noWrap/>
          </w:tcPr>
          <w:p w14:paraId="01F09D81" w14:textId="77777777" w:rsidR="00843070" w:rsidRDefault="00843070" w:rsidP="00121FB9">
            <w:pPr>
              <w:pStyle w:val="TabNumeri"/>
            </w:pPr>
          </w:p>
        </w:tc>
        <w:tc>
          <w:tcPr>
            <w:tcW w:w="680" w:type="dxa"/>
            <w:noWrap/>
            <w:hideMark/>
          </w:tcPr>
          <w:p w14:paraId="06D720C7" w14:textId="77777777" w:rsidR="00843070" w:rsidRDefault="00843070" w:rsidP="00121FB9">
            <w:pPr>
              <w:pStyle w:val="TabNumeri"/>
            </w:pPr>
            <w:r>
              <w:t>6,8</w:t>
            </w:r>
          </w:p>
        </w:tc>
        <w:tc>
          <w:tcPr>
            <w:tcW w:w="227" w:type="dxa"/>
            <w:noWrap/>
          </w:tcPr>
          <w:p w14:paraId="06112DA4" w14:textId="77777777" w:rsidR="00843070" w:rsidRDefault="00843070" w:rsidP="00121FB9">
            <w:pPr>
              <w:pStyle w:val="TabNumeri"/>
            </w:pPr>
          </w:p>
        </w:tc>
      </w:tr>
      <w:tr w:rsidR="00843070" w14:paraId="4F9A7275" w14:textId="77777777" w:rsidTr="00121FB9">
        <w:trPr>
          <w:cantSplit/>
          <w:trHeight w:val="255"/>
        </w:trPr>
        <w:tc>
          <w:tcPr>
            <w:tcW w:w="1986" w:type="dxa"/>
            <w:shd w:val="clear" w:color="auto" w:fill="EDEDED" w:themeFill="accent3" w:themeFillTint="33"/>
            <w:noWrap/>
            <w:hideMark/>
          </w:tcPr>
          <w:p w14:paraId="077C3063" w14:textId="77777777" w:rsidR="00843070" w:rsidRDefault="00843070" w:rsidP="00121FB9">
            <w:pPr>
              <w:pStyle w:val="TabEtichette"/>
            </w:pPr>
            <w:r>
              <w:t>Consumi collettivi</w:t>
            </w:r>
          </w:p>
        </w:tc>
        <w:tc>
          <w:tcPr>
            <w:tcW w:w="680" w:type="dxa"/>
            <w:shd w:val="clear" w:color="auto" w:fill="EDEDED" w:themeFill="accent3" w:themeFillTint="33"/>
            <w:noWrap/>
            <w:hideMark/>
          </w:tcPr>
          <w:p w14:paraId="4258F4F2" w14:textId="77777777" w:rsidR="00843070" w:rsidRDefault="00843070" w:rsidP="00121FB9">
            <w:pPr>
              <w:pStyle w:val="TabNumeri"/>
            </w:pPr>
            <w:r>
              <w:t>2,6</w:t>
            </w:r>
          </w:p>
        </w:tc>
        <w:tc>
          <w:tcPr>
            <w:tcW w:w="228" w:type="dxa"/>
            <w:shd w:val="clear" w:color="auto" w:fill="EDEDED" w:themeFill="accent3" w:themeFillTint="33"/>
            <w:noWrap/>
          </w:tcPr>
          <w:p w14:paraId="69B9BD7B" w14:textId="77777777" w:rsidR="00843070" w:rsidRDefault="00843070" w:rsidP="00121FB9">
            <w:pPr>
              <w:pStyle w:val="TabNumeri"/>
            </w:pPr>
          </w:p>
        </w:tc>
        <w:tc>
          <w:tcPr>
            <w:tcW w:w="510" w:type="dxa"/>
            <w:shd w:val="clear" w:color="auto" w:fill="EDEDED" w:themeFill="accent3" w:themeFillTint="33"/>
            <w:noWrap/>
            <w:hideMark/>
          </w:tcPr>
          <w:p w14:paraId="15A70229" w14:textId="77777777" w:rsidR="00843070" w:rsidRDefault="00843070" w:rsidP="00121FB9">
            <w:pPr>
              <w:pStyle w:val="TabNumeri"/>
            </w:pPr>
            <w:r>
              <w:t>2,3</w:t>
            </w:r>
          </w:p>
        </w:tc>
        <w:tc>
          <w:tcPr>
            <w:tcW w:w="398" w:type="dxa"/>
            <w:shd w:val="clear" w:color="auto" w:fill="EDEDED" w:themeFill="accent3" w:themeFillTint="33"/>
            <w:noWrap/>
            <w:hideMark/>
          </w:tcPr>
          <w:p w14:paraId="430A96A4" w14:textId="77777777" w:rsidR="00843070" w:rsidRDefault="00843070" w:rsidP="00121FB9">
            <w:pPr>
              <w:pStyle w:val="TabNumeri"/>
            </w:pPr>
            <w:r>
              <w:t>[7]</w:t>
            </w:r>
          </w:p>
        </w:tc>
        <w:tc>
          <w:tcPr>
            <w:tcW w:w="680" w:type="dxa"/>
            <w:shd w:val="clear" w:color="auto" w:fill="EDEDED" w:themeFill="accent3" w:themeFillTint="33"/>
            <w:noWrap/>
            <w:hideMark/>
          </w:tcPr>
          <w:p w14:paraId="0841F0D1" w14:textId="77777777" w:rsidR="00843070" w:rsidRDefault="00843070" w:rsidP="00121FB9">
            <w:pPr>
              <w:pStyle w:val="TabNumeri"/>
            </w:pPr>
            <w:r>
              <w:t>0,4</w:t>
            </w:r>
          </w:p>
        </w:tc>
        <w:tc>
          <w:tcPr>
            <w:tcW w:w="227" w:type="dxa"/>
            <w:shd w:val="clear" w:color="auto" w:fill="EDEDED" w:themeFill="accent3" w:themeFillTint="33"/>
            <w:noWrap/>
          </w:tcPr>
          <w:p w14:paraId="64C0303B" w14:textId="77777777" w:rsidR="00843070" w:rsidRDefault="00843070" w:rsidP="00121FB9">
            <w:pPr>
              <w:pStyle w:val="TabNumeri"/>
            </w:pPr>
          </w:p>
        </w:tc>
        <w:tc>
          <w:tcPr>
            <w:tcW w:w="680" w:type="dxa"/>
            <w:shd w:val="clear" w:color="auto" w:fill="EDEDED" w:themeFill="accent3" w:themeFillTint="33"/>
            <w:noWrap/>
            <w:hideMark/>
          </w:tcPr>
          <w:p w14:paraId="3C072B04" w14:textId="77777777" w:rsidR="00843070" w:rsidRDefault="00843070" w:rsidP="00121FB9">
            <w:pPr>
              <w:pStyle w:val="TabNumeri"/>
            </w:pPr>
            <w:r>
              <w:t>0,5</w:t>
            </w:r>
          </w:p>
        </w:tc>
        <w:tc>
          <w:tcPr>
            <w:tcW w:w="228" w:type="dxa"/>
            <w:shd w:val="clear" w:color="auto" w:fill="EDEDED" w:themeFill="accent3" w:themeFillTint="33"/>
          </w:tcPr>
          <w:p w14:paraId="7A09FB49" w14:textId="77777777" w:rsidR="00843070" w:rsidRDefault="00843070" w:rsidP="00121FB9">
            <w:pPr>
              <w:pStyle w:val="TabNumeri"/>
            </w:pPr>
          </w:p>
        </w:tc>
        <w:tc>
          <w:tcPr>
            <w:tcW w:w="113" w:type="dxa"/>
            <w:shd w:val="clear" w:color="auto" w:fill="EDEDED" w:themeFill="accent3" w:themeFillTint="33"/>
            <w:noWrap/>
          </w:tcPr>
          <w:p w14:paraId="6BFA209E" w14:textId="77777777" w:rsidR="00843070" w:rsidRDefault="00843070" w:rsidP="00121FB9">
            <w:pPr>
              <w:pStyle w:val="TabNumeri"/>
            </w:pPr>
          </w:p>
        </w:tc>
        <w:tc>
          <w:tcPr>
            <w:tcW w:w="680" w:type="dxa"/>
            <w:shd w:val="clear" w:color="auto" w:fill="EDEDED" w:themeFill="accent3" w:themeFillTint="33"/>
            <w:hideMark/>
          </w:tcPr>
          <w:p w14:paraId="75C24C66" w14:textId="77777777" w:rsidR="00843070" w:rsidRDefault="00843070" w:rsidP="00121FB9">
            <w:pPr>
              <w:pStyle w:val="TabNumeri"/>
            </w:pPr>
            <w:r>
              <w:t>-0,6</w:t>
            </w:r>
          </w:p>
        </w:tc>
        <w:tc>
          <w:tcPr>
            <w:tcW w:w="228" w:type="dxa"/>
            <w:shd w:val="clear" w:color="auto" w:fill="EDEDED" w:themeFill="accent3" w:themeFillTint="33"/>
            <w:noWrap/>
          </w:tcPr>
          <w:p w14:paraId="39F9E0C3" w14:textId="77777777" w:rsidR="00843070" w:rsidRDefault="00843070" w:rsidP="00121FB9">
            <w:pPr>
              <w:pStyle w:val="TabNumeri"/>
            </w:pPr>
          </w:p>
        </w:tc>
        <w:tc>
          <w:tcPr>
            <w:tcW w:w="510" w:type="dxa"/>
            <w:shd w:val="clear" w:color="auto" w:fill="EDEDED" w:themeFill="accent3" w:themeFillTint="33"/>
            <w:noWrap/>
            <w:hideMark/>
          </w:tcPr>
          <w:p w14:paraId="42306E7C" w14:textId="77777777" w:rsidR="00843070" w:rsidRDefault="00843070" w:rsidP="00121FB9">
            <w:pPr>
              <w:pStyle w:val="TabNumeri"/>
            </w:pPr>
            <w:r>
              <w:t>-1,6</w:t>
            </w:r>
          </w:p>
        </w:tc>
        <w:tc>
          <w:tcPr>
            <w:tcW w:w="398" w:type="dxa"/>
            <w:shd w:val="clear" w:color="auto" w:fill="EDEDED" w:themeFill="accent3" w:themeFillTint="33"/>
            <w:noWrap/>
            <w:hideMark/>
          </w:tcPr>
          <w:p w14:paraId="570B5620" w14:textId="77777777" w:rsidR="00843070" w:rsidRDefault="00843070" w:rsidP="00121FB9">
            <w:pPr>
              <w:pStyle w:val="TabNumeri"/>
            </w:pPr>
            <w:r>
              <w:t>[7]</w:t>
            </w:r>
          </w:p>
        </w:tc>
        <w:tc>
          <w:tcPr>
            <w:tcW w:w="680" w:type="dxa"/>
            <w:shd w:val="clear" w:color="auto" w:fill="EDEDED" w:themeFill="accent3" w:themeFillTint="33"/>
            <w:noWrap/>
            <w:hideMark/>
          </w:tcPr>
          <w:p w14:paraId="68F3E39D" w14:textId="77777777" w:rsidR="00843070" w:rsidRDefault="00843070" w:rsidP="00121FB9">
            <w:pPr>
              <w:pStyle w:val="TabNumeri"/>
            </w:pPr>
            <w:r>
              <w:t>0,2</w:t>
            </w:r>
          </w:p>
        </w:tc>
        <w:tc>
          <w:tcPr>
            <w:tcW w:w="227" w:type="dxa"/>
            <w:shd w:val="clear" w:color="auto" w:fill="EDEDED" w:themeFill="accent3" w:themeFillTint="33"/>
            <w:noWrap/>
          </w:tcPr>
          <w:p w14:paraId="6F6FDDA4" w14:textId="77777777" w:rsidR="00843070" w:rsidRDefault="00843070" w:rsidP="00121FB9">
            <w:pPr>
              <w:pStyle w:val="TabNumeri"/>
            </w:pPr>
          </w:p>
        </w:tc>
        <w:tc>
          <w:tcPr>
            <w:tcW w:w="680" w:type="dxa"/>
            <w:shd w:val="clear" w:color="auto" w:fill="EDEDED" w:themeFill="accent3" w:themeFillTint="33"/>
            <w:noWrap/>
            <w:hideMark/>
          </w:tcPr>
          <w:p w14:paraId="3196D417" w14:textId="77777777" w:rsidR="00843070" w:rsidRDefault="00843070" w:rsidP="00121FB9">
            <w:pPr>
              <w:pStyle w:val="TabNumeri"/>
            </w:pPr>
            <w:r>
              <w:t>0,4</w:t>
            </w:r>
          </w:p>
        </w:tc>
        <w:tc>
          <w:tcPr>
            <w:tcW w:w="227" w:type="dxa"/>
            <w:shd w:val="clear" w:color="auto" w:fill="EDEDED" w:themeFill="accent3" w:themeFillTint="33"/>
            <w:noWrap/>
          </w:tcPr>
          <w:p w14:paraId="02534569" w14:textId="77777777" w:rsidR="00843070" w:rsidRDefault="00843070" w:rsidP="00121FB9">
            <w:pPr>
              <w:pStyle w:val="TabNumeri"/>
            </w:pPr>
          </w:p>
        </w:tc>
      </w:tr>
      <w:tr w:rsidR="00843070" w14:paraId="1568F492" w14:textId="77777777" w:rsidTr="00121FB9">
        <w:trPr>
          <w:cantSplit/>
          <w:trHeight w:val="255"/>
        </w:trPr>
        <w:tc>
          <w:tcPr>
            <w:tcW w:w="1986" w:type="dxa"/>
            <w:noWrap/>
            <w:hideMark/>
          </w:tcPr>
          <w:p w14:paraId="7325DDE0" w14:textId="77777777" w:rsidR="00843070" w:rsidRDefault="00843070" w:rsidP="00121FB9">
            <w:pPr>
              <w:pStyle w:val="TabEtichette"/>
            </w:pPr>
            <w:r>
              <w:t>Investimenti fissi lordi</w:t>
            </w:r>
          </w:p>
        </w:tc>
        <w:tc>
          <w:tcPr>
            <w:tcW w:w="680" w:type="dxa"/>
            <w:noWrap/>
            <w:hideMark/>
          </w:tcPr>
          <w:p w14:paraId="0EBDD662" w14:textId="77777777" w:rsidR="00843070" w:rsidRDefault="00843070" w:rsidP="00121FB9">
            <w:pPr>
              <w:pStyle w:val="TabNumeri"/>
            </w:pPr>
            <w:r>
              <w:t>-14,2</w:t>
            </w:r>
          </w:p>
        </w:tc>
        <w:tc>
          <w:tcPr>
            <w:tcW w:w="228" w:type="dxa"/>
            <w:noWrap/>
          </w:tcPr>
          <w:p w14:paraId="23D638C2" w14:textId="77777777" w:rsidR="00843070" w:rsidRDefault="00843070" w:rsidP="00121FB9">
            <w:pPr>
              <w:pStyle w:val="TabNumeri"/>
            </w:pPr>
          </w:p>
        </w:tc>
        <w:tc>
          <w:tcPr>
            <w:tcW w:w="510" w:type="dxa"/>
            <w:noWrap/>
            <w:hideMark/>
          </w:tcPr>
          <w:p w14:paraId="6C4C2511" w14:textId="77777777" w:rsidR="00843070" w:rsidRDefault="00843070" w:rsidP="00121FB9">
            <w:pPr>
              <w:pStyle w:val="TabNumeri"/>
            </w:pPr>
            <w:r>
              <w:t>-13,9</w:t>
            </w:r>
          </w:p>
        </w:tc>
        <w:tc>
          <w:tcPr>
            <w:tcW w:w="398" w:type="dxa"/>
            <w:noWrap/>
            <w:hideMark/>
          </w:tcPr>
          <w:p w14:paraId="4036FF07" w14:textId="77777777" w:rsidR="00843070" w:rsidRDefault="00843070" w:rsidP="00121FB9">
            <w:pPr>
              <w:pStyle w:val="TabNumeri"/>
            </w:pPr>
            <w:r>
              <w:t>[7]</w:t>
            </w:r>
          </w:p>
        </w:tc>
        <w:tc>
          <w:tcPr>
            <w:tcW w:w="680" w:type="dxa"/>
            <w:noWrap/>
            <w:hideMark/>
          </w:tcPr>
          <w:p w14:paraId="18E28125" w14:textId="77777777" w:rsidR="00843070" w:rsidRDefault="00843070" w:rsidP="00121FB9">
            <w:pPr>
              <w:pStyle w:val="TabNumeri"/>
            </w:pPr>
            <w:r>
              <w:t>-18,8</w:t>
            </w:r>
          </w:p>
        </w:tc>
        <w:tc>
          <w:tcPr>
            <w:tcW w:w="227" w:type="dxa"/>
            <w:noWrap/>
          </w:tcPr>
          <w:p w14:paraId="44811480" w14:textId="77777777" w:rsidR="00843070" w:rsidRDefault="00843070" w:rsidP="00121FB9">
            <w:pPr>
              <w:pStyle w:val="TabNumeri"/>
            </w:pPr>
          </w:p>
        </w:tc>
        <w:tc>
          <w:tcPr>
            <w:tcW w:w="680" w:type="dxa"/>
            <w:noWrap/>
            <w:hideMark/>
          </w:tcPr>
          <w:p w14:paraId="26FC44D9" w14:textId="77777777" w:rsidR="00843070" w:rsidRDefault="00843070" w:rsidP="00121FB9">
            <w:pPr>
              <w:pStyle w:val="TabNumeri"/>
            </w:pPr>
            <w:r>
              <w:t>-23,4</w:t>
            </w:r>
          </w:p>
        </w:tc>
        <w:tc>
          <w:tcPr>
            <w:tcW w:w="228" w:type="dxa"/>
          </w:tcPr>
          <w:p w14:paraId="36EA0436" w14:textId="77777777" w:rsidR="00843070" w:rsidRDefault="00843070" w:rsidP="00121FB9">
            <w:pPr>
              <w:pStyle w:val="TabNumeri"/>
            </w:pPr>
          </w:p>
        </w:tc>
        <w:tc>
          <w:tcPr>
            <w:tcW w:w="113" w:type="dxa"/>
            <w:noWrap/>
          </w:tcPr>
          <w:p w14:paraId="4AB05B1E" w14:textId="77777777" w:rsidR="00843070" w:rsidRDefault="00843070" w:rsidP="00121FB9">
            <w:pPr>
              <w:pStyle w:val="TabNumeri"/>
            </w:pPr>
          </w:p>
        </w:tc>
        <w:tc>
          <w:tcPr>
            <w:tcW w:w="680" w:type="dxa"/>
            <w:hideMark/>
          </w:tcPr>
          <w:p w14:paraId="6AA45D05" w14:textId="77777777" w:rsidR="00843070" w:rsidRDefault="00843070" w:rsidP="00121FB9">
            <w:pPr>
              <w:pStyle w:val="TabNumeri"/>
            </w:pPr>
            <w:r>
              <w:t>13,0</w:t>
            </w:r>
          </w:p>
        </w:tc>
        <w:tc>
          <w:tcPr>
            <w:tcW w:w="228" w:type="dxa"/>
            <w:noWrap/>
          </w:tcPr>
          <w:p w14:paraId="3E9181D3" w14:textId="77777777" w:rsidR="00843070" w:rsidRDefault="00843070" w:rsidP="00121FB9">
            <w:pPr>
              <w:pStyle w:val="TabNumeri"/>
            </w:pPr>
          </w:p>
        </w:tc>
        <w:tc>
          <w:tcPr>
            <w:tcW w:w="510" w:type="dxa"/>
            <w:noWrap/>
            <w:hideMark/>
          </w:tcPr>
          <w:p w14:paraId="6F2E62E7" w14:textId="77777777" w:rsidR="00843070" w:rsidRDefault="00843070" w:rsidP="00121FB9">
            <w:pPr>
              <w:pStyle w:val="TabNumeri"/>
            </w:pPr>
            <w:r>
              <w:t>5,6</w:t>
            </w:r>
          </w:p>
        </w:tc>
        <w:tc>
          <w:tcPr>
            <w:tcW w:w="398" w:type="dxa"/>
            <w:noWrap/>
            <w:hideMark/>
          </w:tcPr>
          <w:p w14:paraId="61951D4B" w14:textId="77777777" w:rsidR="00843070" w:rsidRDefault="00843070" w:rsidP="00121FB9">
            <w:pPr>
              <w:pStyle w:val="TabNumeri"/>
            </w:pPr>
            <w:r>
              <w:t>[7]</w:t>
            </w:r>
          </w:p>
        </w:tc>
        <w:tc>
          <w:tcPr>
            <w:tcW w:w="680" w:type="dxa"/>
            <w:noWrap/>
            <w:hideMark/>
          </w:tcPr>
          <w:p w14:paraId="3091BD4F" w14:textId="77777777" w:rsidR="00843070" w:rsidRDefault="00843070" w:rsidP="00121FB9">
            <w:pPr>
              <w:pStyle w:val="TabNumeri"/>
            </w:pPr>
            <w:r>
              <w:t>12,7</w:t>
            </w:r>
          </w:p>
        </w:tc>
        <w:tc>
          <w:tcPr>
            <w:tcW w:w="227" w:type="dxa"/>
            <w:noWrap/>
          </w:tcPr>
          <w:p w14:paraId="62184B3A" w14:textId="77777777" w:rsidR="00843070" w:rsidRDefault="00843070" w:rsidP="00121FB9">
            <w:pPr>
              <w:pStyle w:val="TabNumeri"/>
            </w:pPr>
          </w:p>
        </w:tc>
        <w:tc>
          <w:tcPr>
            <w:tcW w:w="680" w:type="dxa"/>
            <w:noWrap/>
            <w:hideMark/>
          </w:tcPr>
          <w:p w14:paraId="590ACD81" w14:textId="77777777" w:rsidR="00843070" w:rsidRDefault="00843070" w:rsidP="00121FB9">
            <w:pPr>
              <w:pStyle w:val="TabNumeri"/>
            </w:pPr>
            <w:r>
              <w:t>5,6</w:t>
            </w:r>
          </w:p>
        </w:tc>
        <w:tc>
          <w:tcPr>
            <w:tcW w:w="227" w:type="dxa"/>
            <w:noWrap/>
          </w:tcPr>
          <w:p w14:paraId="0E7ABB1D" w14:textId="77777777" w:rsidR="00843070" w:rsidRDefault="00843070" w:rsidP="00121FB9">
            <w:pPr>
              <w:pStyle w:val="TabNumeri"/>
            </w:pPr>
          </w:p>
        </w:tc>
      </w:tr>
      <w:tr w:rsidR="00843070" w14:paraId="75B7636B" w14:textId="77777777" w:rsidTr="00121FB9">
        <w:trPr>
          <w:cantSplit/>
          <w:trHeight w:val="255"/>
        </w:trPr>
        <w:tc>
          <w:tcPr>
            <w:tcW w:w="1986" w:type="dxa"/>
            <w:shd w:val="clear" w:color="auto" w:fill="EDEDED" w:themeFill="accent3" w:themeFillTint="33"/>
            <w:noWrap/>
            <w:hideMark/>
          </w:tcPr>
          <w:p w14:paraId="767B3EE1" w14:textId="77777777" w:rsidR="00843070" w:rsidRDefault="00843070" w:rsidP="00121FB9">
            <w:pPr>
              <w:pStyle w:val="TabEtichette"/>
            </w:pPr>
            <w:r>
              <w:t>- mac. attr. mez. trasp.</w:t>
            </w:r>
          </w:p>
        </w:tc>
        <w:tc>
          <w:tcPr>
            <w:tcW w:w="680" w:type="dxa"/>
            <w:shd w:val="clear" w:color="auto" w:fill="EDEDED" w:themeFill="accent3" w:themeFillTint="33"/>
            <w:noWrap/>
            <w:hideMark/>
          </w:tcPr>
          <w:p w14:paraId="712846A1" w14:textId="77777777" w:rsidR="00843070" w:rsidRDefault="00843070" w:rsidP="00121FB9">
            <w:pPr>
              <w:pStyle w:val="TabNumeri"/>
            </w:pPr>
            <w:r>
              <w:t>-20,7</w:t>
            </w:r>
          </w:p>
        </w:tc>
        <w:tc>
          <w:tcPr>
            <w:tcW w:w="228" w:type="dxa"/>
            <w:shd w:val="clear" w:color="auto" w:fill="EDEDED" w:themeFill="accent3" w:themeFillTint="33"/>
            <w:noWrap/>
            <w:hideMark/>
          </w:tcPr>
          <w:p w14:paraId="312A894C" w14:textId="77777777" w:rsidR="00843070" w:rsidRDefault="00843070" w:rsidP="00121FB9">
            <w:pPr>
              <w:pStyle w:val="TabNumeri"/>
            </w:pPr>
            <w:r>
              <w:t>[2]</w:t>
            </w:r>
          </w:p>
        </w:tc>
        <w:tc>
          <w:tcPr>
            <w:tcW w:w="510" w:type="dxa"/>
            <w:shd w:val="clear" w:color="auto" w:fill="EDEDED" w:themeFill="accent3" w:themeFillTint="33"/>
            <w:noWrap/>
            <w:hideMark/>
          </w:tcPr>
          <w:p w14:paraId="47E1F75C" w14:textId="77777777" w:rsidR="00843070" w:rsidRDefault="00843070" w:rsidP="00121FB9">
            <w:pPr>
              <w:pStyle w:val="TabNumeri"/>
            </w:pPr>
            <w:r>
              <w:t>-16,2</w:t>
            </w:r>
          </w:p>
        </w:tc>
        <w:tc>
          <w:tcPr>
            <w:tcW w:w="398" w:type="dxa"/>
            <w:shd w:val="clear" w:color="auto" w:fill="EDEDED" w:themeFill="accent3" w:themeFillTint="33"/>
            <w:noWrap/>
            <w:hideMark/>
          </w:tcPr>
          <w:p w14:paraId="42DB5A97" w14:textId="77777777" w:rsidR="00843070" w:rsidRDefault="00843070" w:rsidP="00121FB9">
            <w:pPr>
              <w:pStyle w:val="TabNumeri"/>
            </w:pPr>
            <w:r>
              <w:t>[7]</w:t>
            </w:r>
          </w:p>
        </w:tc>
        <w:tc>
          <w:tcPr>
            <w:tcW w:w="680" w:type="dxa"/>
            <w:shd w:val="clear" w:color="auto" w:fill="EDEDED" w:themeFill="accent3" w:themeFillTint="33"/>
            <w:noWrap/>
            <w:hideMark/>
          </w:tcPr>
          <w:p w14:paraId="742F2859" w14:textId="77777777" w:rsidR="00843070" w:rsidRDefault="00843070" w:rsidP="00121FB9">
            <w:pPr>
              <w:pStyle w:val="TabNumeri"/>
            </w:pPr>
            <w:r>
              <w:t>n.d.</w:t>
            </w:r>
          </w:p>
        </w:tc>
        <w:tc>
          <w:tcPr>
            <w:tcW w:w="227" w:type="dxa"/>
            <w:shd w:val="clear" w:color="auto" w:fill="EDEDED" w:themeFill="accent3" w:themeFillTint="33"/>
            <w:noWrap/>
          </w:tcPr>
          <w:p w14:paraId="502BC1D6" w14:textId="77777777" w:rsidR="00843070" w:rsidRDefault="00843070" w:rsidP="00121FB9">
            <w:pPr>
              <w:pStyle w:val="TabNumeri"/>
            </w:pPr>
          </w:p>
        </w:tc>
        <w:tc>
          <w:tcPr>
            <w:tcW w:w="680" w:type="dxa"/>
            <w:shd w:val="clear" w:color="auto" w:fill="EDEDED" w:themeFill="accent3" w:themeFillTint="33"/>
            <w:noWrap/>
            <w:hideMark/>
          </w:tcPr>
          <w:p w14:paraId="39B810F9" w14:textId="77777777" w:rsidR="00843070" w:rsidRDefault="00843070" w:rsidP="00121FB9">
            <w:pPr>
              <w:pStyle w:val="TabNumeri"/>
            </w:pPr>
            <w:r>
              <w:t>n.d.</w:t>
            </w:r>
          </w:p>
        </w:tc>
        <w:tc>
          <w:tcPr>
            <w:tcW w:w="228" w:type="dxa"/>
            <w:shd w:val="clear" w:color="auto" w:fill="EDEDED" w:themeFill="accent3" w:themeFillTint="33"/>
          </w:tcPr>
          <w:p w14:paraId="656FFF50" w14:textId="77777777" w:rsidR="00843070" w:rsidRDefault="00843070" w:rsidP="00121FB9">
            <w:pPr>
              <w:pStyle w:val="TabNumeri"/>
            </w:pPr>
          </w:p>
        </w:tc>
        <w:tc>
          <w:tcPr>
            <w:tcW w:w="113" w:type="dxa"/>
            <w:shd w:val="clear" w:color="auto" w:fill="EDEDED" w:themeFill="accent3" w:themeFillTint="33"/>
            <w:noWrap/>
          </w:tcPr>
          <w:p w14:paraId="14A29E9F" w14:textId="77777777" w:rsidR="00843070" w:rsidRDefault="00843070" w:rsidP="00121FB9">
            <w:pPr>
              <w:pStyle w:val="TabNumeri"/>
            </w:pPr>
          </w:p>
        </w:tc>
        <w:tc>
          <w:tcPr>
            <w:tcW w:w="680" w:type="dxa"/>
            <w:shd w:val="clear" w:color="auto" w:fill="EDEDED" w:themeFill="accent3" w:themeFillTint="33"/>
            <w:hideMark/>
          </w:tcPr>
          <w:p w14:paraId="3DABE538" w14:textId="77777777" w:rsidR="00843070" w:rsidRDefault="00843070" w:rsidP="00121FB9">
            <w:pPr>
              <w:pStyle w:val="TabNumeri"/>
            </w:pPr>
            <w:r>
              <w:t>19,7</w:t>
            </w:r>
          </w:p>
        </w:tc>
        <w:tc>
          <w:tcPr>
            <w:tcW w:w="228" w:type="dxa"/>
            <w:shd w:val="clear" w:color="auto" w:fill="EDEDED" w:themeFill="accent3" w:themeFillTint="33"/>
            <w:noWrap/>
            <w:hideMark/>
          </w:tcPr>
          <w:p w14:paraId="06857CAC" w14:textId="77777777" w:rsidR="00843070" w:rsidRDefault="00843070" w:rsidP="00121FB9">
            <w:pPr>
              <w:pStyle w:val="TabNumeri"/>
            </w:pPr>
            <w:r>
              <w:t>[2]</w:t>
            </w:r>
          </w:p>
        </w:tc>
        <w:tc>
          <w:tcPr>
            <w:tcW w:w="510" w:type="dxa"/>
            <w:shd w:val="clear" w:color="auto" w:fill="EDEDED" w:themeFill="accent3" w:themeFillTint="33"/>
            <w:noWrap/>
            <w:hideMark/>
          </w:tcPr>
          <w:p w14:paraId="4A0C9878" w14:textId="77777777" w:rsidR="00843070" w:rsidRDefault="00843070" w:rsidP="00121FB9">
            <w:pPr>
              <w:pStyle w:val="TabNumeri"/>
            </w:pPr>
            <w:r>
              <w:t>6,9</w:t>
            </w:r>
          </w:p>
        </w:tc>
        <w:tc>
          <w:tcPr>
            <w:tcW w:w="398" w:type="dxa"/>
            <w:shd w:val="clear" w:color="auto" w:fill="EDEDED" w:themeFill="accent3" w:themeFillTint="33"/>
            <w:noWrap/>
            <w:hideMark/>
          </w:tcPr>
          <w:p w14:paraId="60420018" w14:textId="77777777" w:rsidR="00843070" w:rsidRDefault="00843070" w:rsidP="00121FB9">
            <w:pPr>
              <w:pStyle w:val="TabNumeri"/>
            </w:pPr>
            <w:r>
              <w:t>[7]</w:t>
            </w:r>
          </w:p>
        </w:tc>
        <w:tc>
          <w:tcPr>
            <w:tcW w:w="680" w:type="dxa"/>
            <w:shd w:val="clear" w:color="auto" w:fill="EDEDED" w:themeFill="accent3" w:themeFillTint="33"/>
            <w:noWrap/>
            <w:hideMark/>
          </w:tcPr>
          <w:p w14:paraId="5F0A8404" w14:textId="77777777" w:rsidR="00843070" w:rsidRDefault="00843070" w:rsidP="00121FB9">
            <w:pPr>
              <w:pStyle w:val="TabNumeri"/>
            </w:pPr>
            <w:r>
              <w:t>n.d.</w:t>
            </w:r>
          </w:p>
        </w:tc>
        <w:tc>
          <w:tcPr>
            <w:tcW w:w="227" w:type="dxa"/>
            <w:shd w:val="clear" w:color="auto" w:fill="EDEDED" w:themeFill="accent3" w:themeFillTint="33"/>
            <w:noWrap/>
          </w:tcPr>
          <w:p w14:paraId="31776B7D" w14:textId="77777777" w:rsidR="00843070" w:rsidRDefault="00843070" w:rsidP="00121FB9">
            <w:pPr>
              <w:pStyle w:val="TabNumeri"/>
            </w:pPr>
          </w:p>
        </w:tc>
        <w:tc>
          <w:tcPr>
            <w:tcW w:w="680" w:type="dxa"/>
            <w:shd w:val="clear" w:color="auto" w:fill="EDEDED" w:themeFill="accent3" w:themeFillTint="33"/>
            <w:noWrap/>
            <w:hideMark/>
          </w:tcPr>
          <w:p w14:paraId="4D6372AD" w14:textId="77777777" w:rsidR="00843070" w:rsidRDefault="00843070" w:rsidP="00121FB9">
            <w:pPr>
              <w:pStyle w:val="TabNumeri"/>
            </w:pPr>
            <w:r>
              <w:t>n.d.</w:t>
            </w:r>
          </w:p>
        </w:tc>
        <w:tc>
          <w:tcPr>
            <w:tcW w:w="227" w:type="dxa"/>
            <w:shd w:val="clear" w:color="auto" w:fill="EDEDED" w:themeFill="accent3" w:themeFillTint="33"/>
            <w:noWrap/>
          </w:tcPr>
          <w:p w14:paraId="7B332FA2" w14:textId="77777777" w:rsidR="00843070" w:rsidRDefault="00843070" w:rsidP="00121FB9">
            <w:pPr>
              <w:pStyle w:val="TabNumeri"/>
            </w:pPr>
          </w:p>
        </w:tc>
      </w:tr>
      <w:tr w:rsidR="00843070" w14:paraId="4AAC46C0" w14:textId="77777777" w:rsidTr="00121FB9">
        <w:trPr>
          <w:cantSplit/>
          <w:trHeight w:val="255"/>
        </w:trPr>
        <w:tc>
          <w:tcPr>
            <w:tcW w:w="1986" w:type="dxa"/>
            <w:noWrap/>
            <w:hideMark/>
          </w:tcPr>
          <w:p w14:paraId="176DEC98" w14:textId="77777777" w:rsidR="00843070" w:rsidRDefault="00843070" w:rsidP="00121FB9">
            <w:pPr>
              <w:pStyle w:val="TabEtichette"/>
            </w:pPr>
            <w:r>
              <w:t>- costruzioni</w:t>
            </w:r>
          </w:p>
        </w:tc>
        <w:tc>
          <w:tcPr>
            <w:tcW w:w="680" w:type="dxa"/>
            <w:noWrap/>
            <w:hideMark/>
          </w:tcPr>
          <w:p w14:paraId="6F1A4C45" w14:textId="77777777" w:rsidR="00843070" w:rsidRDefault="00843070" w:rsidP="00121FB9">
            <w:pPr>
              <w:pStyle w:val="TabNumeri"/>
            </w:pPr>
            <w:r>
              <w:t>-9,2</w:t>
            </w:r>
          </w:p>
        </w:tc>
        <w:tc>
          <w:tcPr>
            <w:tcW w:w="228" w:type="dxa"/>
            <w:noWrap/>
          </w:tcPr>
          <w:p w14:paraId="5EECF717" w14:textId="77777777" w:rsidR="00843070" w:rsidRDefault="00843070" w:rsidP="00121FB9">
            <w:pPr>
              <w:pStyle w:val="TabNumeri"/>
            </w:pPr>
          </w:p>
        </w:tc>
        <w:tc>
          <w:tcPr>
            <w:tcW w:w="510" w:type="dxa"/>
            <w:noWrap/>
            <w:hideMark/>
          </w:tcPr>
          <w:p w14:paraId="43D0094B" w14:textId="77777777" w:rsidR="00843070" w:rsidRDefault="00843070" w:rsidP="00121FB9">
            <w:pPr>
              <w:pStyle w:val="TabNumeri"/>
            </w:pPr>
            <w:r>
              <w:t>-11,1</w:t>
            </w:r>
          </w:p>
        </w:tc>
        <w:tc>
          <w:tcPr>
            <w:tcW w:w="398" w:type="dxa"/>
            <w:noWrap/>
            <w:hideMark/>
          </w:tcPr>
          <w:p w14:paraId="1F015738" w14:textId="77777777" w:rsidR="00843070" w:rsidRDefault="00843070" w:rsidP="00121FB9">
            <w:pPr>
              <w:pStyle w:val="TabNumeri"/>
            </w:pPr>
            <w:r>
              <w:t>[7]</w:t>
            </w:r>
          </w:p>
        </w:tc>
        <w:tc>
          <w:tcPr>
            <w:tcW w:w="680" w:type="dxa"/>
            <w:noWrap/>
            <w:hideMark/>
          </w:tcPr>
          <w:p w14:paraId="117BB213" w14:textId="77777777" w:rsidR="00843070" w:rsidRDefault="00843070" w:rsidP="00121FB9">
            <w:pPr>
              <w:pStyle w:val="TabNumeri"/>
            </w:pPr>
            <w:r>
              <w:t>n.d.</w:t>
            </w:r>
          </w:p>
        </w:tc>
        <w:tc>
          <w:tcPr>
            <w:tcW w:w="227" w:type="dxa"/>
            <w:noWrap/>
          </w:tcPr>
          <w:p w14:paraId="516B3541" w14:textId="77777777" w:rsidR="00843070" w:rsidRDefault="00843070" w:rsidP="00121FB9">
            <w:pPr>
              <w:pStyle w:val="TabNumeri"/>
            </w:pPr>
          </w:p>
        </w:tc>
        <w:tc>
          <w:tcPr>
            <w:tcW w:w="680" w:type="dxa"/>
            <w:noWrap/>
            <w:hideMark/>
          </w:tcPr>
          <w:p w14:paraId="18E6DADA" w14:textId="77777777" w:rsidR="00843070" w:rsidRDefault="00843070" w:rsidP="00121FB9">
            <w:pPr>
              <w:pStyle w:val="TabNumeri"/>
            </w:pPr>
            <w:r>
              <w:t>n.d.</w:t>
            </w:r>
          </w:p>
        </w:tc>
        <w:tc>
          <w:tcPr>
            <w:tcW w:w="228" w:type="dxa"/>
          </w:tcPr>
          <w:p w14:paraId="6B66A7AC" w14:textId="77777777" w:rsidR="00843070" w:rsidRDefault="00843070" w:rsidP="00121FB9">
            <w:pPr>
              <w:pStyle w:val="TabNumeri"/>
            </w:pPr>
          </w:p>
        </w:tc>
        <w:tc>
          <w:tcPr>
            <w:tcW w:w="113" w:type="dxa"/>
            <w:noWrap/>
          </w:tcPr>
          <w:p w14:paraId="5C3B6074" w14:textId="77777777" w:rsidR="00843070" w:rsidRDefault="00843070" w:rsidP="00121FB9">
            <w:pPr>
              <w:pStyle w:val="TabNumeri"/>
            </w:pPr>
          </w:p>
        </w:tc>
        <w:tc>
          <w:tcPr>
            <w:tcW w:w="680" w:type="dxa"/>
            <w:hideMark/>
          </w:tcPr>
          <w:p w14:paraId="6CF01C6D" w14:textId="77777777" w:rsidR="00843070" w:rsidRDefault="00843070" w:rsidP="00121FB9">
            <w:pPr>
              <w:pStyle w:val="TabNumeri"/>
            </w:pPr>
            <w:r>
              <w:t>8,2</w:t>
            </w:r>
          </w:p>
        </w:tc>
        <w:tc>
          <w:tcPr>
            <w:tcW w:w="228" w:type="dxa"/>
            <w:noWrap/>
          </w:tcPr>
          <w:p w14:paraId="527F7D14" w14:textId="77777777" w:rsidR="00843070" w:rsidRDefault="00843070" w:rsidP="00121FB9">
            <w:pPr>
              <w:pStyle w:val="TabNumeri"/>
            </w:pPr>
          </w:p>
        </w:tc>
        <w:tc>
          <w:tcPr>
            <w:tcW w:w="510" w:type="dxa"/>
            <w:noWrap/>
            <w:hideMark/>
          </w:tcPr>
          <w:p w14:paraId="7FEE4F4A" w14:textId="77777777" w:rsidR="00843070" w:rsidRDefault="00843070" w:rsidP="00121FB9">
            <w:pPr>
              <w:pStyle w:val="TabNumeri"/>
            </w:pPr>
            <w:r>
              <w:t>4,1</w:t>
            </w:r>
          </w:p>
        </w:tc>
        <w:tc>
          <w:tcPr>
            <w:tcW w:w="398" w:type="dxa"/>
            <w:noWrap/>
            <w:hideMark/>
          </w:tcPr>
          <w:p w14:paraId="7464C0B7" w14:textId="77777777" w:rsidR="00843070" w:rsidRDefault="00843070" w:rsidP="00121FB9">
            <w:pPr>
              <w:pStyle w:val="TabNumeri"/>
            </w:pPr>
            <w:r>
              <w:t>[7]</w:t>
            </w:r>
          </w:p>
        </w:tc>
        <w:tc>
          <w:tcPr>
            <w:tcW w:w="680" w:type="dxa"/>
            <w:noWrap/>
            <w:hideMark/>
          </w:tcPr>
          <w:p w14:paraId="58422FFA" w14:textId="77777777" w:rsidR="00843070" w:rsidRDefault="00843070" w:rsidP="00121FB9">
            <w:pPr>
              <w:pStyle w:val="TabNumeri"/>
            </w:pPr>
            <w:r>
              <w:t>n.d.</w:t>
            </w:r>
          </w:p>
        </w:tc>
        <w:tc>
          <w:tcPr>
            <w:tcW w:w="227" w:type="dxa"/>
            <w:noWrap/>
          </w:tcPr>
          <w:p w14:paraId="7E3781A1" w14:textId="77777777" w:rsidR="00843070" w:rsidRDefault="00843070" w:rsidP="00121FB9">
            <w:pPr>
              <w:pStyle w:val="TabNumeri"/>
            </w:pPr>
          </w:p>
        </w:tc>
        <w:tc>
          <w:tcPr>
            <w:tcW w:w="680" w:type="dxa"/>
            <w:noWrap/>
            <w:hideMark/>
          </w:tcPr>
          <w:p w14:paraId="3274E856" w14:textId="77777777" w:rsidR="00843070" w:rsidRDefault="00843070" w:rsidP="00121FB9">
            <w:pPr>
              <w:pStyle w:val="TabNumeri"/>
            </w:pPr>
            <w:r>
              <w:t>n.d.</w:t>
            </w:r>
          </w:p>
        </w:tc>
        <w:tc>
          <w:tcPr>
            <w:tcW w:w="227" w:type="dxa"/>
            <w:noWrap/>
          </w:tcPr>
          <w:p w14:paraId="4A0205FB" w14:textId="77777777" w:rsidR="00843070" w:rsidRDefault="00843070" w:rsidP="00121FB9">
            <w:pPr>
              <w:pStyle w:val="TabNumeri"/>
            </w:pPr>
          </w:p>
        </w:tc>
      </w:tr>
      <w:tr w:rsidR="00843070" w14:paraId="2D8956D6" w14:textId="77777777" w:rsidTr="00121FB9">
        <w:trPr>
          <w:cantSplit/>
          <w:trHeight w:val="255"/>
        </w:trPr>
        <w:tc>
          <w:tcPr>
            <w:tcW w:w="1986" w:type="dxa"/>
            <w:shd w:val="clear" w:color="auto" w:fill="EDEDED" w:themeFill="accent3" w:themeFillTint="33"/>
            <w:noWrap/>
            <w:hideMark/>
          </w:tcPr>
          <w:p w14:paraId="4E23020D" w14:textId="77777777" w:rsidR="00843070" w:rsidRDefault="00843070" w:rsidP="00121FB9">
            <w:pPr>
              <w:pStyle w:val="TabEtichette"/>
            </w:pPr>
            <w:r>
              <w:t>Occupazione</w:t>
            </w:r>
          </w:p>
        </w:tc>
        <w:tc>
          <w:tcPr>
            <w:tcW w:w="680" w:type="dxa"/>
            <w:shd w:val="clear" w:color="auto" w:fill="EDEDED" w:themeFill="accent3" w:themeFillTint="33"/>
            <w:noWrap/>
            <w:hideMark/>
          </w:tcPr>
          <w:p w14:paraId="30127F72" w14:textId="77777777" w:rsidR="00843070" w:rsidRDefault="00843070" w:rsidP="00121FB9">
            <w:pPr>
              <w:pStyle w:val="TabNumeri"/>
            </w:pPr>
            <w:r>
              <w:t>-7,5</w:t>
            </w:r>
          </w:p>
        </w:tc>
        <w:tc>
          <w:tcPr>
            <w:tcW w:w="228" w:type="dxa"/>
            <w:shd w:val="clear" w:color="auto" w:fill="EDEDED" w:themeFill="accent3" w:themeFillTint="33"/>
            <w:noWrap/>
          </w:tcPr>
          <w:p w14:paraId="50B00045" w14:textId="77777777" w:rsidR="00843070" w:rsidRDefault="00843070" w:rsidP="00121FB9">
            <w:pPr>
              <w:pStyle w:val="TabNumeri"/>
            </w:pPr>
          </w:p>
        </w:tc>
        <w:tc>
          <w:tcPr>
            <w:tcW w:w="510" w:type="dxa"/>
            <w:shd w:val="clear" w:color="auto" w:fill="EDEDED" w:themeFill="accent3" w:themeFillTint="33"/>
            <w:noWrap/>
            <w:hideMark/>
          </w:tcPr>
          <w:p w14:paraId="0B073854" w14:textId="77777777" w:rsidR="00843070" w:rsidRDefault="00843070" w:rsidP="00121FB9">
            <w:pPr>
              <w:pStyle w:val="TabNumeri"/>
            </w:pPr>
            <w:r>
              <w:t>-5,4</w:t>
            </w:r>
          </w:p>
        </w:tc>
        <w:tc>
          <w:tcPr>
            <w:tcW w:w="398" w:type="dxa"/>
            <w:shd w:val="clear" w:color="auto" w:fill="EDEDED" w:themeFill="accent3" w:themeFillTint="33"/>
            <w:noWrap/>
            <w:hideMark/>
          </w:tcPr>
          <w:p w14:paraId="2F089927" w14:textId="77777777" w:rsidR="00843070" w:rsidRDefault="00843070" w:rsidP="00121FB9">
            <w:pPr>
              <w:pStyle w:val="TabNumeri"/>
            </w:pPr>
            <w:r>
              <w:t>[4 7]</w:t>
            </w:r>
          </w:p>
        </w:tc>
        <w:tc>
          <w:tcPr>
            <w:tcW w:w="680" w:type="dxa"/>
            <w:shd w:val="clear" w:color="auto" w:fill="EDEDED" w:themeFill="accent3" w:themeFillTint="33"/>
            <w:noWrap/>
            <w:hideMark/>
          </w:tcPr>
          <w:p w14:paraId="77E82E34" w14:textId="77777777" w:rsidR="00843070" w:rsidRDefault="00843070" w:rsidP="00121FB9">
            <w:pPr>
              <w:pStyle w:val="TabNumeri"/>
            </w:pPr>
            <w:r>
              <w:t>n.d.</w:t>
            </w:r>
          </w:p>
        </w:tc>
        <w:tc>
          <w:tcPr>
            <w:tcW w:w="227" w:type="dxa"/>
            <w:shd w:val="clear" w:color="auto" w:fill="EDEDED" w:themeFill="accent3" w:themeFillTint="33"/>
            <w:noWrap/>
            <w:hideMark/>
          </w:tcPr>
          <w:p w14:paraId="21417435" w14:textId="77777777" w:rsidR="00843070" w:rsidRDefault="00843070" w:rsidP="00121FB9">
            <w:pPr>
              <w:pStyle w:val="TabNumeri"/>
            </w:pPr>
            <w:r>
              <w:t>[3]</w:t>
            </w:r>
          </w:p>
        </w:tc>
        <w:tc>
          <w:tcPr>
            <w:tcW w:w="680" w:type="dxa"/>
            <w:shd w:val="clear" w:color="auto" w:fill="EDEDED" w:themeFill="accent3" w:themeFillTint="33"/>
            <w:noWrap/>
            <w:hideMark/>
          </w:tcPr>
          <w:p w14:paraId="6713DDB5" w14:textId="77777777" w:rsidR="00843070" w:rsidRDefault="00843070" w:rsidP="00121FB9">
            <w:pPr>
              <w:pStyle w:val="TabNumeri"/>
            </w:pPr>
            <w:r>
              <w:t>n.d.</w:t>
            </w:r>
          </w:p>
        </w:tc>
        <w:tc>
          <w:tcPr>
            <w:tcW w:w="228" w:type="dxa"/>
            <w:shd w:val="clear" w:color="auto" w:fill="EDEDED" w:themeFill="accent3" w:themeFillTint="33"/>
            <w:hideMark/>
          </w:tcPr>
          <w:p w14:paraId="002D5B66" w14:textId="77777777" w:rsidR="00843070" w:rsidRDefault="00843070" w:rsidP="00121FB9">
            <w:pPr>
              <w:pStyle w:val="TabNumeri"/>
            </w:pPr>
            <w:r>
              <w:t>[3]</w:t>
            </w:r>
          </w:p>
        </w:tc>
        <w:tc>
          <w:tcPr>
            <w:tcW w:w="113" w:type="dxa"/>
            <w:shd w:val="clear" w:color="auto" w:fill="EDEDED" w:themeFill="accent3" w:themeFillTint="33"/>
            <w:noWrap/>
          </w:tcPr>
          <w:p w14:paraId="67180815" w14:textId="77777777" w:rsidR="00843070" w:rsidRDefault="00843070" w:rsidP="00121FB9">
            <w:pPr>
              <w:pStyle w:val="TabNumeri"/>
            </w:pPr>
          </w:p>
        </w:tc>
        <w:tc>
          <w:tcPr>
            <w:tcW w:w="680" w:type="dxa"/>
            <w:shd w:val="clear" w:color="auto" w:fill="EDEDED" w:themeFill="accent3" w:themeFillTint="33"/>
            <w:hideMark/>
          </w:tcPr>
          <w:p w14:paraId="1FFAF808" w14:textId="77777777" w:rsidR="00843070" w:rsidRDefault="00843070" w:rsidP="00121FB9">
            <w:pPr>
              <w:pStyle w:val="TabNumeri"/>
            </w:pPr>
            <w:r>
              <w:t>5,5</w:t>
            </w:r>
          </w:p>
        </w:tc>
        <w:tc>
          <w:tcPr>
            <w:tcW w:w="228" w:type="dxa"/>
            <w:shd w:val="clear" w:color="auto" w:fill="EDEDED" w:themeFill="accent3" w:themeFillTint="33"/>
            <w:noWrap/>
          </w:tcPr>
          <w:p w14:paraId="7A0A0A11" w14:textId="77777777" w:rsidR="00843070" w:rsidRDefault="00843070" w:rsidP="00121FB9">
            <w:pPr>
              <w:pStyle w:val="TabNumeri"/>
            </w:pPr>
          </w:p>
        </w:tc>
        <w:tc>
          <w:tcPr>
            <w:tcW w:w="510" w:type="dxa"/>
            <w:shd w:val="clear" w:color="auto" w:fill="EDEDED" w:themeFill="accent3" w:themeFillTint="33"/>
            <w:noWrap/>
            <w:hideMark/>
          </w:tcPr>
          <w:p w14:paraId="6E313319" w14:textId="77777777" w:rsidR="00843070" w:rsidRDefault="00843070" w:rsidP="00121FB9">
            <w:pPr>
              <w:pStyle w:val="TabNumeri"/>
            </w:pPr>
            <w:r>
              <w:t>2,8</w:t>
            </w:r>
          </w:p>
        </w:tc>
        <w:tc>
          <w:tcPr>
            <w:tcW w:w="398" w:type="dxa"/>
            <w:shd w:val="clear" w:color="auto" w:fill="EDEDED" w:themeFill="accent3" w:themeFillTint="33"/>
            <w:noWrap/>
            <w:hideMark/>
          </w:tcPr>
          <w:p w14:paraId="708228E9" w14:textId="77777777" w:rsidR="00843070" w:rsidRDefault="00843070" w:rsidP="00121FB9">
            <w:pPr>
              <w:pStyle w:val="TabNumeri"/>
            </w:pPr>
            <w:r>
              <w:t>[4 7]</w:t>
            </w:r>
          </w:p>
        </w:tc>
        <w:tc>
          <w:tcPr>
            <w:tcW w:w="680" w:type="dxa"/>
            <w:shd w:val="clear" w:color="auto" w:fill="EDEDED" w:themeFill="accent3" w:themeFillTint="33"/>
            <w:noWrap/>
            <w:hideMark/>
          </w:tcPr>
          <w:p w14:paraId="4C6862F6" w14:textId="77777777" w:rsidR="00843070" w:rsidRDefault="00843070" w:rsidP="00121FB9">
            <w:pPr>
              <w:pStyle w:val="TabNumeri"/>
            </w:pPr>
            <w:r>
              <w:t>n.d.</w:t>
            </w:r>
          </w:p>
        </w:tc>
        <w:tc>
          <w:tcPr>
            <w:tcW w:w="227" w:type="dxa"/>
            <w:shd w:val="clear" w:color="auto" w:fill="EDEDED" w:themeFill="accent3" w:themeFillTint="33"/>
            <w:noWrap/>
            <w:hideMark/>
          </w:tcPr>
          <w:p w14:paraId="5BA95BFF" w14:textId="77777777" w:rsidR="00843070" w:rsidRDefault="00843070" w:rsidP="00121FB9">
            <w:pPr>
              <w:pStyle w:val="TabNumeri"/>
            </w:pPr>
            <w:r>
              <w:t>[3]</w:t>
            </w:r>
          </w:p>
        </w:tc>
        <w:tc>
          <w:tcPr>
            <w:tcW w:w="680" w:type="dxa"/>
            <w:shd w:val="clear" w:color="auto" w:fill="EDEDED" w:themeFill="accent3" w:themeFillTint="33"/>
            <w:noWrap/>
            <w:hideMark/>
          </w:tcPr>
          <w:p w14:paraId="0B3B1D4E" w14:textId="77777777" w:rsidR="00843070" w:rsidRDefault="00843070" w:rsidP="00121FB9">
            <w:pPr>
              <w:pStyle w:val="TabNumeri"/>
            </w:pPr>
            <w:r>
              <w:t>n.d.</w:t>
            </w:r>
          </w:p>
        </w:tc>
        <w:tc>
          <w:tcPr>
            <w:tcW w:w="227" w:type="dxa"/>
            <w:shd w:val="clear" w:color="auto" w:fill="EDEDED" w:themeFill="accent3" w:themeFillTint="33"/>
            <w:noWrap/>
            <w:hideMark/>
          </w:tcPr>
          <w:p w14:paraId="75E000BD" w14:textId="77777777" w:rsidR="00843070" w:rsidRDefault="00843070" w:rsidP="00121FB9">
            <w:pPr>
              <w:pStyle w:val="TabNumeri"/>
            </w:pPr>
            <w:r>
              <w:t>[3]</w:t>
            </w:r>
          </w:p>
        </w:tc>
      </w:tr>
      <w:tr w:rsidR="00843070" w14:paraId="75CF6388" w14:textId="77777777" w:rsidTr="00121FB9">
        <w:trPr>
          <w:cantSplit/>
          <w:trHeight w:val="255"/>
        </w:trPr>
        <w:tc>
          <w:tcPr>
            <w:tcW w:w="1986" w:type="dxa"/>
            <w:noWrap/>
            <w:hideMark/>
          </w:tcPr>
          <w:p w14:paraId="08D5131B" w14:textId="77777777" w:rsidR="00843070" w:rsidRDefault="00843070" w:rsidP="00121FB9">
            <w:pPr>
              <w:pStyle w:val="TabEtichette"/>
            </w:pPr>
            <w:r>
              <w:t>Disoccupazione [a]</w:t>
            </w:r>
          </w:p>
        </w:tc>
        <w:tc>
          <w:tcPr>
            <w:tcW w:w="680" w:type="dxa"/>
            <w:noWrap/>
            <w:hideMark/>
          </w:tcPr>
          <w:p w14:paraId="714AB199" w14:textId="77777777" w:rsidR="00843070" w:rsidRDefault="00843070" w:rsidP="00121FB9">
            <w:pPr>
              <w:pStyle w:val="TabNumeri"/>
            </w:pPr>
            <w:r>
              <w:t>11,8</w:t>
            </w:r>
          </w:p>
        </w:tc>
        <w:tc>
          <w:tcPr>
            <w:tcW w:w="228" w:type="dxa"/>
            <w:noWrap/>
          </w:tcPr>
          <w:p w14:paraId="598C1CA9" w14:textId="77777777" w:rsidR="00843070" w:rsidRDefault="00843070" w:rsidP="00121FB9">
            <w:pPr>
              <w:pStyle w:val="TabNumeri"/>
            </w:pPr>
          </w:p>
        </w:tc>
        <w:tc>
          <w:tcPr>
            <w:tcW w:w="510" w:type="dxa"/>
            <w:noWrap/>
            <w:hideMark/>
          </w:tcPr>
          <w:p w14:paraId="6F3476C1" w14:textId="77777777" w:rsidR="00843070" w:rsidRDefault="00843070" w:rsidP="00121FB9">
            <w:pPr>
              <w:pStyle w:val="TabNumeri"/>
            </w:pPr>
            <w:r>
              <w:t>11,0</w:t>
            </w:r>
          </w:p>
        </w:tc>
        <w:tc>
          <w:tcPr>
            <w:tcW w:w="398" w:type="dxa"/>
            <w:noWrap/>
            <w:hideMark/>
          </w:tcPr>
          <w:p w14:paraId="4ABCB184" w14:textId="77777777" w:rsidR="00843070" w:rsidRDefault="00843070" w:rsidP="00121FB9">
            <w:pPr>
              <w:pStyle w:val="TabNumeri"/>
            </w:pPr>
            <w:r>
              <w:t>[8]</w:t>
            </w:r>
          </w:p>
        </w:tc>
        <w:tc>
          <w:tcPr>
            <w:tcW w:w="680" w:type="dxa"/>
            <w:noWrap/>
            <w:hideMark/>
          </w:tcPr>
          <w:p w14:paraId="43F2E1E8" w14:textId="77777777" w:rsidR="00843070" w:rsidRDefault="00843070" w:rsidP="00121FB9">
            <w:pPr>
              <w:pStyle w:val="TabNumeri"/>
            </w:pPr>
            <w:r>
              <w:t>10,1</w:t>
            </w:r>
          </w:p>
        </w:tc>
        <w:tc>
          <w:tcPr>
            <w:tcW w:w="227" w:type="dxa"/>
            <w:noWrap/>
          </w:tcPr>
          <w:p w14:paraId="57D149A9" w14:textId="77777777" w:rsidR="00843070" w:rsidRDefault="00843070" w:rsidP="00121FB9">
            <w:pPr>
              <w:pStyle w:val="TabNumeri"/>
            </w:pPr>
          </w:p>
        </w:tc>
        <w:tc>
          <w:tcPr>
            <w:tcW w:w="680" w:type="dxa"/>
            <w:noWrap/>
            <w:hideMark/>
          </w:tcPr>
          <w:p w14:paraId="1303C412" w14:textId="77777777" w:rsidR="00843070" w:rsidRDefault="00843070" w:rsidP="00121FB9">
            <w:pPr>
              <w:pStyle w:val="TabNumeri"/>
            </w:pPr>
            <w:r>
              <w:t>10,7</w:t>
            </w:r>
          </w:p>
        </w:tc>
        <w:tc>
          <w:tcPr>
            <w:tcW w:w="228" w:type="dxa"/>
          </w:tcPr>
          <w:p w14:paraId="12859AB1" w14:textId="77777777" w:rsidR="00843070" w:rsidRDefault="00843070" w:rsidP="00121FB9">
            <w:pPr>
              <w:pStyle w:val="TabNumeri"/>
            </w:pPr>
          </w:p>
        </w:tc>
        <w:tc>
          <w:tcPr>
            <w:tcW w:w="113" w:type="dxa"/>
            <w:noWrap/>
          </w:tcPr>
          <w:p w14:paraId="2A8C3BF6" w14:textId="77777777" w:rsidR="00843070" w:rsidRDefault="00843070" w:rsidP="00121FB9">
            <w:pPr>
              <w:pStyle w:val="TabNumeri"/>
            </w:pPr>
          </w:p>
        </w:tc>
        <w:tc>
          <w:tcPr>
            <w:tcW w:w="680" w:type="dxa"/>
            <w:hideMark/>
          </w:tcPr>
          <w:p w14:paraId="60E52707" w14:textId="77777777" w:rsidR="00843070" w:rsidRDefault="00843070" w:rsidP="00121FB9">
            <w:pPr>
              <w:pStyle w:val="TabNumeri"/>
            </w:pPr>
            <w:r>
              <w:t>10,7</w:t>
            </w:r>
          </w:p>
        </w:tc>
        <w:tc>
          <w:tcPr>
            <w:tcW w:w="228" w:type="dxa"/>
            <w:noWrap/>
          </w:tcPr>
          <w:p w14:paraId="52172F81" w14:textId="77777777" w:rsidR="00843070" w:rsidRDefault="00843070" w:rsidP="00121FB9">
            <w:pPr>
              <w:pStyle w:val="TabNumeri"/>
            </w:pPr>
          </w:p>
        </w:tc>
        <w:tc>
          <w:tcPr>
            <w:tcW w:w="510" w:type="dxa"/>
            <w:noWrap/>
            <w:hideMark/>
          </w:tcPr>
          <w:p w14:paraId="5E863A48" w14:textId="77777777" w:rsidR="00843070" w:rsidRDefault="00843070" w:rsidP="00121FB9">
            <w:pPr>
              <w:pStyle w:val="TabNumeri"/>
            </w:pPr>
            <w:r>
              <w:t>10,5</w:t>
            </w:r>
          </w:p>
        </w:tc>
        <w:tc>
          <w:tcPr>
            <w:tcW w:w="398" w:type="dxa"/>
            <w:noWrap/>
            <w:hideMark/>
          </w:tcPr>
          <w:p w14:paraId="5E76D4DD" w14:textId="77777777" w:rsidR="00843070" w:rsidRDefault="00843070" w:rsidP="00121FB9">
            <w:pPr>
              <w:pStyle w:val="TabNumeri"/>
            </w:pPr>
            <w:r>
              <w:t>[8]</w:t>
            </w:r>
          </w:p>
        </w:tc>
        <w:tc>
          <w:tcPr>
            <w:tcW w:w="680" w:type="dxa"/>
            <w:noWrap/>
            <w:hideMark/>
          </w:tcPr>
          <w:p w14:paraId="0FD11408" w14:textId="77777777" w:rsidR="00843070" w:rsidRDefault="00843070" w:rsidP="00121FB9">
            <w:pPr>
              <w:pStyle w:val="TabNumeri"/>
            </w:pPr>
            <w:r>
              <w:t>11,7</w:t>
            </w:r>
          </w:p>
        </w:tc>
        <w:tc>
          <w:tcPr>
            <w:tcW w:w="227" w:type="dxa"/>
            <w:noWrap/>
          </w:tcPr>
          <w:p w14:paraId="62FA200A" w14:textId="77777777" w:rsidR="00843070" w:rsidRDefault="00843070" w:rsidP="00121FB9">
            <w:pPr>
              <w:pStyle w:val="TabNumeri"/>
            </w:pPr>
          </w:p>
        </w:tc>
        <w:tc>
          <w:tcPr>
            <w:tcW w:w="680" w:type="dxa"/>
            <w:noWrap/>
            <w:hideMark/>
          </w:tcPr>
          <w:p w14:paraId="30AC151F" w14:textId="77777777" w:rsidR="00843070" w:rsidRDefault="00843070" w:rsidP="00121FB9">
            <w:pPr>
              <w:pStyle w:val="TabNumeri"/>
            </w:pPr>
            <w:r>
              <w:t>11,9</w:t>
            </w:r>
          </w:p>
        </w:tc>
        <w:tc>
          <w:tcPr>
            <w:tcW w:w="227" w:type="dxa"/>
            <w:noWrap/>
          </w:tcPr>
          <w:p w14:paraId="54B318E8" w14:textId="77777777" w:rsidR="00843070" w:rsidRDefault="00843070" w:rsidP="00121FB9">
            <w:pPr>
              <w:pStyle w:val="TabNumeri"/>
            </w:pPr>
          </w:p>
        </w:tc>
      </w:tr>
      <w:tr w:rsidR="00843070" w14:paraId="10692A72" w14:textId="77777777" w:rsidTr="00121FB9">
        <w:trPr>
          <w:cantSplit/>
          <w:trHeight w:val="255"/>
        </w:trPr>
        <w:tc>
          <w:tcPr>
            <w:tcW w:w="1986" w:type="dxa"/>
            <w:shd w:val="clear" w:color="auto" w:fill="EDEDED" w:themeFill="accent3" w:themeFillTint="33"/>
            <w:noWrap/>
            <w:hideMark/>
          </w:tcPr>
          <w:p w14:paraId="302A3DC9" w14:textId="77777777" w:rsidR="00843070" w:rsidRDefault="00843070" w:rsidP="00121FB9">
            <w:pPr>
              <w:pStyle w:val="TabEtichette"/>
            </w:pPr>
            <w:r>
              <w:t>Prezzi al consumo</w:t>
            </w:r>
          </w:p>
        </w:tc>
        <w:tc>
          <w:tcPr>
            <w:tcW w:w="680" w:type="dxa"/>
            <w:shd w:val="clear" w:color="auto" w:fill="EDEDED" w:themeFill="accent3" w:themeFillTint="33"/>
            <w:noWrap/>
            <w:hideMark/>
          </w:tcPr>
          <w:p w14:paraId="5F9118B7" w14:textId="77777777" w:rsidR="00843070" w:rsidRDefault="00843070" w:rsidP="00121FB9">
            <w:pPr>
              <w:pStyle w:val="TabNumeri"/>
            </w:pPr>
            <w:r>
              <w:t>-0,3</w:t>
            </w:r>
          </w:p>
        </w:tc>
        <w:tc>
          <w:tcPr>
            <w:tcW w:w="228" w:type="dxa"/>
            <w:shd w:val="clear" w:color="auto" w:fill="EDEDED" w:themeFill="accent3" w:themeFillTint="33"/>
            <w:noWrap/>
            <w:hideMark/>
          </w:tcPr>
          <w:p w14:paraId="5C6E165F" w14:textId="77777777" w:rsidR="00843070" w:rsidRDefault="00843070" w:rsidP="00121FB9">
            <w:pPr>
              <w:pStyle w:val="TabNumeri"/>
            </w:pPr>
            <w:r>
              <w:t>[5]</w:t>
            </w:r>
          </w:p>
        </w:tc>
        <w:tc>
          <w:tcPr>
            <w:tcW w:w="510" w:type="dxa"/>
            <w:shd w:val="clear" w:color="auto" w:fill="EDEDED" w:themeFill="accent3" w:themeFillTint="33"/>
            <w:noWrap/>
            <w:hideMark/>
          </w:tcPr>
          <w:p w14:paraId="065D17F3" w14:textId="77777777" w:rsidR="00843070" w:rsidRDefault="00843070" w:rsidP="00121FB9">
            <w:pPr>
              <w:pStyle w:val="TabNumeri"/>
            </w:pPr>
            <w:r>
              <w:t>-0,3</w:t>
            </w:r>
          </w:p>
        </w:tc>
        <w:tc>
          <w:tcPr>
            <w:tcW w:w="398" w:type="dxa"/>
            <w:shd w:val="clear" w:color="auto" w:fill="EDEDED" w:themeFill="accent3" w:themeFillTint="33"/>
            <w:noWrap/>
            <w:hideMark/>
          </w:tcPr>
          <w:p w14:paraId="3C6C8C29" w14:textId="77777777" w:rsidR="00843070" w:rsidRDefault="00843070" w:rsidP="00121FB9">
            <w:pPr>
              <w:pStyle w:val="TabNumeri"/>
            </w:pPr>
            <w:r>
              <w:t>[7]</w:t>
            </w:r>
          </w:p>
        </w:tc>
        <w:tc>
          <w:tcPr>
            <w:tcW w:w="680" w:type="dxa"/>
            <w:shd w:val="clear" w:color="auto" w:fill="EDEDED" w:themeFill="accent3" w:themeFillTint="33"/>
            <w:noWrap/>
            <w:hideMark/>
          </w:tcPr>
          <w:p w14:paraId="2B49D44B" w14:textId="77777777" w:rsidR="00843070" w:rsidRDefault="00843070" w:rsidP="00121FB9">
            <w:pPr>
              <w:pStyle w:val="TabNumeri"/>
            </w:pPr>
            <w:r>
              <w:t>-0,1</w:t>
            </w:r>
          </w:p>
        </w:tc>
        <w:tc>
          <w:tcPr>
            <w:tcW w:w="227" w:type="dxa"/>
            <w:shd w:val="clear" w:color="auto" w:fill="EDEDED" w:themeFill="accent3" w:themeFillTint="33"/>
            <w:noWrap/>
            <w:hideMark/>
          </w:tcPr>
          <w:p w14:paraId="4A61FB17" w14:textId="77777777" w:rsidR="00843070" w:rsidRDefault="00843070" w:rsidP="00121FB9">
            <w:pPr>
              <w:pStyle w:val="TabNumeri"/>
            </w:pPr>
            <w:r>
              <w:t>[5]</w:t>
            </w:r>
          </w:p>
        </w:tc>
        <w:tc>
          <w:tcPr>
            <w:tcW w:w="680" w:type="dxa"/>
            <w:shd w:val="clear" w:color="auto" w:fill="EDEDED" w:themeFill="accent3" w:themeFillTint="33"/>
            <w:noWrap/>
            <w:hideMark/>
          </w:tcPr>
          <w:p w14:paraId="2BEA83E3" w14:textId="77777777" w:rsidR="00843070" w:rsidRDefault="00843070" w:rsidP="00121FB9">
            <w:pPr>
              <w:pStyle w:val="TabNumeri"/>
            </w:pPr>
            <w:r>
              <w:t>-0,2</w:t>
            </w:r>
          </w:p>
        </w:tc>
        <w:tc>
          <w:tcPr>
            <w:tcW w:w="228" w:type="dxa"/>
            <w:shd w:val="clear" w:color="auto" w:fill="EDEDED" w:themeFill="accent3" w:themeFillTint="33"/>
            <w:hideMark/>
          </w:tcPr>
          <w:p w14:paraId="5ED26FD5" w14:textId="77777777" w:rsidR="00843070" w:rsidRDefault="00843070" w:rsidP="00121FB9">
            <w:pPr>
              <w:pStyle w:val="TabNumeri"/>
            </w:pPr>
            <w:r>
              <w:t>[5]</w:t>
            </w:r>
          </w:p>
        </w:tc>
        <w:tc>
          <w:tcPr>
            <w:tcW w:w="113" w:type="dxa"/>
            <w:shd w:val="clear" w:color="auto" w:fill="EDEDED" w:themeFill="accent3" w:themeFillTint="33"/>
            <w:noWrap/>
          </w:tcPr>
          <w:p w14:paraId="4A192C73" w14:textId="77777777" w:rsidR="00843070" w:rsidRDefault="00843070" w:rsidP="00121FB9">
            <w:pPr>
              <w:pStyle w:val="TabNumeri"/>
            </w:pPr>
          </w:p>
        </w:tc>
        <w:tc>
          <w:tcPr>
            <w:tcW w:w="680" w:type="dxa"/>
            <w:shd w:val="clear" w:color="auto" w:fill="EDEDED" w:themeFill="accent3" w:themeFillTint="33"/>
            <w:hideMark/>
          </w:tcPr>
          <w:p w14:paraId="42CB0B19" w14:textId="77777777" w:rsidR="00843070" w:rsidRDefault="00843070" w:rsidP="00121FB9">
            <w:pPr>
              <w:pStyle w:val="TabNumeri"/>
            </w:pPr>
            <w:r>
              <w:t>0,7</w:t>
            </w:r>
          </w:p>
        </w:tc>
        <w:tc>
          <w:tcPr>
            <w:tcW w:w="228" w:type="dxa"/>
            <w:shd w:val="clear" w:color="auto" w:fill="EDEDED" w:themeFill="accent3" w:themeFillTint="33"/>
            <w:noWrap/>
            <w:hideMark/>
          </w:tcPr>
          <w:p w14:paraId="02759753" w14:textId="77777777" w:rsidR="00843070" w:rsidRDefault="00843070" w:rsidP="00121FB9">
            <w:pPr>
              <w:pStyle w:val="TabNumeri"/>
            </w:pPr>
            <w:r>
              <w:t>[5]</w:t>
            </w:r>
          </w:p>
        </w:tc>
        <w:tc>
          <w:tcPr>
            <w:tcW w:w="510" w:type="dxa"/>
            <w:shd w:val="clear" w:color="auto" w:fill="EDEDED" w:themeFill="accent3" w:themeFillTint="33"/>
            <w:noWrap/>
            <w:hideMark/>
          </w:tcPr>
          <w:p w14:paraId="743B0B70" w14:textId="77777777" w:rsidR="00843070" w:rsidRDefault="00843070" w:rsidP="00121FB9">
            <w:pPr>
              <w:pStyle w:val="TabNumeri"/>
            </w:pPr>
            <w:r>
              <w:t>1,0</w:t>
            </w:r>
          </w:p>
        </w:tc>
        <w:tc>
          <w:tcPr>
            <w:tcW w:w="398" w:type="dxa"/>
            <w:shd w:val="clear" w:color="auto" w:fill="EDEDED" w:themeFill="accent3" w:themeFillTint="33"/>
            <w:noWrap/>
            <w:hideMark/>
          </w:tcPr>
          <w:p w14:paraId="1832C20D" w14:textId="77777777" w:rsidR="00843070" w:rsidRDefault="00843070" w:rsidP="00121FB9">
            <w:pPr>
              <w:pStyle w:val="TabNumeri"/>
            </w:pPr>
            <w:r>
              <w:t>[7]</w:t>
            </w:r>
          </w:p>
        </w:tc>
        <w:tc>
          <w:tcPr>
            <w:tcW w:w="680" w:type="dxa"/>
            <w:shd w:val="clear" w:color="auto" w:fill="EDEDED" w:themeFill="accent3" w:themeFillTint="33"/>
            <w:noWrap/>
            <w:hideMark/>
          </w:tcPr>
          <w:p w14:paraId="6E4B2896" w14:textId="77777777" w:rsidR="00843070" w:rsidRDefault="00843070" w:rsidP="00121FB9">
            <w:pPr>
              <w:pStyle w:val="TabNumeri"/>
            </w:pPr>
            <w:r>
              <w:t>0,1</w:t>
            </w:r>
          </w:p>
        </w:tc>
        <w:tc>
          <w:tcPr>
            <w:tcW w:w="227" w:type="dxa"/>
            <w:shd w:val="clear" w:color="auto" w:fill="EDEDED" w:themeFill="accent3" w:themeFillTint="33"/>
            <w:noWrap/>
            <w:hideMark/>
          </w:tcPr>
          <w:p w14:paraId="546107B7" w14:textId="77777777" w:rsidR="00843070" w:rsidRDefault="00843070" w:rsidP="00121FB9">
            <w:pPr>
              <w:pStyle w:val="TabNumeri"/>
            </w:pPr>
            <w:r>
              <w:t>[5]</w:t>
            </w:r>
          </w:p>
        </w:tc>
        <w:tc>
          <w:tcPr>
            <w:tcW w:w="680" w:type="dxa"/>
            <w:shd w:val="clear" w:color="auto" w:fill="EDEDED" w:themeFill="accent3" w:themeFillTint="33"/>
            <w:noWrap/>
            <w:hideMark/>
          </w:tcPr>
          <w:p w14:paraId="2971CFD3" w14:textId="77777777" w:rsidR="00843070" w:rsidRDefault="00843070" w:rsidP="00121FB9">
            <w:pPr>
              <w:pStyle w:val="TabNumeri"/>
            </w:pPr>
            <w:r>
              <w:t>-0,1</w:t>
            </w:r>
          </w:p>
        </w:tc>
        <w:tc>
          <w:tcPr>
            <w:tcW w:w="227" w:type="dxa"/>
            <w:shd w:val="clear" w:color="auto" w:fill="EDEDED" w:themeFill="accent3" w:themeFillTint="33"/>
            <w:noWrap/>
            <w:hideMark/>
          </w:tcPr>
          <w:p w14:paraId="0E3E8B0D" w14:textId="77777777" w:rsidR="00843070" w:rsidRDefault="00843070" w:rsidP="00121FB9">
            <w:pPr>
              <w:pStyle w:val="TabNumeri"/>
            </w:pPr>
            <w:r>
              <w:t>[5]</w:t>
            </w:r>
          </w:p>
        </w:tc>
      </w:tr>
      <w:tr w:rsidR="00843070" w14:paraId="1FAD8CD6" w14:textId="77777777" w:rsidTr="00121FB9">
        <w:trPr>
          <w:cantSplit/>
          <w:trHeight w:val="255"/>
        </w:trPr>
        <w:tc>
          <w:tcPr>
            <w:tcW w:w="1986" w:type="dxa"/>
            <w:noWrap/>
            <w:hideMark/>
          </w:tcPr>
          <w:p w14:paraId="2D8E1E26" w14:textId="77777777" w:rsidR="00843070" w:rsidRDefault="00843070" w:rsidP="00121FB9">
            <w:pPr>
              <w:pStyle w:val="TabEtichette"/>
            </w:pPr>
            <w:r>
              <w:t>Saldo c. c. Bil Pag [b]</w:t>
            </w:r>
          </w:p>
        </w:tc>
        <w:tc>
          <w:tcPr>
            <w:tcW w:w="680" w:type="dxa"/>
            <w:noWrap/>
            <w:hideMark/>
          </w:tcPr>
          <w:p w14:paraId="40275D43" w14:textId="77777777" w:rsidR="00843070" w:rsidRDefault="00843070" w:rsidP="00121FB9">
            <w:pPr>
              <w:pStyle w:val="TabNumeri"/>
            </w:pPr>
            <w:r>
              <w:t>3,4</w:t>
            </w:r>
          </w:p>
        </w:tc>
        <w:tc>
          <w:tcPr>
            <w:tcW w:w="228" w:type="dxa"/>
            <w:noWrap/>
          </w:tcPr>
          <w:p w14:paraId="4131BBCA" w14:textId="77777777" w:rsidR="00843070" w:rsidRDefault="00843070" w:rsidP="00121FB9">
            <w:pPr>
              <w:pStyle w:val="TabNumeri"/>
            </w:pPr>
          </w:p>
        </w:tc>
        <w:tc>
          <w:tcPr>
            <w:tcW w:w="510" w:type="dxa"/>
            <w:noWrap/>
            <w:hideMark/>
          </w:tcPr>
          <w:p w14:paraId="2BFE162A" w14:textId="77777777" w:rsidR="00843070" w:rsidRDefault="00843070" w:rsidP="00121FB9">
            <w:pPr>
              <w:pStyle w:val="TabNumeri"/>
            </w:pPr>
            <w:r>
              <w:t>2,7</w:t>
            </w:r>
          </w:p>
        </w:tc>
        <w:tc>
          <w:tcPr>
            <w:tcW w:w="398" w:type="dxa"/>
            <w:noWrap/>
            <w:hideMark/>
          </w:tcPr>
          <w:p w14:paraId="4DA524AB" w14:textId="77777777" w:rsidR="00843070" w:rsidRDefault="00843070" w:rsidP="00121FB9">
            <w:pPr>
              <w:pStyle w:val="TabNumeri"/>
            </w:pPr>
            <w:r>
              <w:t>[6 7]</w:t>
            </w:r>
          </w:p>
        </w:tc>
        <w:tc>
          <w:tcPr>
            <w:tcW w:w="680" w:type="dxa"/>
            <w:noWrap/>
            <w:hideMark/>
          </w:tcPr>
          <w:p w14:paraId="537CA50A" w14:textId="77777777" w:rsidR="00843070" w:rsidRDefault="00843070" w:rsidP="00121FB9">
            <w:pPr>
              <w:pStyle w:val="TabNumeri"/>
            </w:pPr>
            <w:r>
              <w:t>2,7</w:t>
            </w:r>
          </w:p>
        </w:tc>
        <w:tc>
          <w:tcPr>
            <w:tcW w:w="227" w:type="dxa"/>
            <w:noWrap/>
          </w:tcPr>
          <w:p w14:paraId="6FD44034" w14:textId="77777777" w:rsidR="00843070" w:rsidRDefault="00843070" w:rsidP="00121FB9">
            <w:pPr>
              <w:pStyle w:val="TabNumeri"/>
            </w:pPr>
          </w:p>
        </w:tc>
        <w:tc>
          <w:tcPr>
            <w:tcW w:w="680" w:type="dxa"/>
            <w:noWrap/>
            <w:hideMark/>
          </w:tcPr>
          <w:p w14:paraId="3CB00759" w14:textId="77777777" w:rsidR="00843070" w:rsidRDefault="00843070" w:rsidP="00121FB9">
            <w:pPr>
              <w:pStyle w:val="TabNumeri"/>
            </w:pPr>
            <w:r>
              <w:t>2,7</w:t>
            </w:r>
          </w:p>
        </w:tc>
        <w:tc>
          <w:tcPr>
            <w:tcW w:w="228" w:type="dxa"/>
          </w:tcPr>
          <w:p w14:paraId="4816AFEF" w14:textId="77777777" w:rsidR="00843070" w:rsidRDefault="00843070" w:rsidP="00121FB9">
            <w:pPr>
              <w:pStyle w:val="TabNumeri"/>
            </w:pPr>
          </w:p>
        </w:tc>
        <w:tc>
          <w:tcPr>
            <w:tcW w:w="113" w:type="dxa"/>
            <w:noWrap/>
          </w:tcPr>
          <w:p w14:paraId="29682C0F" w14:textId="77777777" w:rsidR="00843070" w:rsidRDefault="00843070" w:rsidP="00121FB9">
            <w:pPr>
              <w:pStyle w:val="TabNumeri"/>
            </w:pPr>
          </w:p>
        </w:tc>
        <w:tc>
          <w:tcPr>
            <w:tcW w:w="680" w:type="dxa"/>
            <w:hideMark/>
          </w:tcPr>
          <w:p w14:paraId="1C6EF2D3" w14:textId="77777777" w:rsidR="00843070" w:rsidRDefault="00843070" w:rsidP="00121FB9">
            <w:pPr>
              <w:pStyle w:val="TabNumeri"/>
            </w:pPr>
            <w:r>
              <w:t>3,3</w:t>
            </w:r>
          </w:p>
        </w:tc>
        <w:tc>
          <w:tcPr>
            <w:tcW w:w="228" w:type="dxa"/>
            <w:noWrap/>
          </w:tcPr>
          <w:p w14:paraId="6766450B" w14:textId="77777777" w:rsidR="00843070" w:rsidRDefault="00843070" w:rsidP="00121FB9">
            <w:pPr>
              <w:pStyle w:val="TabNumeri"/>
            </w:pPr>
          </w:p>
        </w:tc>
        <w:tc>
          <w:tcPr>
            <w:tcW w:w="510" w:type="dxa"/>
            <w:noWrap/>
            <w:hideMark/>
          </w:tcPr>
          <w:p w14:paraId="5973A045" w14:textId="77777777" w:rsidR="00843070" w:rsidRDefault="00843070" w:rsidP="00121FB9">
            <w:pPr>
              <w:pStyle w:val="TabNumeri"/>
            </w:pPr>
            <w:r>
              <w:t>2,8</w:t>
            </w:r>
          </w:p>
        </w:tc>
        <w:tc>
          <w:tcPr>
            <w:tcW w:w="398" w:type="dxa"/>
            <w:noWrap/>
            <w:hideMark/>
          </w:tcPr>
          <w:p w14:paraId="43D858C6" w14:textId="77777777" w:rsidR="00843070" w:rsidRDefault="00843070" w:rsidP="00121FB9">
            <w:pPr>
              <w:pStyle w:val="TabNumeri"/>
            </w:pPr>
            <w:r>
              <w:t>[6 7]</w:t>
            </w:r>
          </w:p>
        </w:tc>
        <w:tc>
          <w:tcPr>
            <w:tcW w:w="680" w:type="dxa"/>
            <w:noWrap/>
            <w:hideMark/>
          </w:tcPr>
          <w:p w14:paraId="5DD2785F" w14:textId="77777777" w:rsidR="00843070" w:rsidRDefault="00843070" w:rsidP="00121FB9">
            <w:pPr>
              <w:pStyle w:val="TabNumeri"/>
            </w:pPr>
            <w:r>
              <w:t>2,8</w:t>
            </w:r>
          </w:p>
        </w:tc>
        <w:tc>
          <w:tcPr>
            <w:tcW w:w="227" w:type="dxa"/>
            <w:noWrap/>
          </w:tcPr>
          <w:p w14:paraId="6E60C98C" w14:textId="77777777" w:rsidR="00843070" w:rsidRDefault="00843070" w:rsidP="00121FB9">
            <w:pPr>
              <w:pStyle w:val="TabNumeri"/>
            </w:pPr>
          </w:p>
        </w:tc>
        <w:tc>
          <w:tcPr>
            <w:tcW w:w="680" w:type="dxa"/>
            <w:noWrap/>
            <w:hideMark/>
          </w:tcPr>
          <w:p w14:paraId="1220F56D" w14:textId="77777777" w:rsidR="00843070" w:rsidRDefault="00843070" w:rsidP="00121FB9">
            <w:pPr>
              <w:pStyle w:val="TabNumeri"/>
            </w:pPr>
            <w:r>
              <w:t>2,8</w:t>
            </w:r>
          </w:p>
        </w:tc>
        <w:tc>
          <w:tcPr>
            <w:tcW w:w="227" w:type="dxa"/>
            <w:noWrap/>
          </w:tcPr>
          <w:p w14:paraId="157409ED" w14:textId="77777777" w:rsidR="00843070" w:rsidRDefault="00843070" w:rsidP="00121FB9">
            <w:pPr>
              <w:pStyle w:val="TabNumeri"/>
            </w:pPr>
          </w:p>
        </w:tc>
      </w:tr>
      <w:tr w:rsidR="00843070" w14:paraId="3A108C6B" w14:textId="77777777" w:rsidTr="00121FB9">
        <w:trPr>
          <w:cantSplit/>
          <w:trHeight w:val="255"/>
        </w:trPr>
        <w:tc>
          <w:tcPr>
            <w:tcW w:w="1986" w:type="dxa"/>
            <w:shd w:val="clear" w:color="auto" w:fill="EDEDED" w:themeFill="accent3" w:themeFillTint="33"/>
            <w:noWrap/>
            <w:hideMark/>
          </w:tcPr>
          <w:p w14:paraId="6000A902" w14:textId="77777777" w:rsidR="00843070" w:rsidRDefault="00843070" w:rsidP="00121FB9">
            <w:pPr>
              <w:pStyle w:val="TabEtichette"/>
            </w:pPr>
            <w:r>
              <w:t>Avanzo primario [b]</w:t>
            </w:r>
          </w:p>
        </w:tc>
        <w:tc>
          <w:tcPr>
            <w:tcW w:w="680" w:type="dxa"/>
            <w:shd w:val="clear" w:color="auto" w:fill="EDEDED" w:themeFill="accent3" w:themeFillTint="33"/>
            <w:noWrap/>
            <w:hideMark/>
          </w:tcPr>
          <w:p w14:paraId="1460A592" w14:textId="77777777" w:rsidR="00843070" w:rsidRDefault="00843070" w:rsidP="00121FB9">
            <w:pPr>
              <w:pStyle w:val="TabNumeri"/>
            </w:pPr>
            <w:r>
              <w:t>-7,4</w:t>
            </w:r>
          </w:p>
        </w:tc>
        <w:tc>
          <w:tcPr>
            <w:tcW w:w="228" w:type="dxa"/>
            <w:shd w:val="clear" w:color="auto" w:fill="EDEDED" w:themeFill="accent3" w:themeFillTint="33"/>
            <w:noWrap/>
          </w:tcPr>
          <w:p w14:paraId="5ABC7E78" w14:textId="77777777" w:rsidR="00843070" w:rsidRDefault="00843070" w:rsidP="00121FB9">
            <w:pPr>
              <w:pStyle w:val="TabNumeri"/>
            </w:pPr>
          </w:p>
        </w:tc>
        <w:tc>
          <w:tcPr>
            <w:tcW w:w="510" w:type="dxa"/>
            <w:shd w:val="clear" w:color="auto" w:fill="EDEDED" w:themeFill="accent3" w:themeFillTint="33"/>
            <w:noWrap/>
            <w:hideMark/>
          </w:tcPr>
          <w:p w14:paraId="0C4CB6C9" w14:textId="77777777" w:rsidR="00843070" w:rsidRDefault="00843070" w:rsidP="00121FB9">
            <w:pPr>
              <w:pStyle w:val="TabNumeri"/>
            </w:pPr>
            <w:r>
              <w:t>-3,1</w:t>
            </w:r>
          </w:p>
        </w:tc>
        <w:tc>
          <w:tcPr>
            <w:tcW w:w="398" w:type="dxa"/>
            <w:shd w:val="clear" w:color="auto" w:fill="EDEDED" w:themeFill="accent3" w:themeFillTint="33"/>
            <w:noWrap/>
            <w:hideMark/>
          </w:tcPr>
          <w:p w14:paraId="760CF3CA" w14:textId="77777777" w:rsidR="00843070" w:rsidRDefault="00843070" w:rsidP="00121FB9">
            <w:pPr>
              <w:pStyle w:val="TabNumeri"/>
            </w:pPr>
            <w:r>
              <w:t>[8]</w:t>
            </w:r>
          </w:p>
        </w:tc>
        <w:tc>
          <w:tcPr>
            <w:tcW w:w="680" w:type="dxa"/>
            <w:shd w:val="clear" w:color="auto" w:fill="EDEDED" w:themeFill="accent3" w:themeFillTint="33"/>
            <w:noWrap/>
            <w:hideMark/>
          </w:tcPr>
          <w:p w14:paraId="69F1841E" w14:textId="77777777" w:rsidR="00843070" w:rsidRDefault="00843070" w:rsidP="00121FB9">
            <w:pPr>
              <w:pStyle w:val="TabNumeri"/>
            </w:pPr>
            <w:r>
              <w:t>n.d.</w:t>
            </w:r>
          </w:p>
        </w:tc>
        <w:tc>
          <w:tcPr>
            <w:tcW w:w="227" w:type="dxa"/>
            <w:shd w:val="clear" w:color="auto" w:fill="EDEDED" w:themeFill="accent3" w:themeFillTint="33"/>
            <w:noWrap/>
          </w:tcPr>
          <w:p w14:paraId="716656ED" w14:textId="77777777" w:rsidR="00843070" w:rsidRDefault="00843070" w:rsidP="00121FB9">
            <w:pPr>
              <w:pStyle w:val="TabNumeri"/>
            </w:pPr>
          </w:p>
        </w:tc>
        <w:tc>
          <w:tcPr>
            <w:tcW w:w="680" w:type="dxa"/>
            <w:shd w:val="clear" w:color="auto" w:fill="EDEDED" w:themeFill="accent3" w:themeFillTint="33"/>
            <w:noWrap/>
            <w:hideMark/>
          </w:tcPr>
          <w:p w14:paraId="7E21AEBD" w14:textId="77777777" w:rsidR="00843070" w:rsidRDefault="00843070" w:rsidP="00121FB9">
            <w:pPr>
              <w:pStyle w:val="TabNumeri"/>
            </w:pPr>
            <w:r>
              <w:t>n.d.</w:t>
            </w:r>
          </w:p>
        </w:tc>
        <w:tc>
          <w:tcPr>
            <w:tcW w:w="228" w:type="dxa"/>
            <w:shd w:val="clear" w:color="auto" w:fill="EDEDED" w:themeFill="accent3" w:themeFillTint="33"/>
          </w:tcPr>
          <w:p w14:paraId="6D39978C" w14:textId="77777777" w:rsidR="00843070" w:rsidRDefault="00843070" w:rsidP="00121FB9">
            <w:pPr>
              <w:pStyle w:val="TabNumeri"/>
            </w:pPr>
          </w:p>
        </w:tc>
        <w:tc>
          <w:tcPr>
            <w:tcW w:w="113" w:type="dxa"/>
            <w:shd w:val="clear" w:color="auto" w:fill="EDEDED" w:themeFill="accent3" w:themeFillTint="33"/>
            <w:noWrap/>
          </w:tcPr>
          <w:p w14:paraId="5577BEAF" w14:textId="77777777" w:rsidR="00843070" w:rsidRDefault="00843070" w:rsidP="00121FB9">
            <w:pPr>
              <w:pStyle w:val="TabNumeri"/>
            </w:pPr>
          </w:p>
        </w:tc>
        <w:tc>
          <w:tcPr>
            <w:tcW w:w="680" w:type="dxa"/>
            <w:shd w:val="clear" w:color="auto" w:fill="EDEDED" w:themeFill="accent3" w:themeFillTint="33"/>
            <w:hideMark/>
          </w:tcPr>
          <w:p w14:paraId="6DDB1DE8" w14:textId="77777777" w:rsidR="00843070" w:rsidRDefault="00843070" w:rsidP="00121FB9">
            <w:pPr>
              <w:pStyle w:val="TabNumeri"/>
            </w:pPr>
            <w:r>
              <w:t>-2,1</w:t>
            </w:r>
          </w:p>
        </w:tc>
        <w:tc>
          <w:tcPr>
            <w:tcW w:w="228" w:type="dxa"/>
            <w:shd w:val="clear" w:color="auto" w:fill="EDEDED" w:themeFill="accent3" w:themeFillTint="33"/>
            <w:noWrap/>
          </w:tcPr>
          <w:p w14:paraId="0A17416C" w14:textId="77777777" w:rsidR="00843070" w:rsidRDefault="00843070" w:rsidP="00121FB9">
            <w:pPr>
              <w:pStyle w:val="TabNumeri"/>
            </w:pPr>
          </w:p>
        </w:tc>
        <w:tc>
          <w:tcPr>
            <w:tcW w:w="510" w:type="dxa"/>
            <w:shd w:val="clear" w:color="auto" w:fill="EDEDED" w:themeFill="accent3" w:themeFillTint="33"/>
            <w:noWrap/>
            <w:hideMark/>
          </w:tcPr>
          <w:p w14:paraId="393594B1" w14:textId="77777777" w:rsidR="00843070" w:rsidRDefault="00843070" w:rsidP="00121FB9">
            <w:pPr>
              <w:pStyle w:val="TabNumeri"/>
            </w:pPr>
            <w:r>
              <w:t>-0,2</w:t>
            </w:r>
          </w:p>
        </w:tc>
        <w:tc>
          <w:tcPr>
            <w:tcW w:w="398" w:type="dxa"/>
            <w:shd w:val="clear" w:color="auto" w:fill="EDEDED" w:themeFill="accent3" w:themeFillTint="33"/>
            <w:noWrap/>
            <w:hideMark/>
          </w:tcPr>
          <w:p w14:paraId="57961694" w14:textId="77777777" w:rsidR="00843070" w:rsidRDefault="00843070" w:rsidP="00121FB9">
            <w:pPr>
              <w:pStyle w:val="TabNumeri"/>
            </w:pPr>
            <w:r>
              <w:t>[8]</w:t>
            </w:r>
          </w:p>
        </w:tc>
        <w:tc>
          <w:tcPr>
            <w:tcW w:w="680" w:type="dxa"/>
            <w:shd w:val="clear" w:color="auto" w:fill="EDEDED" w:themeFill="accent3" w:themeFillTint="33"/>
            <w:noWrap/>
            <w:hideMark/>
          </w:tcPr>
          <w:p w14:paraId="33ED0229" w14:textId="77777777" w:rsidR="00843070" w:rsidRDefault="00843070" w:rsidP="00121FB9">
            <w:pPr>
              <w:pStyle w:val="TabNumeri"/>
            </w:pPr>
            <w:r>
              <w:t>n.d.</w:t>
            </w:r>
          </w:p>
        </w:tc>
        <w:tc>
          <w:tcPr>
            <w:tcW w:w="227" w:type="dxa"/>
            <w:shd w:val="clear" w:color="auto" w:fill="EDEDED" w:themeFill="accent3" w:themeFillTint="33"/>
            <w:noWrap/>
          </w:tcPr>
          <w:p w14:paraId="2678A2EE" w14:textId="77777777" w:rsidR="00843070" w:rsidRDefault="00843070" w:rsidP="00121FB9">
            <w:pPr>
              <w:pStyle w:val="TabNumeri"/>
            </w:pPr>
          </w:p>
        </w:tc>
        <w:tc>
          <w:tcPr>
            <w:tcW w:w="680" w:type="dxa"/>
            <w:shd w:val="clear" w:color="auto" w:fill="EDEDED" w:themeFill="accent3" w:themeFillTint="33"/>
            <w:noWrap/>
            <w:hideMark/>
          </w:tcPr>
          <w:p w14:paraId="7D0F5B99" w14:textId="77777777" w:rsidR="00843070" w:rsidRDefault="00843070" w:rsidP="00121FB9">
            <w:pPr>
              <w:pStyle w:val="TabNumeri"/>
            </w:pPr>
            <w:r>
              <w:t>n.d.</w:t>
            </w:r>
          </w:p>
        </w:tc>
        <w:tc>
          <w:tcPr>
            <w:tcW w:w="227" w:type="dxa"/>
            <w:shd w:val="clear" w:color="auto" w:fill="EDEDED" w:themeFill="accent3" w:themeFillTint="33"/>
            <w:noWrap/>
          </w:tcPr>
          <w:p w14:paraId="513A064D" w14:textId="77777777" w:rsidR="00843070" w:rsidRDefault="00843070" w:rsidP="00121FB9">
            <w:pPr>
              <w:pStyle w:val="TabNumeri"/>
            </w:pPr>
          </w:p>
        </w:tc>
      </w:tr>
      <w:tr w:rsidR="00843070" w14:paraId="733CCD8E" w14:textId="77777777" w:rsidTr="00121FB9">
        <w:trPr>
          <w:cantSplit/>
          <w:trHeight w:val="255"/>
        </w:trPr>
        <w:tc>
          <w:tcPr>
            <w:tcW w:w="1986" w:type="dxa"/>
            <w:noWrap/>
            <w:hideMark/>
          </w:tcPr>
          <w:p w14:paraId="27E7B38C" w14:textId="77777777" w:rsidR="00843070" w:rsidRDefault="00843070" w:rsidP="00121FB9">
            <w:pPr>
              <w:pStyle w:val="TabEtichette"/>
            </w:pPr>
            <w:r>
              <w:t>Indebitamento A. P. [b]</w:t>
            </w:r>
          </w:p>
        </w:tc>
        <w:tc>
          <w:tcPr>
            <w:tcW w:w="680" w:type="dxa"/>
            <w:noWrap/>
            <w:hideMark/>
          </w:tcPr>
          <w:p w14:paraId="7EDFD10E" w14:textId="77777777" w:rsidR="00843070" w:rsidRDefault="00843070" w:rsidP="00121FB9">
            <w:pPr>
              <w:pStyle w:val="TabNumeri"/>
            </w:pPr>
            <w:r>
              <w:t>11,1</w:t>
            </w:r>
          </w:p>
        </w:tc>
        <w:tc>
          <w:tcPr>
            <w:tcW w:w="228" w:type="dxa"/>
            <w:noWrap/>
          </w:tcPr>
          <w:p w14:paraId="6B640610" w14:textId="77777777" w:rsidR="00843070" w:rsidRDefault="00843070" w:rsidP="00121FB9">
            <w:pPr>
              <w:pStyle w:val="TabNumeri"/>
            </w:pPr>
          </w:p>
        </w:tc>
        <w:tc>
          <w:tcPr>
            <w:tcW w:w="510" w:type="dxa"/>
            <w:noWrap/>
            <w:hideMark/>
          </w:tcPr>
          <w:p w14:paraId="774976F1" w14:textId="77777777" w:rsidR="00843070" w:rsidRDefault="00843070" w:rsidP="00121FB9">
            <w:pPr>
              <w:pStyle w:val="TabNumeri"/>
            </w:pPr>
            <w:r>
              <w:t>9,8</w:t>
            </w:r>
          </w:p>
        </w:tc>
        <w:tc>
          <w:tcPr>
            <w:tcW w:w="398" w:type="dxa"/>
            <w:noWrap/>
            <w:hideMark/>
          </w:tcPr>
          <w:p w14:paraId="5864E161" w14:textId="77777777" w:rsidR="00843070" w:rsidRDefault="00843070" w:rsidP="00121FB9">
            <w:pPr>
              <w:pStyle w:val="TabNumeri"/>
            </w:pPr>
            <w:r>
              <w:t>[7]</w:t>
            </w:r>
          </w:p>
        </w:tc>
        <w:tc>
          <w:tcPr>
            <w:tcW w:w="680" w:type="dxa"/>
            <w:noWrap/>
            <w:hideMark/>
          </w:tcPr>
          <w:p w14:paraId="31271A62" w14:textId="77777777" w:rsidR="00843070" w:rsidRDefault="00843070" w:rsidP="00121FB9">
            <w:pPr>
              <w:pStyle w:val="TabNumeri"/>
            </w:pPr>
            <w:r>
              <w:t>-11,2</w:t>
            </w:r>
          </w:p>
        </w:tc>
        <w:tc>
          <w:tcPr>
            <w:tcW w:w="227" w:type="dxa"/>
            <w:noWrap/>
          </w:tcPr>
          <w:p w14:paraId="442BFAC4" w14:textId="77777777" w:rsidR="00843070" w:rsidRDefault="00843070" w:rsidP="00121FB9">
            <w:pPr>
              <w:pStyle w:val="TabNumeri"/>
            </w:pPr>
          </w:p>
        </w:tc>
        <w:tc>
          <w:tcPr>
            <w:tcW w:w="680" w:type="dxa"/>
            <w:noWrap/>
            <w:hideMark/>
          </w:tcPr>
          <w:p w14:paraId="664010E2" w14:textId="77777777" w:rsidR="00843070" w:rsidRDefault="00843070" w:rsidP="00121FB9">
            <w:pPr>
              <w:pStyle w:val="TabNumeri"/>
            </w:pPr>
            <w:r>
              <w:t>-12,8</w:t>
            </w:r>
          </w:p>
        </w:tc>
        <w:tc>
          <w:tcPr>
            <w:tcW w:w="228" w:type="dxa"/>
          </w:tcPr>
          <w:p w14:paraId="42D4AC95" w14:textId="77777777" w:rsidR="00843070" w:rsidRDefault="00843070" w:rsidP="00121FB9">
            <w:pPr>
              <w:pStyle w:val="TabNumeri"/>
            </w:pPr>
          </w:p>
        </w:tc>
        <w:tc>
          <w:tcPr>
            <w:tcW w:w="113" w:type="dxa"/>
            <w:noWrap/>
          </w:tcPr>
          <w:p w14:paraId="73ED9AFB" w14:textId="77777777" w:rsidR="00843070" w:rsidRDefault="00843070" w:rsidP="00121FB9">
            <w:pPr>
              <w:pStyle w:val="TabNumeri"/>
            </w:pPr>
          </w:p>
        </w:tc>
        <w:tc>
          <w:tcPr>
            <w:tcW w:w="680" w:type="dxa"/>
            <w:hideMark/>
          </w:tcPr>
          <w:p w14:paraId="7D5F7AA1" w14:textId="77777777" w:rsidR="00843070" w:rsidRDefault="00843070" w:rsidP="00121FB9">
            <w:pPr>
              <w:pStyle w:val="TabNumeri"/>
            </w:pPr>
            <w:r>
              <w:t>5,6</w:t>
            </w:r>
          </w:p>
        </w:tc>
        <w:tc>
          <w:tcPr>
            <w:tcW w:w="228" w:type="dxa"/>
            <w:noWrap/>
          </w:tcPr>
          <w:p w14:paraId="52F05E9C" w14:textId="77777777" w:rsidR="00843070" w:rsidRDefault="00843070" w:rsidP="00121FB9">
            <w:pPr>
              <w:pStyle w:val="TabNumeri"/>
            </w:pPr>
          </w:p>
        </w:tc>
        <w:tc>
          <w:tcPr>
            <w:tcW w:w="510" w:type="dxa"/>
            <w:noWrap/>
            <w:hideMark/>
          </w:tcPr>
          <w:p w14:paraId="6A6A64B4" w14:textId="77777777" w:rsidR="00843070" w:rsidRDefault="00843070" w:rsidP="00121FB9">
            <w:pPr>
              <w:pStyle w:val="TabNumeri"/>
            </w:pPr>
            <w:r>
              <w:t>4,9</w:t>
            </w:r>
          </w:p>
        </w:tc>
        <w:tc>
          <w:tcPr>
            <w:tcW w:w="398" w:type="dxa"/>
            <w:noWrap/>
            <w:hideMark/>
          </w:tcPr>
          <w:p w14:paraId="0EA64C06" w14:textId="77777777" w:rsidR="00843070" w:rsidRDefault="00843070" w:rsidP="00121FB9">
            <w:pPr>
              <w:pStyle w:val="TabNumeri"/>
            </w:pPr>
            <w:r>
              <w:t>[7]</w:t>
            </w:r>
          </w:p>
        </w:tc>
        <w:tc>
          <w:tcPr>
            <w:tcW w:w="680" w:type="dxa"/>
            <w:noWrap/>
            <w:hideMark/>
          </w:tcPr>
          <w:p w14:paraId="1CBF349C" w14:textId="77777777" w:rsidR="00843070" w:rsidRDefault="00843070" w:rsidP="00121FB9">
            <w:pPr>
              <w:pStyle w:val="TabNumeri"/>
            </w:pPr>
            <w:r>
              <w:t>-6,8</w:t>
            </w:r>
          </w:p>
        </w:tc>
        <w:tc>
          <w:tcPr>
            <w:tcW w:w="227" w:type="dxa"/>
            <w:noWrap/>
          </w:tcPr>
          <w:p w14:paraId="6E520183" w14:textId="77777777" w:rsidR="00843070" w:rsidRDefault="00843070" w:rsidP="00121FB9">
            <w:pPr>
              <w:pStyle w:val="TabNumeri"/>
            </w:pPr>
          </w:p>
        </w:tc>
        <w:tc>
          <w:tcPr>
            <w:tcW w:w="680" w:type="dxa"/>
            <w:noWrap/>
            <w:hideMark/>
          </w:tcPr>
          <w:p w14:paraId="5B10EB4F" w14:textId="77777777" w:rsidR="00843070" w:rsidRDefault="00843070" w:rsidP="00121FB9">
            <w:pPr>
              <w:pStyle w:val="TabNumeri"/>
            </w:pPr>
            <w:r>
              <w:t>-9,7</w:t>
            </w:r>
          </w:p>
        </w:tc>
        <w:tc>
          <w:tcPr>
            <w:tcW w:w="227" w:type="dxa"/>
            <w:noWrap/>
          </w:tcPr>
          <w:p w14:paraId="3320251E" w14:textId="77777777" w:rsidR="00843070" w:rsidRDefault="00843070" w:rsidP="00121FB9">
            <w:pPr>
              <w:pStyle w:val="TabNumeri"/>
            </w:pPr>
          </w:p>
        </w:tc>
      </w:tr>
      <w:tr w:rsidR="00843070" w14:paraId="2F04F860" w14:textId="77777777" w:rsidTr="00121FB9">
        <w:trPr>
          <w:cantSplit/>
          <w:trHeight w:val="255"/>
        </w:trPr>
        <w:tc>
          <w:tcPr>
            <w:tcW w:w="1986" w:type="dxa"/>
            <w:tcBorders>
              <w:top w:val="nil"/>
              <w:left w:val="nil"/>
              <w:bottom w:val="single" w:sz="4" w:space="0" w:color="833C0B" w:themeColor="accent2" w:themeShade="80"/>
              <w:right w:val="nil"/>
            </w:tcBorders>
            <w:shd w:val="clear" w:color="auto" w:fill="EDEDED" w:themeFill="accent3" w:themeFillTint="33"/>
            <w:noWrap/>
            <w:hideMark/>
          </w:tcPr>
          <w:p w14:paraId="7EA6C2BC" w14:textId="77777777" w:rsidR="00843070" w:rsidRDefault="00843070" w:rsidP="00121FB9">
            <w:pPr>
              <w:pStyle w:val="TabEtichette"/>
            </w:pPr>
            <w:r>
              <w:t>Debito A. Pubblica [b]</w:t>
            </w:r>
          </w:p>
        </w:tc>
        <w:tc>
          <w:tcPr>
            <w:tcW w:w="680" w:type="dxa"/>
            <w:tcBorders>
              <w:top w:val="nil"/>
              <w:left w:val="nil"/>
              <w:bottom w:val="single" w:sz="4" w:space="0" w:color="833C0B" w:themeColor="accent2" w:themeShade="80"/>
              <w:right w:val="nil"/>
            </w:tcBorders>
            <w:shd w:val="clear" w:color="auto" w:fill="EDEDED" w:themeFill="accent3" w:themeFillTint="33"/>
            <w:noWrap/>
            <w:hideMark/>
          </w:tcPr>
          <w:p w14:paraId="5E8993C4" w14:textId="77777777" w:rsidR="00843070" w:rsidRDefault="00843070" w:rsidP="00121FB9">
            <w:pPr>
              <w:pStyle w:val="TabNumeri"/>
            </w:pPr>
            <w:r>
              <w:t>158,9</w:t>
            </w:r>
          </w:p>
        </w:tc>
        <w:tc>
          <w:tcPr>
            <w:tcW w:w="228" w:type="dxa"/>
            <w:tcBorders>
              <w:top w:val="nil"/>
              <w:left w:val="nil"/>
              <w:bottom w:val="single" w:sz="4" w:space="0" w:color="833C0B" w:themeColor="accent2" w:themeShade="80"/>
              <w:right w:val="nil"/>
            </w:tcBorders>
            <w:shd w:val="clear" w:color="auto" w:fill="EDEDED" w:themeFill="accent3" w:themeFillTint="33"/>
            <w:noWrap/>
          </w:tcPr>
          <w:p w14:paraId="5EF6AE94" w14:textId="77777777" w:rsidR="00843070" w:rsidRDefault="00843070" w:rsidP="00121FB9">
            <w:pPr>
              <w:pStyle w:val="TabNumeri"/>
            </w:pPr>
          </w:p>
        </w:tc>
        <w:tc>
          <w:tcPr>
            <w:tcW w:w="510" w:type="dxa"/>
            <w:tcBorders>
              <w:top w:val="nil"/>
              <w:left w:val="nil"/>
              <w:bottom w:val="single" w:sz="4" w:space="0" w:color="833C0B" w:themeColor="accent2" w:themeShade="80"/>
              <w:right w:val="nil"/>
            </w:tcBorders>
            <w:shd w:val="clear" w:color="auto" w:fill="EDEDED" w:themeFill="accent3" w:themeFillTint="33"/>
            <w:noWrap/>
            <w:hideMark/>
          </w:tcPr>
          <w:p w14:paraId="38943E94" w14:textId="77777777" w:rsidR="00843070" w:rsidRDefault="00843070" w:rsidP="00121FB9">
            <w:pPr>
              <w:pStyle w:val="TabNumeri"/>
            </w:pPr>
            <w:r>
              <w:t>155,4</w:t>
            </w:r>
          </w:p>
        </w:tc>
        <w:tc>
          <w:tcPr>
            <w:tcW w:w="398" w:type="dxa"/>
            <w:tcBorders>
              <w:top w:val="nil"/>
              <w:left w:val="nil"/>
              <w:bottom w:val="single" w:sz="4" w:space="0" w:color="833C0B" w:themeColor="accent2" w:themeShade="80"/>
              <w:right w:val="nil"/>
            </w:tcBorders>
            <w:shd w:val="clear" w:color="auto" w:fill="EDEDED" w:themeFill="accent3" w:themeFillTint="33"/>
            <w:noWrap/>
            <w:hideMark/>
          </w:tcPr>
          <w:p w14:paraId="2A31934D" w14:textId="77777777" w:rsidR="00843070" w:rsidRDefault="00843070" w:rsidP="00121FB9">
            <w:pPr>
              <w:pStyle w:val="TabNumeri"/>
            </w:pPr>
            <w:r>
              <w:t>[7]</w:t>
            </w:r>
          </w:p>
        </w:tc>
        <w:tc>
          <w:tcPr>
            <w:tcW w:w="680" w:type="dxa"/>
            <w:tcBorders>
              <w:top w:val="nil"/>
              <w:left w:val="nil"/>
              <w:bottom w:val="single" w:sz="4" w:space="0" w:color="833C0B" w:themeColor="accent2" w:themeShade="80"/>
              <w:right w:val="nil"/>
            </w:tcBorders>
            <w:shd w:val="clear" w:color="auto" w:fill="EDEDED" w:themeFill="accent3" w:themeFillTint="33"/>
            <w:noWrap/>
            <w:hideMark/>
          </w:tcPr>
          <w:p w14:paraId="4AECBB27" w14:textId="77777777" w:rsidR="00843070" w:rsidRDefault="00843070" w:rsidP="00121FB9">
            <w:pPr>
              <w:pStyle w:val="TabNumeri"/>
            </w:pPr>
            <w:r>
              <w:t>158,2</w:t>
            </w:r>
          </w:p>
        </w:tc>
        <w:tc>
          <w:tcPr>
            <w:tcW w:w="227" w:type="dxa"/>
            <w:tcBorders>
              <w:top w:val="nil"/>
              <w:left w:val="nil"/>
              <w:bottom w:val="single" w:sz="4" w:space="0" w:color="833C0B" w:themeColor="accent2" w:themeShade="80"/>
              <w:right w:val="nil"/>
            </w:tcBorders>
            <w:shd w:val="clear" w:color="auto" w:fill="EDEDED" w:themeFill="accent3" w:themeFillTint="33"/>
            <w:noWrap/>
          </w:tcPr>
          <w:p w14:paraId="76D49A43" w14:textId="77777777" w:rsidR="00843070" w:rsidRDefault="00843070" w:rsidP="00121FB9">
            <w:pPr>
              <w:pStyle w:val="TabNumeri"/>
            </w:pPr>
          </w:p>
        </w:tc>
        <w:tc>
          <w:tcPr>
            <w:tcW w:w="680" w:type="dxa"/>
            <w:tcBorders>
              <w:top w:val="nil"/>
              <w:left w:val="nil"/>
              <w:bottom w:val="single" w:sz="4" w:space="0" w:color="833C0B" w:themeColor="accent2" w:themeShade="80"/>
              <w:right w:val="nil"/>
            </w:tcBorders>
            <w:shd w:val="clear" w:color="auto" w:fill="EDEDED" w:themeFill="accent3" w:themeFillTint="33"/>
            <w:noWrap/>
            <w:hideMark/>
          </w:tcPr>
          <w:p w14:paraId="552EE709" w14:textId="77777777" w:rsidR="00843070" w:rsidRDefault="00843070" w:rsidP="00121FB9">
            <w:pPr>
              <w:pStyle w:val="TabNumeri"/>
            </w:pPr>
            <w:r>
              <w:t>169,9</w:t>
            </w:r>
          </w:p>
        </w:tc>
        <w:tc>
          <w:tcPr>
            <w:tcW w:w="228" w:type="dxa"/>
            <w:tcBorders>
              <w:top w:val="nil"/>
              <w:left w:val="nil"/>
              <w:bottom w:val="single" w:sz="4" w:space="0" w:color="833C0B" w:themeColor="accent2" w:themeShade="80"/>
              <w:right w:val="nil"/>
            </w:tcBorders>
            <w:shd w:val="clear" w:color="auto" w:fill="EDEDED" w:themeFill="accent3" w:themeFillTint="33"/>
          </w:tcPr>
          <w:p w14:paraId="0362374A" w14:textId="77777777" w:rsidR="00843070" w:rsidRDefault="00843070" w:rsidP="00121FB9">
            <w:pPr>
              <w:pStyle w:val="TabNumeri"/>
            </w:pPr>
          </w:p>
        </w:tc>
        <w:tc>
          <w:tcPr>
            <w:tcW w:w="113" w:type="dxa"/>
            <w:tcBorders>
              <w:top w:val="nil"/>
              <w:left w:val="nil"/>
              <w:bottom w:val="single" w:sz="4" w:space="0" w:color="833C0B" w:themeColor="accent2" w:themeShade="80"/>
              <w:right w:val="nil"/>
            </w:tcBorders>
            <w:shd w:val="clear" w:color="auto" w:fill="EDEDED" w:themeFill="accent3" w:themeFillTint="33"/>
            <w:noWrap/>
          </w:tcPr>
          <w:p w14:paraId="69EFBE63" w14:textId="77777777" w:rsidR="00843070" w:rsidRDefault="00843070" w:rsidP="00121FB9">
            <w:pPr>
              <w:pStyle w:val="TabNumeri"/>
            </w:pPr>
          </w:p>
        </w:tc>
        <w:tc>
          <w:tcPr>
            <w:tcW w:w="680" w:type="dxa"/>
            <w:tcBorders>
              <w:top w:val="nil"/>
              <w:left w:val="nil"/>
              <w:bottom w:val="single" w:sz="4" w:space="0" w:color="833C0B" w:themeColor="accent2" w:themeShade="80"/>
              <w:right w:val="nil"/>
            </w:tcBorders>
            <w:shd w:val="clear" w:color="auto" w:fill="EDEDED" w:themeFill="accent3" w:themeFillTint="33"/>
            <w:hideMark/>
          </w:tcPr>
          <w:p w14:paraId="2D67D81F" w14:textId="77777777" w:rsidR="00843070" w:rsidRDefault="00843070" w:rsidP="00121FB9">
            <w:pPr>
              <w:pStyle w:val="TabNumeri"/>
            </w:pPr>
            <w:r>
              <w:t>153,6</w:t>
            </w:r>
          </w:p>
        </w:tc>
        <w:tc>
          <w:tcPr>
            <w:tcW w:w="228" w:type="dxa"/>
            <w:tcBorders>
              <w:top w:val="nil"/>
              <w:left w:val="nil"/>
              <w:bottom w:val="single" w:sz="4" w:space="0" w:color="833C0B" w:themeColor="accent2" w:themeShade="80"/>
              <w:right w:val="nil"/>
            </w:tcBorders>
            <w:shd w:val="clear" w:color="auto" w:fill="EDEDED" w:themeFill="accent3" w:themeFillTint="33"/>
            <w:noWrap/>
          </w:tcPr>
          <w:p w14:paraId="03DAF648" w14:textId="77777777" w:rsidR="00843070" w:rsidRDefault="00843070" w:rsidP="00121FB9">
            <w:pPr>
              <w:pStyle w:val="TabNumeri"/>
            </w:pPr>
          </w:p>
        </w:tc>
        <w:tc>
          <w:tcPr>
            <w:tcW w:w="510" w:type="dxa"/>
            <w:tcBorders>
              <w:top w:val="nil"/>
              <w:left w:val="nil"/>
              <w:bottom w:val="single" w:sz="4" w:space="0" w:color="833C0B" w:themeColor="accent2" w:themeShade="80"/>
              <w:right w:val="nil"/>
            </w:tcBorders>
            <w:shd w:val="clear" w:color="auto" w:fill="EDEDED" w:themeFill="accent3" w:themeFillTint="33"/>
            <w:noWrap/>
            <w:hideMark/>
          </w:tcPr>
          <w:p w14:paraId="0226D38B" w14:textId="77777777" w:rsidR="00843070" w:rsidRDefault="00843070" w:rsidP="00121FB9">
            <w:pPr>
              <w:pStyle w:val="TabNumeri"/>
            </w:pPr>
            <w:r>
              <w:t>153,0</w:t>
            </w:r>
          </w:p>
        </w:tc>
        <w:tc>
          <w:tcPr>
            <w:tcW w:w="398" w:type="dxa"/>
            <w:tcBorders>
              <w:top w:val="nil"/>
              <w:left w:val="nil"/>
              <w:bottom w:val="single" w:sz="4" w:space="0" w:color="833C0B" w:themeColor="accent2" w:themeShade="80"/>
              <w:right w:val="nil"/>
            </w:tcBorders>
            <w:shd w:val="clear" w:color="auto" w:fill="EDEDED" w:themeFill="accent3" w:themeFillTint="33"/>
            <w:noWrap/>
            <w:hideMark/>
          </w:tcPr>
          <w:p w14:paraId="268E357E" w14:textId="77777777" w:rsidR="00843070" w:rsidRDefault="00843070" w:rsidP="00121FB9">
            <w:pPr>
              <w:pStyle w:val="TabNumeri"/>
            </w:pPr>
            <w:r>
              <w:t>[7]</w:t>
            </w:r>
          </w:p>
        </w:tc>
        <w:tc>
          <w:tcPr>
            <w:tcW w:w="680" w:type="dxa"/>
            <w:tcBorders>
              <w:top w:val="nil"/>
              <w:left w:val="nil"/>
              <w:bottom w:val="single" w:sz="4" w:space="0" w:color="833C0B" w:themeColor="accent2" w:themeShade="80"/>
              <w:right w:val="nil"/>
            </w:tcBorders>
            <w:shd w:val="clear" w:color="auto" w:fill="EDEDED" w:themeFill="accent3" w:themeFillTint="33"/>
            <w:noWrap/>
            <w:hideMark/>
          </w:tcPr>
          <w:p w14:paraId="38A6ECE1" w14:textId="77777777" w:rsidR="00843070" w:rsidRDefault="00843070" w:rsidP="00121FB9">
            <w:pPr>
              <w:pStyle w:val="TabNumeri"/>
            </w:pPr>
            <w:r>
              <w:t>152,2</w:t>
            </w:r>
          </w:p>
        </w:tc>
        <w:tc>
          <w:tcPr>
            <w:tcW w:w="227" w:type="dxa"/>
            <w:tcBorders>
              <w:top w:val="nil"/>
              <w:left w:val="nil"/>
              <w:bottom w:val="single" w:sz="4" w:space="0" w:color="833C0B" w:themeColor="accent2" w:themeShade="80"/>
              <w:right w:val="nil"/>
            </w:tcBorders>
            <w:shd w:val="clear" w:color="auto" w:fill="EDEDED" w:themeFill="accent3" w:themeFillTint="33"/>
            <w:noWrap/>
          </w:tcPr>
          <w:p w14:paraId="76DA56DE" w14:textId="77777777" w:rsidR="00843070" w:rsidRDefault="00843070" w:rsidP="00121FB9">
            <w:pPr>
              <w:pStyle w:val="TabNumeri"/>
            </w:pPr>
          </w:p>
        </w:tc>
        <w:tc>
          <w:tcPr>
            <w:tcW w:w="680" w:type="dxa"/>
            <w:tcBorders>
              <w:top w:val="nil"/>
              <w:left w:val="nil"/>
              <w:bottom w:val="single" w:sz="4" w:space="0" w:color="833C0B" w:themeColor="accent2" w:themeShade="80"/>
              <w:right w:val="nil"/>
            </w:tcBorders>
            <w:shd w:val="clear" w:color="auto" w:fill="EDEDED" w:themeFill="accent3" w:themeFillTint="33"/>
            <w:noWrap/>
            <w:hideMark/>
          </w:tcPr>
          <w:p w14:paraId="31436867" w14:textId="77777777" w:rsidR="00843070" w:rsidRDefault="00843070" w:rsidP="00121FB9">
            <w:pPr>
              <w:pStyle w:val="TabNumeri"/>
            </w:pPr>
            <w:r>
              <w:t>165,5</w:t>
            </w:r>
          </w:p>
        </w:tc>
        <w:tc>
          <w:tcPr>
            <w:tcW w:w="227" w:type="dxa"/>
            <w:tcBorders>
              <w:top w:val="nil"/>
              <w:left w:val="nil"/>
              <w:bottom w:val="single" w:sz="4" w:space="0" w:color="833C0B" w:themeColor="accent2" w:themeShade="80"/>
              <w:right w:val="nil"/>
            </w:tcBorders>
            <w:shd w:val="clear" w:color="auto" w:fill="EDEDED" w:themeFill="accent3" w:themeFillTint="33"/>
            <w:noWrap/>
          </w:tcPr>
          <w:p w14:paraId="020904AC" w14:textId="77777777" w:rsidR="00843070" w:rsidRDefault="00843070" w:rsidP="00121FB9">
            <w:pPr>
              <w:pStyle w:val="TabNumeri"/>
            </w:pPr>
          </w:p>
        </w:tc>
      </w:tr>
      <w:tr w:rsidR="00843070" w14:paraId="12D215F7" w14:textId="77777777" w:rsidTr="00121FB9">
        <w:trPr>
          <w:cantSplit/>
          <w:trHeight w:val="255"/>
        </w:trPr>
        <w:tc>
          <w:tcPr>
            <w:tcW w:w="9360" w:type="dxa"/>
            <w:gridSpan w:val="18"/>
            <w:tcBorders>
              <w:top w:val="single" w:sz="4" w:space="0" w:color="833C0B" w:themeColor="accent2" w:themeShade="80"/>
              <w:left w:val="nil"/>
              <w:bottom w:val="nil"/>
              <w:right w:val="nil"/>
            </w:tcBorders>
            <w:noWrap/>
            <w:hideMark/>
          </w:tcPr>
          <w:p w14:paraId="6CB95610" w14:textId="77777777" w:rsidR="00843070" w:rsidRPr="00250494" w:rsidRDefault="00843070" w:rsidP="00121FB9">
            <w:pPr>
              <w:pStyle w:val="TabNoteSuperiori"/>
            </w:pPr>
            <w:r>
              <w:t>[</w:t>
            </w:r>
            <w:r w:rsidRPr="00250494">
              <w:t>a] Tasso percentuale. [b] Percentuale sul Pil. [1] Variazioni del PIL e delle sue componenti stimate su dati trimestrali destagionalizzati e corretti per il numero di giornate. [2] Investment in equipment. [3] Persone. [4] Unità di lavoro standard. [5] Tasso di inflazione armonizzato Ue. [6] Bilancia commerciale (in % del Pil). [7] Promoteia Brief, maggio 2020. [8] Rapporto di previsione, marzo 2020.</w:t>
            </w:r>
          </w:p>
          <w:p w14:paraId="1D2796D4" w14:textId="77777777" w:rsidR="00843070" w:rsidRDefault="00843070" w:rsidP="00121FB9">
            <w:pPr>
              <w:pStyle w:val="TabNoteInferiori"/>
            </w:pPr>
            <w:r w:rsidRPr="00250494">
              <w:t>Fonte Istat, Pil</w:t>
            </w:r>
            <w:r>
              <w:t xml:space="preserve"> e indebitamento AP, Prezzi al consumo, Occupati e disoccupati; Fmi, World Economic Outlook; Europen Commission, European Economic Forecast; Oecd, Economic Outlook; Prometeia, Rapporto di Previsione; Prometeia, Brief.</w:t>
            </w:r>
          </w:p>
        </w:tc>
      </w:tr>
    </w:tbl>
    <w:p w14:paraId="173651F5" w14:textId="53401E7B" w:rsidR="008C1121" w:rsidRPr="00A22BF0" w:rsidRDefault="008C1121" w:rsidP="008C1121">
      <w:r w:rsidRPr="00A22BF0">
        <w:t>In risposta all’emergenza sanitaria ed economica il governo ha introdotto misure di sostegno finanziario alle imprese per evitare fallimenti derivanti da restrizioni del credito e carenza di liquidità. Secondo i dati provvisori di Banca d’Italia, riferiti allo scorso febbraio, prima della consapevolezza della diffusione della pandemia, la crescita del credito al settore privato non finanziario aveva mostrato una leggera ripresa sui 12 mesi (+0,5 per cento). La flessione dei finanziamenti alle società non finanziarie si era alleviata (-1,3 per cento),</w:t>
      </w:r>
      <w:r>
        <w:t xml:space="preserve"> </w:t>
      </w:r>
      <w:r w:rsidRPr="00A22BF0">
        <w:t>per l’attenuarsi della riduzione del credito ai servizi (-0,4 per cento), nonostante un lieve peggioramento per la manifattura (-0,7 per cento) e la gravita della situazione per le costruzioni (-4,1 per cento). Al contrario la crescita del credito alle famiglie si era ulteriormente rafforzata (+2,5 per cento) rispetto a un anno prima. L’impennata del costo della raccolta bancaria, registrato a partire da marzo, è stat</w:t>
      </w:r>
      <w:r>
        <w:t>a</w:t>
      </w:r>
      <w:r w:rsidRPr="00A22BF0">
        <w:t xml:space="preserve"> contenut</w:t>
      </w:r>
      <w:r>
        <w:t>a</w:t>
      </w:r>
      <w:r w:rsidRPr="00A22BF0">
        <w:t xml:space="preserve"> da un crescente ricorso ai finanziamenti dell’Eurosistema a condizioni rese più vantaggiose.</w:t>
      </w:r>
    </w:p>
    <w:p w14:paraId="19F2E3FF" w14:textId="77777777" w:rsidR="008C1121" w:rsidRPr="00A22BF0" w:rsidRDefault="008C1121" w:rsidP="008C1121">
      <w:r w:rsidRPr="00A22BF0">
        <w:t xml:space="preserve">Le misure adottate e previste per fronteggiare la pandemia, i suoi effetti economici e sociali e la recessione, determineranno un brusco innalzamento del rapporto tra deficit pubblico e prodotto interno lordo, che secondo l’Ocse passerà dal buon risultato conseguito nel 2019 (1,6 per cento), a un 11,2 per cento nel 2020, ma addirittura al 12,8 per cento nel caso di un secondo shock. Per il Fondo monetario internazionale il rapporto tra deficit pubblico e Pil toccherà il 12,7 per cento nel 2020, anche senza nessuna ripresa della pandemia. Un peggioramento notevolmente superiore a quello del 2009. Favorite dalla ripresa dell’attività, le attese sono per una parziale riduzione del rapporto tra deficit e Pil nel 2021, che resterà comunque elevato e compreso tra il 6,8 e il 9,7 per cento rispettivamente nelle due ipotesi. </w:t>
      </w:r>
    </w:p>
    <w:p w14:paraId="16217CC4" w14:textId="6CF71892" w:rsidR="008C1121" w:rsidRPr="00A22BF0" w:rsidRDefault="008C1121" w:rsidP="008C1121">
      <w:r w:rsidRPr="00A22BF0">
        <w:t>Il rapporto tra debito pubblico e Pil dovrebbe quindi subire un deciso appesantimento, passando per l’Ocse dal contenimento al 134,8 per cento conseguito nel 2019 al 158,2 per cento nel 2020, per ridursi al 152,2 nel 2021, in assenza di una nuova diffusione del virus. Ma nel caso di un secondo shock il rapporto potrebbe giungere al 169,9 per cento nel 2020, per ridursi al 165,5 nel 2021. Le stime di giugno del FMI, pur non prevedendo un secondo shock, sono comunque prossime a</w:t>
      </w:r>
      <w:r>
        <w:t xml:space="preserve"> </w:t>
      </w:r>
      <w:r w:rsidRPr="00A22BF0">
        <w:t xml:space="preserve">queste ultime: 166.1 per cento nel 2020 e 161.9 per </w:t>
      </w:r>
      <w:r>
        <w:t>c</w:t>
      </w:r>
      <w:r w:rsidRPr="00A22BF0">
        <w:t xml:space="preserve">ento nel 2021. </w:t>
      </w:r>
    </w:p>
    <w:p w14:paraId="1DBC177D" w14:textId="77777777" w:rsidR="008C1121" w:rsidRPr="00A22BF0" w:rsidRDefault="008C1121" w:rsidP="008C1121">
      <w:r w:rsidRPr="00A22BF0">
        <w:t xml:space="preserve">L’interconnessione tra l’elevato debito pubblico e il sistema bancario costituisce il principale rischio per la finanza nazionale. La solidità del sistema creditizio potrebbe essere nuovamente messa a rischio se le difficili condizioni di liquidità delle imprese divenissero condizioni di insolvenza. In questo caso, le garanzie pubbliche fornite determinerebbero un ulteriore aumento dell’indebitamento. Aumentano quindi i potenziali </w:t>
      </w:r>
      <w:r w:rsidRPr="00A22BF0">
        <w:lastRenderedPageBreak/>
        <w:t>rischi associati al nostro debito, che dovranno essere calmierati dalle politiche monetarie della Bce e dall’avvio di un percorso di crescita sostenuta.</w:t>
      </w:r>
    </w:p>
    <w:p w14:paraId="160D098F" w14:textId="77777777" w:rsidR="00DD61D8" w:rsidRDefault="00DD61D8" w:rsidP="00DD61D8">
      <w:pPr>
        <w:pStyle w:val="Titolo2"/>
      </w:pPr>
      <w:r>
        <w:t>X.4.</w:t>
      </w:r>
      <w:r>
        <w:tab/>
      </w:r>
      <w:bookmarkStart w:id="4" w:name="OLE_LINK1"/>
      <w:r>
        <w:t>L’economia regionale</w:t>
      </w:r>
      <w:bookmarkEnd w:id="4"/>
    </w:p>
    <w:p w14:paraId="2F330ACC" w14:textId="77777777" w:rsidR="00DD61D8" w:rsidRDefault="00DD61D8" w:rsidP="00DD61D8">
      <w:pPr>
        <w:pStyle w:val="Titolo4"/>
      </w:pPr>
      <w:r>
        <w:t>Pil e conto economico</w:t>
      </w:r>
    </w:p>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843070" w14:paraId="2154B26A" w14:textId="77777777" w:rsidTr="00121FB9">
        <w:trPr>
          <w:cantSplit/>
        </w:trPr>
        <w:tc>
          <w:tcPr>
            <w:tcW w:w="9356" w:type="dxa"/>
            <w:gridSpan w:val="5"/>
            <w:tcBorders>
              <w:bottom w:val="single" w:sz="4" w:space="0" w:color="800000"/>
            </w:tcBorders>
          </w:tcPr>
          <w:p w14:paraId="2596B2C3" w14:textId="77777777" w:rsidR="00843070" w:rsidRPr="007C570B" w:rsidRDefault="00843070" w:rsidP="00121FB9">
            <w:pPr>
              <w:pStyle w:val="TabTitolo"/>
              <w:ind w:left="1134" w:hanging="1134"/>
            </w:pPr>
            <w:r>
              <w:t>Previsione per l’Emilia-Romagna. Tassi di variazione percentuali</w:t>
            </w:r>
            <w:r w:rsidRPr="007C570B">
              <w:t xml:space="preserve"> su valori </w:t>
            </w:r>
            <w:r>
              <w:t>concatenati, anno di riferim. 2010</w:t>
            </w:r>
          </w:p>
        </w:tc>
      </w:tr>
      <w:tr w:rsidR="00843070" w14:paraId="16B20014" w14:textId="77777777" w:rsidTr="00121FB9">
        <w:trPr>
          <w:cantSplit/>
        </w:trPr>
        <w:tc>
          <w:tcPr>
            <w:tcW w:w="4820" w:type="dxa"/>
            <w:tcBorders>
              <w:bottom w:val="single" w:sz="4" w:space="0" w:color="800000"/>
            </w:tcBorders>
            <w:vAlign w:val="bottom"/>
          </w:tcPr>
          <w:p w14:paraId="494D629A" w14:textId="77777777" w:rsidR="00843070" w:rsidRDefault="00843070" w:rsidP="00121FB9">
            <w:pPr>
              <w:pStyle w:val="TabIntestazioni"/>
              <w:rPr>
                <w:rFonts w:eastAsia="Arial Unicode MS"/>
              </w:rPr>
            </w:pPr>
          </w:p>
        </w:tc>
        <w:tc>
          <w:tcPr>
            <w:tcW w:w="1134" w:type="dxa"/>
            <w:tcBorders>
              <w:bottom w:val="single" w:sz="4" w:space="0" w:color="800000"/>
            </w:tcBorders>
          </w:tcPr>
          <w:p w14:paraId="38CC7C79" w14:textId="77777777" w:rsidR="00843070" w:rsidRPr="0085406E" w:rsidRDefault="00843070" w:rsidP="00121FB9">
            <w:pPr>
              <w:pStyle w:val="TabIntestazioni"/>
              <w:jc w:val="right"/>
            </w:pPr>
            <w:r w:rsidRPr="0085406E">
              <w:t>2018</w:t>
            </w:r>
          </w:p>
        </w:tc>
        <w:tc>
          <w:tcPr>
            <w:tcW w:w="1134" w:type="dxa"/>
            <w:tcBorders>
              <w:bottom w:val="single" w:sz="4" w:space="0" w:color="800000"/>
            </w:tcBorders>
          </w:tcPr>
          <w:p w14:paraId="17CFEF39" w14:textId="77777777" w:rsidR="00843070" w:rsidRPr="0085406E" w:rsidRDefault="00843070" w:rsidP="00121FB9">
            <w:pPr>
              <w:pStyle w:val="TabIntestazioni"/>
              <w:jc w:val="right"/>
            </w:pPr>
            <w:r w:rsidRPr="0085406E">
              <w:t>2019</w:t>
            </w:r>
          </w:p>
        </w:tc>
        <w:tc>
          <w:tcPr>
            <w:tcW w:w="1134" w:type="dxa"/>
            <w:tcBorders>
              <w:bottom w:val="single" w:sz="4" w:space="0" w:color="800000"/>
            </w:tcBorders>
          </w:tcPr>
          <w:p w14:paraId="1F191934" w14:textId="77777777" w:rsidR="00843070" w:rsidRPr="0085406E" w:rsidRDefault="00843070" w:rsidP="00121FB9">
            <w:pPr>
              <w:pStyle w:val="TabIntestazioni"/>
              <w:jc w:val="right"/>
            </w:pPr>
            <w:r w:rsidRPr="0085406E">
              <w:t>20</w:t>
            </w:r>
            <w:r>
              <w:t>20</w:t>
            </w:r>
          </w:p>
        </w:tc>
        <w:tc>
          <w:tcPr>
            <w:tcW w:w="1134" w:type="dxa"/>
            <w:tcBorders>
              <w:bottom w:val="single" w:sz="4" w:space="0" w:color="800000"/>
            </w:tcBorders>
          </w:tcPr>
          <w:p w14:paraId="20E89BE9" w14:textId="77777777" w:rsidR="00843070" w:rsidRPr="0085406E" w:rsidRDefault="00843070" w:rsidP="00121FB9">
            <w:pPr>
              <w:pStyle w:val="TabIntestazioni"/>
              <w:jc w:val="right"/>
            </w:pPr>
            <w:r w:rsidRPr="0085406E">
              <w:t>20</w:t>
            </w:r>
            <w:r>
              <w:t>21</w:t>
            </w:r>
          </w:p>
        </w:tc>
      </w:tr>
      <w:tr w:rsidR="00843070" w14:paraId="7C794759" w14:textId="77777777" w:rsidTr="00121FB9">
        <w:trPr>
          <w:cantSplit/>
          <w:trHeight w:hRule="exact" w:val="57"/>
        </w:trPr>
        <w:tc>
          <w:tcPr>
            <w:tcW w:w="4820" w:type="dxa"/>
            <w:tcBorders>
              <w:top w:val="single" w:sz="4" w:space="0" w:color="800000"/>
            </w:tcBorders>
          </w:tcPr>
          <w:p w14:paraId="45B9CF37" w14:textId="77777777" w:rsidR="00843070" w:rsidRPr="00686A56" w:rsidRDefault="00843070" w:rsidP="00121FB9">
            <w:pPr>
              <w:pStyle w:val="TabEtichette"/>
              <w:rPr>
                <w:rFonts w:eastAsia="Arial Unicode MS"/>
              </w:rPr>
            </w:pPr>
          </w:p>
        </w:tc>
        <w:tc>
          <w:tcPr>
            <w:tcW w:w="1134" w:type="dxa"/>
            <w:tcBorders>
              <w:top w:val="single" w:sz="4" w:space="0" w:color="800000"/>
            </w:tcBorders>
          </w:tcPr>
          <w:p w14:paraId="044F438E" w14:textId="77777777" w:rsidR="00843070" w:rsidRPr="0085406E" w:rsidRDefault="00843070" w:rsidP="00121FB9"/>
        </w:tc>
        <w:tc>
          <w:tcPr>
            <w:tcW w:w="1134" w:type="dxa"/>
            <w:tcBorders>
              <w:top w:val="single" w:sz="4" w:space="0" w:color="800000"/>
            </w:tcBorders>
          </w:tcPr>
          <w:p w14:paraId="6FDF5881" w14:textId="77777777" w:rsidR="00843070" w:rsidRPr="0085406E" w:rsidRDefault="00843070" w:rsidP="00121FB9"/>
        </w:tc>
        <w:tc>
          <w:tcPr>
            <w:tcW w:w="1134" w:type="dxa"/>
            <w:tcBorders>
              <w:top w:val="single" w:sz="4" w:space="0" w:color="800000"/>
            </w:tcBorders>
          </w:tcPr>
          <w:p w14:paraId="6653365C" w14:textId="77777777" w:rsidR="00843070" w:rsidRPr="0085406E" w:rsidRDefault="00843070" w:rsidP="00121FB9"/>
        </w:tc>
        <w:tc>
          <w:tcPr>
            <w:tcW w:w="1134" w:type="dxa"/>
            <w:tcBorders>
              <w:top w:val="single" w:sz="4" w:space="0" w:color="800000"/>
            </w:tcBorders>
          </w:tcPr>
          <w:p w14:paraId="21595E09" w14:textId="77777777" w:rsidR="00843070" w:rsidRPr="0085406E" w:rsidRDefault="00843070" w:rsidP="00121FB9"/>
        </w:tc>
      </w:tr>
      <w:tr w:rsidR="00843070" w14:paraId="1C0A6EBF" w14:textId="77777777" w:rsidTr="00121FB9">
        <w:trPr>
          <w:cantSplit/>
          <w:trHeight w:val="227"/>
        </w:trPr>
        <w:tc>
          <w:tcPr>
            <w:tcW w:w="4820" w:type="dxa"/>
          </w:tcPr>
          <w:p w14:paraId="53B3177E" w14:textId="77777777" w:rsidR="00843070" w:rsidRPr="00F039B7" w:rsidRDefault="00843070" w:rsidP="00121FB9">
            <w:pPr>
              <w:pStyle w:val="TabEtichetteBold"/>
              <w:rPr>
                <w:rFonts w:eastAsia="Arial Unicode MS"/>
              </w:rPr>
            </w:pPr>
            <w:r w:rsidRPr="00F039B7">
              <w:t>Conto economico</w:t>
            </w:r>
          </w:p>
        </w:tc>
        <w:tc>
          <w:tcPr>
            <w:tcW w:w="1134" w:type="dxa"/>
          </w:tcPr>
          <w:p w14:paraId="189927D9" w14:textId="77777777" w:rsidR="00843070" w:rsidRPr="0085406E" w:rsidRDefault="00843070" w:rsidP="00121FB9">
            <w:pPr>
              <w:pStyle w:val="tabnum"/>
            </w:pPr>
          </w:p>
        </w:tc>
        <w:tc>
          <w:tcPr>
            <w:tcW w:w="1134" w:type="dxa"/>
          </w:tcPr>
          <w:p w14:paraId="469A78F6" w14:textId="77777777" w:rsidR="00843070" w:rsidRPr="0085406E" w:rsidRDefault="00843070" w:rsidP="00121FB9">
            <w:pPr>
              <w:pStyle w:val="tabnum"/>
            </w:pPr>
          </w:p>
        </w:tc>
        <w:tc>
          <w:tcPr>
            <w:tcW w:w="1134" w:type="dxa"/>
          </w:tcPr>
          <w:p w14:paraId="2F1F59FF" w14:textId="77777777" w:rsidR="00843070" w:rsidRPr="0085406E" w:rsidRDefault="00843070" w:rsidP="00121FB9">
            <w:pPr>
              <w:pStyle w:val="tabnum"/>
            </w:pPr>
          </w:p>
        </w:tc>
        <w:tc>
          <w:tcPr>
            <w:tcW w:w="1134" w:type="dxa"/>
          </w:tcPr>
          <w:p w14:paraId="60CC634D" w14:textId="77777777" w:rsidR="00843070" w:rsidRPr="0085406E" w:rsidRDefault="00843070" w:rsidP="00121FB9">
            <w:pPr>
              <w:pStyle w:val="tabnum"/>
            </w:pPr>
          </w:p>
        </w:tc>
      </w:tr>
      <w:tr w:rsidR="00843070" w14:paraId="243E9D48" w14:textId="77777777" w:rsidTr="00121FB9">
        <w:trPr>
          <w:cantSplit/>
          <w:trHeight w:val="227"/>
        </w:trPr>
        <w:tc>
          <w:tcPr>
            <w:tcW w:w="4820" w:type="dxa"/>
            <w:shd w:val="clear" w:color="auto" w:fill="DEEAF6" w:themeFill="accent5" w:themeFillTint="33"/>
          </w:tcPr>
          <w:p w14:paraId="57474CD5" w14:textId="77777777" w:rsidR="00843070" w:rsidRDefault="00843070" w:rsidP="00121FB9">
            <w:pPr>
              <w:pStyle w:val="TabEtichette"/>
              <w:rPr>
                <w:rFonts w:eastAsia="Arial Unicode MS"/>
              </w:rPr>
            </w:pPr>
            <w:r>
              <w:t>Prodotto interno lordo</w:t>
            </w:r>
          </w:p>
        </w:tc>
        <w:tc>
          <w:tcPr>
            <w:tcW w:w="1134" w:type="dxa"/>
            <w:shd w:val="clear" w:color="auto" w:fill="DEEAF6" w:themeFill="accent5" w:themeFillTint="33"/>
          </w:tcPr>
          <w:p w14:paraId="655B711A" w14:textId="77777777" w:rsidR="00843070" w:rsidRPr="00AE376F" w:rsidRDefault="00843070" w:rsidP="00121FB9">
            <w:pPr>
              <w:pStyle w:val="TabNumeri"/>
            </w:pPr>
            <w:r w:rsidRPr="00EA6189">
              <w:t>1,7</w:t>
            </w:r>
          </w:p>
        </w:tc>
        <w:tc>
          <w:tcPr>
            <w:tcW w:w="1134" w:type="dxa"/>
            <w:shd w:val="clear" w:color="auto" w:fill="DEEAF6" w:themeFill="accent5" w:themeFillTint="33"/>
          </w:tcPr>
          <w:p w14:paraId="000ED79A" w14:textId="77777777" w:rsidR="00843070" w:rsidRPr="00AE376F" w:rsidRDefault="00843070" w:rsidP="00121FB9">
            <w:pPr>
              <w:pStyle w:val="TabNumeri"/>
            </w:pPr>
            <w:r w:rsidRPr="00EA6189">
              <w:t>0,4</w:t>
            </w:r>
          </w:p>
        </w:tc>
        <w:tc>
          <w:tcPr>
            <w:tcW w:w="1134" w:type="dxa"/>
            <w:shd w:val="clear" w:color="auto" w:fill="DEEAF6" w:themeFill="accent5" w:themeFillTint="33"/>
          </w:tcPr>
          <w:p w14:paraId="5471EAAA" w14:textId="77777777" w:rsidR="00843070" w:rsidRPr="00AE376F" w:rsidRDefault="00843070" w:rsidP="00121FB9">
            <w:pPr>
              <w:pStyle w:val="TabNumeri"/>
            </w:pPr>
            <w:r w:rsidRPr="00EA6189">
              <w:t>-7,0</w:t>
            </w:r>
          </w:p>
        </w:tc>
        <w:tc>
          <w:tcPr>
            <w:tcW w:w="1134" w:type="dxa"/>
            <w:shd w:val="clear" w:color="auto" w:fill="DEEAF6" w:themeFill="accent5" w:themeFillTint="33"/>
          </w:tcPr>
          <w:p w14:paraId="31444CAF" w14:textId="77777777" w:rsidR="00843070" w:rsidRPr="00AE376F" w:rsidRDefault="00843070" w:rsidP="00121FB9">
            <w:pPr>
              <w:pStyle w:val="TabNumeri"/>
            </w:pPr>
            <w:r w:rsidRPr="00EA6189">
              <w:t>3,8</w:t>
            </w:r>
          </w:p>
        </w:tc>
      </w:tr>
      <w:tr w:rsidR="00843070" w14:paraId="64EF8416" w14:textId="77777777" w:rsidTr="00121FB9">
        <w:trPr>
          <w:cantSplit/>
          <w:trHeight w:val="227"/>
        </w:trPr>
        <w:tc>
          <w:tcPr>
            <w:tcW w:w="4820" w:type="dxa"/>
          </w:tcPr>
          <w:p w14:paraId="1124A67B" w14:textId="77777777" w:rsidR="00843070" w:rsidRDefault="00843070" w:rsidP="00121FB9">
            <w:pPr>
              <w:pStyle w:val="TabEtichette"/>
              <w:rPr>
                <w:rFonts w:eastAsia="Arial Unicode MS"/>
              </w:rPr>
            </w:pPr>
            <w:r>
              <w:t xml:space="preserve">Domanda </w:t>
            </w:r>
            <w:proofErr w:type="gramStart"/>
            <w:r>
              <w:t>interna</w:t>
            </w:r>
            <w:r>
              <w:rPr>
                <w:vertAlign w:val="superscript"/>
              </w:rPr>
              <w:t>(</w:t>
            </w:r>
            <w:proofErr w:type="gramEnd"/>
            <w:r>
              <w:rPr>
                <w:vertAlign w:val="superscript"/>
              </w:rPr>
              <w:t>1</w:t>
            </w:r>
            <w:r w:rsidRPr="002F2B82">
              <w:rPr>
                <w:vertAlign w:val="superscript"/>
              </w:rPr>
              <w:t>)</w:t>
            </w:r>
          </w:p>
        </w:tc>
        <w:tc>
          <w:tcPr>
            <w:tcW w:w="1134" w:type="dxa"/>
          </w:tcPr>
          <w:p w14:paraId="46136F8F" w14:textId="77777777" w:rsidR="00843070" w:rsidRPr="00AE376F" w:rsidRDefault="00843070" w:rsidP="00121FB9">
            <w:pPr>
              <w:pStyle w:val="TabNumeri"/>
            </w:pPr>
            <w:r w:rsidRPr="00EA6189">
              <w:t>1,7</w:t>
            </w:r>
          </w:p>
        </w:tc>
        <w:tc>
          <w:tcPr>
            <w:tcW w:w="1134" w:type="dxa"/>
          </w:tcPr>
          <w:p w14:paraId="72ABA799" w14:textId="77777777" w:rsidR="00843070" w:rsidRPr="00AE376F" w:rsidRDefault="00843070" w:rsidP="00121FB9">
            <w:pPr>
              <w:pStyle w:val="TabNumeri"/>
            </w:pPr>
            <w:r w:rsidRPr="00EA6189">
              <w:t>1,1</w:t>
            </w:r>
          </w:p>
        </w:tc>
        <w:tc>
          <w:tcPr>
            <w:tcW w:w="1134" w:type="dxa"/>
          </w:tcPr>
          <w:p w14:paraId="3E4992F1" w14:textId="77777777" w:rsidR="00843070" w:rsidRPr="00AE376F" w:rsidRDefault="00843070" w:rsidP="00121FB9">
            <w:pPr>
              <w:pStyle w:val="TabNumeri"/>
            </w:pPr>
            <w:r w:rsidRPr="00EA6189">
              <w:t>-5,7</w:t>
            </w:r>
          </w:p>
        </w:tc>
        <w:tc>
          <w:tcPr>
            <w:tcW w:w="1134" w:type="dxa"/>
          </w:tcPr>
          <w:p w14:paraId="2796F2DB" w14:textId="77777777" w:rsidR="00843070" w:rsidRPr="00AE376F" w:rsidRDefault="00843070" w:rsidP="00121FB9">
            <w:pPr>
              <w:pStyle w:val="TabNumeri"/>
            </w:pPr>
            <w:r w:rsidRPr="00EA6189">
              <w:t>2,9</w:t>
            </w:r>
          </w:p>
        </w:tc>
      </w:tr>
      <w:tr w:rsidR="00843070" w14:paraId="75296549" w14:textId="77777777" w:rsidTr="00121FB9">
        <w:trPr>
          <w:cantSplit/>
          <w:trHeight w:val="227"/>
        </w:trPr>
        <w:tc>
          <w:tcPr>
            <w:tcW w:w="4820" w:type="dxa"/>
            <w:shd w:val="clear" w:color="auto" w:fill="DEEAF6" w:themeFill="accent5" w:themeFillTint="33"/>
          </w:tcPr>
          <w:p w14:paraId="53AB399A" w14:textId="77777777" w:rsidR="00843070" w:rsidRDefault="00843070" w:rsidP="00121FB9">
            <w:pPr>
              <w:pStyle w:val="TabEtichette"/>
              <w:rPr>
                <w:rFonts w:eastAsia="Arial Unicode MS"/>
              </w:rPr>
            </w:pPr>
            <w:r>
              <w:t xml:space="preserve">   Consumi delle famiglie</w:t>
            </w:r>
          </w:p>
        </w:tc>
        <w:tc>
          <w:tcPr>
            <w:tcW w:w="1134" w:type="dxa"/>
            <w:shd w:val="clear" w:color="auto" w:fill="DEEAF6" w:themeFill="accent5" w:themeFillTint="33"/>
          </w:tcPr>
          <w:p w14:paraId="6ACD9B37" w14:textId="77777777" w:rsidR="00843070" w:rsidRPr="00AE376F" w:rsidRDefault="00843070" w:rsidP="00121FB9">
            <w:pPr>
              <w:pStyle w:val="TabNumeri"/>
            </w:pPr>
            <w:r w:rsidRPr="00EA6189">
              <w:t>0,9</w:t>
            </w:r>
          </w:p>
        </w:tc>
        <w:tc>
          <w:tcPr>
            <w:tcW w:w="1134" w:type="dxa"/>
            <w:shd w:val="clear" w:color="auto" w:fill="DEEAF6" w:themeFill="accent5" w:themeFillTint="33"/>
          </w:tcPr>
          <w:p w14:paraId="6CC877C0" w14:textId="77777777" w:rsidR="00843070" w:rsidRPr="00AE376F" w:rsidRDefault="00843070" w:rsidP="00121FB9">
            <w:pPr>
              <w:pStyle w:val="TabNumeri"/>
            </w:pPr>
            <w:r w:rsidRPr="00EA6189">
              <w:t>0,8</w:t>
            </w:r>
          </w:p>
        </w:tc>
        <w:tc>
          <w:tcPr>
            <w:tcW w:w="1134" w:type="dxa"/>
            <w:shd w:val="clear" w:color="auto" w:fill="DEEAF6" w:themeFill="accent5" w:themeFillTint="33"/>
          </w:tcPr>
          <w:p w14:paraId="61A6FACE" w14:textId="77777777" w:rsidR="00843070" w:rsidRPr="00AE376F" w:rsidRDefault="00843070" w:rsidP="00121FB9">
            <w:pPr>
              <w:pStyle w:val="TabNumeri"/>
            </w:pPr>
            <w:r w:rsidRPr="00EA6189">
              <w:t>-5,2</w:t>
            </w:r>
          </w:p>
        </w:tc>
        <w:tc>
          <w:tcPr>
            <w:tcW w:w="1134" w:type="dxa"/>
            <w:shd w:val="clear" w:color="auto" w:fill="DEEAF6" w:themeFill="accent5" w:themeFillTint="33"/>
          </w:tcPr>
          <w:p w14:paraId="5DF0ACFE" w14:textId="77777777" w:rsidR="00843070" w:rsidRPr="00AE376F" w:rsidRDefault="00843070" w:rsidP="00121FB9">
            <w:pPr>
              <w:pStyle w:val="TabNumeri"/>
            </w:pPr>
            <w:r w:rsidRPr="00EA6189">
              <w:t>3,4</w:t>
            </w:r>
          </w:p>
        </w:tc>
      </w:tr>
      <w:tr w:rsidR="00843070" w14:paraId="25A326C0" w14:textId="77777777" w:rsidTr="00121FB9">
        <w:trPr>
          <w:cantSplit/>
          <w:trHeight w:val="227"/>
        </w:trPr>
        <w:tc>
          <w:tcPr>
            <w:tcW w:w="4820" w:type="dxa"/>
          </w:tcPr>
          <w:p w14:paraId="501F99A1" w14:textId="77777777" w:rsidR="00843070" w:rsidRDefault="00843070" w:rsidP="00121FB9">
            <w:pPr>
              <w:pStyle w:val="TabEtichette"/>
              <w:rPr>
                <w:rFonts w:eastAsia="Arial Unicode MS"/>
              </w:rPr>
            </w:pPr>
            <w:r>
              <w:t xml:space="preserve">   Consumi delle AAPP e ISP</w:t>
            </w:r>
          </w:p>
        </w:tc>
        <w:tc>
          <w:tcPr>
            <w:tcW w:w="1134" w:type="dxa"/>
          </w:tcPr>
          <w:p w14:paraId="675595EB" w14:textId="77777777" w:rsidR="00843070" w:rsidRPr="00AE376F" w:rsidRDefault="00843070" w:rsidP="00121FB9">
            <w:pPr>
              <w:pStyle w:val="TabNumeri"/>
            </w:pPr>
            <w:r w:rsidRPr="00EA6189">
              <w:t>0,7</w:t>
            </w:r>
          </w:p>
        </w:tc>
        <w:tc>
          <w:tcPr>
            <w:tcW w:w="1134" w:type="dxa"/>
          </w:tcPr>
          <w:p w14:paraId="59654FCE" w14:textId="77777777" w:rsidR="00843070" w:rsidRPr="00AE376F" w:rsidRDefault="00843070" w:rsidP="00121FB9">
            <w:pPr>
              <w:pStyle w:val="TabNumeri"/>
            </w:pPr>
            <w:r w:rsidRPr="00EA6189">
              <w:t>-0,2</w:t>
            </w:r>
          </w:p>
        </w:tc>
        <w:tc>
          <w:tcPr>
            <w:tcW w:w="1134" w:type="dxa"/>
          </w:tcPr>
          <w:p w14:paraId="1EB38035" w14:textId="77777777" w:rsidR="00843070" w:rsidRPr="00AE376F" w:rsidRDefault="00843070" w:rsidP="00121FB9">
            <w:pPr>
              <w:pStyle w:val="TabNumeri"/>
            </w:pPr>
            <w:r w:rsidRPr="00EA6189">
              <w:t>2,0</w:t>
            </w:r>
          </w:p>
        </w:tc>
        <w:tc>
          <w:tcPr>
            <w:tcW w:w="1134" w:type="dxa"/>
          </w:tcPr>
          <w:p w14:paraId="674A3A15" w14:textId="77777777" w:rsidR="00843070" w:rsidRPr="00AE376F" w:rsidRDefault="00843070" w:rsidP="00121FB9">
            <w:pPr>
              <w:pStyle w:val="TabNumeri"/>
            </w:pPr>
            <w:r w:rsidRPr="00EA6189">
              <w:t>-1,6</w:t>
            </w:r>
          </w:p>
        </w:tc>
      </w:tr>
      <w:tr w:rsidR="00843070" w14:paraId="06E122ED" w14:textId="77777777" w:rsidTr="00121FB9">
        <w:trPr>
          <w:cantSplit/>
          <w:trHeight w:val="227"/>
        </w:trPr>
        <w:tc>
          <w:tcPr>
            <w:tcW w:w="4820" w:type="dxa"/>
            <w:shd w:val="clear" w:color="auto" w:fill="DEEAF6" w:themeFill="accent5" w:themeFillTint="33"/>
          </w:tcPr>
          <w:p w14:paraId="7F125589" w14:textId="77777777" w:rsidR="00843070" w:rsidRDefault="00843070" w:rsidP="00121FB9">
            <w:pPr>
              <w:pStyle w:val="TabEtichette"/>
              <w:rPr>
                <w:rFonts w:eastAsia="Arial Unicode MS"/>
              </w:rPr>
            </w:pPr>
            <w:r>
              <w:t xml:space="preserve">   Investimenti fissi lordi</w:t>
            </w:r>
          </w:p>
        </w:tc>
        <w:tc>
          <w:tcPr>
            <w:tcW w:w="1134" w:type="dxa"/>
            <w:shd w:val="clear" w:color="auto" w:fill="DEEAF6" w:themeFill="accent5" w:themeFillTint="33"/>
          </w:tcPr>
          <w:p w14:paraId="7D68550A" w14:textId="77777777" w:rsidR="00843070" w:rsidRPr="00AE376F" w:rsidRDefault="00843070" w:rsidP="00121FB9">
            <w:pPr>
              <w:pStyle w:val="TabNumeri"/>
            </w:pPr>
            <w:r w:rsidRPr="00EA6189">
              <w:t>4,8</w:t>
            </w:r>
          </w:p>
        </w:tc>
        <w:tc>
          <w:tcPr>
            <w:tcW w:w="1134" w:type="dxa"/>
            <w:shd w:val="clear" w:color="auto" w:fill="DEEAF6" w:themeFill="accent5" w:themeFillTint="33"/>
          </w:tcPr>
          <w:p w14:paraId="26934C9B" w14:textId="77777777" w:rsidR="00843070" w:rsidRPr="00AE376F" w:rsidRDefault="00843070" w:rsidP="00121FB9">
            <w:pPr>
              <w:pStyle w:val="TabNumeri"/>
            </w:pPr>
            <w:r w:rsidRPr="00EA6189">
              <w:t>3,0</w:t>
            </w:r>
          </w:p>
        </w:tc>
        <w:tc>
          <w:tcPr>
            <w:tcW w:w="1134" w:type="dxa"/>
            <w:shd w:val="clear" w:color="auto" w:fill="DEEAF6" w:themeFill="accent5" w:themeFillTint="33"/>
          </w:tcPr>
          <w:p w14:paraId="7BEEA667" w14:textId="77777777" w:rsidR="00843070" w:rsidRPr="00AE376F" w:rsidRDefault="00843070" w:rsidP="00121FB9">
            <w:pPr>
              <w:pStyle w:val="TabNumeri"/>
            </w:pPr>
            <w:r w:rsidRPr="00EA6189">
              <w:t>-13,1</w:t>
            </w:r>
          </w:p>
        </w:tc>
        <w:tc>
          <w:tcPr>
            <w:tcW w:w="1134" w:type="dxa"/>
            <w:shd w:val="clear" w:color="auto" w:fill="DEEAF6" w:themeFill="accent5" w:themeFillTint="33"/>
          </w:tcPr>
          <w:p w14:paraId="0D72C44B" w14:textId="77777777" w:rsidR="00843070" w:rsidRPr="00AE376F" w:rsidRDefault="00843070" w:rsidP="00121FB9">
            <w:pPr>
              <w:pStyle w:val="TabNumeri"/>
            </w:pPr>
            <w:r w:rsidRPr="00EA6189">
              <w:t>5,2</w:t>
            </w:r>
          </w:p>
        </w:tc>
      </w:tr>
      <w:tr w:rsidR="00843070" w14:paraId="3BD3CA7A" w14:textId="77777777" w:rsidTr="00121FB9">
        <w:trPr>
          <w:cantSplit/>
          <w:trHeight w:val="227"/>
        </w:trPr>
        <w:tc>
          <w:tcPr>
            <w:tcW w:w="4820" w:type="dxa"/>
          </w:tcPr>
          <w:p w14:paraId="0605A1FD" w14:textId="77777777" w:rsidR="00843070" w:rsidRDefault="00843070" w:rsidP="00121FB9">
            <w:pPr>
              <w:pStyle w:val="TabEtichette"/>
              <w:rPr>
                <w:rFonts w:eastAsia="Arial Unicode MS"/>
              </w:rPr>
            </w:pPr>
            <w:r>
              <w:t>Importazioni di beni dall’estero</w:t>
            </w:r>
          </w:p>
        </w:tc>
        <w:tc>
          <w:tcPr>
            <w:tcW w:w="1134" w:type="dxa"/>
          </w:tcPr>
          <w:p w14:paraId="212409C1" w14:textId="77777777" w:rsidR="00843070" w:rsidRPr="00AE376F" w:rsidRDefault="00843070" w:rsidP="00121FB9">
            <w:pPr>
              <w:pStyle w:val="TabNumeri"/>
            </w:pPr>
            <w:r w:rsidRPr="00EA6189">
              <w:t>0,4</w:t>
            </w:r>
          </w:p>
        </w:tc>
        <w:tc>
          <w:tcPr>
            <w:tcW w:w="1134" w:type="dxa"/>
          </w:tcPr>
          <w:p w14:paraId="7E96F658" w14:textId="77777777" w:rsidR="00843070" w:rsidRPr="00AE376F" w:rsidRDefault="00843070" w:rsidP="00121FB9">
            <w:pPr>
              <w:pStyle w:val="TabNumeri"/>
            </w:pPr>
            <w:r w:rsidRPr="00EA6189">
              <w:t>2,6</w:t>
            </w:r>
          </w:p>
        </w:tc>
        <w:tc>
          <w:tcPr>
            <w:tcW w:w="1134" w:type="dxa"/>
          </w:tcPr>
          <w:p w14:paraId="007587E2" w14:textId="77777777" w:rsidR="00843070" w:rsidRPr="00AE376F" w:rsidRDefault="00843070" w:rsidP="00121FB9">
            <w:pPr>
              <w:pStyle w:val="TabNumeri"/>
            </w:pPr>
            <w:r w:rsidRPr="00EA6189">
              <w:t>-8,3</w:t>
            </w:r>
          </w:p>
        </w:tc>
        <w:tc>
          <w:tcPr>
            <w:tcW w:w="1134" w:type="dxa"/>
          </w:tcPr>
          <w:p w14:paraId="37EA8A98" w14:textId="77777777" w:rsidR="00843070" w:rsidRPr="00AE376F" w:rsidRDefault="00843070" w:rsidP="00121FB9">
            <w:pPr>
              <w:pStyle w:val="TabNumeri"/>
            </w:pPr>
            <w:r w:rsidRPr="00EA6189">
              <w:t>7,8</w:t>
            </w:r>
          </w:p>
        </w:tc>
      </w:tr>
      <w:tr w:rsidR="00843070" w14:paraId="3AEC90B0" w14:textId="77777777" w:rsidTr="00121FB9">
        <w:trPr>
          <w:cantSplit/>
          <w:trHeight w:val="227"/>
        </w:trPr>
        <w:tc>
          <w:tcPr>
            <w:tcW w:w="4820" w:type="dxa"/>
            <w:shd w:val="clear" w:color="auto" w:fill="DEEAF6" w:themeFill="accent5" w:themeFillTint="33"/>
          </w:tcPr>
          <w:p w14:paraId="470B86C8" w14:textId="77777777" w:rsidR="00843070" w:rsidRDefault="00843070" w:rsidP="00121FB9">
            <w:pPr>
              <w:pStyle w:val="TabEtichette"/>
              <w:rPr>
                <w:rFonts w:eastAsia="Arial Unicode MS"/>
              </w:rPr>
            </w:pPr>
            <w:r>
              <w:t>Esportazioni di beni verso l’estero</w:t>
            </w:r>
          </w:p>
        </w:tc>
        <w:tc>
          <w:tcPr>
            <w:tcW w:w="1134" w:type="dxa"/>
            <w:shd w:val="clear" w:color="auto" w:fill="DEEAF6" w:themeFill="accent5" w:themeFillTint="33"/>
          </w:tcPr>
          <w:p w14:paraId="203E860B" w14:textId="77777777" w:rsidR="00843070" w:rsidRPr="00AE376F" w:rsidRDefault="00843070" w:rsidP="00121FB9">
            <w:pPr>
              <w:pStyle w:val="TabNumeri"/>
            </w:pPr>
            <w:r w:rsidRPr="00EA6189">
              <w:t>4,4</w:t>
            </w:r>
          </w:p>
        </w:tc>
        <w:tc>
          <w:tcPr>
            <w:tcW w:w="1134" w:type="dxa"/>
            <w:shd w:val="clear" w:color="auto" w:fill="DEEAF6" w:themeFill="accent5" w:themeFillTint="33"/>
          </w:tcPr>
          <w:p w14:paraId="19A9103E" w14:textId="77777777" w:rsidR="00843070" w:rsidRPr="00AE376F" w:rsidRDefault="00843070" w:rsidP="00121FB9">
            <w:pPr>
              <w:pStyle w:val="TabNumeri"/>
            </w:pPr>
            <w:r w:rsidRPr="00EA6189">
              <w:t>3,5</w:t>
            </w:r>
          </w:p>
        </w:tc>
        <w:tc>
          <w:tcPr>
            <w:tcW w:w="1134" w:type="dxa"/>
            <w:shd w:val="clear" w:color="auto" w:fill="DEEAF6" w:themeFill="accent5" w:themeFillTint="33"/>
          </w:tcPr>
          <w:p w14:paraId="05E0CF80" w14:textId="77777777" w:rsidR="00843070" w:rsidRPr="00AE376F" w:rsidRDefault="00843070" w:rsidP="00121FB9">
            <w:pPr>
              <w:pStyle w:val="TabNumeri"/>
            </w:pPr>
            <w:r w:rsidRPr="00EA6189">
              <w:t>-9,9</w:t>
            </w:r>
          </w:p>
        </w:tc>
        <w:tc>
          <w:tcPr>
            <w:tcW w:w="1134" w:type="dxa"/>
            <w:shd w:val="clear" w:color="auto" w:fill="DEEAF6" w:themeFill="accent5" w:themeFillTint="33"/>
          </w:tcPr>
          <w:p w14:paraId="1C852516" w14:textId="77777777" w:rsidR="00843070" w:rsidRPr="00AE376F" w:rsidRDefault="00843070" w:rsidP="00121FB9">
            <w:pPr>
              <w:pStyle w:val="TabNumeri"/>
            </w:pPr>
            <w:r w:rsidRPr="00EA6189">
              <w:t>6,8</w:t>
            </w:r>
          </w:p>
        </w:tc>
      </w:tr>
      <w:tr w:rsidR="00843070" w14:paraId="537E4661" w14:textId="77777777" w:rsidTr="00121FB9">
        <w:trPr>
          <w:cantSplit/>
          <w:trHeight w:val="227"/>
        </w:trPr>
        <w:tc>
          <w:tcPr>
            <w:tcW w:w="4820" w:type="dxa"/>
          </w:tcPr>
          <w:p w14:paraId="207785A8" w14:textId="77777777" w:rsidR="00843070" w:rsidRPr="00EC6592" w:rsidRDefault="00843070" w:rsidP="00121FB9">
            <w:pPr>
              <w:pStyle w:val="TabEtichetteBold"/>
              <w:rPr>
                <w:rFonts w:eastAsia="Arial Unicode MS"/>
              </w:rPr>
            </w:pPr>
            <w:r w:rsidRPr="00EC6592">
              <w:t>Valore aggiunto ai prezzi base</w:t>
            </w:r>
          </w:p>
        </w:tc>
        <w:tc>
          <w:tcPr>
            <w:tcW w:w="1134" w:type="dxa"/>
          </w:tcPr>
          <w:p w14:paraId="244F5014" w14:textId="77777777" w:rsidR="00843070" w:rsidRPr="00AE376F" w:rsidRDefault="00843070" w:rsidP="00121FB9">
            <w:pPr>
              <w:pStyle w:val="TabNumeri"/>
            </w:pPr>
          </w:p>
        </w:tc>
        <w:tc>
          <w:tcPr>
            <w:tcW w:w="1134" w:type="dxa"/>
          </w:tcPr>
          <w:p w14:paraId="11BFE523" w14:textId="77777777" w:rsidR="00843070" w:rsidRPr="00AE376F" w:rsidRDefault="00843070" w:rsidP="00121FB9">
            <w:pPr>
              <w:pStyle w:val="TabNumeri"/>
            </w:pPr>
          </w:p>
        </w:tc>
        <w:tc>
          <w:tcPr>
            <w:tcW w:w="1134" w:type="dxa"/>
          </w:tcPr>
          <w:p w14:paraId="09C62957" w14:textId="77777777" w:rsidR="00843070" w:rsidRPr="00AE376F" w:rsidRDefault="00843070" w:rsidP="00121FB9">
            <w:pPr>
              <w:pStyle w:val="TabNumeri"/>
            </w:pPr>
          </w:p>
        </w:tc>
        <w:tc>
          <w:tcPr>
            <w:tcW w:w="1134" w:type="dxa"/>
          </w:tcPr>
          <w:p w14:paraId="122C95DF" w14:textId="77777777" w:rsidR="00843070" w:rsidRPr="00AE376F" w:rsidRDefault="00843070" w:rsidP="00121FB9">
            <w:pPr>
              <w:pStyle w:val="TabNumeri"/>
            </w:pPr>
          </w:p>
        </w:tc>
      </w:tr>
      <w:tr w:rsidR="00843070" w14:paraId="3A25B989" w14:textId="77777777" w:rsidTr="00121FB9">
        <w:trPr>
          <w:cantSplit/>
          <w:trHeight w:val="227"/>
        </w:trPr>
        <w:tc>
          <w:tcPr>
            <w:tcW w:w="4820" w:type="dxa"/>
            <w:shd w:val="clear" w:color="auto" w:fill="DEEAF6" w:themeFill="accent5" w:themeFillTint="33"/>
          </w:tcPr>
          <w:p w14:paraId="2E5EE42F" w14:textId="77777777" w:rsidR="00843070" w:rsidRDefault="00843070" w:rsidP="00121FB9">
            <w:pPr>
              <w:pStyle w:val="TabEtichette"/>
              <w:rPr>
                <w:rFonts w:eastAsia="Arial Unicode MS"/>
              </w:rPr>
            </w:pPr>
            <w:r>
              <w:t>Agricoltura</w:t>
            </w:r>
          </w:p>
        </w:tc>
        <w:tc>
          <w:tcPr>
            <w:tcW w:w="1134" w:type="dxa"/>
            <w:shd w:val="clear" w:color="auto" w:fill="DEEAF6" w:themeFill="accent5" w:themeFillTint="33"/>
          </w:tcPr>
          <w:p w14:paraId="0964BCF7" w14:textId="77777777" w:rsidR="00843070" w:rsidRPr="00AE376F" w:rsidRDefault="00843070" w:rsidP="00121FB9">
            <w:pPr>
              <w:pStyle w:val="TabNumeri"/>
            </w:pPr>
            <w:r w:rsidRPr="00EA6189">
              <w:t>1,5</w:t>
            </w:r>
          </w:p>
        </w:tc>
        <w:tc>
          <w:tcPr>
            <w:tcW w:w="1134" w:type="dxa"/>
            <w:shd w:val="clear" w:color="auto" w:fill="DEEAF6" w:themeFill="accent5" w:themeFillTint="33"/>
          </w:tcPr>
          <w:p w14:paraId="78B1F3B1" w14:textId="77777777" w:rsidR="00843070" w:rsidRPr="00AE376F" w:rsidRDefault="00843070" w:rsidP="00121FB9">
            <w:pPr>
              <w:pStyle w:val="TabNumeri"/>
            </w:pPr>
            <w:r w:rsidRPr="00EA6189">
              <w:t>-2,4</w:t>
            </w:r>
          </w:p>
        </w:tc>
        <w:tc>
          <w:tcPr>
            <w:tcW w:w="1134" w:type="dxa"/>
            <w:shd w:val="clear" w:color="auto" w:fill="DEEAF6" w:themeFill="accent5" w:themeFillTint="33"/>
          </w:tcPr>
          <w:p w14:paraId="5DDED4B2" w14:textId="77777777" w:rsidR="00843070" w:rsidRPr="00AE376F" w:rsidRDefault="00843070" w:rsidP="00121FB9">
            <w:pPr>
              <w:pStyle w:val="TabNumeri"/>
            </w:pPr>
            <w:r w:rsidRPr="00EA6189">
              <w:t>-2,2</w:t>
            </w:r>
          </w:p>
        </w:tc>
        <w:tc>
          <w:tcPr>
            <w:tcW w:w="1134" w:type="dxa"/>
            <w:shd w:val="clear" w:color="auto" w:fill="DEEAF6" w:themeFill="accent5" w:themeFillTint="33"/>
          </w:tcPr>
          <w:p w14:paraId="48929332" w14:textId="77777777" w:rsidR="00843070" w:rsidRPr="00AE376F" w:rsidRDefault="00843070" w:rsidP="00121FB9">
            <w:pPr>
              <w:pStyle w:val="TabNumeri"/>
            </w:pPr>
            <w:r w:rsidRPr="00EA6189">
              <w:t>0,8</w:t>
            </w:r>
          </w:p>
        </w:tc>
      </w:tr>
      <w:tr w:rsidR="00843070" w14:paraId="6196FDD4" w14:textId="77777777" w:rsidTr="00121FB9">
        <w:trPr>
          <w:cantSplit/>
          <w:trHeight w:val="227"/>
        </w:trPr>
        <w:tc>
          <w:tcPr>
            <w:tcW w:w="4820" w:type="dxa"/>
          </w:tcPr>
          <w:p w14:paraId="544B847A" w14:textId="77777777" w:rsidR="00843070" w:rsidRDefault="00843070" w:rsidP="00121FB9">
            <w:pPr>
              <w:pStyle w:val="TabEtichette"/>
              <w:rPr>
                <w:rFonts w:eastAsia="Arial Unicode MS"/>
              </w:rPr>
            </w:pPr>
            <w:r>
              <w:t>Industria</w:t>
            </w:r>
          </w:p>
        </w:tc>
        <w:tc>
          <w:tcPr>
            <w:tcW w:w="1134" w:type="dxa"/>
          </w:tcPr>
          <w:p w14:paraId="70260FA3" w14:textId="77777777" w:rsidR="00843070" w:rsidRPr="00AE376F" w:rsidRDefault="00843070" w:rsidP="00121FB9">
            <w:pPr>
              <w:pStyle w:val="TabNumeri"/>
            </w:pPr>
            <w:r w:rsidRPr="00EA6189">
              <w:t>4,7</w:t>
            </w:r>
          </w:p>
        </w:tc>
        <w:tc>
          <w:tcPr>
            <w:tcW w:w="1134" w:type="dxa"/>
          </w:tcPr>
          <w:p w14:paraId="7F32DFD0" w14:textId="77777777" w:rsidR="00843070" w:rsidRPr="00AE376F" w:rsidRDefault="00843070" w:rsidP="00121FB9">
            <w:pPr>
              <w:pStyle w:val="TabNumeri"/>
            </w:pPr>
            <w:r w:rsidRPr="00EA6189">
              <w:t>0,1</w:t>
            </w:r>
          </w:p>
        </w:tc>
        <w:tc>
          <w:tcPr>
            <w:tcW w:w="1134" w:type="dxa"/>
          </w:tcPr>
          <w:p w14:paraId="5DC13BA7" w14:textId="77777777" w:rsidR="00843070" w:rsidRPr="00AE376F" w:rsidRDefault="00843070" w:rsidP="00121FB9">
            <w:pPr>
              <w:pStyle w:val="TabNumeri"/>
            </w:pPr>
            <w:r w:rsidRPr="00EA6189">
              <w:t>-12,8</w:t>
            </w:r>
          </w:p>
        </w:tc>
        <w:tc>
          <w:tcPr>
            <w:tcW w:w="1134" w:type="dxa"/>
          </w:tcPr>
          <w:p w14:paraId="591A50B4" w14:textId="77777777" w:rsidR="00843070" w:rsidRPr="00AE376F" w:rsidRDefault="00843070" w:rsidP="00121FB9">
            <w:pPr>
              <w:pStyle w:val="TabNumeri"/>
            </w:pPr>
            <w:r w:rsidRPr="00EA6189">
              <w:t>6,0</w:t>
            </w:r>
          </w:p>
        </w:tc>
      </w:tr>
      <w:tr w:rsidR="00843070" w14:paraId="79E309BA" w14:textId="77777777" w:rsidTr="00121FB9">
        <w:trPr>
          <w:cantSplit/>
          <w:trHeight w:val="227"/>
        </w:trPr>
        <w:tc>
          <w:tcPr>
            <w:tcW w:w="4820" w:type="dxa"/>
            <w:shd w:val="clear" w:color="auto" w:fill="DEEAF6" w:themeFill="accent5" w:themeFillTint="33"/>
          </w:tcPr>
          <w:p w14:paraId="78949231" w14:textId="77777777" w:rsidR="00843070" w:rsidRDefault="00843070" w:rsidP="00121FB9">
            <w:pPr>
              <w:pStyle w:val="TabEtichette"/>
              <w:rPr>
                <w:rFonts w:eastAsia="Arial Unicode MS"/>
              </w:rPr>
            </w:pPr>
            <w:r>
              <w:t>Costruzioni</w:t>
            </w:r>
          </w:p>
        </w:tc>
        <w:tc>
          <w:tcPr>
            <w:tcW w:w="1134" w:type="dxa"/>
            <w:shd w:val="clear" w:color="auto" w:fill="DEEAF6" w:themeFill="accent5" w:themeFillTint="33"/>
          </w:tcPr>
          <w:p w14:paraId="76B95C61" w14:textId="77777777" w:rsidR="00843070" w:rsidRPr="00AE376F" w:rsidRDefault="00843070" w:rsidP="00121FB9">
            <w:pPr>
              <w:pStyle w:val="TabNumeri"/>
            </w:pPr>
            <w:r w:rsidRPr="00EA6189">
              <w:t>5,0</w:t>
            </w:r>
          </w:p>
        </w:tc>
        <w:tc>
          <w:tcPr>
            <w:tcW w:w="1134" w:type="dxa"/>
            <w:shd w:val="clear" w:color="auto" w:fill="DEEAF6" w:themeFill="accent5" w:themeFillTint="33"/>
          </w:tcPr>
          <w:p w14:paraId="4019FBBC" w14:textId="77777777" w:rsidR="00843070" w:rsidRPr="00AE376F" w:rsidRDefault="00843070" w:rsidP="00121FB9">
            <w:pPr>
              <w:pStyle w:val="TabNumeri"/>
            </w:pPr>
            <w:r w:rsidRPr="00EA6189">
              <w:t>1,8</w:t>
            </w:r>
          </w:p>
        </w:tc>
        <w:tc>
          <w:tcPr>
            <w:tcW w:w="1134" w:type="dxa"/>
            <w:shd w:val="clear" w:color="auto" w:fill="DEEAF6" w:themeFill="accent5" w:themeFillTint="33"/>
          </w:tcPr>
          <w:p w14:paraId="3FDB36EF" w14:textId="77777777" w:rsidR="00843070" w:rsidRPr="00AE376F" w:rsidRDefault="00843070" w:rsidP="00121FB9">
            <w:pPr>
              <w:pStyle w:val="TabNumeri"/>
            </w:pPr>
            <w:r w:rsidRPr="00EA6189">
              <w:t>-11,1</w:t>
            </w:r>
          </w:p>
        </w:tc>
        <w:tc>
          <w:tcPr>
            <w:tcW w:w="1134" w:type="dxa"/>
            <w:shd w:val="clear" w:color="auto" w:fill="DEEAF6" w:themeFill="accent5" w:themeFillTint="33"/>
          </w:tcPr>
          <w:p w14:paraId="57D74E48" w14:textId="77777777" w:rsidR="00843070" w:rsidRPr="00AE376F" w:rsidRDefault="00843070" w:rsidP="00121FB9">
            <w:pPr>
              <w:pStyle w:val="TabNumeri"/>
            </w:pPr>
            <w:r w:rsidRPr="00EA6189">
              <w:t>3,0</w:t>
            </w:r>
          </w:p>
        </w:tc>
      </w:tr>
      <w:tr w:rsidR="00843070" w14:paraId="0A9D4296" w14:textId="77777777" w:rsidTr="00121FB9">
        <w:trPr>
          <w:cantSplit/>
          <w:trHeight w:val="227"/>
        </w:trPr>
        <w:tc>
          <w:tcPr>
            <w:tcW w:w="4820" w:type="dxa"/>
          </w:tcPr>
          <w:p w14:paraId="15F92227" w14:textId="77777777" w:rsidR="00843070" w:rsidRDefault="00843070" w:rsidP="00121FB9">
            <w:pPr>
              <w:pStyle w:val="TabEtichette"/>
              <w:rPr>
                <w:rFonts w:eastAsia="Arial Unicode MS"/>
              </w:rPr>
            </w:pPr>
            <w:r>
              <w:t>Servizi</w:t>
            </w:r>
          </w:p>
        </w:tc>
        <w:tc>
          <w:tcPr>
            <w:tcW w:w="1134" w:type="dxa"/>
          </w:tcPr>
          <w:p w14:paraId="119FF622" w14:textId="77777777" w:rsidR="00843070" w:rsidRPr="00AE376F" w:rsidRDefault="00843070" w:rsidP="00121FB9">
            <w:pPr>
              <w:pStyle w:val="TabNumeri"/>
            </w:pPr>
            <w:r w:rsidRPr="00EA6189">
              <w:t>0,6</w:t>
            </w:r>
          </w:p>
        </w:tc>
        <w:tc>
          <w:tcPr>
            <w:tcW w:w="1134" w:type="dxa"/>
          </w:tcPr>
          <w:p w14:paraId="40B22029" w14:textId="77777777" w:rsidR="00843070" w:rsidRPr="00AE376F" w:rsidRDefault="00843070" w:rsidP="00121FB9">
            <w:pPr>
              <w:pStyle w:val="TabNumeri"/>
            </w:pPr>
            <w:r w:rsidRPr="00EA6189">
              <w:t>0,5</w:t>
            </w:r>
          </w:p>
        </w:tc>
        <w:tc>
          <w:tcPr>
            <w:tcW w:w="1134" w:type="dxa"/>
          </w:tcPr>
          <w:p w14:paraId="0C88AC60" w14:textId="77777777" w:rsidR="00843070" w:rsidRPr="00AE376F" w:rsidRDefault="00843070" w:rsidP="00121FB9">
            <w:pPr>
              <w:pStyle w:val="TabNumeri"/>
            </w:pPr>
            <w:r w:rsidRPr="00EA6189">
              <w:t>-4,5</w:t>
            </w:r>
          </w:p>
        </w:tc>
        <w:tc>
          <w:tcPr>
            <w:tcW w:w="1134" w:type="dxa"/>
          </w:tcPr>
          <w:p w14:paraId="72498C6E" w14:textId="77777777" w:rsidR="00843070" w:rsidRPr="00AE376F" w:rsidRDefault="00843070" w:rsidP="00121FB9">
            <w:pPr>
              <w:pStyle w:val="TabNumeri"/>
            </w:pPr>
            <w:r w:rsidRPr="00EA6189">
              <w:t>3,1</w:t>
            </w:r>
          </w:p>
        </w:tc>
      </w:tr>
      <w:tr w:rsidR="00843070" w14:paraId="23B2DAC6" w14:textId="77777777" w:rsidTr="00121FB9">
        <w:trPr>
          <w:cantSplit/>
          <w:trHeight w:val="227"/>
        </w:trPr>
        <w:tc>
          <w:tcPr>
            <w:tcW w:w="4820" w:type="dxa"/>
            <w:shd w:val="clear" w:color="auto" w:fill="DEEAF6" w:themeFill="accent5" w:themeFillTint="33"/>
          </w:tcPr>
          <w:p w14:paraId="4E103A40" w14:textId="77777777" w:rsidR="00843070" w:rsidRDefault="00843070" w:rsidP="00121FB9">
            <w:pPr>
              <w:pStyle w:val="TabEtichette"/>
              <w:rPr>
                <w:rFonts w:eastAsia="Arial Unicode MS"/>
              </w:rPr>
            </w:pPr>
            <w:r>
              <w:t>Totale</w:t>
            </w:r>
          </w:p>
        </w:tc>
        <w:tc>
          <w:tcPr>
            <w:tcW w:w="1134" w:type="dxa"/>
            <w:shd w:val="clear" w:color="auto" w:fill="DEEAF6" w:themeFill="accent5" w:themeFillTint="33"/>
          </w:tcPr>
          <w:p w14:paraId="5F978735" w14:textId="77777777" w:rsidR="00843070" w:rsidRPr="00AE376F" w:rsidRDefault="00843070" w:rsidP="00121FB9">
            <w:pPr>
              <w:pStyle w:val="TabNumeri"/>
            </w:pPr>
            <w:r w:rsidRPr="00EA6189">
              <w:t>1,9</w:t>
            </w:r>
          </w:p>
        </w:tc>
        <w:tc>
          <w:tcPr>
            <w:tcW w:w="1134" w:type="dxa"/>
            <w:shd w:val="clear" w:color="auto" w:fill="DEEAF6" w:themeFill="accent5" w:themeFillTint="33"/>
          </w:tcPr>
          <w:p w14:paraId="532AF3EA" w14:textId="77777777" w:rsidR="00843070" w:rsidRPr="00AE376F" w:rsidRDefault="00843070" w:rsidP="00121FB9">
            <w:pPr>
              <w:pStyle w:val="TabNumeri"/>
            </w:pPr>
            <w:r w:rsidRPr="00EA6189">
              <w:t>0,3</w:t>
            </w:r>
          </w:p>
        </w:tc>
        <w:tc>
          <w:tcPr>
            <w:tcW w:w="1134" w:type="dxa"/>
            <w:shd w:val="clear" w:color="auto" w:fill="DEEAF6" w:themeFill="accent5" w:themeFillTint="33"/>
          </w:tcPr>
          <w:p w14:paraId="31DC34EC" w14:textId="77777777" w:rsidR="00843070" w:rsidRPr="00AE376F" w:rsidRDefault="00843070" w:rsidP="00121FB9">
            <w:pPr>
              <w:pStyle w:val="TabNumeri"/>
            </w:pPr>
            <w:r w:rsidRPr="00EA6189">
              <w:t>-7,0</w:t>
            </w:r>
          </w:p>
        </w:tc>
        <w:tc>
          <w:tcPr>
            <w:tcW w:w="1134" w:type="dxa"/>
            <w:shd w:val="clear" w:color="auto" w:fill="DEEAF6" w:themeFill="accent5" w:themeFillTint="33"/>
          </w:tcPr>
          <w:p w14:paraId="67E6FE33" w14:textId="77777777" w:rsidR="00843070" w:rsidRPr="00AE376F" w:rsidRDefault="00843070" w:rsidP="00121FB9">
            <w:pPr>
              <w:pStyle w:val="TabNumeri"/>
            </w:pPr>
            <w:r w:rsidRPr="00EA6189">
              <w:t>3,8</w:t>
            </w:r>
          </w:p>
        </w:tc>
      </w:tr>
      <w:tr w:rsidR="00843070" w14:paraId="042D6DA7" w14:textId="77777777" w:rsidTr="00121FB9">
        <w:trPr>
          <w:cantSplit/>
          <w:trHeight w:val="227"/>
        </w:trPr>
        <w:tc>
          <w:tcPr>
            <w:tcW w:w="4820" w:type="dxa"/>
          </w:tcPr>
          <w:p w14:paraId="1F7F9527" w14:textId="77777777" w:rsidR="00843070" w:rsidRPr="00EC6592" w:rsidRDefault="00843070" w:rsidP="00121FB9">
            <w:pPr>
              <w:pStyle w:val="TabEtichetteBold"/>
              <w:rPr>
                <w:rFonts w:eastAsia="Arial Unicode MS"/>
              </w:rPr>
            </w:pPr>
            <w:r w:rsidRPr="00EC6592">
              <w:t>Rapporti caratteristici</w:t>
            </w:r>
          </w:p>
        </w:tc>
        <w:tc>
          <w:tcPr>
            <w:tcW w:w="1134" w:type="dxa"/>
          </w:tcPr>
          <w:p w14:paraId="7C89CDFC" w14:textId="77777777" w:rsidR="00843070" w:rsidRPr="00AE376F" w:rsidRDefault="00843070" w:rsidP="00121FB9">
            <w:pPr>
              <w:pStyle w:val="TabNumeri"/>
            </w:pPr>
          </w:p>
        </w:tc>
        <w:tc>
          <w:tcPr>
            <w:tcW w:w="1134" w:type="dxa"/>
          </w:tcPr>
          <w:p w14:paraId="4DB02E10" w14:textId="77777777" w:rsidR="00843070" w:rsidRPr="00AE376F" w:rsidRDefault="00843070" w:rsidP="00121FB9">
            <w:pPr>
              <w:pStyle w:val="TabNumeri"/>
            </w:pPr>
          </w:p>
        </w:tc>
        <w:tc>
          <w:tcPr>
            <w:tcW w:w="1134" w:type="dxa"/>
          </w:tcPr>
          <w:p w14:paraId="7AE3FCD7" w14:textId="77777777" w:rsidR="00843070" w:rsidRPr="00AE376F" w:rsidRDefault="00843070" w:rsidP="00121FB9">
            <w:pPr>
              <w:pStyle w:val="TabNumeri"/>
            </w:pPr>
          </w:p>
        </w:tc>
        <w:tc>
          <w:tcPr>
            <w:tcW w:w="1134" w:type="dxa"/>
          </w:tcPr>
          <w:p w14:paraId="1767CCED" w14:textId="77777777" w:rsidR="00843070" w:rsidRPr="00AE376F" w:rsidRDefault="00843070" w:rsidP="00121FB9">
            <w:pPr>
              <w:pStyle w:val="TabNumeri"/>
            </w:pPr>
          </w:p>
        </w:tc>
      </w:tr>
      <w:tr w:rsidR="00843070" w14:paraId="47BBD75A" w14:textId="77777777" w:rsidTr="00121FB9">
        <w:trPr>
          <w:cantSplit/>
          <w:trHeight w:val="227"/>
        </w:trPr>
        <w:tc>
          <w:tcPr>
            <w:tcW w:w="4820" w:type="dxa"/>
            <w:shd w:val="clear" w:color="auto" w:fill="DEEAF6" w:themeFill="accent5" w:themeFillTint="33"/>
          </w:tcPr>
          <w:p w14:paraId="5DD45311" w14:textId="77777777" w:rsidR="00843070" w:rsidRPr="00983308" w:rsidRDefault="00843070" w:rsidP="00121FB9">
            <w:pPr>
              <w:pStyle w:val="TabEtichette"/>
            </w:pPr>
            <w:r w:rsidRPr="00983308">
              <w:t>Forze di lavoro</w:t>
            </w:r>
          </w:p>
        </w:tc>
        <w:tc>
          <w:tcPr>
            <w:tcW w:w="1134" w:type="dxa"/>
            <w:shd w:val="clear" w:color="auto" w:fill="DEEAF6" w:themeFill="accent5" w:themeFillTint="33"/>
          </w:tcPr>
          <w:p w14:paraId="3583A43E" w14:textId="77777777" w:rsidR="00843070" w:rsidRPr="00AE376F" w:rsidRDefault="00843070" w:rsidP="00121FB9">
            <w:pPr>
              <w:pStyle w:val="TabNumeri"/>
            </w:pPr>
            <w:r w:rsidRPr="00EA6189">
              <w:t>0,9</w:t>
            </w:r>
          </w:p>
        </w:tc>
        <w:tc>
          <w:tcPr>
            <w:tcW w:w="1134" w:type="dxa"/>
            <w:shd w:val="clear" w:color="auto" w:fill="DEEAF6" w:themeFill="accent5" w:themeFillTint="33"/>
          </w:tcPr>
          <w:p w14:paraId="1640BC09" w14:textId="77777777" w:rsidR="00843070" w:rsidRPr="00AE376F" w:rsidRDefault="00843070" w:rsidP="00121FB9">
            <w:pPr>
              <w:pStyle w:val="TabNumeri"/>
            </w:pPr>
            <w:r w:rsidRPr="00EA6189">
              <w:t>1,1</w:t>
            </w:r>
          </w:p>
        </w:tc>
        <w:tc>
          <w:tcPr>
            <w:tcW w:w="1134" w:type="dxa"/>
            <w:shd w:val="clear" w:color="auto" w:fill="DEEAF6" w:themeFill="accent5" w:themeFillTint="33"/>
          </w:tcPr>
          <w:p w14:paraId="4C7A731F" w14:textId="77777777" w:rsidR="00843070" w:rsidRPr="00AE376F" w:rsidRDefault="00843070" w:rsidP="00121FB9">
            <w:pPr>
              <w:pStyle w:val="TabNumeri"/>
            </w:pPr>
            <w:r w:rsidRPr="00EA6189">
              <w:t>-0,2</w:t>
            </w:r>
          </w:p>
        </w:tc>
        <w:tc>
          <w:tcPr>
            <w:tcW w:w="1134" w:type="dxa"/>
            <w:shd w:val="clear" w:color="auto" w:fill="DEEAF6" w:themeFill="accent5" w:themeFillTint="33"/>
          </w:tcPr>
          <w:p w14:paraId="109F3B8A" w14:textId="77777777" w:rsidR="00843070" w:rsidRPr="00AE376F" w:rsidRDefault="00843070" w:rsidP="00121FB9">
            <w:pPr>
              <w:pStyle w:val="TabNumeri"/>
            </w:pPr>
            <w:r w:rsidRPr="00EA6189">
              <w:t>0,2</w:t>
            </w:r>
          </w:p>
        </w:tc>
      </w:tr>
      <w:tr w:rsidR="00843070" w14:paraId="3D00B562" w14:textId="77777777" w:rsidTr="00121FB9">
        <w:trPr>
          <w:cantSplit/>
          <w:trHeight w:val="227"/>
        </w:trPr>
        <w:tc>
          <w:tcPr>
            <w:tcW w:w="4820" w:type="dxa"/>
          </w:tcPr>
          <w:p w14:paraId="0C4176B5" w14:textId="77777777" w:rsidR="00843070" w:rsidRDefault="00843070" w:rsidP="00121FB9">
            <w:pPr>
              <w:pStyle w:val="TabEtichette"/>
            </w:pPr>
            <w:r w:rsidRPr="00983308">
              <w:t>Occupati</w:t>
            </w:r>
          </w:p>
        </w:tc>
        <w:tc>
          <w:tcPr>
            <w:tcW w:w="1134" w:type="dxa"/>
          </w:tcPr>
          <w:p w14:paraId="4673BD85" w14:textId="77777777" w:rsidR="00843070" w:rsidRPr="00AE376F" w:rsidRDefault="00843070" w:rsidP="00121FB9">
            <w:pPr>
              <w:pStyle w:val="TabNumeri"/>
            </w:pPr>
            <w:r w:rsidRPr="00EA6189">
              <w:t>1,6</w:t>
            </w:r>
          </w:p>
        </w:tc>
        <w:tc>
          <w:tcPr>
            <w:tcW w:w="1134" w:type="dxa"/>
          </w:tcPr>
          <w:p w14:paraId="613A60E5" w14:textId="77777777" w:rsidR="00843070" w:rsidRPr="00AE376F" w:rsidRDefault="00843070" w:rsidP="00121FB9">
            <w:pPr>
              <w:pStyle w:val="TabNumeri"/>
            </w:pPr>
            <w:r w:rsidRPr="00EA6189">
              <w:t>1,4</w:t>
            </w:r>
          </w:p>
        </w:tc>
        <w:tc>
          <w:tcPr>
            <w:tcW w:w="1134" w:type="dxa"/>
          </w:tcPr>
          <w:p w14:paraId="17A41945" w14:textId="77777777" w:rsidR="00843070" w:rsidRPr="00AE376F" w:rsidRDefault="00843070" w:rsidP="00121FB9">
            <w:pPr>
              <w:pStyle w:val="TabNumeri"/>
            </w:pPr>
            <w:r w:rsidRPr="00EA6189">
              <w:t>-1,4</w:t>
            </w:r>
          </w:p>
        </w:tc>
        <w:tc>
          <w:tcPr>
            <w:tcW w:w="1134" w:type="dxa"/>
          </w:tcPr>
          <w:p w14:paraId="0D6A2B02" w14:textId="77777777" w:rsidR="00843070" w:rsidRPr="00AE376F" w:rsidRDefault="00843070" w:rsidP="00121FB9">
            <w:pPr>
              <w:pStyle w:val="TabNumeri"/>
            </w:pPr>
            <w:r w:rsidRPr="00EA6189">
              <w:t>1,0</w:t>
            </w:r>
          </w:p>
        </w:tc>
      </w:tr>
      <w:tr w:rsidR="00843070" w14:paraId="1841E1EB" w14:textId="77777777" w:rsidTr="00121FB9">
        <w:trPr>
          <w:cantSplit/>
          <w:trHeight w:val="227"/>
        </w:trPr>
        <w:tc>
          <w:tcPr>
            <w:tcW w:w="4820" w:type="dxa"/>
            <w:shd w:val="clear" w:color="auto" w:fill="DEEAF6" w:themeFill="accent5" w:themeFillTint="33"/>
          </w:tcPr>
          <w:p w14:paraId="5F3B3948" w14:textId="77777777" w:rsidR="00843070" w:rsidRPr="007427DC" w:rsidRDefault="00843070" w:rsidP="00121FB9">
            <w:pPr>
              <w:pStyle w:val="tabetic"/>
            </w:pPr>
            <w:r>
              <w:t xml:space="preserve"> Tasso di attività (2)(3</w:t>
            </w:r>
            <w:r w:rsidRPr="007427DC">
              <w:t>)</w:t>
            </w:r>
          </w:p>
        </w:tc>
        <w:tc>
          <w:tcPr>
            <w:tcW w:w="1134" w:type="dxa"/>
            <w:shd w:val="clear" w:color="auto" w:fill="DEEAF6" w:themeFill="accent5" w:themeFillTint="33"/>
          </w:tcPr>
          <w:p w14:paraId="7E116056" w14:textId="77777777" w:rsidR="00843070" w:rsidRPr="00AE376F" w:rsidRDefault="00843070" w:rsidP="00121FB9">
            <w:pPr>
              <w:pStyle w:val="TabNumeri"/>
            </w:pPr>
            <w:r w:rsidRPr="00EA6189">
              <w:t>48,2</w:t>
            </w:r>
          </w:p>
        </w:tc>
        <w:tc>
          <w:tcPr>
            <w:tcW w:w="1134" w:type="dxa"/>
            <w:shd w:val="clear" w:color="auto" w:fill="DEEAF6" w:themeFill="accent5" w:themeFillTint="33"/>
          </w:tcPr>
          <w:p w14:paraId="7BA9B3A2" w14:textId="77777777" w:rsidR="00843070" w:rsidRPr="00AE376F" w:rsidRDefault="00843070" w:rsidP="00121FB9">
            <w:pPr>
              <w:pStyle w:val="TabNumeri"/>
            </w:pPr>
            <w:r w:rsidRPr="00EA6189">
              <w:t>48,5</w:t>
            </w:r>
          </w:p>
        </w:tc>
        <w:tc>
          <w:tcPr>
            <w:tcW w:w="1134" w:type="dxa"/>
            <w:shd w:val="clear" w:color="auto" w:fill="DEEAF6" w:themeFill="accent5" w:themeFillTint="33"/>
          </w:tcPr>
          <w:p w14:paraId="385D3960" w14:textId="77777777" w:rsidR="00843070" w:rsidRPr="00AE376F" w:rsidRDefault="00843070" w:rsidP="00121FB9">
            <w:pPr>
              <w:pStyle w:val="TabNumeri"/>
            </w:pPr>
            <w:r w:rsidRPr="00EA6189">
              <w:t>48,3</w:t>
            </w:r>
          </w:p>
        </w:tc>
        <w:tc>
          <w:tcPr>
            <w:tcW w:w="1134" w:type="dxa"/>
            <w:shd w:val="clear" w:color="auto" w:fill="DEEAF6" w:themeFill="accent5" w:themeFillTint="33"/>
          </w:tcPr>
          <w:p w14:paraId="6B6EE486" w14:textId="77777777" w:rsidR="00843070" w:rsidRPr="00AE376F" w:rsidRDefault="00843070" w:rsidP="00121FB9">
            <w:pPr>
              <w:pStyle w:val="TabNumeri"/>
            </w:pPr>
            <w:r w:rsidRPr="00EA6189">
              <w:t>48,3</w:t>
            </w:r>
          </w:p>
        </w:tc>
      </w:tr>
      <w:tr w:rsidR="00843070" w14:paraId="0727293B" w14:textId="77777777" w:rsidTr="00121FB9">
        <w:trPr>
          <w:cantSplit/>
          <w:trHeight w:val="227"/>
        </w:trPr>
        <w:tc>
          <w:tcPr>
            <w:tcW w:w="4820" w:type="dxa"/>
          </w:tcPr>
          <w:p w14:paraId="3284A3F4" w14:textId="77777777" w:rsidR="00843070" w:rsidRPr="007427DC" w:rsidRDefault="00843070" w:rsidP="00121FB9">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14:paraId="2592883B" w14:textId="77777777" w:rsidR="00843070" w:rsidRPr="00AE376F" w:rsidRDefault="00843070" w:rsidP="00121FB9">
            <w:pPr>
              <w:pStyle w:val="TabNumeri"/>
            </w:pPr>
            <w:r w:rsidRPr="00EA6189">
              <w:t>45,3</w:t>
            </w:r>
          </w:p>
        </w:tc>
        <w:tc>
          <w:tcPr>
            <w:tcW w:w="1134" w:type="dxa"/>
          </w:tcPr>
          <w:p w14:paraId="018108F1" w14:textId="77777777" w:rsidR="00843070" w:rsidRPr="00AE376F" w:rsidRDefault="00843070" w:rsidP="00121FB9">
            <w:pPr>
              <w:pStyle w:val="TabNumeri"/>
            </w:pPr>
            <w:r w:rsidRPr="00EA6189">
              <w:t>45,8</w:t>
            </w:r>
          </w:p>
        </w:tc>
        <w:tc>
          <w:tcPr>
            <w:tcW w:w="1134" w:type="dxa"/>
          </w:tcPr>
          <w:p w14:paraId="4E40C04B" w14:textId="77777777" w:rsidR="00843070" w:rsidRPr="00AE376F" w:rsidRDefault="00843070" w:rsidP="00121FB9">
            <w:pPr>
              <w:pStyle w:val="TabNumeri"/>
            </w:pPr>
            <w:r w:rsidRPr="00EA6189">
              <w:t>45,1</w:t>
            </w:r>
          </w:p>
        </w:tc>
        <w:tc>
          <w:tcPr>
            <w:tcW w:w="1134" w:type="dxa"/>
          </w:tcPr>
          <w:p w14:paraId="251DE6AC" w14:textId="77777777" w:rsidR="00843070" w:rsidRPr="00AE376F" w:rsidRDefault="00843070" w:rsidP="00121FB9">
            <w:pPr>
              <w:pStyle w:val="TabNumeri"/>
            </w:pPr>
            <w:r w:rsidRPr="00EA6189">
              <w:t>45,4</w:t>
            </w:r>
          </w:p>
        </w:tc>
      </w:tr>
      <w:tr w:rsidR="00843070" w14:paraId="37E5F3D9" w14:textId="77777777" w:rsidTr="00121FB9">
        <w:trPr>
          <w:cantSplit/>
          <w:trHeight w:val="227"/>
        </w:trPr>
        <w:tc>
          <w:tcPr>
            <w:tcW w:w="4820" w:type="dxa"/>
            <w:shd w:val="clear" w:color="auto" w:fill="DEEAF6" w:themeFill="accent5" w:themeFillTint="33"/>
          </w:tcPr>
          <w:p w14:paraId="0465809F" w14:textId="77777777" w:rsidR="00843070" w:rsidRPr="007427DC" w:rsidRDefault="00843070" w:rsidP="00121FB9">
            <w:pPr>
              <w:pStyle w:val="tabetic"/>
            </w:pPr>
            <w:r>
              <w:t xml:space="preserve"> Tasso di disoccupazione (2</w:t>
            </w:r>
            <w:r w:rsidRPr="007427DC">
              <w:t>)</w:t>
            </w:r>
          </w:p>
        </w:tc>
        <w:tc>
          <w:tcPr>
            <w:tcW w:w="1134" w:type="dxa"/>
            <w:shd w:val="clear" w:color="auto" w:fill="DEEAF6" w:themeFill="accent5" w:themeFillTint="33"/>
          </w:tcPr>
          <w:p w14:paraId="4504127A" w14:textId="77777777" w:rsidR="00843070" w:rsidRPr="00AE376F" w:rsidRDefault="00843070" w:rsidP="00121FB9">
            <w:pPr>
              <w:pStyle w:val="TabNumeri"/>
            </w:pPr>
            <w:r w:rsidRPr="00EA6189">
              <w:t>5,9</w:t>
            </w:r>
          </w:p>
        </w:tc>
        <w:tc>
          <w:tcPr>
            <w:tcW w:w="1134" w:type="dxa"/>
            <w:shd w:val="clear" w:color="auto" w:fill="DEEAF6" w:themeFill="accent5" w:themeFillTint="33"/>
          </w:tcPr>
          <w:p w14:paraId="4845AD6F" w14:textId="77777777" w:rsidR="00843070" w:rsidRPr="00AE376F" w:rsidRDefault="00843070" w:rsidP="00121FB9">
            <w:pPr>
              <w:pStyle w:val="TabNumeri"/>
            </w:pPr>
            <w:r w:rsidRPr="00EA6189">
              <w:t>5,5</w:t>
            </w:r>
          </w:p>
        </w:tc>
        <w:tc>
          <w:tcPr>
            <w:tcW w:w="1134" w:type="dxa"/>
            <w:shd w:val="clear" w:color="auto" w:fill="DEEAF6" w:themeFill="accent5" w:themeFillTint="33"/>
          </w:tcPr>
          <w:p w14:paraId="341B505E" w14:textId="77777777" w:rsidR="00843070" w:rsidRPr="00AE376F" w:rsidRDefault="00843070" w:rsidP="00121FB9">
            <w:pPr>
              <w:pStyle w:val="TabNumeri"/>
            </w:pPr>
            <w:r w:rsidRPr="00EA6189">
              <w:t>6,7</w:t>
            </w:r>
          </w:p>
        </w:tc>
        <w:tc>
          <w:tcPr>
            <w:tcW w:w="1134" w:type="dxa"/>
            <w:shd w:val="clear" w:color="auto" w:fill="DEEAF6" w:themeFill="accent5" w:themeFillTint="33"/>
          </w:tcPr>
          <w:p w14:paraId="16E70636" w14:textId="77777777" w:rsidR="00843070" w:rsidRPr="00AE376F" w:rsidRDefault="00843070" w:rsidP="00121FB9">
            <w:pPr>
              <w:pStyle w:val="TabNumeri"/>
            </w:pPr>
            <w:r w:rsidRPr="00EA6189">
              <w:t>5,9</w:t>
            </w:r>
          </w:p>
        </w:tc>
      </w:tr>
      <w:tr w:rsidR="00843070" w14:paraId="5D7750C7" w14:textId="77777777" w:rsidTr="00121FB9">
        <w:trPr>
          <w:cantSplit/>
          <w:trHeight w:val="227"/>
        </w:trPr>
        <w:tc>
          <w:tcPr>
            <w:tcW w:w="4820" w:type="dxa"/>
          </w:tcPr>
          <w:p w14:paraId="0BC8A872" w14:textId="77777777" w:rsidR="00843070" w:rsidRPr="00EC6592" w:rsidRDefault="00843070" w:rsidP="00121FB9">
            <w:pPr>
              <w:pStyle w:val="TabEtichetteBold"/>
            </w:pPr>
            <w:r w:rsidRPr="00EC6592">
              <w:t>Produttività e capacità di spesa</w:t>
            </w:r>
          </w:p>
        </w:tc>
        <w:tc>
          <w:tcPr>
            <w:tcW w:w="1134" w:type="dxa"/>
          </w:tcPr>
          <w:p w14:paraId="2BF2E45F" w14:textId="77777777" w:rsidR="00843070" w:rsidRPr="00AE376F" w:rsidRDefault="00843070" w:rsidP="00121FB9">
            <w:pPr>
              <w:pStyle w:val="TabNumeri"/>
            </w:pPr>
          </w:p>
        </w:tc>
        <w:tc>
          <w:tcPr>
            <w:tcW w:w="1134" w:type="dxa"/>
          </w:tcPr>
          <w:p w14:paraId="202FEAE1" w14:textId="77777777" w:rsidR="00843070" w:rsidRPr="00AE376F" w:rsidRDefault="00843070" w:rsidP="00121FB9">
            <w:pPr>
              <w:pStyle w:val="TabNumeri"/>
            </w:pPr>
          </w:p>
        </w:tc>
        <w:tc>
          <w:tcPr>
            <w:tcW w:w="1134" w:type="dxa"/>
          </w:tcPr>
          <w:p w14:paraId="69526F76" w14:textId="77777777" w:rsidR="00843070" w:rsidRPr="00AE376F" w:rsidRDefault="00843070" w:rsidP="00121FB9">
            <w:pPr>
              <w:pStyle w:val="TabNumeri"/>
            </w:pPr>
          </w:p>
        </w:tc>
        <w:tc>
          <w:tcPr>
            <w:tcW w:w="1134" w:type="dxa"/>
          </w:tcPr>
          <w:p w14:paraId="1A8AE4C6" w14:textId="77777777" w:rsidR="00843070" w:rsidRPr="00AE376F" w:rsidRDefault="00843070" w:rsidP="00121FB9">
            <w:pPr>
              <w:pStyle w:val="TabNumeri"/>
            </w:pPr>
          </w:p>
        </w:tc>
      </w:tr>
      <w:tr w:rsidR="00843070" w14:paraId="3309CA1A" w14:textId="77777777" w:rsidTr="00121FB9">
        <w:trPr>
          <w:cantSplit/>
          <w:trHeight w:val="227"/>
        </w:trPr>
        <w:tc>
          <w:tcPr>
            <w:tcW w:w="4820" w:type="dxa"/>
            <w:shd w:val="clear" w:color="auto" w:fill="DEEAF6" w:themeFill="accent5" w:themeFillTint="33"/>
          </w:tcPr>
          <w:p w14:paraId="4562BBC2" w14:textId="77777777" w:rsidR="00843070" w:rsidRPr="00B130A5" w:rsidRDefault="00843070" w:rsidP="00121FB9">
            <w:pPr>
              <w:pStyle w:val="TabEtichette"/>
            </w:pPr>
            <w:r w:rsidRPr="00B130A5">
              <w:t>Reddito disponibile delle famiglie e Istituz.SP (prezzi correnti)</w:t>
            </w:r>
          </w:p>
        </w:tc>
        <w:tc>
          <w:tcPr>
            <w:tcW w:w="1134" w:type="dxa"/>
            <w:shd w:val="clear" w:color="auto" w:fill="DEEAF6" w:themeFill="accent5" w:themeFillTint="33"/>
          </w:tcPr>
          <w:p w14:paraId="77C9D6AB" w14:textId="77777777" w:rsidR="00843070" w:rsidRPr="00AE376F" w:rsidRDefault="00843070" w:rsidP="00121FB9">
            <w:pPr>
              <w:pStyle w:val="TabNumeri"/>
            </w:pPr>
            <w:r w:rsidRPr="00EA6189">
              <w:t>1,6</w:t>
            </w:r>
          </w:p>
        </w:tc>
        <w:tc>
          <w:tcPr>
            <w:tcW w:w="1134" w:type="dxa"/>
            <w:shd w:val="clear" w:color="auto" w:fill="DEEAF6" w:themeFill="accent5" w:themeFillTint="33"/>
          </w:tcPr>
          <w:p w14:paraId="153D4C1E" w14:textId="77777777" w:rsidR="00843070" w:rsidRPr="00AE376F" w:rsidRDefault="00843070" w:rsidP="00121FB9">
            <w:pPr>
              <w:pStyle w:val="TabNumeri"/>
            </w:pPr>
            <w:r w:rsidRPr="00EA6189">
              <w:t>2,4</w:t>
            </w:r>
          </w:p>
        </w:tc>
        <w:tc>
          <w:tcPr>
            <w:tcW w:w="1134" w:type="dxa"/>
            <w:shd w:val="clear" w:color="auto" w:fill="DEEAF6" w:themeFill="accent5" w:themeFillTint="33"/>
          </w:tcPr>
          <w:p w14:paraId="6B9DE73F" w14:textId="77777777" w:rsidR="00843070" w:rsidRPr="00AE376F" w:rsidRDefault="00843070" w:rsidP="00121FB9">
            <w:pPr>
              <w:pStyle w:val="TabNumeri"/>
            </w:pPr>
            <w:r w:rsidRPr="00EA6189">
              <w:t>-1,0</w:t>
            </w:r>
          </w:p>
        </w:tc>
        <w:tc>
          <w:tcPr>
            <w:tcW w:w="1134" w:type="dxa"/>
            <w:shd w:val="clear" w:color="auto" w:fill="DEEAF6" w:themeFill="accent5" w:themeFillTint="33"/>
          </w:tcPr>
          <w:p w14:paraId="23BD5F9D" w14:textId="77777777" w:rsidR="00843070" w:rsidRPr="00AE376F" w:rsidRDefault="00843070" w:rsidP="00121FB9">
            <w:pPr>
              <w:pStyle w:val="TabNumeri"/>
            </w:pPr>
            <w:r w:rsidRPr="00EA6189">
              <w:t>2,3</w:t>
            </w:r>
          </w:p>
        </w:tc>
      </w:tr>
      <w:tr w:rsidR="00843070" w14:paraId="3070F3DC" w14:textId="77777777" w:rsidTr="00121FB9">
        <w:trPr>
          <w:cantSplit/>
          <w:trHeight w:val="227"/>
        </w:trPr>
        <w:tc>
          <w:tcPr>
            <w:tcW w:w="4820" w:type="dxa"/>
          </w:tcPr>
          <w:p w14:paraId="199B068A" w14:textId="77777777" w:rsidR="00843070" w:rsidRDefault="00843070" w:rsidP="00121FB9">
            <w:pPr>
              <w:pStyle w:val="TabEtichette"/>
            </w:pPr>
            <w:r w:rsidRPr="00B130A5">
              <w:t>Valore aggiunto totale per abitante (migliaia di euro)</w:t>
            </w:r>
          </w:p>
        </w:tc>
        <w:tc>
          <w:tcPr>
            <w:tcW w:w="1134" w:type="dxa"/>
          </w:tcPr>
          <w:p w14:paraId="6B568D5C" w14:textId="77777777" w:rsidR="00843070" w:rsidRPr="00AE376F" w:rsidRDefault="00843070" w:rsidP="00121FB9">
            <w:pPr>
              <w:pStyle w:val="TabNumeri"/>
            </w:pPr>
            <w:r w:rsidRPr="00EA6189">
              <w:t>31,9</w:t>
            </w:r>
          </w:p>
        </w:tc>
        <w:tc>
          <w:tcPr>
            <w:tcW w:w="1134" w:type="dxa"/>
          </w:tcPr>
          <w:p w14:paraId="7279E939" w14:textId="77777777" w:rsidR="00843070" w:rsidRPr="00AE376F" w:rsidRDefault="00843070" w:rsidP="00121FB9">
            <w:pPr>
              <w:pStyle w:val="TabNumeri"/>
            </w:pPr>
            <w:r w:rsidRPr="00EA6189">
              <w:t>32,0</w:t>
            </w:r>
          </w:p>
        </w:tc>
        <w:tc>
          <w:tcPr>
            <w:tcW w:w="1134" w:type="dxa"/>
          </w:tcPr>
          <w:p w14:paraId="49F511A3" w14:textId="77777777" w:rsidR="00843070" w:rsidRPr="00AE376F" w:rsidRDefault="00843070" w:rsidP="00121FB9">
            <w:pPr>
              <w:pStyle w:val="TabNumeri"/>
            </w:pPr>
            <w:r w:rsidRPr="00EA6189">
              <w:t>29,7</w:t>
            </w:r>
          </w:p>
        </w:tc>
        <w:tc>
          <w:tcPr>
            <w:tcW w:w="1134" w:type="dxa"/>
          </w:tcPr>
          <w:p w14:paraId="59B283A3" w14:textId="77777777" w:rsidR="00843070" w:rsidRDefault="00843070" w:rsidP="00121FB9">
            <w:pPr>
              <w:pStyle w:val="TabNumeri"/>
            </w:pPr>
            <w:r w:rsidRPr="00EA6189">
              <w:t>30,7</w:t>
            </w:r>
          </w:p>
        </w:tc>
      </w:tr>
      <w:tr w:rsidR="00843070" w14:paraId="6325ACE0" w14:textId="77777777" w:rsidTr="00121FB9">
        <w:trPr>
          <w:cantSplit/>
        </w:trPr>
        <w:tc>
          <w:tcPr>
            <w:tcW w:w="9356" w:type="dxa"/>
            <w:gridSpan w:val="5"/>
            <w:tcBorders>
              <w:top w:val="single" w:sz="4" w:space="0" w:color="800000"/>
            </w:tcBorders>
          </w:tcPr>
          <w:p w14:paraId="78480B1F" w14:textId="77777777" w:rsidR="00843070" w:rsidRDefault="00843070" w:rsidP="00121FB9">
            <w:pPr>
              <w:pStyle w:val="TabNoteSuperiori"/>
            </w:pPr>
            <w:r>
              <w:t>(1) Al netto delle scorte. (2) Rapporto percentuale. (3) Quota sulla popolazione presente totale.</w:t>
            </w:r>
          </w:p>
          <w:p w14:paraId="7EDF9A0C" w14:textId="40F040BA" w:rsidR="00843070" w:rsidRPr="007C570B" w:rsidRDefault="00843070" w:rsidP="00121FB9">
            <w:pPr>
              <w:pStyle w:val="TabNoteInferiori"/>
            </w:pPr>
            <w:r w:rsidRPr="00B60C06">
              <w:t xml:space="preserve">Fonte: elaborazione Unioncamere E.R. su dati Prometeia, Scenari per le economie locali, </w:t>
            </w:r>
            <w:r>
              <w:t xml:space="preserve">aprile </w:t>
            </w:r>
            <w:r>
              <w:fldChar w:fldCharType="begin"/>
            </w:r>
            <w:r>
              <w:instrText xml:space="preserve"> DATE  \@ "yyyy"  \* MERGEFORMAT </w:instrText>
            </w:r>
            <w:r>
              <w:fldChar w:fldCharType="separate"/>
            </w:r>
            <w:r w:rsidR="00B27887">
              <w:rPr>
                <w:noProof/>
              </w:rPr>
              <w:t>2020</w:t>
            </w:r>
            <w:r>
              <w:fldChar w:fldCharType="end"/>
            </w:r>
            <w:r w:rsidRPr="00B60C06">
              <w:t>.</w:t>
            </w:r>
          </w:p>
        </w:tc>
      </w:tr>
    </w:tbl>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843070" w14:paraId="2BD1D43E" w14:textId="77777777" w:rsidTr="00121FB9">
        <w:trPr>
          <w:cantSplit/>
        </w:trPr>
        <w:tc>
          <w:tcPr>
            <w:tcW w:w="9356" w:type="dxa"/>
          </w:tcPr>
          <w:p w14:paraId="21424AAE" w14:textId="77777777" w:rsidR="00843070" w:rsidRDefault="00843070" w:rsidP="00121FB9">
            <w:pPr>
              <w:pStyle w:val="FigTitolo"/>
              <w:ind w:left="1134" w:hanging="1134"/>
            </w:pPr>
            <w:r>
              <w:t>Il quadro regionale: tasso di variazione e numero indice del Pil (2000=100)</w:t>
            </w:r>
          </w:p>
          <w:p w14:paraId="0737B9B3" w14:textId="77777777" w:rsidR="00843070" w:rsidRDefault="00843070" w:rsidP="00121FB9">
            <w:pPr>
              <w:pStyle w:val="Figure"/>
            </w:pPr>
            <w:r w:rsidRPr="00AD0198">
              <w:rPr>
                <w:noProof/>
              </w:rPr>
              <w:drawing>
                <wp:inline distT="0" distB="0" distL="0" distR="0" wp14:anchorId="2BC82511" wp14:editId="3842CF26">
                  <wp:extent cx="5904000" cy="2340000"/>
                  <wp:effectExtent l="0" t="0" r="0" b="0"/>
                  <wp:docPr id="2"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FDBBC40" w14:textId="3882947C" w:rsidR="00843070" w:rsidRDefault="00843070" w:rsidP="00121FB9">
            <w:pPr>
              <w:pStyle w:val="TabNoteInferiori"/>
            </w:pPr>
            <w:r w:rsidRPr="0029075E">
              <w:t xml:space="preserve">Fonte: </w:t>
            </w:r>
            <w:r w:rsidRPr="00B60C06">
              <w:t xml:space="preserve">elaborazione Unioncamere E.R. su dati Prometeia, Scenari per le economie locali, </w:t>
            </w:r>
            <w:r>
              <w:t xml:space="preserve">aprile </w:t>
            </w:r>
            <w:r>
              <w:fldChar w:fldCharType="begin"/>
            </w:r>
            <w:r>
              <w:instrText xml:space="preserve"> DATE  \@ "yyyy"  \* MERGEFORMAT </w:instrText>
            </w:r>
            <w:r>
              <w:fldChar w:fldCharType="separate"/>
            </w:r>
            <w:r w:rsidR="00B27887">
              <w:rPr>
                <w:noProof/>
              </w:rPr>
              <w:t>2020</w:t>
            </w:r>
            <w:r>
              <w:fldChar w:fldCharType="end"/>
            </w:r>
            <w:r w:rsidRPr="00B60C06">
              <w:t>..</w:t>
            </w:r>
            <w:r w:rsidRPr="0029075E">
              <w:t>.</w:t>
            </w:r>
          </w:p>
        </w:tc>
      </w:tr>
    </w:tbl>
    <w:p w14:paraId="6566B1C9" w14:textId="61B3F1FB" w:rsidR="00DD61D8" w:rsidRDefault="0093667A" w:rsidP="0093667A">
      <w:r>
        <w:t xml:space="preserve">La crescita stimata del prodotto interno lordo per il 2019 dovrebbe essere stata dello 0,4 per cento. </w:t>
      </w:r>
      <w:r w:rsidR="008C1121">
        <w:t>Negli “Scenari per le economie locali” di Prometeia di aprile, l</w:t>
      </w:r>
      <w:r>
        <w:t xml:space="preserve">’attesa per il 2020 è di una caduta del prodotto interno lordo del 7,0 per cento, leggermente superiore a quella del 2009. La ripresa sarà solo parziale nel 2021 (+3,8 per cento). Il Pil regionale in termini reali nel 2020 dovrebbe risultare superiore di solo il 2,0 per cento rispetto ai livelli minimi toccati al culmine della crisi nel 2009, ma di nuovo decisamente inferiore al livello del 2007 (-5,8 per cento). L’andamento nazionale si conferma solo lievemente più contenuto di quello </w:t>
      </w:r>
      <w:r>
        <w:lastRenderedPageBreak/>
        <w:t>regionale. Il rallentamento dell’attività nel 2019 ha ricondotto l’Emilia-Romagna tra le prime sei regioni italiane per crescita allontanandola dalle posizioni di vertice. Nel 2020, la recessione, come il coronavirus, colpirà più duramente le regioni del nord, senza particolari distinzioni. Nel 2019 i consumi delle famiglie (+0,8 per cento) sono cresciuti più del Pil. Data la loro rigidità, nel 2020 la caduta risulterà inferiore a quella del Pil (-5,2 per cento) e i consumi privati aggregati risulteranno inferiori del 2,9 per cento rispetto a quelli del picco del 2011. Gli investimenti fissi lordi in rallentamento hanno continuato a trainare la domanda interna nel 2019. Nel 2020 l’incertezza e i blocchi indotti dall’epidemia li ridurranno pesantemente (-13,1 per cento). I livelli di accumulazione nel 2020 saranno inferiori del 27,9 per cento rispetto al precedente massimo del 2008. La dinamica delle esportazioni regionali è risultata più contenuta nel 2019 (+3,5 per cento). Nel 2020 la caduta del commercio mondiale avrà pesanti riflessi sull’export regionale (-9,9 per cento), che, comunque, subirà una perdita ampiamente inferiore a quella del 2009. Al termine dell’anno corrente in valore reale le esportazioni regionali potrebbero superare ancora del 15,1 per cento il livello massimo precedente la crisi finanziaria, toccato nel 2007.</w:t>
      </w:r>
    </w:p>
    <w:p w14:paraId="064DEE1F" w14:textId="0CD61943" w:rsidR="00DD61D8" w:rsidRDefault="00DD61D8" w:rsidP="00DD61D8">
      <w:pPr>
        <w:pStyle w:val="Titolo4"/>
      </w:pPr>
      <w:r>
        <w:t>La formazione del valore aggiunto: i settori</w:t>
      </w:r>
    </w:p>
    <w:p w14:paraId="25AED29A" w14:textId="5FB876DE" w:rsidR="0093667A" w:rsidRDefault="0093667A" w:rsidP="0093667A">
      <w:r>
        <w:t>Nel 2020, saranno l’industria e le costruzioni ad accusare il colpo più duro, ma anche nei servizi la recessione sarà pesante. In dettaglio, nel 2019 il valore aggiunto dell’industria in senso stretto regionale è rimasto sostanzialmente invariato (+0,1 per cento), ma i blocchi all’attività indotti dalla pandemia ne determineranno una caduta del 12,8 per cento nel 2020. Al termine dell’anno corrente, il valore aggiunto reale dell’industria risulterà inferiore del 7,4 per cento rispetto al precedente massimo del 2007. Nel 2019 il valore aggiunto delle costruzioni ha messo a segno un discreto incremento (+1,8 per cento), ma nel 2020 dovrebbe subire una caduta notevole (-11,1 per cento). Al termine del corrente anno il valore aggiunto delle costruzioni risulterà inferiore del 46,7 per cento rispetto agli eccessi del precedente massimo del 2007. Infine, il valore aggiunto del settore dei servizi è aumentato dello 0,5 per cento nel 2019, ma non sfuggirà alla recessione indotta dalla epidemia e nel 2020 si ridurrà del 4,5 per cento. a fine 2020 dovrebbe risultare sostanzialmente analogo al precedente massimo toccato nel 2008.</w:t>
      </w:r>
    </w:p>
    <w:p w14:paraId="137FC269" w14:textId="77777777" w:rsidR="00DD61D8" w:rsidRDefault="00DD61D8" w:rsidP="00DD61D8">
      <w:pPr>
        <w:pStyle w:val="Titolo4"/>
      </w:pPr>
      <w:r>
        <w:t>Il mercato del lavoro</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843070" w14:paraId="015CB391" w14:textId="77777777" w:rsidTr="00121FB9">
        <w:trPr>
          <w:cantSplit/>
        </w:trPr>
        <w:tc>
          <w:tcPr>
            <w:tcW w:w="9356" w:type="dxa"/>
          </w:tcPr>
          <w:p w14:paraId="1C743248" w14:textId="77777777" w:rsidR="00843070" w:rsidRDefault="00843070" w:rsidP="00121FB9">
            <w:pPr>
              <w:pStyle w:val="FigTitolo"/>
              <w:ind w:left="1134" w:hanging="1134"/>
            </w:pPr>
            <w:r>
              <w:t xml:space="preserve">Il quadro regionale, i </w:t>
            </w:r>
            <w:proofErr w:type="gramStart"/>
            <w:r>
              <w:t>settori :</w:t>
            </w:r>
            <w:proofErr w:type="gramEnd"/>
            <w:r>
              <w:t xml:space="preserve"> tassi di variazione e numeri indice del valore aggiunto (2000=100)</w:t>
            </w:r>
          </w:p>
          <w:p w14:paraId="30B9B7BE" w14:textId="77777777" w:rsidR="00843070" w:rsidRDefault="00843070" w:rsidP="00121FB9">
            <w:pPr>
              <w:pStyle w:val="Figure"/>
            </w:pPr>
            <w:r w:rsidRPr="00AD0198">
              <w:rPr>
                <w:noProof/>
              </w:rPr>
              <w:drawing>
                <wp:inline distT="0" distB="0" distL="0" distR="0" wp14:anchorId="5C616D5C" wp14:editId="20AD384B">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FCAC7B7" w14:textId="5735025E" w:rsidR="00843070" w:rsidRDefault="00843070" w:rsidP="00121FB9">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aprile </w:t>
            </w:r>
            <w:r>
              <w:fldChar w:fldCharType="begin"/>
            </w:r>
            <w:r>
              <w:instrText xml:space="preserve"> DATE  \@ "yyyy"  \* MERGEFORMAT </w:instrText>
            </w:r>
            <w:r>
              <w:fldChar w:fldCharType="separate"/>
            </w:r>
            <w:r w:rsidR="00B27887">
              <w:rPr>
                <w:noProof/>
              </w:rPr>
              <w:t>2020</w:t>
            </w:r>
            <w:r>
              <w:fldChar w:fldCharType="end"/>
            </w:r>
            <w:r w:rsidRPr="006F0EA1">
              <w:t>.</w:t>
            </w:r>
          </w:p>
        </w:tc>
      </w:tr>
    </w:tbl>
    <w:p w14:paraId="420FE954" w14:textId="69D78635" w:rsidR="0093667A" w:rsidRDefault="0093667A" w:rsidP="0093667A">
      <w:r>
        <w:t xml:space="preserve">Le forze di lavoro sono aumentate dell’1,1 per cento nel 2019, ma si ridurranno lievemente nel 2020 </w:t>
      </w:r>
      <w:r>
        <w:br/>
        <w:t>(-0,2 per cento). Il tasso di attività, calcolato come quota sulla popolazione presente totale, è arrivato al 48,5 nel 2019, ma si ridurrà al 48,3 per cento nel 2020. Gli occupati lo scorso anno sono aumentati sensibilmente (+1,4 per cento). I blocchi delle attività incideranno però sensibilmente sull’occupazione nel 2020 (-1,4 per cento), nonostante le misure di salvaguardia adottate. Il tasso di occupazione è salito chiaramente nel 2019 (45,8 per cento), ma più rapidamente si ridurrà nel 2020 al 45,1 per cento. Lo scorso anno il tasso di disoccupazione è sceso al 5,5 per cento. Gli effetti negativi della pandemia sul mercato del lavoro lo proietteranno al 6,7 per cento nel 2020, il livello più elevato degli ultimi quattro anni.</w:t>
      </w:r>
    </w:p>
    <w:sectPr w:rsidR="0093667A" w:rsidSect="00EC7F1C">
      <w:footerReference w:type="even" r:id="rId14"/>
      <w:footerReference w:type="default" r:id="rId15"/>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3B046F" w14:textId="77777777" w:rsidR="00380670" w:rsidRDefault="00380670">
      <w:r>
        <w:separator/>
      </w:r>
    </w:p>
    <w:p w14:paraId="1325E91F" w14:textId="77777777" w:rsidR="00380670" w:rsidRDefault="00380670"/>
  </w:endnote>
  <w:endnote w:type="continuationSeparator" w:id="0">
    <w:p w14:paraId="64683E20" w14:textId="77777777" w:rsidR="00380670" w:rsidRDefault="00380670">
      <w:r>
        <w:continuationSeparator/>
      </w:r>
    </w:p>
    <w:p w14:paraId="0E24495D" w14:textId="77777777" w:rsidR="00380670" w:rsidRDefault="00380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C9B68"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09653C">
      <w:rPr>
        <w:rStyle w:val="Numeropagina"/>
        <w:noProof/>
      </w:rPr>
      <w:t>2</w:t>
    </w:r>
    <w:r>
      <w:rPr>
        <w:rStyle w:val="Numeropagina"/>
      </w:rPr>
      <w:fldChar w:fldCharType="end"/>
    </w:r>
  </w:p>
  <w:p w14:paraId="0302C42C"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AEEB"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B71DC6">
      <w:rPr>
        <w:rStyle w:val="Numeropagina"/>
        <w:noProof/>
      </w:rPr>
      <w:t>3</w:t>
    </w:r>
    <w:r>
      <w:rPr>
        <w:rStyle w:val="Numeropagina"/>
      </w:rPr>
      <w:fldChar w:fldCharType="end"/>
    </w:r>
  </w:p>
  <w:p w14:paraId="4DB46F25"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89F64" w14:textId="77777777" w:rsidR="00380670" w:rsidRDefault="00380670">
      <w:r>
        <w:separator/>
      </w:r>
    </w:p>
    <w:p w14:paraId="03979713" w14:textId="77777777" w:rsidR="00380670" w:rsidRDefault="00380670"/>
  </w:footnote>
  <w:footnote w:type="continuationSeparator" w:id="0">
    <w:p w14:paraId="2251F9B3" w14:textId="77777777" w:rsidR="00380670" w:rsidRDefault="00380670">
      <w:r>
        <w:continuationSeparator/>
      </w:r>
    </w:p>
    <w:p w14:paraId="3DE50BC3" w14:textId="77777777" w:rsidR="00380670" w:rsidRDefault="003806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2" w15:restartNumberingAfterBreak="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mirrorMargin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BFF"/>
    <w:rsid w:val="00006FF0"/>
    <w:rsid w:val="0003480D"/>
    <w:rsid w:val="000355D6"/>
    <w:rsid w:val="00060534"/>
    <w:rsid w:val="00072096"/>
    <w:rsid w:val="000722A1"/>
    <w:rsid w:val="000954C7"/>
    <w:rsid w:val="0009653C"/>
    <w:rsid w:val="000A136A"/>
    <w:rsid w:val="000A47C0"/>
    <w:rsid w:val="000A526B"/>
    <w:rsid w:val="000A7ACE"/>
    <w:rsid w:val="000B711D"/>
    <w:rsid w:val="000C35DD"/>
    <w:rsid w:val="000C3780"/>
    <w:rsid w:val="000C5215"/>
    <w:rsid w:val="000C731A"/>
    <w:rsid w:val="000D0BF8"/>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6D46"/>
    <w:rsid w:val="0019786B"/>
    <w:rsid w:val="001A2E23"/>
    <w:rsid w:val="001B00BB"/>
    <w:rsid w:val="001C6A2C"/>
    <w:rsid w:val="001C7B8A"/>
    <w:rsid w:val="001D3F9B"/>
    <w:rsid w:val="001E2EB1"/>
    <w:rsid w:val="001F0E1F"/>
    <w:rsid w:val="00200ADC"/>
    <w:rsid w:val="00205EB4"/>
    <w:rsid w:val="002112CA"/>
    <w:rsid w:val="00215734"/>
    <w:rsid w:val="0021718E"/>
    <w:rsid w:val="00226FD7"/>
    <w:rsid w:val="0023194D"/>
    <w:rsid w:val="002331F6"/>
    <w:rsid w:val="00233DDE"/>
    <w:rsid w:val="002624CD"/>
    <w:rsid w:val="00280045"/>
    <w:rsid w:val="00290F90"/>
    <w:rsid w:val="00295CB4"/>
    <w:rsid w:val="00297826"/>
    <w:rsid w:val="002A4363"/>
    <w:rsid w:val="002A67C3"/>
    <w:rsid w:val="002A7EDC"/>
    <w:rsid w:val="002B3250"/>
    <w:rsid w:val="002B4A67"/>
    <w:rsid w:val="002D0E0B"/>
    <w:rsid w:val="002E0C1E"/>
    <w:rsid w:val="002F3B2B"/>
    <w:rsid w:val="003079C8"/>
    <w:rsid w:val="00311B8C"/>
    <w:rsid w:val="00326BDD"/>
    <w:rsid w:val="00343BBA"/>
    <w:rsid w:val="00350098"/>
    <w:rsid w:val="00370DD3"/>
    <w:rsid w:val="00374C2B"/>
    <w:rsid w:val="0037602F"/>
    <w:rsid w:val="00380670"/>
    <w:rsid w:val="00392CCA"/>
    <w:rsid w:val="003A03B0"/>
    <w:rsid w:val="003A4CBD"/>
    <w:rsid w:val="003A7986"/>
    <w:rsid w:val="003C6E43"/>
    <w:rsid w:val="003D4594"/>
    <w:rsid w:val="003F658D"/>
    <w:rsid w:val="003F66B1"/>
    <w:rsid w:val="00403C5A"/>
    <w:rsid w:val="004045CE"/>
    <w:rsid w:val="00421C45"/>
    <w:rsid w:val="004308CF"/>
    <w:rsid w:val="00471071"/>
    <w:rsid w:val="004727C6"/>
    <w:rsid w:val="00474F23"/>
    <w:rsid w:val="00475E64"/>
    <w:rsid w:val="0048031B"/>
    <w:rsid w:val="00480CA0"/>
    <w:rsid w:val="004821B2"/>
    <w:rsid w:val="00497B8C"/>
    <w:rsid w:val="004B0C54"/>
    <w:rsid w:val="004B284C"/>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42EBF"/>
    <w:rsid w:val="00576C2B"/>
    <w:rsid w:val="005A3111"/>
    <w:rsid w:val="005A35E9"/>
    <w:rsid w:val="005A6916"/>
    <w:rsid w:val="005B1DC4"/>
    <w:rsid w:val="005E16BE"/>
    <w:rsid w:val="005E72BF"/>
    <w:rsid w:val="005F729A"/>
    <w:rsid w:val="006017C5"/>
    <w:rsid w:val="0060388C"/>
    <w:rsid w:val="006127E5"/>
    <w:rsid w:val="0061438E"/>
    <w:rsid w:val="00615949"/>
    <w:rsid w:val="006232D9"/>
    <w:rsid w:val="00624FD5"/>
    <w:rsid w:val="00627304"/>
    <w:rsid w:val="0063075B"/>
    <w:rsid w:val="00640CC3"/>
    <w:rsid w:val="00646138"/>
    <w:rsid w:val="006657DD"/>
    <w:rsid w:val="0067025A"/>
    <w:rsid w:val="006716DF"/>
    <w:rsid w:val="00675B59"/>
    <w:rsid w:val="00680B91"/>
    <w:rsid w:val="00687AC9"/>
    <w:rsid w:val="00693137"/>
    <w:rsid w:val="00697C99"/>
    <w:rsid w:val="006A2313"/>
    <w:rsid w:val="006B24FA"/>
    <w:rsid w:val="006B25D9"/>
    <w:rsid w:val="006C2096"/>
    <w:rsid w:val="006C2562"/>
    <w:rsid w:val="006D0B80"/>
    <w:rsid w:val="006E5935"/>
    <w:rsid w:val="006F1520"/>
    <w:rsid w:val="006F328F"/>
    <w:rsid w:val="006F4958"/>
    <w:rsid w:val="00711AD4"/>
    <w:rsid w:val="00723CDE"/>
    <w:rsid w:val="00736E99"/>
    <w:rsid w:val="007413B2"/>
    <w:rsid w:val="007579C8"/>
    <w:rsid w:val="007709BA"/>
    <w:rsid w:val="007767D7"/>
    <w:rsid w:val="00776C28"/>
    <w:rsid w:val="00782A90"/>
    <w:rsid w:val="00785036"/>
    <w:rsid w:val="007864F5"/>
    <w:rsid w:val="007974D7"/>
    <w:rsid w:val="007B585C"/>
    <w:rsid w:val="007C1850"/>
    <w:rsid w:val="007C32E7"/>
    <w:rsid w:val="007D4EF0"/>
    <w:rsid w:val="007E6D32"/>
    <w:rsid w:val="007F2453"/>
    <w:rsid w:val="007F4A37"/>
    <w:rsid w:val="008001F3"/>
    <w:rsid w:val="008050F6"/>
    <w:rsid w:val="0080528A"/>
    <w:rsid w:val="0081512A"/>
    <w:rsid w:val="00823044"/>
    <w:rsid w:val="0083021E"/>
    <w:rsid w:val="00832B4E"/>
    <w:rsid w:val="00843070"/>
    <w:rsid w:val="00847E0A"/>
    <w:rsid w:val="0085510F"/>
    <w:rsid w:val="008575CD"/>
    <w:rsid w:val="00863834"/>
    <w:rsid w:val="00865D33"/>
    <w:rsid w:val="00872B5F"/>
    <w:rsid w:val="008761FF"/>
    <w:rsid w:val="00885A3D"/>
    <w:rsid w:val="008917D4"/>
    <w:rsid w:val="0089214E"/>
    <w:rsid w:val="008973E5"/>
    <w:rsid w:val="008A59C8"/>
    <w:rsid w:val="008C1121"/>
    <w:rsid w:val="008D2187"/>
    <w:rsid w:val="008E1F7C"/>
    <w:rsid w:val="008F762B"/>
    <w:rsid w:val="00904F49"/>
    <w:rsid w:val="00906A3E"/>
    <w:rsid w:val="009124B3"/>
    <w:rsid w:val="009135F2"/>
    <w:rsid w:val="00914F9B"/>
    <w:rsid w:val="00924ED4"/>
    <w:rsid w:val="00927E9E"/>
    <w:rsid w:val="009317C6"/>
    <w:rsid w:val="0093667A"/>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631D6"/>
    <w:rsid w:val="00A7082C"/>
    <w:rsid w:val="00A72937"/>
    <w:rsid w:val="00A730F5"/>
    <w:rsid w:val="00A837D0"/>
    <w:rsid w:val="00A90F5A"/>
    <w:rsid w:val="00A92FA0"/>
    <w:rsid w:val="00A97F64"/>
    <w:rsid w:val="00AA3813"/>
    <w:rsid w:val="00AA5434"/>
    <w:rsid w:val="00AA704C"/>
    <w:rsid w:val="00AB3C50"/>
    <w:rsid w:val="00AC1912"/>
    <w:rsid w:val="00AC6CE4"/>
    <w:rsid w:val="00AD3962"/>
    <w:rsid w:val="00AF633E"/>
    <w:rsid w:val="00B0117D"/>
    <w:rsid w:val="00B141FF"/>
    <w:rsid w:val="00B27432"/>
    <w:rsid w:val="00B27887"/>
    <w:rsid w:val="00B300CF"/>
    <w:rsid w:val="00B33405"/>
    <w:rsid w:val="00B3596A"/>
    <w:rsid w:val="00B37865"/>
    <w:rsid w:val="00B510DE"/>
    <w:rsid w:val="00B62BA1"/>
    <w:rsid w:val="00B71DC6"/>
    <w:rsid w:val="00B74896"/>
    <w:rsid w:val="00B937FD"/>
    <w:rsid w:val="00BA4E1E"/>
    <w:rsid w:val="00BA6EC0"/>
    <w:rsid w:val="00BB3C16"/>
    <w:rsid w:val="00BB4979"/>
    <w:rsid w:val="00BC1241"/>
    <w:rsid w:val="00BC5420"/>
    <w:rsid w:val="00BC64BC"/>
    <w:rsid w:val="00BD16F9"/>
    <w:rsid w:val="00BD7C77"/>
    <w:rsid w:val="00BD7ED5"/>
    <w:rsid w:val="00BE0883"/>
    <w:rsid w:val="00BF1BE3"/>
    <w:rsid w:val="00BF4352"/>
    <w:rsid w:val="00C10760"/>
    <w:rsid w:val="00C17423"/>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25089"/>
    <w:rsid w:val="00D32334"/>
    <w:rsid w:val="00D70926"/>
    <w:rsid w:val="00D765FD"/>
    <w:rsid w:val="00D8389E"/>
    <w:rsid w:val="00D91F47"/>
    <w:rsid w:val="00DB7F10"/>
    <w:rsid w:val="00DC7E2A"/>
    <w:rsid w:val="00DD14C1"/>
    <w:rsid w:val="00DD43EA"/>
    <w:rsid w:val="00DD61D8"/>
    <w:rsid w:val="00DF3629"/>
    <w:rsid w:val="00DF42E6"/>
    <w:rsid w:val="00E01DC4"/>
    <w:rsid w:val="00E167FF"/>
    <w:rsid w:val="00E3114E"/>
    <w:rsid w:val="00E31DFE"/>
    <w:rsid w:val="00E52DE6"/>
    <w:rsid w:val="00E534DF"/>
    <w:rsid w:val="00E55380"/>
    <w:rsid w:val="00E678F3"/>
    <w:rsid w:val="00E67F80"/>
    <w:rsid w:val="00E743E6"/>
    <w:rsid w:val="00E8313E"/>
    <w:rsid w:val="00E85754"/>
    <w:rsid w:val="00EA259C"/>
    <w:rsid w:val="00EA3B0A"/>
    <w:rsid w:val="00EC7093"/>
    <w:rsid w:val="00EC7F1C"/>
    <w:rsid w:val="00ED09E7"/>
    <w:rsid w:val="00ED3E7E"/>
    <w:rsid w:val="00EE07CF"/>
    <w:rsid w:val="00EE115B"/>
    <w:rsid w:val="00EE2F9D"/>
    <w:rsid w:val="00F216E5"/>
    <w:rsid w:val="00F27067"/>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D7708"/>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99375"/>
  <w15:docId w15:val="{DB6C4158-A813-41AF-80F4-229C3081A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FD7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tichetteBold">
    <w:name w:val="Tab Etichette Bold"/>
    <w:basedOn w:val="TabEtichette"/>
    <w:rsid w:val="00843070"/>
    <w:rPr>
      <w:b/>
      <w:bCs/>
    </w:rPr>
  </w:style>
  <w:style w:type="paragraph" w:customStyle="1" w:styleId="tabnum">
    <w:name w:val="tab num"/>
    <w:basedOn w:val="Normale"/>
    <w:qFormat/>
    <w:rsid w:val="00843070"/>
    <w:pPr>
      <w:keepLines/>
      <w:spacing w:line="240" w:lineRule="auto"/>
      <w:ind w:firstLine="0"/>
      <w:jc w:val="right"/>
    </w:pPr>
    <w:rPr>
      <w:sz w:val="16"/>
      <w:szCs w:val="24"/>
    </w:rPr>
  </w:style>
  <w:style w:type="paragraph" w:customStyle="1" w:styleId="tabetic">
    <w:name w:val="tab etic"/>
    <w:basedOn w:val="Normale"/>
    <w:qFormat/>
    <w:rsid w:val="00843070"/>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2A7-4B7C-B9F7-BB2869B60EC8}"/>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2A7-4B7C-B9F7-BB2869B60EC8}"/>
                </c:ext>
              </c:extLst>
            </c:dLbl>
            <c:numFmt formatCode="0.0;[Red]\-0.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Foglio1!$D$2:$D$16</c:f>
              <c:numCache>
                <c:formatCode>0.0</c:formatCode>
                <c:ptCount val="15"/>
                <c:pt idx="0">
                  <c:v>2.5829727424711901</c:v>
                </c:pt>
                <c:pt idx="1">
                  <c:v>-1.0043165296844347</c:v>
                </c:pt>
                <c:pt idx="2">
                  <c:v>-6.6366735264798642</c:v>
                </c:pt>
                <c:pt idx="3">
                  <c:v>2.0053737800005189</c:v>
                </c:pt>
                <c:pt idx="4">
                  <c:v>2.5924438270993111</c:v>
                </c:pt>
                <c:pt idx="5">
                  <c:v>-2.71722770286279</c:v>
                </c:pt>
                <c:pt idx="6">
                  <c:v>-0.5713889105193326</c:v>
                </c:pt>
                <c:pt idx="7">
                  <c:v>1.0365535084676969</c:v>
                </c:pt>
                <c:pt idx="8">
                  <c:v>0.88023764289408835</c:v>
                </c:pt>
                <c:pt idx="9">
                  <c:v>1.5844218812014033</c:v>
                </c:pt>
                <c:pt idx="10">
                  <c:v>2.4123000754266544</c:v>
                </c:pt>
                <c:pt idx="11">
                  <c:v>1.7306426005202935</c:v>
                </c:pt>
                <c:pt idx="12">
                  <c:v>0.41388529490535841</c:v>
                </c:pt>
                <c:pt idx="13">
                  <c:v>-7.0061141935446329</c:v>
                </c:pt>
                <c:pt idx="14">
                  <c:v>3.7772148279491935</c:v>
                </c:pt>
              </c:numCache>
            </c:numRef>
          </c:val>
          <c:extLst>
            <c:ext xmlns:c16="http://schemas.microsoft.com/office/drawing/2014/chart" uri="{C3380CC4-5D6E-409C-BE32-E72D297353CC}">
              <c16:uniqueId val="{00000002-C2A7-4B7C-B9F7-BB2869B60EC8}"/>
            </c:ext>
          </c:extLst>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Foglio1!$E$2:$E$16</c:f>
              <c:numCache>
                <c:formatCode>0.0</c:formatCode>
                <c:ptCount val="15"/>
                <c:pt idx="0">
                  <c:v>1.487072980367854</c:v>
                </c:pt>
                <c:pt idx="1">
                  <c:v>-0.96201284057929604</c:v>
                </c:pt>
                <c:pt idx="2">
                  <c:v>-5.2809372082931016</c:v>
                </c:pt>
                <c:pt idx="3">
                  <c:v>1.7132958391692155</c:v>
                </c:pt>
                <c:pt idx="4">
                  <c:v>0.7073333470344334</c:v>
                </c:pt>
                <c:pt idx="5">
                  <c:v>-2.9809057682377071</c:v>
                </c:pt>
                <c:pt idx="6">
                  <c:v>-1.8410654508824953</c:v>
                </c:pt>
                <c:pt idx="7">
                  <c:v>-4.5475423638197121E-3</c:v>
                </c:pt>
                <c:pt idx="8">
                  <c:v>0.77830435071657433</c:v>
                </c:pt>
                <c:pt idx="9">
                  <c:v>1.293462731559103</c:v>
                </c:pt>
                <c:pt idx="10">
                  <c:v>1.6678590410685645</c:v>
                </c:pt>
                <c:pt idx="11">
                  <c:v>0.79811935303633064</c:v>
                </c:pt>
                <c:pt idx="12">
                  <c:v>0.30125616125766808</c:v>
                </c:pt>
                <c:pt idx="13">
                  <c:v>-6.5165419947887271</c:v>
                </c:pt>
                <c:pt idx="14">
                  <c:v>3.3259407674329999</c:v>
                </c:pt>
              </c:numCache>
            </c:numRef>
          </c:val>
          <c:extLst>
            <c:ext xmlns:c16="http://schemas.microsoft.com/office/drawing/2014/chart" uri="{C3380CC4-5D6E-409C-BE32-E72D297353CC}">
              <c16:uniqueId val="{00000003-C2A7-4B7C-B9F7-BB2869B60EC8}"/>
            </c:ext>
          </c:extLst>
        </c:ser>
        <c:dLbls>
          <c:showLegendKey val="0"/>
          <c:showVal val="0"/>
          <c:showCatName val="0"/>
          <c:showSerName val="0"/>
          <c:showPercent val="0"/>
          <c:showBubbleSize val="0"/>
        </c:dLbls>
        <c:gapWidth val="100"/>
        <c:axId val="309942272"/>
        <c:axId val="306585600"/>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layout>
                <c:manualLayout>
                  <c:x val="-3.9809517649367604E-2"/>
                  <c:y val="-0.10091227278631147"/>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2A7-4B7C-B9F7-BB2869B60EC8}"/>
                </c:ext>
              </c:extLst>
            </c:dLbl>
            <c:dLbl>
              <c:idx val="4"/>
              <c:delete val="1"/>
              <c:extLst>
                <c:ext xmlns:c15="http://schemas.microsoft.com/office/drawing/2012/chart" uri="{CE6537A1-D6FC-4f65-9D91-7224C49458BB}"/>
                <c:ext xmlns:c16="http://schemas.microsoft.com/office/drawing/2014/chart" uri="{C3380CC4-5D6E-409C-BE32-E72D297353CC}">
                  <c16:uniqueId val="{00000005-C2A7-4B7C-B9F7-BB2869B60EC8}"/>
                </c:ext>
              </c:extLst>
            </c:dLbl>
            <c:dLbl>
              <c:idx val="8"/>
              <c:delete val="1"/>
              <c:extLst>
                <c:ext xmlns:c15="http://schemas.microsoft.com/office/drawing/2012/chart" uri="{CE6537A1-D6FC-4f65-9D91-7224C49458BB}"/>
                <c:ext xmlns:c16="http://schemas.microsoft.com/office/drawing/2014/chart" uri="{C3380CC4-5D6E-409C-BE32-E72D297353CC}">
                  <c16:uniqueId val="{00000006-C2A7-4B7C-B9F7-BB2869B60EC8}"/>
                </c:ext>
              </c:extLst>
            </c:dLbl>
            <c:dLbl>
              <c:idx val="12"/>
              <c:delete val="1"/>
              <c:extLst>
                <c:ext xmlns:c15="http://schemas.microsoft.com/office/drawing/2012/chart" uri="{CE6537A1-D6FC-4f65-9D91-7224C49458BB}"/>
                <c:ext xmlns:c16="http://schemas.microsoft.com/office/drawing/2014/chart" uri="{C3380CC4-5D6E-409C-BE32-E72D297353CC}">
                  <c16:uniqueId val="{00000007-C2A7-4B7C-B9F7-BB2869B60EC8}"/>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C2A7-4B7C-B9F7-BB2869B60EC8}"/>
                </c:ext>
              </c:extLst>
            </c:dLbl>
            <c:dLbl>
              <c:idx val="14"/>
              <c:delete val="1"/>
              <c:extLst>
                <c:ext xmlns:c15="http://schemas.microsoft.com/office/drawing/2012/chart" uri="{CE6537A1-D6FC-4f65-9D91-7224C49458BB}"/>
                <c:ext xmlns:c16="http://schemas.microsoft.com/office/drawing/2014/chart" uri="{C3380CC4-5D6E-409C-BE32-E72D297353CC}">
                  <c16:uniqueId val="{00000009-C2A7-4B7C-B9F7-BB2869B60EC8}"/>
                </c:ext>
              </c:extLst>
            </c:dLbl>
            <c:dLbl>
              <c:idx val="1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C2A7-4B7C-B9F7-BB2869B60EC8}"/>
                </c:ext>
              </c:extLst>
            </c:dLbl>
            <c:dLbl>
              <c:idx val="18"/>
              <c:layout>
                <c:manualLayout>
                  <c:x val="-3.9821985094851006E-2"/>
                  <c:y val="4.01655978569691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C2A7-4B7C-B9F7-BB2869B60EC8}"/>
                </c:ext>
              </c:extLst>
            </c:dLbl>
            <c:dLbl>
              <c:idx val="2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C2A7-4B7C-B9F7-BB2869B60EC8}"/>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Foglio1!$B$2:$B$16</c:f>
              <c:numCache>
                <c:formatCode>0.0</c:formatCode>
                <c:ptCount val="15"/>
                <c:pt idx="0">
                  <c:v>109.65352838468354</c:v>
                </c:pt>
                <c:pt idx="1">
                  <c:v>108.55225987373395</c:v>
                </c:pt>
                <c:pt idx="2">
                  <c:v>101.34800078029822</c:v>
                </c:pt>
                <c:pt idx="3">
                  <c:v>103.38040701450105</c:v>
                </c:pt>
                <c:pt idx="4">
                  <c:v>106.06048599457863</c:v>
                </c:pt>
                <c:pt idx="5">
                  <c:v>103.17858108734303</c:v>
                </c:pt>
                <c:pt idx="6">
                  <c:v>102.58903011697876</c:v>
                </c:pt>
                <c:pt idx="7">
                  <c:v>103.65242030795929</c:v>
                </c:pt>
                <c:pt idx="8">
                  <c:v>104.56480792928076</c:v>
                </c:pt>
                <c:pt idx="9">
                  <c:v>106.22155562614847</c:v>
                </c:pt>
                <c:pt idx="10">
                  <c:v>108.78393829263744</c:v>
                </c:pt>
                <c:pt idx="11">
                  <c:v>110.66659947125353</c:v>
                </c:pt>
                <c:pt idx="12">
                  <c:v>111.12463225283688</c:v>
                </c:pt>
                <c:pt idx="13">
                  <c:v>103.33911362004659</c:v>
                </c:pt>
                <c:pt idx="14">
                  <c:v>107.24245394277426</c:v>
                </c:pt>
              </c:numCache>
            </c:numRef>
          </c:val>
          <c:smooth val="0"/>
          <c:extLst>
            <c:ext xmlns:c16="http://schemas.microsoft.com/office/drawing/2014/chart" uri="{C3380CC4-5D6E-409C-BE32-E72D297353CC}">
              <c16:uniqueId val="{0000000D-C2A7-4B7C-B9F7-BB2869B60EC8}"/>
            </c:ext>
          </c:extLst>
        </c:ser>
        <c:ser>
          <c:idx val="1"/>
          <c:order val="1"/>
          <c:tx>
            <c:strRef>
              <c:f>Foglio1!$C$1</c:f>
              <c:strCache>
                <c:ptCount val="1"/>
                <c:pt idx="0">
                  <c:v>Ita</c:v>
                </c:pt>
              </c:strCache>
            </c:strRef>
          </c:tx>
          <c:spPr>
            <a:ln w="34925">
              <a:solidFill>
                <a:srgbClr val="376092"/>
              </a:solidFill>
            </a:ln>
          </c:spPr>
          <c:marker>
            <c:symbol val="none"/>
          </c:marker>
          <c:dLbls>
            <c:dLbl>
              <c:idx val="1"/>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C2A7-4B7C-B9F7-BB2869B60EC8}"/>
                </c:ext>
              </c:extLst>
            </c:dLbl>
            <c:dLbl>
              <c:idx val="4"/>
              <c:delete val="1"/>
              <c:extLst>
                <c:ext xmlns:c15="http://schemas.microsoft.com/office/drawing/2012/chart" uri="{CE6537A1-D6FC-4f65-9D91-7224C49458BB}"/>
                <c:ext xmlns:c16="http://schemas.microsoft.com/office/drawing/2014/chart" uri="{C3380CC4-5D6E-409C-BE32-E72D297353CC}">
                  <c16:uniqueId val="{0000000F-C2A7-4B7C-B9F7-BB2869B60EC8}"/>
                </c:ext>
              </c:extLst>
            </c:dLbl>
            <c:dLbl>
              <c:idx val="8"/>
              <c:delete val="1"/>
              <c:extLst>
                <c:ext xmlns:c15="http://schemas.microsoft.com/office/drawing/2012/chart" uri="{CE6537A1-D6FC-4f65-9D91-7224C49458BB}"/>
                <c:ext xmlns:c16="http://schemas.microsoft.com/office/drawing/2014/chart" uri="{C3380CC4-5D6E-409C-BE32-E72D297353CC}">
                  <c16:uniqueId val="{00000010-C2A7-4B7C-B9F7-BB2869B60EC8}"/>
                </c:ext>
              </c:extLst>
            </c:dLbl>
            <c:dLbl>
              <c:idx val="12"/>
              <c:delete val="1"/>
              <c:extLst>
                <c:ext xmlns:c15="http://schemas.microsoft.com/office/drawing/2012/chart" uri="{CE6537A1-D6FC-4f65-9D91-7224C49458BB}"/>
                <c:ext xmlns:c16="http://schemas.microsoft.com/office/drawing/2014/chart" uri="{C3380CC4-5D6E-409C-BE32-E72D297353CC}">
                  <c16:uniqueId val="{00000011-C2A7-4B7C-B9F7-BB2869B60EC8}"/>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C2A7-4B7C-B9F7-BB2869B60EC8}"/>
                </c:ext>
              </c:extLst>
            </c:dLbl>
            <c:dLbl>
              <c:idx val="14"/>
              <c:delete val="1"/>
              <c:extLst>
                <c:ext xmlns:c15="http://schemas.microsoft.com/office/drawing/2012/chart" uri="{CE6537A1-D6FC-4f65-9D91-7224C49458BB}"/>
                <c:ext xmlns:c16="http://schemas.microsoft.com/office/drawing/2014/chart" uri="{C3380CC4-5D6E-409C-BE32-E72D297353CC}">
                  <c16:uniqueId val="{00000013-C2A7-4B7C-B9F7-BB2869B60EC8}"/>
                </c:ext>
              </c:extLst>
            </c:dLbl>
            <c:numFmt formatCode="#,##0.0" sourceLinked="0"/>
            <c:spPr>
              <a:noFill/>
              <a:ln>
                <a:noFill/>
              </a:ln>
              <a:effectLst/>
            </c:spPr>
            <c:txPr>
              <a:bodyPr/>
              <a:lstStyle/>
              <a:p>
                <a:pPr>
                  <a:defRPr>
                    <a:solidFill>
                      <a:srgbClr val="0070C0"/>
                    </a:solidFill>
                  </a:defRPr>
                </a:pPr>
                <a:endParaRPr lang="it-IT"/>
              </a:p>
            </c:tx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Foglio1!$C$2:$C$16</c:f>
              <c:numCache>
                <c:formatCode>0.0</c:formatCode>
                <c:ptCount val="15"/>
                <c:pt idx="0">
                  <c:v>108.11629677456659</c:v>
                </c:pt>
                <c:pt idx="1">
                  <c:v>107.07620411683644</c:v>
                </c:pt>
                <c:pt idx="2">
                  <c:v>101.42157701240255</c:v>
                </c:pt>
                <c:pt idx="3">
                  <c:v>103.15922867137584</c:v>
                </c:pt>
                <c:pt idx="4">
                  <c:v>103.888908296312</c:v>
                </c:pt>
                <c:pt idx="5">
                  <c:v>100.79207783634804</c:v>
                </c:pt>
                <c:pt idx="6">
                  <c:v>98.936429714076453</c:v>
                </c:pt>
                <c:pt idx="7">
                  <c:v>98.931930538021959</c:v>
                </c:pt>
                <c:pt idx="8">
                  <c:v>99.70192205764728</c:v>
                </c:pt>
                <c:pt idx="9">
                  <c:v>100.99152926211103</c:v>
                </c:pt>
                <c:pt idx="10">
                  <c:v>102.67592561362257</c:v>
                </c:pt>
                <c:pt idx="11">
                  <c:v>103.49540204685407</c:v>
                </c:pt>
                <c:pt idx="12">
                  <c:v>103.8071883221386</c:v>
                </c:pt>
                <c:pt idx="13">
                  <c:v>97.042549301517013</c:v>
                </c:pt>
                <c:pt idx="14">
                  <c:v>100.27012701049244</c:v>
                </c:pt>
              </c:numCache>
            </c:numRef>
          </c:val>
          <c:smooth val="0"/>
          <c:extLst>
            <c:ext xmlns:c16="http://schemas.microsoft.com/office/drawing/2014/chart" uri="{C3380CC4-5D6E-409C-BE32-E72D297353CC}">
              <c16:uniqueId val="{00000014-C2A7-4B7C-B9F7-BB2869B60EC8}"/>
            </c:ext>
          </c:extLst>
        </c:ser>
        <c:dLbls>
          <c:showLegendKey val="0"/>
          <c:showVal val="0"/>
          <c:showCatName val="0"/>
          <c:showSerName val="0"/>
          <c:showPercent val="0"/>
          <c:showBubbleSize val="0"/>
        </c:dLbls>
        <c:marker val="1"/>
        <c:smooth val="0"/>
        <c:axId val="309940224"/>
        <c:axId val="300768576"/>
      </c:lineChart>
      <c:catAx>
        <c:axId val="309940224"/>
        <c:scaling>
          <c:orientation val="minMax"/>
        </c:scaling>
        <c:delete val="0"/>
        <c:axPos val="b"/>
        <c:numFmt formatCode="General" sourceLinked="1"/>
        <c:majorTickMark val="out"/>
        <c:minorTickMark val="none"/>
        <c:tickLblPos val="nextTo"/>
        <c:crossAx val="300768576"/>
        <c:crosses val="autoZero"/>
        <c:auto val="1"/>
        <c:lblAlgn val="ctr"/>
        <c:lblOffset val="100"/>
        <c:noMultiLvlLbl val="0"/>
      </c:catAx>
      <c:valAx>
        <c:axId val="300768576"/>
        <c:scaling>
          <c:orientation val="minMax"/>
          <c:min val="94"/>
        </c:scaling>
        <c:delete val="0"/>
        <c:axPos val="l"/>
        <c:majorGridlines>
          <c:spPr>
            <a:ln w="9525">
              <a:prstDash val="dash"/>
            </a:ln>
          </c:spPr>
        </c:majorGridlines>
        <c:numFmt formatCode="0" sourceLinked="0"/>
        <c:majorTickMark val="out"/>
        <c:minorTickMark val="none"/>
        <c:tickLblPos val="nextTo"/>
        <c:crossAx val="309940224"/>
        <c:crosses val="autoZero"/>
        <c:crossBetween val="between"/>
        <c:majorUnit val="2"/>
      </c:valAx>
      <c:valAx>
        <c:axId val="306585600"/>
        <c:scaling>
          <c:orientation val="minMax"/>
          <c:max val="4"/>
          <c:min val="-8"/>
        </c:scaling>
        <c:delete val="0"/>
        <c:axPos val="r"/>
        <c:numFmt formatCode="0.0" sourceLinked="1"/>
        <c:majorTickMark val="out"/>
        <c:minorTickMark val="none"/>
        <c:tickLblPos val="nextTo"/>
        <c:crossAx val="309942272"/>
        <c:crosses val="max"/>
        <c:crossBetween val="between"/>
        <c:majorUnit val="4"/>
      </c:valAx>
      <c:catAx>
        <c:axId val="309942272"/>
        <c:scaling>
          <c:orientation val="minMax"/>
        </c:scaling>
        <c:delete val="0"/>
        <c:axPos val="b"/>
        <c:numFmt formatCode="General" sourceLinked="1"/>
        <c:majorTickMark val="none"/>
        <c:minorTickMark val="none"/>
        <c:tickLblPos val="none"/>
        <c:crossAx val="306585600"/>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23170034529807684"/>
          <c:y val="0.73023130589002017"/>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Foglio1!$E$2:$E$16</c:f>
              <c:numCache>
                <c:formatCode>0.0</c:formatCode>
                <c:ptCount val="15"/>
                <c:pt idx="0">
                  <c:v>3.9015667819709332</c:v>
                </c:pt>
                <c:pt idx="1">
                  <c:v>-2.5987622046659498</c:v>
                </c:pt>
                <c:pt idx="2">
                  <c:v>-19.84863444684175</c:v>
                </c:pt>
                <c:pt idx="3">
                  <c:v>13.223320280152162</c:v>
                </c:pt>
                <c:pt idx="4">
                  <c:v>4.8861494857338261</c:v>
                </c:pt>
                <c:pt idx="5">
                  <c:v>-4.1546795792606233</c:v>
                </c:pt>
                <c:pt idx="6">
                  <c:v>1.103951223368993</c:v>
                </c:pt>
                <c:pt idx="7">
                  <c:v>1.8827137744602318</c:v>
                </c:pt>
                <c:pt idx="8">
                  <c:v>2.3181216386174874</c:v>
                </c:pt>
                <c:pt idx="9">
                  <c:v>3.3927337172454441</c:v>
                </c:pt>
                <c:pt idx="10">
                  <c:v>4.5999317051168775</c:v>
                </c:pt>
                <c:pt idx="11">
                  <c:v>4.6735639892302894</c:v>
                </c:pt>
                <c:pt idx="12">
                  <c:v>0.10192549316088151</c:v>
                </c:pt>
                <c:pt idx="13">
                  <c:v>-12.789395414863158</c:v>
                </c:pt>
                <c:pt idx="14">
                  <c:v>6.0012122304792914</c:v>
                </c:pt>
              </c:numCache>
            </c:numRef>
          </c:val>
          <c:extLst>
            <c:ext xmlns:c16="http://schemas.microsoft.com/office/drawing/2014/chart" uri="{C3380CC4-5D6E-409C-BE32-E72D297353CC}">
              <c16:uniqueId val="{00000000-1580-4D12-A0DF-4BCDA6122930}"/>
            </c:ext>
          </c:extLst>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Foglio1!$F$2:$F$16</c:f>
              <c:numCache>
                <c:formatCode>0.0</c:formatCode>
                <c:ptCount val="15"/>
                <c:pt idx="0">
                  <c:v>0.59276570870332446</c:v>
                </c:pt>
                <c:pt idx="1">
                  <c:v>-5.4957662113675259</c:v>
                </c:pt>
                <c:pt idx="2">
                  <c:v>-8.4937098790179846</c:v>
                </c:pt>
                <c:pt idx="3">
                  <c:v>-9.9211840834787282</c:v>
                </c:pt>
                <c:pt idx="4">
                  <c:v>-6.0505326108364343</c:v>
                </c:pt>
                <c:pt idx="5">
                  <c:v>-9.5970419643508169</c:v>
                </c:pt>
                <c:pt idx="6">
                  <c:v>-4.8079825293866456</c:v>
                </c:pt>
                <c:pt idx="7">
                  <c:v>-10.347703418859078</c:v>
                </c:pt>
                <c:pt idx="8">
                  <c:v>-3.3298250794897233</c:v>
                </c:pt>
                <c:pt idx="9">
                  <c:v>3.354922147586703</c:v>
                </c:pt>
                <c:pt idx="10">
                  <c:v>-0.66821333784873316</c:v>
                </c:pt>
                <c:pt idx="11">
                  <c:v>4.9749689633451277</c:v>
                </c:pt>
                <c:pt idx="12">
                  <c:v>1.8273580086052288</c:v>
                </c:pt>
                <c:pt idx="13">
                  <c:v>-11.06538090620125</c:v>
                </c:pt>
                <c:pt idx="14">
                  <c:v>2.9726123285493067</c:v>
                </c:pt>
              </c:numCache>
            </c:numRef>
          </c:val>
          <c:extLst>
            <c:ext xmlns:c16="http://schemas.microsoft.com/office/drawing/2014/chart" uri="{C3380CC4-5D6E-409C-BE32-E72D297353CC}">
              <c16:uniqueId val="{00000001-1580-4D12-A0DF-4BCDA6122930}"/>
            </c:ext>
          </c:extLst>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Foglio1!$G$2:$G$16</c:f>
              <c:numCache>
                <c:formatCode>0.0</c:formatCode>
                <c:ptCount val="15"/>
                <c:pt idx="0">
                  <c:v>2.1332448860286402</c:v>
                </c:pt>
                <c:pt idx="1">
                  <c:v>0.46083764365076885</c:v>
                </c:pt>
                <c:pt idx="2">
                  <c:v>-2.0033481752553817</c:v>
                </c:pt>
                <c:pt idx="3">
                  <c:v>-0.16536864717094923</c:v>
                </c:pt>
                <c:pt idx="4">
                  <c:v>2.6404868072762877</c:v>
                </c:pt>
                <c:pt idx="5">
                  <c:v>-1.3923431578949819</c:v>
                </c:pt>
                <c:pt idx="6">
                  <c:v>-0.43022452471439543</c:v>
                </c:pt>
                <c:pt idx="7">
                  <c:v>1.6009162624354367</c:v>
                </c:pt>
                <c:pt idx="8">
                  <c:v>0.64154634813098355</c:v>
                </c:pt>
                <c:pt idx="9">
                  <c:v>0.75798019140169703</c:v>
                </c:pt>
                <c:pt idx="10">
                  <c:v>2.2173695112111202</c:v>
                </c:pt>
                <c:pt idx="11">
                  <c:v>0.55311978818655128</c:v>
                </c:pt>
                <c:pt idx="12">
                  <c:v>0.46257280574213411</c:v>
                </c:pt>
                <c:pt idx="13">
                  <c:v>-4.4889509320446663</c:v>
                </c:pt>
                <c:pt idx="14">
                  <c:v>3.1321431546430079</c:v>
                </c:pt>
              </c:numCache>
            </c:numRef>
          </c:val>
          <c:extLst>
            <c:ext xmlns:c16="http://schemas.microsoft.com/office/drawing/2014/chart" uri="{C3380CC4-5D6E-409C-BE32-E72D297353CC}">
              <c16:uniqueId val="{00000002-1580-4D12-A0DF-4BCDA6122930}"/>
            </c:ext>
          </c:extLst>
        </c:ser>
        <c:dLbls>
          <c:showLegendKey val="0"/>
          <c:showVal val="0"/>
          <c:showCatName val="0"/>
          <c:showSerName val="0"/>
          <c:showPercent val="0"/>
          <c:showBubbleSize val="0"/>
        </c:dLbls>
        <c:gapWidth val="100"/>
        <c:axId val="305693184"/>
        <c:axId val="306591936"/>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3-1580-4D12-A0DF-4BCDA6122930}"/>
                </c:ext>
              </c:extLst>
            </c:dLbl>
            <c:dLbl>
              <c:idx val="2"/>
              <c:delete val="1"/>
              <c:extLst>
                <c:ext xmlns:c15="http://schemas.microsoft.com/office/drawing/2012/chart" uri="{CE6537A1-D6FC-4f65-9D91-7224C49458BB}"/>
                <c:ext xmlns:c16="http://schemas.microsoft.com/office/drawing/2014/chart" uri="{C3380CC4-5D6E-409C-BE32-E72D297353CC}">
                  <c16:uniqueId val="{00000004-1580-4D12-A0DF-4BCDA6122930}"/>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580-4D12-A0DF-4BCDA6122930}"/>
                </c:ext>
              </c:extLst>
            </c:dLbl>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Foglio1!$B$2:$B$16</c:f>
              <c:numCache>
                <c:formatCode>0.0</c:formatCode>
                <c:ptCount val="15"/>
                <c:pt idx="0">
                  <c:v>111.52233459877145</c:v>
                </c:pt>
                <c:pt idx="1">
                  <c:v>108.62413431745749</c:v>
                </c:pt>
                <c:pt idx="2">
                  <c:v>87.063726975738959</c:v>
                </c:pt>
                <c:pt idx="3">
                  <c:v>98.576442441578166</c:v>
                </c:pt>
                <c:pt idx="4">
                  <c:v>103.39303477699202</c:v>
                </c:pt>
                <c:pt idx="5">
                  <c:v>99.097385474734509</c:v>
                </c:pt>
                <c:pt idx="6">
                  <c:v>100.19137227400954</c:v>
                </c:pt>
                <c:pt idx="7">
                  <c:v>102.07768904063303</c:v>
                </c:pt>
                <c:pt idx="8">
                  <c:v>104.44397403848463</c:v>
                </c:pt>
                <c:pt idx="9">
                  <c:v>107.98747996131938</c:v>
                </c:pt>
                <c:pt idx="10">
                  <c:v>112.95483028961684</c:v>
                </c:pt>
                <c:pt idx="11">
                  <c:v>118.23384656212855</c:v>
                </c:pt>
                <c:pt idx="12">
                  <c:v>118.35435699332007</c:v>
                </c:pt>
                <c:pt idx="13">
                  <c:v>103.21755028672563</c:v>
                </c:pt>
                <c:pt idx="14">
                  <c:v>109.41185453853372</c:v>
                </c:pt>
              </c:numCache>
            </c:numRef>
          </c:val>
          <c:smooth val="0"/>
          <c:extLst>
            <c:ext xmlns:c16="http://schemas.microsoft.com/office/drawing/2014/chart" uri="{C3380CC4-5D6E-409C-BE32-E72D297353CC}">
              <c16:uniqueId val="{00000006-1580-4D12-A0DF-4BCDA6122930}"/>
            </c:ext>
          </c:extLst>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580-4D12-A0DF-4BCDA6122930}"/>
                </c:ext>
              </c:extLst>
            </c:dLbl>
            <c:dLbl>
              <c:idx val="1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580-4D12-A0DF-4BCDA6122930}"/>
                </c:ext>
              </c:extLst>
            </c:dLbl>
            <c:spPr>
              <a:noFill/>
              <a:ln>
                <a:noFill/>
              </a:ln>
              <a:effectLst/>
            </c:spPr>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Foglio1!$C$2:$C$16</c:f>
              <c:numCache>
                <c:formatCode>0.0</c:formatCode>
                <c:ptCount val="15"/>
                <c:pt idx="0">
                  <c:v>137.16291784373004</c:v>
                </c:pt>
                <c:pt idx="1">
                  <c:v>129.62476455034854</c:v>
                </c:pt>
                <c:pt idx="2">
                  <c:v>118.61481311808178</c:v>
                </c:pt>
                <c:pt idx="3">
                  <c:v>106.84681915836262</c:v>
                </c:pt>
                <c:pt idx="4">
                  <c:v>100.38201752154446</c:v>
                </c:pt>
                <c:pt idx="5">
                  <c:v>90.748313175339845</c:v>
                </c:pt>
                <c:pt idx="6">
                  <c:v>86.385150132156411</c:v>
                </c:pt>
                <c:pt idx="7">
                  <c:v>77.446270998544719</c:v>
                </c:pt>
                <c:pt idx="8">
                  <c:v>74.867445643705594</c:v>
                </c:pt>
                <c:pt idx="9">
                  <c:v>77.379190158938712</c:v>
                </c:pt>
                <c:pt idx="10">
                  <c:v>76.862132089577344</c:v>
                </c:pt>
                <c:pt idx="11">
                  <c:v>80.685999305599154</c:v>
                </c:pt>
                <c:pt idx="12">
                  <c:v>82.160421375733179</c:v>
                </c:pt>
                <c:pt idx="13">
                  <c:v>73.069057796368313</c:v>
                </c:pt>
                <c:pt idx="14">
                  <c:v>75.24111761677797</c:v>
                </c:pt>
              </c:numCache>
            </c:numRef>
          </c:val>
          <c:smooth val="0"/>
          <c:extLst>
            <c:ext xmlns:c16="http://schemas.microsoft.com/office/drawing/2014/chart" uri="{C3380CC4-5D6E-409C-BE32-E72D297353CC}">
              <c16:uniqueId val="{00000009-1580-4D12-A0DF-4BCDA6122930}"/>
            </c:ext>
          </c:extLst>
        </c:ser>
        <c:ser>
          <c:idx val="2"/>
          <c:order val="2"/>
          <c:tx>
            <c:strRef>
              <c:f>Foglio1!$D$1</c:f>
              <c:strCache>
                <c:ptCount val="1"/>
                <c:pt idx="0">
                  <c:v>Servizi-i</c:v>
                </c:pt>
              </c:strCache>
            </c:strRef>
          </c:tx>
          <c:spPr>
            <a:ln w="34925">
              <a:solidFill>
                <a:srgbClr val="99CCFF"/>
              </a:solidFill>
            </a:ln>
          </c:spPr>
          <c:marker>
            <c:symbol val="none"/>
          </c:marker>
          <c:dLbls>
            <c:dLbl>
              <c:idx val="2"/>
              <c:delete val="1"/>
              <c:extLst>
                <c:ext xmlns:c15="http://schemas.microsoft.com/office/drawing/2012/chart" uri="{CE6537A1-D6FC-4f65-9D91-7224C49458BB}"/>
                <c:ext xmlns:c16="http://schemas.microsoft.com/office/drawing/2014/chart" uri="{C3380CC4-5D6E-409C-BE32-E72D297353CC}">
                  <c16:uniqueId val="{0000000A-1580-4D12-A0DF-4BCDA6122930}"/>
                </c:ext>
              </c:extLst>
            </c:dLbl>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580-4D12-A0DF-4BCDA6122930}"/>
                </c:ext>
              </c:extLst>
            </c:dLbl>
            <c:spPr>
              <a:noFill/>
              <a:ln>
                <a:noFill/>
              </a:ln>
              <a:effectLst/>
            </c:sp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Foglio1!$D$2:$D$16</c:f>
              <c:numCache>
                <c:formatCode>0.0</c:formatCode>
                <c:ptCount val="15"/>
                <c:pt idx="0">
                  <c:v>109.50543318036085</c:v>
                </c:pt>
                <c:pt idx="1">
                  <c:v>110.01007543829881</c:v>
                </c:pt>
                <c:pt idx="2">
                  <c:v>107.80619059940857</c:v>
                </c:pt>
                <c:pt idx="3">
                  <c:v>107.62791296044779</c:v>
                </c:pt>
                <c:pt idx="4">
                  <c:v>110.46981380311522</c:v>
                </c:pt>
                <c:pt idx="5">
                  <c:v>108.93169490908822</c:v>
                </c:pt>
                <c:pt idx="6">
                  <c:v>108.46304404240226</c:v>
                </c:pt>
                <c:pt idx="7">
                  <c:v>110.19944655320961</c:v>
                </c:pt>
                <c:pt idx="8">
                  <c:v>110.90642707823227</c:v>
                </c:pt>
                <c:pt idx="9">
                  <c:v>111.74707582647663</c:v>
                </c:pt>
                <c:pt idx="10">
                  <c:v>114.22492141552289</c:v>
                </c:pt>
                <c:pt idx="11">
                  <c:v>114.85672205891269</c:v>
                </c:pt>
                <c:pt idx="12">
                  <c:v>115.38801802072406</c:v>
                </c:pt>
                <c:pt idx="13">
                  <c:v>110.2083065103149</c:v>
                </c:pt>
                <c:pt idx="14">
                  <c:v>113.66018843852571</c:v>
                </c:pt>
              </c:numCache>
            </c:numRef>
          </c:val>
          <c:smooth val="0"/>
          <c:extLst>
            <c:ext xmlns:c16="http://schemas.microsoft.com/office/drawing/2014/chart" uri="{C3380CC4-5D6E-409C-BE32-E72D297353CC}">
              <c16:uniqueId val="{0000000C-1580-4D12-A0DF-4BCDA6122930}"/>
            </c:ext>
          </c:extLst>
        </c:ser>
        <c:dLbls>
          <c:showLegendKey val="0"/>
          <c:showVal val="0"/>
          <c:showCatName val="0"/>
          <c:showSerName val="0"/>
          <c:showPercent val="0"/>
          <c:showBubbleSize val="0"/>
        </c:dLbls>
        <c:marker val="1"/>
        <c:smooth val="0"/>
        <c:axId val="302332928"/>
        <c:axId val="306591360"/>
      </c:lineChart>
      <c:catAx>
        <c:axId val="302332928"/>
        <c:scaling>
          <c:orientation val="minMax"/>
        </c:scaling>
        <c:delete val="0"/>
        <c:axPos val="b"/>
        <c:majorGridlines/>
        <c:numFmt formatCode="0" sourceLinked="0"/>
        <c:majorTickMark val="out"/>
        <c:minorTickMark val="none"/>
        <c:tickLblPos val="low"/>
        <c:spPr>
          <a:ln w="3175">
            <a:solidFill>
              <a:schemeClr val="tx1"/>
            </a:solidFill>
          </a:ln>
        </c:spPr>
        <c:crossAx val="306591360"/>
        <c:crossesAt val="100"/>
        <c:auto val="1"/>
        <c:lblAlgn val="ctr"/>
        <c:lblOffset val="100"/>
        <c:noMultiLvlLbl val="0"/>
      </c:catAx>
      <c:valAx>
        <c:axId val="306591360"/>
        <c:scaling>
          <c:orientation val="minMax"/>
          <c:max val="140"/>
          <c:min val="70"/>
        </c:scaling>
        <c:delete val="0"/>
        <c:axPos val="l"/>
        <c:numFmt formatCode="0" sourceLinked="0"/>
        <c:majorTickMark val="out"/>
        <c:minorTickMark val="none"/>
        <c:tickLblPos val="nextTo"/>
        <c:crossAx val="302332928"/>
        <c:crossesAt val="1"/>
        <c:crossBetween val="between"/>
        <c:majorUnit val="10"/>
        <c:minorUnit val="5"/>
      </c:valAx>
      <c:valAx>
        <c:axId val="306591936"/>
        <c:scaling>
          <c:orientation val="minMax"/>
          <c:min val="-20"/>
        </c:scaling>
        <c:delete val="0"/>
        <c:axPos val="r"/>
        <c:numFmt formatCode="0_ ;[Red]\-0\ " sourceLinked="0"/>
        <c:majorTickMark val="out"/>
        <c:minorTickMark val="none"/>
        <c:tickLblPos val="nextTo"/>
        <c:crossAx val="305693184"/>
        <c:crosses val="max"/>
        <c:crossBetween val="between"/>
      </c:valAx>
      <c:catAx>
        <c:axId val="305693184"/>
        <c:scaling>
          <c:orientation val="minMax"/>
        </c:scaling>
        <c:delete val="0"/>
        <c:axPos val="b"/>
        <c:numFmt formatCode="General" sourceLinked="1"/>
        <c:majorTickMark val="none"/>
        <c:minorTickMark val="none"/>
        <c:tickLblPos val="none"/>
        <c:crossAx val="306591936"/>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71857-BBF4-432F-BC86-614461A2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8</TotalTime>
  <Pages>8</Pages>
  <Words>4752</Words>
  <Characters>27091</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31780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Guaitoli</dc:creator>
  <cp:keywords/>
  <cp:lastModifiedBy>Mauro Guaitoli</cp:lastModifiedBy>
  <cp:revision>6</cp:revision>
  <cp:lastPrinted>2020-06-30T09:09:00Z</cp:lastPrinted>
  <dcterms:created xsi:type="dcterms:W3CDTF">2020-06-26T17:52:00Z</dcterms:created>
  <dcterms:modified xsi:type="dcterms:W3CDTF">2020-06-30T09:10:00Z</dcterms:modified>
</cp:coreProperties>
</file>