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AF6F6" w14:textId="77777777" w:rsidR="00541FB1" w:rsidRDefault="00BD7C77" w:rsidP="00072096">
      <w:pPr>
        <w:pStyle w:val="Titolo1"/>
      </w:pPr>
      <w:r>
        <w:t>X</w:t>
      </w:r>
      <w:r w:rsidR="00FF4238">
        <w:t>.</w:t>
      </w:r>
      <w:r w:rsidR="00072096">
        <w:tab/>
        <w:t>Scenario economico</w:t>
      </w:r>
    </w:p>
    <w:p w14:paraId="0EB10DA4" w14:textId="77777777" w:rsidR="00BA6EC0" w:rsidRDefault="00CF2079" w:rsidP="00BA6EC0">
      <w:pPr>
        <w:pStyle w:val="Titolo2"/>
      </w:pPr>
      <w:r>
        <w:t>X</w:t>
      </w:r>
      <w:r w:rsidR="00BA6EC0">
        <w:t>.</w:t>
      </w:r>
      <w:r w:rsidR="00FF4238">
        <w:t>1.</w:t>
      </w:r>
      <w:r w:rsidR="00BA6EC0">
        <w:tab/>
      </w:r>
      <w:r w:rsidR="00C43F0D">
        <w:t>L’economia mondiale</w:t>
      </w:r>
    </w:p>
    <w:tbl>
      <w:tblPr>
        <w:tblpPr w:topFromText="284" w:bottomFromText="284"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2106D6" w:rsidRPr="00BC2A0C" w14:paraId="5EB0D0BC" w14:textId="77777777" w:rsidTr="00126082">
        <w:trPr>
          <w:cantSplit/>
        </w:trPr>
        <w:tc>
          <w:tcPr>
            <w:tcW w:w="9358" w:type="dxa"/>
            <w:gridSpan w:val="9"/>
            <w:tcBorders>
              <w:bottom w:val="single" w:sz="4" w:space="0" w:color="800000"/>
            </w:tcBorders>
          </w:tcPr>
          <w:p w14:paraId="70B80550" w14:textId="77777777" w:rsidR="002106D6" w:rsidRPr="00BC2A0C" w:rsidRDefault="002106D6" w:rsidP="00126082">
            <w:pPr>
              <w:pStyle w:val="TabTitolo"/>
            </w:pPr>
            <w:r w:rsidRPr="007C3BBD">
              <w:t>La previsione del Fondo Monetario Internazionale (a)(b)</w:t>
            </w:r>
          </w:p>
        </w:tc>
      </w:tr>
      <w:tr w:rsidR="002106D6" w:rsidRPr="00BC2A0C" w14:paraId="28F0E9EE" w14:textId="77777777" w:rsidTr="00126082">
        <w:trPr>
          <w:cantSplit/>
        </w:trPr>
        <w:tc>
          <w:tcPr>
            <w:tcW w:w="3402" w:type="dxa"/>
            <w:tcBorders>
              <w:top w:val="single" w:sz="4" w:space="0" w:color="800000"/>
              <w:bottom w:val="single" w:sz="4" w:space="0" w:color="800000"/>
            </w:tcBorders>
          </w:tcPr>
          <w:p w14:paraId="4044B41C" w14:textId="77777777" w:rsidR="002106D6" w:rsidRPr="00BC2A0C" w:rsidRDefault="002106D6" w:rsidP="00126082">
            <w:pPr>
              <w:pStyle w:val="TabIntestazioni"/>
            </w:pPr>
          </w:p>
        </w:tc>
        <w:tc>
          <w:tcPr>
            <w:tcW w:w="510" w:type="dxa"/>
            <w:tcBorders>
              <w:top w:val="single" w:sz="4" w:space="0" w:color="800000"/>
              <w:bottom w:val="single" w:sz="4" w:space="0" w:color="800000"/>
            </w:tcBorders>
          </w:tcPr>
          <w:p w14:paraId="26BE5AA9" w14:textId="77777777" w:rsidR="002106D6" w:rsidRPr="003234B1" w:rsidRDefault="002106D6" w:rsidP="00126082">
            <w:pPr>
              <w:pStyle w:val="TabIntestazioni"/>
            </w:pPr>
            <w:r w:rsidRPr="003234B1">
              <w:t>201</w:t>
            </w:r>
            <w:r>
              <w:t>8</w:t>
            </w:r>
          </w:p>
        </w:tc>
        <w:tc>
          <w:tcPr>
            <w:tcW w:w="510" w:type="dxa"/>
            <w:tcBorders>
              <w:top w:val="single" w:sz="4" w:space="0" w:color="800000"/>
              <w:bottom w:val="single" w:sz="4" w:space="0" w:color="800000"/>
            </w:tcBorders>
          </w:tcPr>
          <w:p w14:paraId="6FA8B99E" w14:textId="77777777" w:rsidR="002106D6" w:rsidRPr="003234B1" w:rsidRDefault="002106D6" w:rsidP="00126082">
            <w:pPr>
              <w:pStyle w:val="TabIntestazioni"/>
            </w:pPr>
            <w:r w:rsidRPr="003234B1">
              <w:t>201</w:t>
            </w:r>
            <w:r>
              <w:t>9</w:t>
            </w:r>
          </w:p>
        </w:tc>
        <w:tc>
          <w:tcPr>
            <w:tcW w:w="510" w:type="dxa"/>
            <w:tcBorders>
              <w:top w:val="single" w:sz="4" w:space="0" w:color="800000"/>
              <w:bottom w:val="single" w:sz="4" w:space="0" w:color="800000"/>
            </w:tcBorders>
          </w:tcPr>
          <w:p w14:paraId="36E5D364" w14:textId="77777777" w:rsidR="002106D6" w:rsidRPr="003234B1" w:rsidRDefault="002106D6" w:rsidP="00126082">
            <w:pPr>
              <w:pStyle w:val="TabIntestazioni"/>
            </w:pPr>
            <w:r w:rsidRPr="003234B1">
              <w:t>20</w:t>
            </w:r>
            <w:r>
              <w:t>20</w:t>
            </w:r>
          </w:p>
        </w:tc>
        <w:tc>
          <w:tcPr>
            <w:tcW w:w="340" w:type="dxa"/>
            <w:tcBorders>
              <w:top w:val="single" w:sz="4" w:space="0" w:color="800000"/>
              <w:bottom w:val="single" w:sz="4" w:space="0" w:color="800000"/>
            </w:tcBorders>
          </w:tcPr>
          <w:p w14:paraId="29EB79DF" w14:textId="77777777" w:rsidR="002106D6" w:rsidRPr="00BC2A0C" w:rsidRDefault="002106D6" w:rsidP="00126082">
            <w:pPr>
              <w:pStyle w:val="TabIntestazioni"/>
            </w:pPr>
          </w:p>
        </w:tc>
        <w:tc>
          <w:tcPr>
            <w:tcW w:w="2552" w:type="dxa"/>
            <w:tcBorders>
              <w:top w:val="single" w:sz="4" w:space="0" w:color="800000"/>
              <w:bottom w:val="single" w:sz="4" w:space="0" w:color="800000"/>
            </w:tcBorders>
          </w:tcPr>
          <w:p w14:paraId="49AF31FC" w14:textId="77777777" w:rsidR="002106D6" w:rsidRPr="00BC2A0C" w:rsidRDefault="002106D6" w:rsidP="00126082">
            <w:pPr>
              <w:pStyle w:val="TabIntestazioni"/>
            </w:pPr>
          </w:p>
        </w:tc>
        <w:tc>
          <w:tcPr>
            <w:tcW w:w="510" w:type="dxa"/>
            <w:tcBorders>
              <w:top w:val="single" w:sz="4" w:space="0" w:color="800000"/>
              <w:bottom w:val="single" w:sz="4" w:space="0" w:color="800000"/>
            </w:tcBorders>
          </w:tcPr>
          <w:p w14:paraId="611D5F72" w14:textId="77777777" w:rsidR="002106D6" w:rsidRPr="003234B1" w:rsidRDefault="002106D6" w:rsidP="00126082">
            <w:pPr>
              <w:pStyle w:val="TabIntestazioni"/>
            </w:pPr>
            <w:r w:rsidRPr="003234B1">
              <w:t>201</w:t>
            </w:r>
            <w:r>
              <w:t>8</w:t>
            </w:r>
          </w:p>
        </w:tc>
        <w:tc>
          <w:tcPr>
            <w:tcW w:w="510" w:type="dxa"/>
            <w:tcBorders>
              <w:top w:val="single" w:sz="4" w:space="0" w:color="800000"/>
              <w:bottom w:val="single" w:sz="4" w:space="0" w:color="800000"/>
            </w:tcBorders>
          </w:tcPr>
          <w:p w14:paraId="3EE37C85" w14:textId="77777777" w:rsidR="002106D6" w:rsidRPr="003234B1" w:rsidRDefault="002106D6" w:rsidP="00126082">
            <w:pPr>
              <w:pStyle w:val="TabIntestazioni"/>
            </w:pPr>
            <w:r w:rsidRPr="003234B1">
              <w:t>201</w:t>
            </w:r>
            <w:r>
              <w:t>9</w:t>
            </w:r>
          </w:p>
        </w:tc>
        <w:tc>
          <w:tcPr>
            <w:tcW w:w="514" w:type="dxa"/>
            <w:tcBorders>
              <w:top w:val="single" w:sz="4" w:space="0" w:color="800000"/>
              <w:bottom w:val="single" w:sz="4" w:space="0" w:color="800000"/>
            </w:tcBorders>
          </w:tcPr>
          <w:p w14:paraId="382CC791" w14:textId="77777777" w:rsidR="002106D6" w:rsidRPr="003234B1" w:rsidRDefault="002106D6" w:rsidP="00126082">
            <w:pPr>
              <w:pStyle w:val="TabIntestazioni"/>
            </w:pPr>
            <w:r w:rsidRPr="003234B1">
              <w:t>20</w:t>
            </w:r>
            <w:r>
              <w:t>20</w:t>
            </w:r>
          </w:p>
        </w:tc>
      </w:tr>
      <w:tr w:rsidR="002106D6" w:rsidRPr="00BC2A0C" w14:paraId="07AFFE52" w14:textId="77777777" w:rsidTr="00126082">
        <w:trPr>
          <w:cantSplit/>
          <w:trHeight w:val="255"/>
        </w:trPr>
        <w:tc>
          <w:tcPr>
            <w:tcW w:w="9358" w:type="dxa"/>
            <w:gridSpan w:val="9"/>
            <w:shd w:val="clear" w:color="auto" w:fill="F2F2F2" w:themeFill="background1" w:themeFillShade="F2"/>
          </w:tcPr>
          <w:p w14:paraId="3D4B2AA6" w14:textId="77777777" w:rsidR="002106D6" w:rsidRPr="00997C5D" w:rsidRDefault="002106D6" w:rsidP="00126082">
            <w:pPr>
              <w:pStyle w:val="TabIntestaSup"/>
            </w:pPr>
            <w:r>
              <w:t>Prodotto</w:t>
            </w:r>
          </w:p>
        </w:tc>
      </w:tr>
      <w:tr w:rsidR="002106D6" w:rsidRPr="00BC2A0C" w14:paraId="29F1EA31" w14:textId="77777777" w:rsidTr="00126082">
        <w:trPr>
          <w:cantSplit/>
          <w:trHeight w:val="255"/>
        </w:trPr>
        <w:tc>
          <w:tcPr>
            <w:tcW w:w="3402" w:type="dxa"/>
          </w:tcPr>
          <w:p w14:paraId="05BC455E" w14:textId="77777777" w:rsidR="002106D6" w:rsidRPr="00BC2A0C" w:rsidRDefault="002106D6" w:rsidP="00126082">
            <w:pPr>
              <w:pStyle w:val="TabEtichette"/>
            </w:pPr>
            <w:r w:rsidRPr="00BC2A0C">
              <w:t>Prodotto mondiale</w:t>
            </w:r>
          </w:p>
        </w:tc>
        <w:tc>
          <w:tcPr>
            <w:tcW w:w="510" w:type="dxa"/>
          </w:tcPr>
          <w:p w14:paraId="22BDD5C2" w14:textId="77777777" w:rsidR="002106D6" w:rsidRPr="00642B29" w:rsidRDefault="002106D6" w:rsidP="00126082">
            <w:pPr>
              <w:pStyle w:val="TabNumeri"/>
            </w:pPr>
            <w:r w:rsidRPr="00733B32">
              <w:t xml:space="preserve">2,9 </w:t>
            </w:r>
          </w:p>
        </w:tc>
        <w:tc>
          <w:tcPr>
            <w:tcW w:w="510" w:type="dxa"/>
          </w:tcPr>
          <w:p w14:paraId="67BE2633" w14:textId="77777777" w:rsidR="002106D6" w:rsidRPr="00642B29" w:rsidRDefault="002106D6" w:rsidP="00126082">
            <w:pPr>
              <w:pStyle w:val="TabNumeri"/>
            </w:pPr>
            <w:r w:rsidRPr="00733B32">
              <w:t xml:space="preserve">-4,9 </w:t>
            </w:r>
          </w:p>
        </w:tc>
        <w:tc>
          <w:tcPr>
            <w:tcW w:w="510" w:type="dxa"/>
          </w:tcPr>
          <w:p w14:paraId="04CC719C" w14:textId="77777777" w:rsidR="002106D6" w:rsidRPr="00642B29" w:rsidRDefault="002106D6" w:rsidP="00126082">
            <w:pPr>
              <w:pStyle w:val="TabNumeri"/>
            </w:pPr>
            <w:r w:rsidRPr="00733B32">
              <w:t xml:space="preserve">5,4 </w:t>
            </w:r>
          </w:p>
        </w:tc>
        <w:tc>
          <w:tcPr>
            <w:tcW w:w="340" w:type="dxa"/>
          </w:tcPr>
          <w:p w14:paraId="322F238C" w14:textId="77777777" w:rsidR="002106D6" w:rsidRPr="00BC2A0C" w:rsidRDefault="002106D6" w:rsidP="00126082">
            <w:pPr>
              <w:pStyle w:val="TabEtichette"/>
            </w:pPr>
          </w:p>
        </w:tc>
        <w:tc>
          <w:tcPr>
            <w:tcW w:w="2552" w:type="dxa"/>
          </w:tcPr>
          <w:p w14:paraId="55737C56" w14:textId="77777777" w:rsidR="002106D6" w:rsidRPr="00903CBB" w:rsidRDefault="002106D6" w:rsidP="00126082">
            <w:pPr>
              <w:pStyle w:val="TabEtichette"/>
            </w:pPr>
            <w:r w:rsidRPr="00903CBB">
              <w:t>Stati Uniti</w:t>
            </w:r>
          </w:p>
        </w:tc>
        <w:tc>
          <w:tcPr>
            <w:tcW w:w="510" w:type="dxa"/>
          </w:tcPr>
          <w:p w14:paraId="4A75DE36" w14:textId="77777777" w:rsidR="002106D6" w:rsidRPr="00D23E31" w:rsidRDefault="002106D6" w:rsidP="00126082">
            <w:pPr>
              <w:pStyle w:val="TabNumeri"/>
            </w:pPr>
            <w:r w:rsidRPr="005D2A46">
              <w:t xml:space="preserve">2,3 </w:t>
            </w:r>
          </w:p>
        </w:tc>
        <w:tc>
          <w:tcPr>
            <w:tcW w:w="510" w:type="dxa"/>
          </w:tcPr>
          <w:p w14:paraId="26DA97D5" w14:textId="77777777" w:rsidR="002106D6" w:rsidRPr="00D23E31" w:rsidRDefault="002106D6" w:rsidP="00126082">
            <w:pPr>
              <w:pStyle w:val="TabNumeri"/>
            </w:pPr>
            <w:r w:rsidRPr="005D2A46">
              <w:t xml:space="preserve">-8,0 </w:t>
            </w:r>
          </w:p>
        </w:tc>
        <w:tc>
          <w:tcPr>
            <w:tcW w:w="514" w:type="dxa"/>
          </w:tcPr>
          <w:p w14:paraId="2AFF9488" w14:textId="77777777" w:rsidR="002106D6" w:rsidRPr="00D23E31" w:rsidRDefault="002106D6" w:rsidP="00126082">
            <w:pPr>
              <w:pStyle w:val="TabNumeri"/>
            </w:pPr>
            <w:r w:rsidRPr="005D2A46">
              <w:t xml:space="preserve">4,5 </w:t>
            </w:r>
          </w:p>
        </w:tc>
      </w:tr>
      <w:tr w:rsidR="002106D6" w:rsidRPr="00BC2A0C" w14:paraId="6C9E3C2B" w14:textId="77777777" w:rsidTr="00126082">
        <w:trPr>
          <w:cantSplit/>
          <w:trHeight w:val="255"/>
        </w:trPr>
        <w:tc>
          <w:tcPr>
            <w:tcW w:w="3402" w:type="dxa"/>
            <w:shd w:val="clear" w:color="auto" w:fill="F2F2F2" w:themeFill="background1" w:themeFillShade="F2"/>
          </w:tcPr>
          <w:p w14:paraId="40B229E6" w14:textId="77777777" w:rsidR="002106D6" w:rsidRPr="00BC2A0C" w:rsidRDefault="002106D6" w:rsidP="00126082">
            <w:pPr>
              <w:pStyle w:val="TabEtichette"/>
            </w:pPr>
            <w:r w:rsidRPr="00B85524">
              <w:t>Economie avanzate</w:t>
            </w:r>
          </w:p>
        </w:tc>
        <w:tc>
          <w:tcPr>
            <w:tcW w:w="510" w:type="dxa"/>
            <w:shd w:val="clear" w:color="auto" w:fill="F2F2F2" w:themeFill="background1" w:themeFillShade="F2"/>
          </w:tcPr>
          <w:p w14:paraId="0DFE3D11" w14:textId="77777777" w:rsidR="002106D6" w:rsidRPr="00642B29" w:rsidRDefault="002106D6" w:rsidP="00126082">
            <w:pPr>
              <w:pStyle w:val="TabNumeri"/>
            </w:pPr>
            <w:r w:rsidRPr="00733B32">
              <w:t xml:space="preserve">1,7 </w:t>
            </w:r>
          </w:p>
        </w:tc>
        <w:tc>
          <w:tcPr>
            <w:tcW w:w="510" w:type="dxa"/>
            <w:shd w:val="clear" w:color="auto" w:fill="F2F2F2" w:themeFill="background1" w:themeFillShade="F2"/>
          </w:tcPr>
          <w:p w14:paraId="6D7966DA" w14:textId="77777777" w:rsidR="002106D6" w:rsidRPr="00642B29" w:rsidRDefault="002106D6" w:rsidP="00126082">
            <w:pPr>
              <w:pStyle w:val="TabNumeri"/>
            </w:pPr>
            <w:r w:rsidRPr="00733B32">
              <w:t xml:space="preserve">-8,0 </w:t>
            </w:r>
          </w:p>
        </w:tc>
        <w:tc>
          <w:tcPr>
            <w:tcW w:w="510" w:type="dxa"/>
            <w:shd w:val="clear" w:color="auto" w:fill="F2F2F2" w:themeFill="background1" w:themeFillShade="F2"/>
          </w:tcPr>
          <w:p w14:paraId="656BA371" w14:textId="77777777" w:rsidR="002106D6" w:rsidRPr="00642B29" w:rsidRDefault="002106D6" w:rsidP="00126082">
            <w:pPr>
              <w:pStyle w:val="TabNumeri"/>
            </w:pPr>
            <w:r w:rsidRPr="00733B32">
              <w:t xml:space="preserve">4,8 </w:t>
            </w:r>
          </w:p>
        </w:tc>
        <w:tc>
          <w:tcPr>
            <w:tcW w:w="340" w:type="dxa"/>
            <w:shd w:val="clear" w:color="auto" w:fill="F2F2F2" w:themeFill="background1" w:themeFillShade="F2"/>
          </w:tcPr>
          <w:p w14:paraId="6D6A15C4" w14:textId="77777777" w:rsidR="002106D6" w:rsidRPr="00BC2A0C" w:rsidRDefault="002106D6" w:rsidP="00126082">
            <w:pPr>
              <w:pStyle w:val="TabEtichette"/>
            </w:pPr>
          </w:p>
        </w:tc>
        <w:tc>
          <w:tcPr>
            <w:tcW w:w="2552" w:type="dxa"/>
            <w:shd w:val="clear" w:color="auto" w:fill="F2F2F2" w:themeFill="background1" w:themeFillShade="F2"/>
          </w:tcPr>
          <w:p w14:paraId="19D1F9BD" w14:textId="77777777" w:rsidR="002106D6" w:rsidRPr="00903CBB" w:rsidRDefault="002106D6" w:rsidP="00126082">
            <w:pPr>
              <w:pStyle w:val="TabEtichette"/>
            </w:pPr>
            <w:r w:rsidRPr="00903CBB">
              <w:t>Cina</w:t>
            </w:r>
          </w:p>
        </w:tc>
        <w:tc>
          <w:tcPr>
            <w:tcW w:w="510" w:type="dxa"/>
            <w:shd w:val="clear" w:color="auto" w:fill="F2F2F2" w:themeFill="background1" w:themeFillShade="F2"/>
          </w:tcPr>
          <w:p w14:paraId="2766931D" w14:textId="77777777" w:rsidR="002106D6" w:rsidRPr="00D23E31" w:rsidRDefault="002106D6" w:rsidP="00126082">
            <w:pPr>
              <w:pStyle w:val="TabNumeri"/>
            </w:pPr>
            <w:r w:rsidRPr="005D2A46">
              <w:t xml:space="preserve">6,1 </w:t>
            </w:r>
          </w:p>
        </w:tc>
        <w:tc>
          <w:tcPr>
            <w:tcW w:w="510" w:type="dxa"/>
            <w:shd w:val="clear" w:color="auto" w:fill="F2F2F2" w:themeFill="background1" w:themeFillShade="F2"/>
          </w:tcPr>
          <w:p w14:paraId="25269601" w14:textId="77777777" w:rsidR="002106D6" w:rsidRPr="00D23E31" w:rsidRDefault="002106D6" w:rsidP="00126082">
            <w:pPr>
              <w:pStyle w:val="TabNumeri"/>
            </w:pPr>
            <w:r w:rsidRPr="005D2A46">
              <w:t xml:space="preserve">1,0 </w:t>
            </w:r>
          </w:p>
        </w:tc>
        <w:tc>
          <w:tcPr>
            <w:tcW w:w="514" w:type="dxa"/>
            <w:shd w:val="clear" w:color="auto" w:fill="F2F2F2" w:themeFill="background1" w:themeFillShade="F2"/>
          </w:tcPr>
          <w:p w14:paraId="54556F5E" w14:textId="77777777" w:rsidR="002106D6" w:rsidRPr="00D23E31" w:rsidRDefault="002106D6" w:rsidP="00126082">
            <w:pPr>
              <w:pStyle w:val="TabNumeri"/>
            </w:pPr>
            <w:r w:rsidRPr="005D2A46">
              <w:t xml:space="preserve">8,2 </w:t>
            </w:r>
          </w:p>
        </w:tc>
      </w:tr>
      <w:tr w:rsidR="002106D6" w:rsidRPr="00BC2A0C" w14:paraId="3460F5A4" w14:textId="77777777" w:rsidTr="00126082">
        <w:trPr>
          <w:cantSplit/>
          <w:trHeight w:val="255"/>
        </w:trPr>
        <w:tc>
          <w:tcPr>
            <w:tcW w:w="3402" w:type="dxa"/>
          </w:tcPr>
          <w:p w14:paraId="0D77215B" w14:textId="77777777" w:rsidR="002106D6" w:rsidRPr="00BC2A0C" w:rsidRDefault="002106D6" w:rsidP="00126082">
            <w:pPr>
              <w:pStyle w:val="TabEtichette"/>
            </w:pPr>
            <w:r w:rsidRPr="00BC2A0C">
              <w:t>Economie emergenti e in sviluppo</w:t>
            </w:r>
          </w:p>
        </w:tc>
        <w:tc>
          <w:tcPr>
            <w:tcW w:w="510" w:type="dxa"/>
          </w:tcPr>
          <w:p w14:paraId="2E474A8B" w14:textId="77777777" w:rsidR="002106D6" w:rsidRPr="00642B29" w:rsidRDefault="002106D6" w:rsidP="00126082">
            <w:pPr>
              <w:pStyle w:val="TabNumeri"/>
            </w:pPr>
            <w:r w:rsidRPr="00733B32">
              <w:t xml:space="preserve">3,7 </w:t>
            </w:r>
          </w:p>
        </w:tc>
        <w:tc>
          <w:tcPr>
            <w:tcW w:w="510" w:type="dxa"/>
          </w:tcPr>
          <w:p w14:paraId="00038FF7" w14:textId="77777777" w:rsidR="002106D6" w:rsidRPr="00642B29" w:rsidRDefault="002106D6" w:rsidP="00126082">
            <w:pPr>
              <w:pStyle w:val="TabNumeri"/>
            </w:pPr>
            <w:r w:rsidRPr="00733B32">
              <w:t xml:space="preserve">-3,0 </w:t>
            </w:r>
          </w:p>
        </w:tc>
        <w:tc>
          <w:tcPr>
            <w:tcW w:w="510" w:type="dxa"/>
          </w:tcPr>
          <w:p w14:paraId="23B6A590" w14:textId="77777777" w:rsidR="002106D6" w:rsidRPr="00642B29" w:rsidRDefault="002106D6" w:rsidP="00126082">
            <w:pPr>
              <w:pStyle w:val="TabNumeri"/>
            </w:pPr>
            <w:r w:rsidRPr="00733B32">
              <w:t xml:space="preserve">5,9 </w:t>
            </w:r>
          </w:p>
        </w:tc>
        <w:tc>
          <w:tcPr>
            <w:tcW w:w="340" w:type="dxa"/>
          </w:tcPr>
          <w:p w14:paraId="30FA4CF2" w14:textId="77777777" w:rsidR="002106D6" w:rsidRPr="00BC2A0C" w:rsidRDefault="002106D6" w:rsidP="00126082">
            <w:pPr>
              <w:pStyle w:val="TabEtichette"/>
            </w:pPr>
          </w:p>
        </w:tc>
        <w:tc>
          <w:tcPr>
            <w:tcW w:w="2552" w:type="dxa"/>
          </w:tcPr>
          <w:p w14:paraId="0D66BA18" w14:textId="77777777" w:rsidR="002106D6" w:rsidRPr="00903CBB" w:rsidRDefault="002106D6" w:rsidP="00126082">
            <w:pPr>
              <w:pStyle w:val="TabEtichette"/>
            </w:pPr>
            <w:r w:rsidRPr="00903CBB">
              <w:t>Giappone</w:t>
            </w:r>
          </w:p>
        </w:tc>
        <w:tc>
          <w:tcPr>
            <w:tcW w:w="510" w:type="dxa"/>
          </w:tcPr>
          <w:p w14:paraId="38FDE234" w14:textId="77777777" w:rsidR="002106D6" w:rsidRPr="00D23E31" w:rsidRDefault="002106D6" w:rsidP="00126082">
            <w:pPr>
              <w:pStyle w:val="TabNumeri"/>
            </w:pPr>
            <w:r w:rsidRPr="005D2A46">
              <w:t xml:space="preserve">0,7 </w:t>
            </w:r>
          </w:p>
        </w:tc>
        <w:tc>
          <w:tcPr>
            <w:tcW w:w="510" w:type="dxa"/>
          </w:tcPr>
          <w:p w14:paraId="7EDBBEEA" w14:textId="77777777" w:rsidR="002106D6" w:rsidRPr="00D23E31" w:rsidRDefault="002106D6" w:rsidP="00126082">
            <w:pPr>
              <w:pStyle w:val="TabNumeri"/>
            </w:pPr>
            <w:r w:rsidRPr="005D2A46">
              <w:t xml:space="preserve">-5,8 </w:t>
            </w:r>
          </w:p>
        </w:tc>
        <w:tc>
          <w:tcPr>
            <w:tcW w:w="514" w:type="dxa"/>
          </w:tcPr>
          <w:p w14:paraId="4F380D3E" w14:textId="77777777" w:rsidR="002106D6" w:rsidRPr="00D23E31" w:rsidRDefault="002106D6" w:rsidP="00126082">
            <w:pPr>
              <w:pStyle w:val="TabNumeri"/>
            </w:pPr>
            <w:r w:rsidRPr="005D2A46">
              <w:t xml:space="preserve">2,4 </w:t>
            </w:r>
          </w:p>
        </w:tc>
      </w:tr>
      <w:tr w:rsidR="002106D6" w:rsidRPr="00BC2A0C" w14:paraId="51B202F8" w14:textId="77777777" w:rsidTr="00126082">
        <w:trPr>
          <w:cantSplit/>
          <w:trHeight w:val="255"/>
        </w:trPr>
        <w:tc>
          <w:tcPr>
            <w:tcW w:w="3402" w:type="dxa"/>
            <w:shd w:val="clear" w:color="auto" w:fill="F2F2F2" w:themeFill="background1" w:themeFillShade="F2"/>
          </w:tcPr>
          <w:p w14:paraId="06BC608F" w14:textId="77777777" w:rsidR="002106D6" w:rsidRPr="00C103CD" w:rsidRDefault="002106D6" w:rsidP="00126082">
            <w:pPr>
              <w:pStyle w:val="TabEtichette"/>
            </w:pPr>
            <w:r>
              <w:t xml:space="preserve">  Europa e</w:t>
            </w:r>
            <w:r w:rsidRPr="00C103CD">
              <w:t>mergente e in sviluppo</w:t>
            </w:r>
          </w:p>
        </w:tc>
        <w:tc>
          <w:tcPr>
            <w:tcW w:w="510" w:type="dxa"/>
            <w:shd w:val="clear" w:color="auto" w:fill="F2F2F2" w:themeFill="background1" w:themeFillShade="F2"/>
          </w:tcPr>
          <w:p w14:paraId="03D10879" w14:textId="77777777" w:rsidR="002106D6" w:rsidRPr="00642B29" w:rsidRDefault="002106D6" w:rsidP="00126082">
            <w:pPr>
              <w:pStyle w:val="TabNumeri"/>
            </w:pPr>
            <w:r w:rsidRPr="00733B32">
              <w:t xml:space="preserve">2,1 </w:t>
            </w:r>
          </w:p>
        </w:tc>
        <w:tc>
          <w:tcPr>
            <w:tcW w:w="510" w:type="dxa"/>
            <w:shd w:val="clear" w:color="auto" w:fill="F2F2F2" w:themeFill="background1" w:themeFillShade="F2"/>
          </w:tcPr>
          <w:p w14:paraId="053EB81E" w14:textId="77777777" w:rsidR="002106D6" w:rsidRPr="00642B29" w:rsidRDefault="002106D6" w:rsidP="00126082">
            <w:pPr>
              <w:pStyle w:val="TabNumeri"/>
            </w:pPr>
            <w:r w:rsidRPr="00733B32">
              <w:t xml:space="preserve">-5,8 </w:t>
            </w:r>
          </w:p>
        </w:tc>
        <w:tc>
          <w:tcPr>
            <w:tcW w:w="510" w:type="dxa"/>
            <w:shd w:val="clear" w:color="auto" w:fill="F2F2F2" w:themeFill="background1" w:themeFillShade="F2"/>
          </w:tcPr>
          <w:p w14:paraId="522A062D" w14:textId="77777777" w:rsidR="002106D6" w:rsidRPr="00642B29" w:rsidRDefault="002106D6" w:rsidP="00126082">
            <w:pPr>
              <w:pStyle w:val="TabNumeri"/>
            </w:pPr>
            <w:r w:rsidRPr="00733B32">
              <w:t xml:space="preserve">4,3 </w:t>
            </w:r>
          </w:p>
        </w:tc>
        <w:tc>
          <w:tcPr>
            <w:tcW w:w="340" w:type="dxa"/>
            <w:shd w:val="clear" w:color="auto" w:fill="F2F2F2" w:themeFill="background1" w:themeFillShade="F2"/>
          </w:tcPr>
          <w:p w14:paraId="313BDDCA" w14:textId="77777777" w:rsidR="002106D6" w:rsidRPr="00BC2A0C" w:rsidRDefault="002106D6" w:rsidP="00126082">
            <w:pPr>
              <w:pStyle w:val="TabEtichette"/>
            </w:pPr>
          </w:p>
        </w:tc>
        <w:tc>
          <w:tcPr>
            <w:tcW w:w="2552" w:type="dxa"/>
            <w:shd w:val="clear" w:color="auto" w:fill="F2F2F2" w:themeFill="background1" w:themeFillShade="F2"/>
          </w:tcPr>
          <w:p w14:paraId="60B8685F" w14:textId="77777777" w:rsidR="002106D6" w:rsidRPr="00903CBB" w:rsidRDefault="002106D6" w:rsidP="00126082">
            <w:pPr>
              <w:pStyle w:val="TabEtichette"/>
            </w:pPr>
            <w:r w:rsidRPr="00903CBB">
              <w:t>Area dell'euro</w:t>
            </w:r>
          </w:p>
        </w:tc>
        <w:tc>
          <w:tcPr>
            <w:tcW w:w="510" w:type="dxa"/>
            <w:shd w:val="clear" w:color="auto" w:fill="F2F2F2" w:themeFill="background1" w:themeFillShade="F2"/>
          </w:tcPr>
          <w:p w14:paraId="1D88E41F" w14:textId="77777777" w:rsidR="002106D6" w:rsidRPr="00D23E31" w:rsidRDefault="002106D6" w:rsidP="00126082">
            <w:pPr>
              <w:pStyle w:val="TabNumeri"/>
            </w:pPr>
            <w:r w:rsidRPr="005D2A46">
              <w:t xml:space="preserve">1,3 </w:t>
            </w:r>
          </w:p>
        </w:tc>
        <w:tc>
          <w:tcPr>
            <w:tcW w:w="510" w:type="dxa"/>
            <w:shd w:val="clear" w:color="auto" w:fill="F2F2F2" w:themeFill="background1" w:themeFillShade="F2"/>
          </w:tcPr>
          <w:p w14:paraId="27A44A69" w14:textId="77777777" w:rsidR="002106D6" w:rsidRPr="00D23E31" w:rsidRDefault="002106D6" w:rsidP="00126082">
            <w:pPr>
              <w:pStyle w:val="TabNumeri"/>
            </w:pPr>
            <w:r w:rsidRPr="005D2A46">
              <w:t xml:space="preserve">-10,2 </w:t>
            </w:r>
          </w:p>
        </w:tc>
        <w:tc>
          <w:tcPr>
            <w:tcW w:w="514" w:type="dxa"/>
            <w:shd w:val="clear" w:color="auto" w:fill="F2F2F2" w:themeFill="background1" w:themeFillShade="F2"/>
          </w:tcPr>
          <w:p w14:paraId="64C76D1E" w14:textId="77777777" w:rsidR="002106D6" w:rsidRPr="00D23E31" w:rsidRDefault="002106D6" w:rsidP="00126082">
            <w:pPr>
              <w:pStyle w:val="TabNumeri"/>
            </w:pPr>
            <w:r w:rsidRPr="005D2A46">
              <w:t xml:space="preserve">6,0 </w:t>
            </w:r>
          </w:p>
        </w:tc>
      </w:tr>
      <w:tr w:rsidR="002106D6" w:rsidRPr="00BC2A0C" w14:paraId="18995015" w14:textId="77777777" w:rsidTr="00126082">
        <w:trPr>
          <w:cantSplit/>
          <w:trHeight w:val="255"/>
        </w:trPr>
        <w:tc>
          <w:tcPr>
            <w:tcW w:w="3402" w:type="dxa"/>
          </w:tcPr>
          <w:p w14:paraId="3528D397" w14:textId="77777777" w:rsidR="002106D6" w:rsidRPr="002C2F16" w:rsidRDefault="002106D6" w:rsidP="00126082">
            <w:pPr>
              <w:pStyle w:val="TabEtichette"/>
            </w:pPr>
            <w:r w:rsidRPr="002C2F16">
              <w:t xml:space="preserve">  Paesi Asiatici in sviluppo e emergenti</w:t>
            </w:r>
          </w:p>
        </w:tc>
        <w:tc>
          <w:tcPr>
            <w:tcW w:w="510" w:type="dxa"/>
          </w:tcPr>
          <w:p w14:paraId="7A4A061E" w14:textId="77777777" w:rsidR="002106D6" w:rsidRPr="00642B29" w:rsidRDefault="002106D6" w:rsidP="00126082">
            <w:pPr>
              <w:pStyle w:val="TabNumeri"/>
            </w:pPr>
            <w:r w:rsidRPr="00733B32">
              <w:t xml:space="preserve">5,5 </w:t>
            </w:r>
          </w:p>
        </w:tc>
        <w:tc>
          <w:tcPr>
            <w:tcW w:w="510" w:type="dxa"/>
          </w:tcPr>
          <w:p w14:paraId="04D9AAEF" w14:textId="77777777" w:rsidR="002106D6" w:rsidRPr="00642B29" w:rsidRDefault="002106D6" w:rsidP="00126082">
            <w:pPr>
              <w:pStyle w:val="TabNumeri"/>
            </w:pPr>
            <w:r w:rsidRPr="00733B32">
              <w:t xml:space="preserve">-0,8 </w:t>
            </w:r>
          </w:p>
        </w:tc>
        <w:tc>
          <w:tcPr>
            <w:tcW w:w="510" w:type="dxa"/>
          </w:tcPr>
          <w:p w14:paraId="2D7F3405" w14:textId="77777777" w:rsidR="002106D6" w:rsidRPr="00642B29" w:rsidRDefault="002106D6" w:rsidP="00126082">
            <w:pPr>
              <w:pStyle w:val="TabNumeri"/>
            </w:pPr>
            <w:r w:rsidRPr="00733B32">
              <w:t xml:space="preserve">7,4 </w:t>
            </w:r>
          </w:p>
        </w:tc>
        <w:tc>
          <w:tcPr>
            <w:tcW w:w="340" w:type="dxa"/>
          </w:tcPr>
          <w:p w14:paraId="03FB6934" w14:textId="77777777" w:rsidR="002106D6" w:rsidRPr="00BC2A0C" w:rsidRDefault="002106D6" w:rsidP="00126082">
            <w:pPr>
              <w:pStyle w:val="TabEtichette"/>
            </w:pPr>
          </w:p>
        </w:tc>
        <w:tc>
          <w:tcPr>
            <w:tcW w:w="2552" w:type="dxa"/>
          </w:tcPr>
          <w:p w14:paraId="5EFFAB02" w14:textId="77777777" w:rsidR="002106D6" w:rsidRPr="00903CBB" w:rsidRDefault="002106D6" w:rsidP="00126082">
            <w:pPr>
              <w:pStyle w:val="TabEtichette"/>
            </w:pPr>
            <w:r w:rsidRPr="00903CBB">
              <w:t xml:space="preserve">  Germania</w:t>
            </w:r>
          </w:p>
        </w:tc>
        <w:tc>
          <w:tcPr>
            <w:tcW w:w="510" w:type="dxa"/>
          </w:tcPr>
          <w:p w14:paraId="115051A2" w14:textId="77777777" w:rsidR="002106D6" w:rsidRPr="00D23E31" w:rsidRDefault="002106D6" w:rsidP="00126082">
            <w:pPr>
              <w:pStyle w:val="TabNumeri"/>
            </w:pPr>
            <w:r w:rsidRPr="005D2A46">
              <w:t xml:space="preserve">0,6 </w:t>
            </w:r>
          </w:p>
        </w:tc>
        <w:tc>
          <w:tcPr>
            <w:tcW w:w="510" w:type="dxa"/>
          </w:tcPr>
          <w:p w14:paraId="51586887" w14:textId="77777777" w:rsidR="002106D6" w:rsidRPr="00D23E31" w:rsidRDefault="002106D6" w:rsidP="00126082">
            <w:pPr>
              <w:pStyle w:val="TabNumeri"/>
            </w:pPr>
            <w:r w:rsidRPr="005D2A46">
              <w:t xml:space="preserve">-7,8 </w:t>
            </w:r>
          </w:p>
        </w:tc>
        <w:tc>
          <w:tcPr>
            <w:tcW w:w="514" w:type="dxa"/>
          </w:tcPr>
          <w:p w14:paraId="47AED11E" w14:textId="77777777" w:rsidR="002106D6" w:rsidRPr="00D23E31" w:rsidRDefault="002106D6" w:rsidP="00126082">
            <w:pPr>
              <w:pStyle w:val="TabNumeri"/>
            </w:pPr>
            <w:r w:rsidRPr="005D2A46">
              <w:t xml:space="preserve">5,4 </w:t>
            </w:r>
          </w:p>
        </w:tc>
      </w:tr>
      <w:tr w:rsidR="002106D6" w:rsidRPr="00BC2A0C" w14:paraId="0BC2C784" w14:textId="77777777" w:rsidTr="00126082">
        <w:trPr>
          <w:cantSplit/>
          <w:trHeight w:val="255"/>
        </w:trPr>
        <w:tc>
          <w:tcPr>
            <w:tcW w:w="3402" w:type="dxa"/>
            <w:shd w:val="clear" w:color="auto" w:fill="F2F2F2" w:themeFill="background1" w:themeFillShade="F2"/>
          </w:tcPr>
          <w:p w14:paraId="4CA1E37C" w14:textId="77777777" w:rsidR="002106D6" w:rsidRPr="002C2F16" w:rsidRDefault="002106D6" w:rsidP="00126082">
            <w:pPr>
              <w:pStyle w:val="TabEtichette"/>
            </w:pPr>
            <w:r w:rsidRPr="002C2F16">
              <w:t xml:space="preserve">  M. Oriente, Nord Africa, Afganistan, Pakistan</w:t>
            </w:r>
          </w:p>
        </w:tc>
        <w:tc>
          <w:tcPr>
            <w:tcW w:w="510" w:type="dxa"/>
            <w:shd w:val="clear" w:color="auto" w:fill="F2F2F2" w:themeFill="background1" w:themeFillShade="F2"/>
          </w:tcPr>
          <w:p w14:paraId="79A0EC2D" w14:textId="77777777" w:rsidR="002106D6" w:rsidRPr="00642B29" w:rsidRDefault="002106D6" w:rsidP="00126082">
            <w:pPr>
              <w:pStyle w:val="TabNumeri"/>
            </w:pPr>
            <w:r w:rsidRPr="00733B32">
              <w:t xml:space="preserve">1,0 </w:t>
            </w:r>
          </w:p>
        </w:tc>
        <w:tc>
          <w:tcPr>
            <w:tcW w:w="510" w:type="dxa"/>
            <w:shd w:val="clear" w:color="auto" w:fill="F2F2F2" w:themeFill="background1" w:themeFillShade="F2"/>
          </w:tcPr>
          <w:p w14:paraId="2D917C46" w14:textId="77777777" w:rsidR="002106D6" w:rsidRPr="00642B29" w:rsidRDefault="002106D6" w:rsidP="00126082">
            <w:pPr>
              <w:pStyle w:val="TabNumeri"/>
            </w:pPr>
            <w:r w:rsidRPr="00733B32">
              <w:t xml:space="preserve">-4,7 </w:t>
            </w:r>
          </w:p>
        </w:tc>
        <w:tc>
          <w:tcPr>
            <w:tcW w:w="510" w:type="dxa"/>
            <w:shd w:val="clear" w:color="auto" w:fill="F2F2F2" w:themeFill="background1" w:themeFillShade="F2"/>
          </w:tcPr>
          <w:p w14:paraId="41596212" w14:textId="77777777" w:rsidR="002106D6" w:rsidRPr="00642B29" w:rsidRDefault="002106D6" w:rsidP="00126082">
            <w:pPr>
              <w:pStyle w:val="TabNumeri"/>
            </w:pPr>
            <w:r w:rsidRPr="00733B32">
              <w:t xml:space="preserve">3,3 </w:t>
            </w:r>
          </w:p>
        </w:tc>
        <w:tc>
          <w:tcPr>
            <w:tcW w:w="340" w:type="dxa"/>
            <w:shd w:val="clear" w:color="auto" w:fill="F2F2F2" w:themeFill="background1" w:themeFillShade="F2"/>
          </w:tcPr>
          <w:p w14:paraId="1D1421CF" w14:textId="77777777" w:rsidR="002106D6" w:rsidRPr="00BC2A0C" w:rsidRDefault="002106D6" w:rsidP="00126082">
            <w:pPr>
              <w:pStyle w:val="TabEtichette"/>
            </w:pPr>
          </w:p>
        </w:tc>
        <w:tc>
          <w:tcPr>
            <w:tcW w:w="2552" w:type="dxa"/>
            <w:shd w:val="clear" w:color="auto" w:fill="F2F2F2" w:themeFill="background1" w:themeFillShade="F2"/>
          </w:tcPr>
          <w:p w14:paraId="2861D0CD" w14:textId="77777777" w:rsidR="002106D6" w:rsidRPr="00903CBB" w:rsidRDefault="002106D6" w:rsidP="00126082">
            <w:pPr>
              <w:pStyle w:val="TabEtichette"/>
            </w:pPr>
            <w:r w:rsidRPr="00903CBB">
              <w:t xml:space="preserve">  Francia</w:t>
            </w:r>
          </w:p>
        </w:tc>
        <w:tc>
          <w:tcPr>
            <w:tcW w:w="510" w:type="dxa"/>
            <w:shd w:val="clear" w:color="auto" w:fill="F2F2F2" w:themeFill="background1" w:themeFillShade="F2"/>
          </w:tcPr>
          <w:p w14:paraId="4B9410B4" w14:textId="77777777" w:rsidR="002106D6" w:rsidRPr="00D23E31" w:rsidRDefault="002106D6" w:rsidP="00126082">
            <w:pPr>
              <w:pStyle w:val="TabNumeri"/>
            </w:pPr>
            <w:r w:rsidRPr="005D2A46">
              <w:t xml:space="preserve">1,5 </w:t>
            </w:r>
          </w:p>
        </w:tc>
        <w:tc>
          <w:tcPr>
            <w:tcW w:w="510" w:type="dxa"/>
            <w:shd w:val="clear" w:color="auto" w:fill="F2F2F2" w:themeFill="background1" w:themeFillShade="F2"/>
          </w:tcPr>
          <w:p w14:paraId="0A51A721" w14:textId="77777777" w:rsidR="002106D6" w:rsidRPr="00D23E31" w:rsidRDefault="002106D6" w:rsidP="00126082">
            <w:pPr>
              <w:pStyle w:val="TabNumeri"/>
            </w:pPr>
            <w:r w:rsidRPr="005D2A46">
              <w:t xml:space="preserve">-12,5 </w:t>
            </w:r>
          </w:p>
        </w:tc>
        <w:tc>
          <w:tcPr>
            <w:tcW w:w="514" w:type="dxa"/>
            <w:shd w:val="clear" w:color="auto" w:fill="F2F2F2" w:themeFill="background1" w:themeFillShade="F2"/>
          </w:tcPr>
          <w:p w14:paraId="79855961" w14:textId="77777777" w:rsidR="002106D6" w:rsidRPr="00D23E31" w:rsidRDefault="002106D6" w:rsidP="00126082">
            <w:pPr>
              <w:pStyle w:val="TabNumeri"/>
            </w:pPr>
            <w:r w:rsidRPr="005D2A46">
              <w:t xml:space="preserve">7,3 </w:t>
            </w:r>
          </w:p>
        </w:tc>
      </w:tr>
      <w:tr w:rsidR="002106D6" w:rsidRPr="00BC2A0C" w14:paraId="4A5C227C" w14:textId="77777777" w:rsidTr="00126082">
        <w:trPr>
          <w:cantSplit/>
          <w:trHeight w:val="255"/>
        </w:trPr>
        <w:tc>
          <w:tcPr>
            <w:tcW w:w="3402" w:type="dxa"/>
          </w:tcPr>
          <w:p w14:paraId="4A6CCE5F" w14:textId="77777777" w:rsidR="002106D6" w:rsidRPr="002C2F16" w:rsidRDefault="002106D6" w:rsidP="00126082">
            <w:pPr>
              <w:pStyle w:val="TabEtichette"/>
            </w:pPr>
            <w:r w:rsidRPr="002C2F16">
              <w:t xml:space="preserve">  Africa Sub-Sahariana</w:t>
            </w:r>
          </w:p>
        </w:tc>
        <w:tc>
          <w:tcPr>
            <w:tcW w:w="510" w:type="dxa"/>
          </w:tcPr>
          <w:p w14:paraId="4B35EDED" w14:textId="77777777" w:rsidR="002106D6" w:rsidRPr="00642B29" w:rsidRDefault="002106D6" w:rsidP="00126082">
            <w:pPr>
              <w:pStyle w:val="TabNumeri"/>
            </w:pPr>
            <w:r w:rsidRPr="00733B32">
              <w:t xml:space="preserve">3,1 </w:t>
            </w:r>
          </w:p>
        </w:tc>
        <w:tc>
          <w:tcPr>
            <w:tcW w:w="510" w:type="dxa"/>
          </w:tcPr>
          <w:p w14:paraId="6EF567A6" w14:textId="77777777" w:rsidR="002106D6" w:rsidRPr="00642B29" w:rsidRDefault="002106D6" w:rsidP="00126082">
            <w:pPr>
              <w:pStyle w:val="TabNumeri"/>
            </w:pPr>
            <w:r w:rsidRPr="00733B32">
              <w:t xml:space="preserve">-3,2 </w:t>
            </w:r>
          </w:p>
        </w:tc>
        <w:tc>
          <w:tcPr>
            <w:tcW w:w="510" w:type="dxa"/>
          </w:tcPr>
          <w:p w14:paraId="5796413E" w14:textId="77777777" w:rsidR="002106D6" w:rsidRPr="00642B29" w:rsidRDefault="002106D6" w:rsidP="00126082">
            <w:pPr>
              <w:pStyle w:val="TabNumeri"/>
            </w:pPr>
            <w:r w:rsidRPr="00733B32">
              <w:t xml:space="preserve">3,4 </w:t>
            </w:r>
          </w:p>
        </w:tc>
        <w:tc>
          <w:tcPr>
            <w:tcW w:w="340" w:type="dxa"/>
          </w:tcPr>
          <w:p w14:paraId="3A51BDC4" w14:textId="77777777" w:rsidR="002106D6" w:rsidRPr="00BC2A0C" w:rsidRDefault="002106D6" w:rsidP="00126082">
            <w:pPr>
              <w:pStyle w:val="TabEtichette"/>
            </w:pPr>
          </w:p>
        </w:tc>
        <w:tc>
          <w:tcPr>
            <w:tcW w:w="2552" w:type="dxa"/>
          </w:tcPr>
          <w:p w14:paraId="6CE9E4AA" w14:textId="77777777" w:rsidR="002106D6" w:rsidRPr="00903CBB" w:rsidRDefault="002106D6" w:rsidP="00126082">
            <w:pPr>
              <w:pStyle w:val="TabEtichette"/>
            </w:pPr>
            <w:r w:rsidRPr="00903CBB">
              <w:t>Russia</w:t>
            </w:r>
          </w:p>
        </w:tc>
        <w:tc>
          <w:tcPr>
            <w:tcW w:w="510" w:type="dxa"/>
          </w:tcPr>
          <w:p w14:paraId="63F62D24" w14:textId="77777777" w:rsidR="002106D6" w:rsidRPr="00D23E31" w:rsidRDefault="002106D6" w:rsidP="00126082">
            <w:pPr>
              <w:pStyle w:val="TabNumeri"/>
            </w:pPr>
            <w:r w:rsidRPr="005D2A46">
              <w:t xml:space="preserve">1,3 </w:t>
            </w:r>
          </w:p>
        </w:tc>
        <w:tc>
          <w:tcPr>
            <w:tcW w:w="510" w:type="dxa"/>
          </w:tcPr>
          <w:p w14:paraId="762EA0C1" w14:textId="77777777" w:rsidR="002106D6" w:rsidRPr="00D23E31" w:rsidRDefault="002106D6" w:rsidP="00126082">
            <w:pPr>
              <w:pStyle w:val="TabNumeri"/>
            </w:pPr>
            <w:r w:rsidRPr="005D2A46">
              <w:t xml:space="preserve">-6,6 </w:t>
            </w:r>
          </w:p>
        </w:tc>
        <w:tc>
          <w:tcPr>
            <w:tcW w:w="514" w:type="dxa"/>
          </w:tcPr>
          <w:p w14:paraId="75DA14C8" w14:textId="77777777" w:rsidR="002106D6" w:rsidRPr="00D23E31" w:rsidRDefault="002106D6" w:rsidP="00126082">
            <w:pPr>
              <w:pStyle w:val="TabNumeri"/>
            </w:pPr>
            <w:r w:rsidRPr="005D2A46">
              <w:t xml:space="preserve">4,1 </w:t>
            </w:r>
          </w:p>
        </w:tc>
      </w:tr>
      <w:tr w:rsidR="002106D6" w:rsidRPr="00BC2A0C" w14:paraId="02A2ADA3" w14:textId="77777777" w:rsidTr="00126082">
        <w:trPr>
          <w:cantSplit/>
          <w:trHeight w:val="255"/>
        </w:trPr>
        <w:tc>
          <w:tcPr>
            <w:tcW w:w="3402" w:type="dxa"/>
            <w:shd w:val="clear" w:color="auto" w:fill="F2F2F2" w:themeFill="background1" w:themeFillShade="F2"/>
          </w:tcPr>
          <w:p w14:paraId="4BA3C331" w14:textId="77777777" w:rsidR="002106D6" w:rsidRDefault="002106D6" w:rsidP="00126082">
            <w:pPr>
              <w:pStyle w:val="TabEtichette"/>
            </w:pPr>
            <w:r w:rsidRPr="002C2F16">
              <w:t xml:space="preserve">  America Latina e Caraibi</w:t>
            </w:r>
          </w:p>
        </w:tc>
        <w:tc>
          <w:tcPr>
            <w:tcW w:w="510" w:type="dxa"/>
            <w:shd w:val="clear" w:color="auto" w:fill="F2F2F2" w:themeFill="background1" w:themeFillShade="F2"/>
          </w:tcPr>
          <w:p w14:paraId="648407F7" w14:textId="77777777" w:rsidR="002106D6" w:rsidRPr="00642B29" w:rsidRDefault="002106D6" w:rsidP="00126082">
            <w:pPr>
              <w:pStyle w:val="TabNumeri"/>
            </w:pPr>
            <w:r w:rsidRPr="00733B32">
              <w:t xml:space="preserve">0,1 </w:t>
            </w:r>
          </w:p>
        </w:tc>
        <w:tc>
          <w:tcPr>
            <w:tcW w:w="510" w:type="dxa"/>
            <w:shd w:val="clear" w:color="auto" w:fill="F2F2F2" w:themeFill="background1" w:themeFillShade="F2"/>
          </w:tcPr>
          <w:p w14:paraId="38326E6A" w14:textId="77777777" w:rsidR="002106D6" w:rsidRPr="00642B29" w:rsidRDefault="002106D6" w:rsidP="00126082">
            <w:pPr>
              <w:pStyle w:val="TabNumeri"/>
            </w:pPr>
            <w:r w:rsidRPr="00733B32">
              <w:t xml:space="preserve">-9,4 </w:t>
            </w:r>
          </w:p>
        </w:tc>
        <w:tc>
          <w:tcPr>
            <w:tcW w:w="510" w:type="dxa"/>
            <w:shd w:val="clear" w:color="auto" w:fill="F2F2F2" w:themeFill="background1" w:themeFillShade="F2"/>
          </w:tcPr>
          <w:p w14:paraId="01C2B0A1" w14:textId="77777777" w:rsidR="002106D6" w:rsidRPr="00642B29" w:rsidRDefault="002106D6" w:rsidP="00126082">
            <w:pPr>
              <w:pStyle w:val="TabNumeri"/>
            </w:pPr>
            <w:r w:rsidRPr="00733B32">
              <w:t xml:space="preserve">3,7 </w:t>
            </w:r>
          </w:p>
        </w:tc>
        <w:tc>
          <w:tcPr>
            <w:tcW w:w="340" w:type="dxa"/>
            <w:shd w:val="clear" w:color="auto" w:fill="F2F2F2" w:themeFill="background1" w:themeFillShade="F2"/>
          </w:tcPr>
          <w:p w14:paraId="24FEB4FB" w14:textId="77777777" w:rsidR="002106D6" w:rsidRPr="00BC2A0C" w:rsidRDefault="002106D6" w:rsidP="00126082">
            <w:pPr>
              <w:pStyle w:val="TabEtichette"/>
            </w:pPr>
          </w:p>
        </w:tc>
        <w:tc>
          <w:tcPr>
            <w:tcW w:w="2552" w:type="dxa"/>
            <w:shd w:val="clear" w:color="auto" w:fill="F2F2F2" w:themeFill="background1" w:themeFillShade="F2"/>
          </w:tcPr>
          <w:p w14:paraId="5A71C645" w14:textId="77777777" w:rsidR="002106D6" w:rsidRPr="00903CBB" w:rsidRDefault="002106D6" w:rsidP="00126082">
            <w:pPr>
              <w:pStyle w:val="TabEtichette"/>
            </w:pPr>
            <w:r w:rsidRPr="00903CBB">
              <w:t>India</w:t>
            </w:r>
          </w:p>
        </w:tc>
        <w:tc>
          <w:tcPr>
            <w:tcW w:w="510" w:type="dxa"/>
            <w:shd w:val="clear" w:color="auto" w:fill="F2F2F2" w:themeFill="background1" w:themeFillShade="F2"/>
          </w:tcPr>
          <w:p w14:paraId="59D021AD" w14:textId="77777777" w:rsidR="002106D6" w:rsidRPr="00D23E31" w:rsidRDefault="002106D6" w:rsidP="00126082">
            <w:pPr>
              <w:pStyle w:val="TabNumeri"/>
            </w:pPr>
            <w:r w:rsidRPr="005D2A46">
              <w:t xml:space="preserve">4,2 </w:t>
            </w:r>
          </w:p>
        </w:tc>
        <w:tc>
          <w:tcPr>
            <w:tcW w:w="510" w:type="dxa"/>
            <w:shd w:val="clear" w:color="auto" w:fill="F2F2F2" w:themeFill="background1" w:themeFillShade="F2"/>
          </w:tcPr>
          <w:p w14:paraId="20A8D72C" w14:textId="77777777" w:rsidR="002106D6" w:rsidRPr="00D23E31" w:rsidRDefault="002106D6" w:rsidP="00126082">
            <w:pPr>
              <w:pStyle w:val="TabNumeri"/>
            </w:pPr>
            <w:r w:rsidRPr="005D2A46">
              <w:t xml:space="preserve">-4,5 </w:t>
            </w:r>
          </w:p>
        </w:tc>
        <w:tc>
          <w:tcPr>
            <w:tcW w:w="514" w:type="dxa"/>
            <w:shd w:val="clear" w:color="auto" w:fill="F2F2F2" w:themeFill="background1" w:themeFillShade="F2"/>
          </w:tcPr>
          <w:p w14:paraId="085366FD" w14:textId="77777777" w:rsidR="002106D6" w:rsidRPr="00D23E31" w:rsidRDefault="002106D6" w:rsidP="00126082">
            <w:pPr>
              <w:pStyle w:val="TabNumeri"/>
            </w:pPr>
            <w:r w:rsidRPr="005D2A46">
              <w:t xml:space="preserve">6,0 </w:t>
            </w:r>
          </w:p>
        </w:tc>
      </w:tr>
      <w:tr w:rsidR="002106D6" w:rsidRPr="00BC2A0C" w14:paraId="7DA35D04" w14:textId="77777777" w:rsidTr="00126082">
        <w:trPr>
          <w:cantSplit/>
          <w:trHeight w:val="255"/>
        </w:trPr>
        <w:tc>
          <w:tcPr>
            <w:tcW w:w="3402" w:type="dxa"/>
          </w:tcPr>
          <w:p w14:paraId="35EC02C2" w14:textId="77777777" w:rsidR="002106D6" w:rsidRDefault="002106D6" w:rsidP="00126082">
            <w:pPr>
              <w:pStyle w:val="TabEtichette"/>
            </w:pPr>
          </w:p>
        </w:tc>
        <w:tc>
          <w:tcPr>
            <w:tcW w:w="510" w:type="dxa"/>
          </w:tcPr>
          <w:p w14:paraId="3A329D54" w14:textId="77777777" w:rsidR="002106D6" w:rsidRPr="00642B29" w:rsidRDefault="002106D6" w:rsidP="00126082">
            <w:pPr>
              <w:pStyle w:val="TabNumeri"/>
            </w:pPr>
          </w:p>
        </w:tc>
        <w:tc>
          <w:tcPr>
            <w:tcW w:w="510" w:type="dxa"/>
          </w:tcPr>
          <w:p w14:paraId="42CA699F" w14:textId="77777777" w:rsidR="002106D6" w:rsidRPr="00642B29" w:rsidRDefault="002106D6" w:rsidP="00126082">
            <w:pPr>
              <w:pStyle w:val="TabNumeri"/>
            </w:pPr>
          </w:p>
        </w:tc>
        <w:tc>
          <w:tcPr>
            <w:tcW w:w="510" w:type="dxa"/>
          </w:tcPr>
          <w:p w14:paraId="6A42C4E3" w14:textId="77777777" w:rsidR="002106D6" w:rsidRDefault="002106D6" w:rsidP="00126082">
            <w:pPr>
              <w:pStyle w:val="TabNumeri"/>
            </w:pPr>
          </w:p>
        </w:tc>
        <w:tc>
          <w:tcPr>
            <w:tcW w:w="340" w:type="dxa"/>
          </w:tcPr>
          <w:p w14:paraId="1E882749" w14:textId="77777777" w:rsidR="002106D6" w:rsidRPr="00BC2A0C" w:rsidRDefault="002106D6" w:rsidP="00126082">
            <w:pPr>
              <w:pStyle w:val="TabEtichette"/>
            </w:pPr>
          </w:p>
        </w:tc>
        <w:tc>
          <w:tcPr>
            <w:tcW w:w="2552" w:type="dxa"/>
          </w:tcPr>
          <w:p w14:paraId="6857E7CB" w14:textId="77777777" w:rsidR="002106D6" w:rsidRPr="00903CBB" w:rsidRDefault="002106D6" w:rsidP="00126082">
            <w:pPr>
              <w:pStyle w:val="TabEtichette"/>
            </w:pPr>
            <w:r w:rsidRPr="00903CBB">
              <w:t>Brasile</w:t>
            </w:r>
          </w:p>
        </w:tc>
        <w:tc>
          <w:tcPr>
            <w:tcW w:w="510" w:type="dxa"/>
          </w:tcPr>
          <w:p w14:paraId="0F645381" w14:textId="77777777" w:rsidR="002106D6" w:rsidRPr="00D23E31" w:rsidRDefault="002106D6" w:rsidP="00126082">
            <w:pPr>
              <w:pStyle w:val="TabNumeri"/>
            </w:pPr>
            <w:r w:rsidRPr="005D2A46">
              <w:t xml:space="preserve">1,1 </w:t>
            </w:r>
          </w:p>
        </w:tc>
        <w:tc>
          <w:tcPr>
            <w:tcW w:w="510" w:type="dxa"/>
          </w:tcPr>
          <w:p w14:paraId="16E43FE7" w14:textId="77777777" w:rsidR="002106D6" w:rsidRPr="00D23E31" w:rsidRDefault="002106D6" w:rsidP="00126082">
            <w:pPr>
              <w:pStyle w:val="TabNumeri"/>
            </w:pPr>
            <w:r w:rsidRPr="005D2A46">
              <w:t xml:space="preserve">-9,1 </w:t>
            </w:r>
          </w:p>
        </w:tc>
        <w:tc>
          <w:tcPr>
            <w:tcW w:w="514" w:type="dxa"/>
          </w:tcPr>
          <w:p w14:paraId="4D7431B2" w14:textId="77777777" w:rsidR="002106D6" w:rsidRPr="00D23E31" w:rsidRDefault="002106D6" w:rsidP="00126082">
            <w:pPr>
              <w:pStyle w:val="TabNumeri"/>
            </w:pPr>
            <w:r w:rsidRPr="005D2A46">
              <w:t xml:space="preserve">3,6 </w:t>
            </w:r>
          </w:p>
        </w:tc>
      </w:tr>
      <w:tr w:rsidR="002106D6" w:rsidRPr="00BC2A0C" w14:paraId="0340C28C" w14:textId="77777777" w:rsidTr="00126082">
        <w:trPr>
          <w:cantSplit/>
          <w:trHeight w:val="255"/>
        </w:trPr>
        <w:tc>
          <w:tcPr>
            <w:tcW w:w="3402" w:type="dxa"/>
            <w:shd w:val="clear" w:color="auto" w:fill="F2F2F2" w:themeFill="background1" w:themeFillShade="F2"/>
          </w:tcPr>
          <w:p w14:paraId="7F345D1B" w14:textId="77777777" w:rsidR="002106D6" w:rsidRPr="007C2916" w:rsidRDefault="002106D6" w:rsidP="00126082">
            <w:pPr>
              <w:pStyle w:val="TabEtichette"/>
            </w:pPr>
          </w:p>
        </w:tc>
        <w:tc>
          <w:tcPr>
            <w:tcW w:w="510" w:type="dxa"/>
            <w:shd w:val="clear" w:color="auto" w:fill="F2F2F2" w:themeFill="background1" w:themeFillShade="F2"/>
          </w:tcPr>
          <w:p w14:paraId="16E4E25A" w14:textId="77777777" w:rsidR="002106D6" w:rsidRPr="003234B1" w:rsidRDefault="002106D6" w:rsidP="00126082">
            <w:pPr>
              <w:pStyle w:val="TabNumeri"/>
            </w:pPr>
          </w:p>
        </w:tc>
        <w:tc>
          <w:tcPr>
            <w:tcW w:w="510" w:type="dxa"/>
            <w:shd w:val="clear" w:color="auto" w:fill="F2F2F2" w:themeFill="background1" w:themeFillShade="F2"/>
          </w:tcPr>
          <w:p w14:paraId="65CC4ED1" w14:textId="77777777" w:rsidR="002106D6" w:rsidRPr="003234B1" w:rsidRDefault="002106D6" w:rsidP="00126082">
            <w:pPr>
              <w:pStyle w:val="TabNumeri"/>
            </w:pPr>
          </w:p>
        </w:tc>
        <w:tc>
          <w:tcPr>
            <w:tcW w:w="510" w:type="dxa"/>
            <w:shd w:val="clear" w:color="auto" w:fill="F2F2F2" w:themeFill="background1" w:themeFillShade="F2"/>
          </w:tcPr>
          <w:p w14:paraId="69F883A3" w14:textId="77777777" w:rsidR="002106D6" w:rsidRPr="003234B1" w:rsidRDefault="002106D6" w:rsidP="00126082">
            <w:pPr>
              <w:pStyle w:val="TabNumeri"/>
            </w:pPr>
          </w:p>
        </w:tc>
        <w:tc>
          <w:tcPr>
            <w:tcW w:w="340" w:type="dxa"/>
            <w:shd w:val="clear" w:color="auto" w:fill="F2F2F2" w:themeFill="background1" w:themeFillShade="F2"/>
          </w:tcPr>
          <w:p w14:paraId="7DDEEAA3" w14:textId="77777777" w:rsidR="002106D6" w:rsidRPr="00BC2A0C" w:rsidRDefault="002106D6" w:rsidP="00126082">
            <w:pPr>
              <w:pStyle w:val="TabEtichette"/>
            </w:pPr>
          </w:p>
        </w:tc>
        <w:tc>
          <w:tcPr>
            <w:tcW w:w="2552" w:type="dxa"/>
            <w:shd w:val="clear" w:color="auto" w:fill="F2F2F2" w:themeFill="background1" w:themeFillShade="F2"/>
          </w:tcPr>
          <w:p w14:paraId="6BDC7B07" w14:textId="77777777" w:rsidR="002106D6" w:rsidRDefault="002106D6" w:rsidP="00126082">
            <w:pPr>
              <w:pStyle w:val="TabEtichette"/>
            </w:pPr>
            <w:r w:rsidRPr="00903CBB">
              <w:t>Messico</w:t>
            </w:r>
          </w:p>
        </w:tc>
        <w:tc>
          <w:tcPr>
            <w:tcW w:w="510" w:type="dxa"/>
            <w:shd w:val="clear" w:color="auto" w:fill="F2F2F2" w:themeFill="background1" w:themeFillShade="F2"/>
          </w:tcPr>
          <w:p w14:paraId="0468B9A7" w14:textId="77777777" w:rsidR="002106D6" w:rsidRPr="00D23E31" w:rsidRDefault="002106D6" w:rsidP="00126082">
            <w:pPr>
              <w:pStyle w:val="TabNumeri"/>
            </w:pPr>
            <w:r w:rsidRPr="005D2A46">
              <w:t xml:space="preserve">-0,3 </w:t>
            </w:r>
          </w:p>
        </w:tc>
        <w:tc>
          <w:tcPr>
            <w:tcW w:w="510" w:type="dxa"/>
            <w:shd w:val="clear" w:color="auto" w:fill="F2F2F2" w:themeFill="background1" w:themeFillShade="F2"/>
          </w:tcPr>
          <w:p w14:paraId="40A6E3C1" w14:textId="77777777" w:rsidR="002106D6" w:rsidRPr="00D23E31" w:rsidRDefault="002106D6" w:rsidP="00126082">
            <w:pPr>
              <w:pStyle w:val="TabNumeri"/>
            </w:pPr>
            <w:r w:rsidRPr="005D2A46">
              <w:t xml:space="preserve">-10,5 </w:t>
            </w:r>
          </w:p>
        </w:tc>
        <w:tc>
          <w:tcPr>
            <w:tcW w:w="514" w:type="dxa"/>
            <w:shd w:val="clear" w:color="auto" w:fill="F2F2F2" w:themeFill="background1" w:themeFillShade="F2"/>
          </w:tcPr>
          <w:p w14:paraId="5D7C43C5" w14:textId="77777777" w:rsidR="002106D6" w:rsidRDefault="002106D6" w:rsidP="00126082">
            <w:pPr>
              <w:pStyle w:val="TabNumeri"/>
            </w:pPr>
            <w:r w:rsidRPr="005D2A46">
              <w:t xml:space="preserve">3,3 </w:t>
            </w:r>
          </w:p>
        </w:tc>
      </w:tr>
      <w:tr w:rsidR="002106D6" w:rsidRPr="00BC2A0C" w14:paraId="12758ED3" w14:textId="77777777" w:rsidTr="00126082">
        <w:trPr>
          <w:cantSplit/>
          <w:trHeight w:val="255"/>
        </w:trPr>
        <w:tc>
          <w:tcPr>
            <w:tcW w:w="9358" w:type="dxa"/>
            <w:gridSpan w:val="9"/>
          </w:tcPr>
          <w:p w14:paraId="66743080" w14:textId="77777777" w:rsidR="002106D6" w:rsidRPr="009100D8" w:rsidRDefault="002106D6" w:rsidP="00126082">
            <w:pPr>
              <w:pStyle w:val="TabIntestaSup"/>
            </w:pPr>
            <w:r>
              <w:t>Commercio mondiale e tassi di interesse</w:t>
            </w:r>
          </w:p>
        </w:tc>
      </w:tr>
      <w:tr w:rsidR="002106D6" w:rsidRPr="00BC2A0C" w14:paraId="0576BF51" w14:textId="77777777" w:rsidTr="00126082">
        <w:trPr>
          <w:cantSplit/>
          <w:trHeight w:val="255"/>
        </w:trPr>
        <w:tc>
          <w:tcPr>
            <w:tcW w:w="3402" w:type="dxa"/>
            <w:shd w:val="clear" w:color="auto" w:fill="F2F2F2" w:themeFill="background1" w:themeFillShade="F2"/>
          </w:tcPr>
          <w:p w14:paraId="42F4E37C" w14:textId="77777777" w:rsidR="002106D6" w:rsidRPr="00BC2A0C" w:rsidRDefault="002106D6" w:rsidP="00126082">
            <w:pPr>
              <w:pStyle w:val="TabEtichette"/>
            </w:pPr>
            <w:r w:rsidRPr="00BC2A0C">
              <w:t>Commercio mondiale(c)</w:t>
            </w:r>
          </w:p>
        </w:tc>
        <w:tc>
          <w:tcPr>
            <w:tcW w:w="510" w:type="dxa"/>
            <w:shd w:val="clear" w:color="auto" w:fill="F2F2F2" w:themeFill="background1" w:themeFillShade="F2"/>
          </w:tcPr>
          <w:p w14:paraId="47C7D3AE" w14:textId="77777777" w:rsidR="002106D6" w:rsidRPr="00901440" w:rsidRDefault="002106D6" w:rsidP="00126082">
            <w:pPr>
              <w:pStyle w:val="TabNumeri"/>
            </w:pPr>
            <w:r w:rsidRPr="004E638A">
              <w:t xml:space="preserve">0,9 </w:t>
            </w:r>
          </w:p>
        </w:tc>
        <w:tc>
          <w:tcPr>
            <w:tcW w:w="510" w:type="dxa"/>
            <w:shd w:val="clear" w:color="auto" w:fill="F2F2F2" w:themeFill="background1" w:themeFillShade="F2"/>
          </w:tcPr>
          <w:p w14:paraId="58108690" w14:textId="77777777" w:rsidR="002106D6" w:rsidRPr="00901440" w:rsidRDefault="002106D6" w:rsidP="00126082">
            <w:pPr>
              <w:pStyle w:val="TabNumeri"/>
            </w:pPr>
            <w:r w:rsidRPr="004E638A">
              <w:t xml:space="preserve">-11,9 </w:t>
            </w:r>
          </w:p>
        </w:tc>
        <w:tc>
          <w:tcPr>
            <w:tcW w:w="510" w:type="dxa"/>
            <w:shd w:val="clear" w:color="auto" w:fill="F2F2F2" w:themeFill="background1" w:themeFillShade="F2"/>
          </w:tcPr>
          <w:p w14:paraId="0D071FAD" w14:textId="77777777" w:rsidR="002106D6" w:rsidRPr="00901440" w:rsidRDefault="002106D6" w:rsidP="00126082">
            <w:pPr>
              <w:pStyle w:val="TabNumeri"/>
            </w:pPr>
            <w:r w:rsidRPr="004E638A">
              <w:t xml:space="preserve">8,0 </w:t>
            </w:r>
          </w:p>
        </w:tc>
        <w:tc>
          <w:tcPr>
            <w:tcW w:w="340" w:type="dxa"/>
            <w:shd w:val="clear" w:color="auto" w:fill="F2F2F2" w:themeFill="background1" w:themeFillShade="F2"/>
          </w:tcPr>
          <w:p w14:paraId="6556EFC2" w14:textId="77777777" w:rsidR="002106D6" w:rsidRPr="00BC2A0C" w:rsidRDefault="002106D6" w:rsidP="00126082">
            <w:pPr>
              <w:pStyle w:val="TabEtichette"/>
            </w:pPr>
          </w:p>
        </w:tc>
        <w:tc>
          <w:tcPr>
            <w:tcW w:w="2552" w:type="dxa"/>
            <w:shd w:val="clear" w:color="auto" w:fill="F2F2F2" w:themeFill="background1" w:themeFillShade="F2"/>
          </w:tcPr>
          <w:p w14:paraId="5338E35B" w14:textId="77777777" w:rsidR="002106D6" w:rsidRPr="00BC2A0C" w:rsidRDefault="002106D6" w:rsidP="00126082">
            <w:pPr>
              <w:pStyle w:val="TabEtichette"/>
            </w:pPr>
            <w:r>
              <w:t xml:space="preserve">Libor su depositi in </w:t>
            </w:r>
            <w:r w:rsidRPr="00BC2A0C">
              <w:t>Dollari Usa</w:t>
            </w:r>
            <w:r>
              <w:t xml:space="preserve"> (f)</w:t>
            </w:r>
          </w:p>
        </w:tc>
        <w:tc>
          <w:tcPr>
            <w:tcW w:w="510" w:type="dxa"/>
            <w:shd w:val="clear" w:color="auto" w:fill="F2F2F2" w:themeFill="background1" w:themeFillShade="F2"/>
          </w:tcPr>
          <w:p w14:paraId="4876F9E4" w14:textId="77777777" w:rsidR="002106D6" w:rsidRPr="00C448AA" w:rsidRDefault="002106D6" w:rsidP="00126082">
            <w:pPr>
              <w:pStyle w:val="TabNumeri"/>
            </w:pPr>
            <w:r w:rsidRPr="00BB75A7">
              <w:t xml:space="preserve">2,3 </w:t>
            </w:r>
          </w:p>
        </w:tc>
        <w:tc>
          <w:tcPr>
            <w:tcW w:w="510" w:type="dxa"/>
            <w:shd w:val="clear" w:color="auto" w:fill="F2F2F2" w:themeFill="background1" w:themeFillShade="F2"/>
          </w:tcPr>
          <w:p w14:paraId="175D85E2" w14:textId="77777777" w:rsidR="002106D6" w:rsidRPr="00C448AA" w:rsidRDefault="002106D6" w:rsidP="00126082">
            <w:pPr>
              <w:pStyle w:val="TabNumeri"/>
            </w:pPr>
            <w:r w:rsidRPr="00BB75A7">
              <w:t xml:space="preserve">0,9 </w:t>
            </w:r>
          </w:p>
        </w:tc>
        <w:tc>
          <w:tcPr>
            <w:tcW w:w="514" w:type="dxa"/>
            <w:shd w:val="clear" w:color="auto" w:fill="F2F2F2" w:themeFill="background1" w:themeFillShade="F2"/>
          </w:tcPr>
          <w:p w14:paraId="79E5F1B6" w14:textId="77777777" w:rsidR="002106D6" w:rsidRPr="00C448AA" w:rsidRDefault="002106D6" w:rsidP="00126082">
            <w:pPr>
              <w:pStyle w:val="TabNumeri"/>
            </w:pPr>
            <w:r w:rsidRPr="00BB75A7">
              <w:t xml:space="preserve">0,6 </w:t>
            </w:r>
          </w:p>
        </w:tc>
      </w:tr>
      <w:tr w:rsidR="002106D6" w:rsidRPr="00BC2A0C" w14:paraId="1C8E5100" w14:textId="77777777" w:rsidTr="00126082">
        <w:trPr>
          <w:cantSplit/>
          <w:trHeight w:val="255"/>
        </w:trPr>
        <w:tc>
          <w:tcPr>
            <w:tcW w:w="3402" w:type="dxa"/>
          </w:tcPr>
          <w:p w14:paraId="379644FE" w14:textId="77777777" w:rsidR="002106D6" w:rsidRPr="003F3E03" w:rsidRDefault="002106D6" w:rsidP="00126082">
            <w:pPr>
              <w:pStyle w:val="TabEtichette"/>
            </w:pPr>
            <w:r w:rsidRPr="003F3E03">
              <w:t xml:space="preserve">  Economie avanzate</w:t>
            </w:r>
          </w:p>
        </w:tc>
        <w:tc>
          <w:tcPr>
            <w:tcW w:w="510" w:type="dxa"/>
          </w:tcPr>
          <w:p w14:paraId="1AE19174" w14:textId="77777777" w:rsidR="002106D6" w:rsidRPr="00901440" w:rsidRDefault="002106D6" w:rsidP="00126082">
            <w:pPr>
              <w:pStyle w:val="TabNumeri"/>
            </w:pPr>
            <w:r w:rsidRPr="004E638A">
              <w:t xml:space="preserve">1,5 </w:t>
            </w:r>
          </w:p>
        </w:tc>
        <w:tc>
          <w:tcPr>
            <w:tcW w:w="510" w:type="dxa"/>
          </w:tcPr>
          <w:p w14:paraId="5A95C610" w14:textId="77777777" w:rsidR="002106D6" w:rsidRPr="00901440" w:rsidRDefault="002106D6" w:rsidP="00126082">
            <w:pPr>
              <w:pStyle w:val="TabNumeri"/>
            </w:pPr>
            <w:r w:rsidRPr="004E638A">
              <w:t xml:space="preserve">-13,4 </w:t>
            </w:r>
          </w:p>
        </w:tc>
        <w:tc>
          <w:tcPr>
            <w:tcW w:w="510" w:type="dxa"/>
          </w:tcPr>
          <w:p w14:paraId="3EDC331F" w14:textId="77777777" w:rsidR="002106D6" w:rsidRPr="00901440" w:rsidRDefault="002106D6" w:rsidP="00126082">
            <w:pPr>
              <w:pStyle w:val="TabNumeri"/>
            </w:pPr>
            <w:r w:rsidRPr="004E638A">
              <w:t xml:space="preserve">7,2 </w:t>
            </w:r>
          </w:p>
        </w:tc>
        <w:tc>
          <w:tcPr>
            <w:tcW w:w="340" w:type="dxa"/>
          </w:tcPr>
          <w:p w14:paraId="20A207E7" w14:textId="77777777" w:rsidR="002106D6" w:rsidRPr="00BC2A0C" w:rsidRDefault="002106D6" w:rsidP="00126082">
            <w:pPr>
              <w:pStyle w:val="TabEtichette"/>
            </w:pPr>
          </w:p>
        </w:tc>
        <w:tc>
          <w:tcPr>
            <w:tcW w:w="2552" w:type="dxa"/>
          </w:tcPr>
          <w:p w14:paraId="0315E204" w14:textId="77777777" w:rsidR="002106D6" w:rsidRPr="00BC2A0C" w:rsidRDefault="002106D6" w:rsidP="00126082">
            <w:pPr>
              <w:pStyle w:val="TabEtichette"/>
            </w:pPr>
            <w:r>
              <w:t xml:space="preserve">Libor su depositi in </w:t>
            </w:r>
            <w:r w:rsidRPr="00BC2A0C">
              <w:t>Euro</w:t>
            </w:r>
            <w:r>
              <w:t xml:space="preserve"> (f)</w:t>
            </w:r>
          </w:p>
        </w:tc>
        <w:tc>
          <w:tcPr>
            <w:tcW w:w="510" w:type="dxa"/>
          </w:tcPr>
          <w:p w14:paraId="798C76A9" w14:textId="77777777" w:rsidR="002106D6" w:rsidRPr="00C448AA" w:rsidRDefault="002106D6" w:rsidP="00126082">
            <w:pPr>
              <w:pStyle w:val="TabNumeri"/>
            </w:pPr>
            <w:r w:rsidRPr="00BB75A7">
              <w:t xml:space="preserve">-0,4 </w:t>
            </w:r>
          </w:p>
        </w:tc>
        <w:tc>
          <w:tcPr>
            <w:tcW w:w="510" w:type="dxa"/>
          </w:tcPr>
          <w:p w14:paraId="1CB12EFB" w14:textId="77777777" w:rsidR="002106D6" w:rsidRPr="00C448AA" w:rsidRDefault="002106D6" w:rsidP="00126082">
            <w:pPr>
              <w:pStyle w:val="TabNumeri"/>
            </w:pPr>
            <w:r w:rsidRPr="00BB75A7">
              <w:t xml:space="preserve">-0,4 </w:t>
            </w:r>
          </w:p>
        </w:tc>
        <w:tc>
          <w:tcPr>
            <w:tcW w:w="514" w:type="dxa"/>
          </w:tcPr>
          <w:p w14:paraId="546407DB" w14:textId="77777777" w:rsidR="002106D6" w:rsidRPr="00C448AA" w:rsidRDefault="002106D6" w:rsidP="00126082">
            <w:pPr>
              <w:pStyle w:val="TabNumeri"/>
            </w:pPr>
            <w:r w:rsidRPr="00BB75A7">
              <w:t xml:space="preserve">-0,4 </w:t>
            </w:r>
          </w:p>
        </w:tc>
      </w:tr>
      <w:tr w:rsidR="002106D6" w:rsidRPr="00BC2A0C" w14:paraId="61CFD649" w14:textId="77777777" w:rsidTr="00126082">
        <w:trPr>
          <w:cantSplit/>
          <w:trHeight w:val="255"/>
        </w:trPr>
        <w:tc>
          <w:tcPr>
            <w:tcW w:w="3402" w:type="dxa"/>
            <w:shd w:val="clear" w:color="auto" w:fill="F2F2F2" w:themeFill="background1" w:themeFillShade="F2"/>
          </w:tcPr>
          <w:p w14:paraId="1AC62AD2" w14:textId="77777777" w:rsidR="002106D6" w:rsidRDefault="002106D6" w:rsidP="00126082">
            <w:pPr>
              <w:pStyle w:val="TabEtichette"/>
            </w:pPr>
            <w:r w:rsidRPr="003F3E03">
              <w:t xml:space="preserve">  Economie emergenti e in sviluppo</w:t>
            </w:r>
          </w:p>
        </w:tc>
        <w:tc>
          <w:tcPr>
            <w:tcW w:w="510" w:type="dxa"/>
            <w:shd w:val="clear" w:color="auto" w:fill="F2F2F2" w:themeFill="background1" w:themeFillShade="F2"/>
          </w:tcPr>
          <w:p w14:paraId="3F656825" w14:textId="77777777" w:rsidR="002106D6" w:rsidRPr="00901440" w:rsidRDefault="002106D6" w:rsidP="00126082">
            <w:pPr>
              <w:pStyle w:val="TabNumeri"/>
            </w:pPr>
            <w:r w:rsidRPr="004E638A">
              <w:t xml:space="preserve">0,1 </w:t>
            </w:r>
          </w:p>
        </w:tc>
        <w:tc>
          <w:tcPr>
            <w:tcW w:w="510" w:type="dxa"/>
            <w:shd w:val="clear" w:color="auto" w:fill="F2F2F2" w:themeFill="background1" w:themeFillShade="F2"/>
          </w:tcPr>
          <w:p w14:paraId="30593393" w14:textId="77777777" w:rsidR="002106D6" w:rsidRPr="00901440" w:rsidRDefault="002106D6" w:rsidP="00126082">
            <w:pPr>
              <w:pStyle w:val="TabNumeri"/>
            </w:pPr>
            <w:r w:rsidRPr="004E638A">
              <w:t xml:space="preserve">-9,4 </w:t>
            </w:r>
          </w:p>
        </w:tc>
        <w:tc>
          <w:tcPr>
            <w:tcW w:w="510" w:type="dxa"/>
            <w:shd w:val="clear" w:color="auto" w:fill="F2F2F2" w:themeFill="background1" w:themeFillShade="F2"/>
          </w:tcPr>
          <w:p w14:paraId="691C69F6" w14:textId="77777777" w:rsidR="002106D6" w:rsidRDefault="002106D6" w:rsidP="00126082">
            <w:pPr>
              <w:pStyle w:val="TabNumeri"/>
            </w:pPr>
            <w:r w:rsidRPr="004E638A">
              <w:t xml:space="preserve">9,4 </w:t>
            </w:r>
          </w:p>
        </w:tc>
        <w:tc>
          <w:tcPr>
            <w:tcW w:w="340" w:type="dxa"/>
            <w:shd w:val="clear" w:color="auto" w:fill="F2F2F2" w:themeFill="background1" w:themeFillShade="F2"/>
          </w:tcPr>
          <w:p w14:paraId="021A013A" w14:textId="77777777" w:rsidR="002106D6" w:rsidRPr="00BC2A0C" w:rsidRDefault="002106D6" w:rsidP="00126082">
            <w:pPr>
              <w:pStyle w:val="TabEtichette"/>
            </w:pPr>
          </w:p>
        </w:tc>
        <w:tc>
          <w:tcPr>
            <w:tcW w:w="2552" w:type="dxa"/>
            <w:shd w:val="clear" w:color="auto" w:fill="F2F2F2" w:themeFill="background1" w:themeFillShade="F2"/>
          </w:tcPr>
          <w:p w14:paraId="3AADAF0A" w14:textId="77777777" w:rsidR="002106D6" w:rsidRPr="00BC2A0C" w:rsidRDefault="002106D6" w:rsidP="00126082">
            <w:pPr>
              <w:pStyle w:val="TabEtichette"/>
            </w:pPr>
            <w:r>
              <w:t xml:space="preserve">Libor su depositi in </w:t>
            </w:r>
            <w:r w:rsidRPr="00BC2A0C">
              <w:t xml:space="preserve">Yen </w:t>
            </w:r>
            <w:r>
              <w:t>(f)</w:t>
            </w:r>
          </w:p>
        </w:tc>
        <w:tc>
          <w:tcPr>
            <w:tcW w:w="510" w:type="dxa"/>
            <w:shd w:val="clear" w:color="auto" w:fill="F2F2F2" w:themeFill="background1" w:themeFillShade="F2"/>
          </w:tcPr>
          <w:p w14:paraId="3420E97A" w14:textId="77777777" w:rsidR="002106D6" w:rsidRPr="00C448AA" w:rsidRDefault="002106D6" w:rsidP="00126082">
            <w:pPr>
              <w:pStyle w:val="TabNumeri"/>
            </w:pPr>
            <w:r w:rsidRPr="00BB75A7">
              <w:t xml:space="preserve">0,0 </w:t>
            </w:r>
          </w:p>
        </w:tc>
        <w:tc>
          <w:tcPr>
            <w:tcW w:w="510" w:type="dxa"/>
            <w:shd w:val="clear" w:color="auto" w:fill="F2F2F2" w:themeFill="background1" w:themeFillShade="F2"/>
          </w:tcPr>
          <w:p w14:paraId="6DA9CBCD" w14:textId="77777777" w:rsidR="002106D6" w:rsidRPr="00C448AA" w:rsidRDefault="002106D6" w:rsidP="00126082">
            <w:pPr>
              <w:pStyle w:val="TabNumeri"/>
            </w:pPr>
            <w:r w:rsidRPr="00BB75A7">
              <w:t xml:space="preserve">0,0 </w:t>
            </w:r>
          </w:p>
        </w:tc>
        <w:tc>
          <w:tcPr>
            <w:tcW w:w="514" w:type="dxa"/>
            <w:shd w:val="clear" w:color="auto" w:fill="F2F2F2" w:themeFill="background1" w:themeFillShade="F2"/>
          </w:tcPr>
          <w:p w14:paraId="25FC798D" w14:textId="77777777" w:rsidR="002106D6" w:rsidRDefault="002106D6" w:rsidP="00126082">
            <w:pPr>
              <w:pStyle w:val="TabNumeri"/>
            </w:pPr>
            <w:r w:rsidRPr="00BB75A7">
              <w:t xml:space="preserve">-0,1 </w:t>
            </w:r>
          </w:p>
        </w:tc>
      </w:tr>
      <w:tr w:rsidR="002106D6" w:rsidRPr="00BC2A0C" w14:paraId="63A58F0C" w14:textId="77777777" w:rsidTr="00126082">
        <w:trPr>
          <w:cantSplit/>
          <w:trHeight w:val="255"/>
        </w:trPr>
        <w:tc>
          <w:tcPr>
            <w:tcW w:w="9358" w:type="dxa"/>
            <w:gridSpan w:val="9"/>
          </w:tcPr>
          <w:p w14:paraId="7D5C93F8" w14:textId="77777777" w:rsidR="002106D6" w:rsidRPr="009100D8" w:rsidRDefault="002106D6" w:rsidP="00126082">
            <w:pPr>
              <w:pStyle w:val="TabIntestaSup"/>
            </w:pPr>
            <w:r>
              <w:t>Prezzi</w:t>
            </w:r>
          </w:p>
        </w:tc>
      </w:tr>
      <w:tr w:rsidR="002106D6" w:rsidRPr="00BC2A0C" w14:paraId="1A3AEB31" w14:textId="77777777" w:rsidTr="00126082">
        <w:trPr>
          <w:cantSplit/>
          <w:trHeight w:val="255"/>
        </w:trPr>
        <w:tc>
          <w:tcPr>
            <w:tcW w:w="3402" w:type="dxa"/>
            <w:shd w:val="clear" w:color="auto" w:fill="F2F2F2" w:themeFill="background1" w:themeFillShade="F2"/>
          </w:tcPr>
          <w:p w14:paraId="616DA63C" w14:textId="77777777" w:rsidR="002106D6" w:rsidRPr="00BC2A0C" w:rsidRDefault="002106D6" w:rsidP="00126082">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14:paraId="468F34B2" w14:textId="77777777" w:rsidR="002106D6" w:rsidRPr="006129FC" w:rsidRDefault="002106D6" w:rsidP="00126082">
            <w:pPr>
              <w:pStyle w:val="TabNumeri"/>
            </w:pPr>
          </w:p>
        </w:tc>
        <w:tc>
          <w:tcPr>
            <w:tcW w:w="510" w:type="dxa"/>
            <w:shd w:val="clear" w:color="auto" w:fill="F2F2F2" w:themeFill="background1" w:themeFillShade="F2"/>
          </w:tcPr>
          <w:p w14:paraId="7EE575E3" w14:textId="77777777" w:rsidR="002106D6" w:rsidRPr="006129FC" w:rsidRDefault="002106D6" w:rsidP="00126082">
            <w:pPr>
              <w:pStyle w:val="TabNumeri"/>
            </w:pPr>
          </w:p>
        </w:tc>
        <w:tc>
          <w:tcPr>
            <w:tcW w:w="510" w:type="dxa"/>
            <w:shd w:val="clear" w:color="auto" w:fill="F2F2F2" w:themeFill="background1" w:themeFillShade="F2"/>
          </w:tcPr>
          <w:p w14:paraId="43E894E1" w14:textId="77777777" w:rsidR="002106D6" w:rsidRPr="006129FC" w:rsidRDefault="002106D6" w:rsidP="00126082">
            <w:pPr>
              <w:pStyle w:val="TabNumeri"/>
            </w:pPr>
          </w:p>
        </w:tc>
        <w:tc>
          <w:tcPr>
            <w:tcW w:w="340" w:type="dxa"/>
            <w:shd w:val="clear" w:color="auto" w:fill="F2F2F2" w:themeFill="background1" w:themeFillShade="F2"/>
          </w:tcPr>
          <w:p w14:paraId="4CA448B0" w14:textId="77777777" w:rsidR="002106D6" w:rsidRPr="00BC2A0C" w:rsidRDefault="002106D6" w:rsidP="00126082">
            <w:pPr>
              <w:pStyle w:val="TabEtichette"/>
            </w:pPr>
          </w:p>
        </w:tc>
        <w:tc>
          <w:tcPr>
            <w:tcW w:w="2552" w:type="dxa"/>
            <w:shd w:val="clear" w:color="auto" w:fill="F2F2F2" w:themeFill="background1" w:themeFillShade="F2"/>
          </w:tcPr>
          <w:p w14:paraId="558576AE" w14:textId="77777777" w:rsidR="002106D6" w:rsidRPr="00BC2A0C" w:rsidRDefault="002106D6" w:rsidP="00126082">
            <w:pPr>
              <w:pStyle w:val="TabEtichette"/>
            </w:pPr>
            <w:r w:rsidRPr="00BC2A0C">
              <w:t>Prezzi al consumo</w:t>
            </w:r>
          </w:p>
        </w:tc>
        <w:tc>
          <w:tcPr>
            <w:tcW w:w="510" w:type="dxa"/>
            <w:shd w:val="clear" w:color="auto" w:fill="F2F2F2" w:themeFill="background1" w:themeFillShade="F2"/>
          </w:tcPr>
          <w:p w14:paraId="7C26DCE1" w14:textId="77777777" w:rsidR="002106D6" w:rsidRPr="006129FC" w:rsidRDefault="002106D6" w:rsidP="00126082">
            <w:pPr>
              <w:pStyle w:val="TabNumeri"/>
            </w:pPr>
          </w:p>
        </w:tc>
        <w:tc>
          <w:tcPr>
            <w:tcW w:w="510" w:type="dxa"/>
            <w:shd w:val="clear" w:color="auto" w:fill="F2F2F2" w:themeFill="background1" w:themeFillShade="F2"/>
          </w:tcPr>
          <w:p w14:paraId="79F4A49D" w14:textId="77777777" w:rsidR="002106D6" w:rsidRPr="006129FC" w:rsidRDefault="002106D6" w:rsidP="00126082">
            <w:pPr>
              <w:pStyle w:val="TabNumeri"/>
            </w:pPr>
          </w:p>
        </w:tc>
        <w:tc>
          <w:tcPr>
            <w:tcW w:w="514" w:type="dxa"/>
            <w:shd w:val="clear" w:color="auto" w:fill="F2F2F2" w:themeFill="background1" w:themeFillShade="F2"/>
          </w:tcPr>
          <w:p w14:paraId="395C050F" w14:textId="77777777" w:rsidR="002106D6" w:rsidRPr="006129FC" w:rsidRDefault="002106D6" w:rsidP="00126082">
            <w:pPr>
              <w:pStyle w:val="TabNumeri"/>
            </w:pPr>
          </w:p>
        </w:tc>
      </w:tr>
      <w:tr w:rsidR="002106D6" w:rsidRPr="00BC2A0C" w14:paraId="70CB7BFF" w14:textId="77777777" w:rsidTr="00126082">
        <w:trPr>
          <w:cantSplit/>
          <w:trHeight w:val="255"/>
        </w:trPr>
        <w:tc>
          <w:tcPr>
            <w:tcW w:w="3402" w:type="dxa"/>
            <w:shd w:val="clear" w:color="auto" w:fill="auto"/>
          </w:tcPr>
          <w:p w14:paraId="615D6900" w14:textId="77777777" w:rsidR="002106D6" w:rsidRPr="00BC2A0C" w:rsidRDefault="002106D6" w:rsidP="00126082">
            <w:pPr>
              <w:pStyle w:val="TabEtichette"/>
            </w:pPr>
            <w:r w:rsidRPr="00BC2A0C">
              <w:t xml:space="preserve"> - Petrolio (d)</w:t>
            </w:r>
          </w:p>
        </w:tc>
        <w:tc>
          <w:tcPr>
            <w:tcW w:w="510" w:type="dxa"/>
            <w:shd w:val="clear" w:color="auto" w:fill="auto"/>
          </w:tcPr>
          <w:p w14:paraId="579219AA" w14:textId="77777777" w:rsidR="002106D6" w:rsidRPr="005175A4" w:rsidRDefault="002106D6" w:rsidP="00126082">
            <w:pPr>
              <w:pStyle w:val="TabNumeri"/>
            </w:pPr>
            <w:r w:rsidRPr="0057501E">
              <w:t xml:space="preserve">-10,2 </w:t>
            </w:r>
          </w:p>
        </w:tc>
        <w:tc>
          <w:tcPr>
            <w:tcW w:w="510" w:type="dxa"/>
            <w:shd w:val="clear" w:color="auto" w:fill="auto"/>
          </w:tcPr>
          <w:p w14:paraId="1AEF617B" w14:textId="77777777" w:rsidR="002106D6" w:rsidRPr="005175A4" w:rsidRDefault="002106D6" w:rsidP="00126082">
            <w:pPr>
              <w:pStyle w:val="TabNumeri"/>
            </w:pPr>
            <w:r w:rsidRPr="0057501E">
              <w:t xml:space="preserve">-41,1 </w:t>
            </w:r>
          </w:p>
        </w:tc>
        <w:tc>
          <w:tcPr>
            <w:tcW w:w="510" w:type="dxa"/>
            <w:shd w:val="clear" w:color="auto" w:fill="auto"/>
          </w:tcPr>
          <w:p w14:paraId="6C7B738A" w14:textId="77777777" w:rsidR="002106D6" w:rsidRPr="005175A4" w:rsidRDefault="002106D6" w:rsidP="00126082">
            <w:pPr>
              <w:pStyle w:val="TabNumeri"/>
            </w:pPr>
            <w:r w:rsidRPr="0057501E">
              <w:t xml:space="preserve">3,8 </w:t>
            </w:r>
          </w:p>
        </w:tc>
        <w:tc>
          <w:tcPr>
            <w:tcW w:w="340" w:type="dxa"/>
            <w:shd w:val="clear" w:color="auto" w:fill="auto"/>
          </w:tcPr>
          <w:p w14:paraId="570C5663" w14:textId="77777777" w:rsidR="002106D6" w:rsidRPr="00BC2A0C" w:rsidRDefault="002106D6" w:rsidP="00126082">
            <w:pPr>
              <w:pStyle w:val="TabEtichette"/>
            </w:pPr>
          </w:p>
        </w:tc>
        <w:tc>
          <w:tcPr>
            <w:tcW w:w="2552" w:type="dxa"/>
            <w:shd w:val="clear" w:color="auto" w:fill="auto"/>
          </w:tcPr>
          <w:p w14:paraId="0F5B0B7B" w14:textId="77777777" w:rsidR="002106D6" w:rsidRPr="00BC2A0C" w:rsidRDefault="002106D6" w:rsidP="00126082">
            <w:pPr>
              <w:pStyle w:val="TabEtichette"/>
            </w:pPr>
            <w:r w:rsidRPr="00BC2A0C">
              <w:t xml:space="preserve">  Economie avanzate</w:t>
            </w:r>
          </w:p>
        </w:tc>
        <w:tc>
          <w:tcPr>
            <w:tcW w:w="510" w:type="dxa"/>
            <w:shd w:val="clear" w:color="auto" w:fill="auto"/>
          </w:tcPr>
          <w:p w14:paraId="32D4164C" w14:textId="77777777" w:rsidR="002106D6" w:rsidRPr="00C01CE2" w:rsidRDefault="002106D6" w:rsidP="00126082">
            <w:pPr>
              <w:pStyle w:val="TabNumeri"/>
            </w:pPr>
            <w:r w:rsidRPr="0028713B">
              <w:t xml:space="preserve">1,4 </w:t>
            </w:r>
          </w:p>
        </w:tc>
        <w:tc>
          <w:tcPr>
            <w:tcW w:w="510" w:type="dxa"/>
            <w:shd w:val="clear" w:color="auto" w:fill="auto"/>
          </w:tcPr>
          <w:p w14:paraId="0D682652" w14:textId="77777777" w:rsidR="002106D6" w:rsidRPr="00C01CE2" w:rsidRDefault="002106D6" w:rsidP="00126082">
            <w:pPr>
              <w:pStyle w:val="TabNumeri"/>
            </w:pPr>
            <w:r w:rsidRPr="0028713B">
              <w:t xml:space="preserve">0,3 </w:t>
            </w:r>
          </w:p>
        </w:tc>
        <w:tc>
          <w:tcPr>
            <w:tcW w:w="514" w:type="dxa"/>
            <w:shd w:val="clear" w:color="auto" w:fill="auto"/>
          </w:tcPr>
          <w:p w14:paraId="6F92E0EB" w14:textId="77777777" w:rsidR="002106D6" w:rsidRPr="00C01CE2" w:rsidRDefault="002106D6" w:rsidP="00126082">
            <w:pPr>
              <w:pStyle w:val="TabNumeri"/>
            </w:pPr>
            <w:r w:rsidRPr="0028713B">
              <w:t xml:space="preserve">1,1 </w:t>
            </w:r>
          </w:p>
        </w:tc>
      </w:tr>
      <w:tr w:rsidR="002106D6" w:rsidRPr="00BC2A0C" w14:paraId="57B5BF24" w14:textId="77777777" w:rsidTr="00126082">
        <w:trPr>
          <w:cantSplit/>
          <w:trHeight w:val="255"/>
        </w:trPr>
        <w:tc>
          <w:tcPr>
            <w:tcW w:w="3402" w:type="dxa"/>
            <w:shd w:val="clear" w:color="auto" w:fill="F2F2F2" w:themeFill="background1" w:themeFillShade="F2"/>
          </w:tcPr>
          <w:p w14:paraId="4960E3BE" w14:textId="77777777" w:rsidR="002106D6" w:rsidRPr="00BC2A0C" w:rsidRDefault="002106D6" w:rsidP="00126082">
            <w:pPr>
              <w:pStyle w:val="TabEtichette"/>
            </w:pPr>
            <w:r w:rsidRPr="00BC2A0C">
              <w:t xml:space="preserve"> - Materie prime non energetiche(e)</w:t>
            </w:r>
          </w:p>
        </w:tc>
        <w:tc>
          <w:tcPr>
            <w:tcW w:w="510" w:type="dxa"/>
            <w:shd w:val="clear" w:color="auto" w:fill="F2F2F2" w:themeFill="background1" w:themeFillShade="F2"/>
          </w:tcPr>
          <w:p w14:paraId="250DBE7A" w14:textId="77777777" w:rsidR="002106D6" w:rsidRPr="005175A4" w:rsidRDefault="002106D6" w:rsidP="00126082">
            <w:pPr>
              <w:pStyle w:val="TabNumeri"/>
            </w:pPr>
            <w:r w:rsidRPr="0057501E">
              <w:t xml:space="preserve">0,8 </w:t>
            </w:r>
          </w:p>
        </w:tc>
        <w:tc>
          <w:tcPr>
            <w:tcW w:w="510" w:type="dxa"/>
            <w:shd w:val="clear" w:color="auto" w:fill="F2F2F2" w:themeFill="background1" w:themeFillShade="F2"/>
          </w:tcPr>
          <w:p w14:paraId="1B51089E" w14:textId="77777777" w:rsidR="002106D6" w:rsidRPr="005175A4" w:rsidRDefault="002106D6" w:rsidP="00126082">
            <w:pPr>
              <w:pStyle w:val="TabNumeri"/>
            </w:pPr>
            <w:r w:rsidRPr="0057501E">
              <w:t xml:space="preserve">0,2 </w:t>
            </w:r>
          </w:p>
        </w:tc>
        <w:tc>
          <w:tcPr>
            <w:tcW w:w="510" w:type="dxa"/>
            <w:shd w:val="clear" w:color="auto" w:fill="F2F2F2" w:themeFill="background1" w:themeFillShade="F2"/>
          </w:tcPr>
          <w:p w14:paraId="0EC45504" w14:textId="77777777" w:rsidR="002106D6" w:rsidRDefault="002106D6" w:rsidP="00126082">
            <w:pPr>
              <w:pStyle w:val="TabNumeri"/>
            </w:pPr>
            <w:r w:rsidRPr="0057501E">
              <w:t xml:space="preserve">0,8 </w:t>
            </w:r>
          </w:p>
        </w:tc>
        <w:tc>
          <w:tcPr>
            <w:tcW w:w="340" w:type="dxa"/>
            <w:shd w:val="clear" w:color="auto" w:fill="F2F2F2" w:themeFill="background1" w:themeFillShade="F2"/>
          </w:tcPr>
          <w:p w14:paraId="1CFE3619" w14:textId="77777777" w:rsidR="002106D6" w:rsidRPr="00BC2A0C" w:rsidRDefault="002106D6" w:rsidP="00126082">
            <w:pPr>
              <w:pStyle w:val="TabEtichette"/>
            </w:pPr>
          </w:p>
        </w:tc>
        <w:tc>
          <w:tcPr>
            <w:tcW w:w="2552" w:type="dxa"/>
            <w:shd w:val="clear" w:color="auto" w:fill="F2F2F2" w:themeFill="background1" w:themeFillShade="F2"/>
          </w:tcPr>
          <w:p w14:paraId="5F6E2709" w14:textId="77777777" w:rsidR="002106D6" w:rsidRPr="00BC2A0C" w:rsidRDefault="002106D6" w:rsidP="00126082">
            <w:pPr>
              <w:pStyle w:val="TabEtichette"/>
            </w:pPr>
            <w:r w:rsidRPr="00BC2A0C">
              <w:t xml:space="preserve">  Economie emergenti e in sviluppo</w:t>
            </w:r>
          </w:p>
        </w:tc>
        <w:tc>
          <w:tcPr>
            <w:tcW w:w="510" w:type="dxa"/>
            <w:shd w:val="clear" w:color="auto" w:fill="F2F2F2" w:themeFill="background1" w:themeFillShade="F2"/>
          </w:tcPr>
          <w:p w14:paraId="1FDC68D3" w14:textId="77777777" w:rsidR="002106D6" w:rsidRPr="00C01CE2" w:rsidRDefault="002106D6" w:rsidP="00126082">
            <w:pPr>
              <w:pStyle w:val="TabNumeri"/>
            </w:pPr>
            <w:r w:rsidRPr="0028713B">
              <w:t xml:space="preserve">5,1 </w:t>
            </w:r>
          </w:p>
        </w:tc>
        <w:tc>
          <w:tcPr>
            <w:tcW w:w="510" w:type="dxa"/>
            <w:shd w:val="clear" w:color="auto" w:fill="F2F2F2" w:themeFill="background1" w:themeFillShade="F2"/>
          </w:tcPr>
          <w:p w14:paraId="65AE3759" w14:textId="77777777" w:rsidR="002106D6" w:rsidRPr="00C01CE2" w:rsidRDefault="002106D6" w:rsidP="00126082">
            <w:pPr>
              <w:pStyle w:val="TabNumeri"/>
            </w:pPr>
            <w:r w:rsidRPr="0028713B">
              <w:t xml:space="preserve">4,4 </w:t>
            </w:r>
          </w:p>
        </w:tc>
        <w:tc>
          <w:tcPr>
            <w:tcW w:w="514" w:type="dxa"/>
            <w:shd w:val="clear" w:color="auto" w:fill="F2F2F2" w:themeFill="background1" w:themeFillShade="F2"/>
          </w:tcPr>
          <w:p w14:paraId="678E4339" w14:textId="77777777" w:rsidR="002106D6" w:rsidRDefault="002106D6" w:rsidP="00126082">
            <w:pPr>
              <w:pStyle w:val="TabNumeri"/>
            </w:pPr>
            <w:r w:rsidRPr="0028713B">
              <w:t xml:space="preserve">4,5 </w:t>
            </w:r>
          </w:p>
        </w:tc>
      </w:tr>
      <w:tr w:rsidR="002106D6" w:rsidRPr="00577102" w14:paraId="49F24F24" w14:textId="77777777" w:rsidTr="00126082">
        <w:trPr>
          <w:cantSplit/>
        </w:trPr>
        <w:tc>
          <w:tcPr>
            <w:tcW w:w="9358" w:type="dxa"/>
            <w:gridSpan w:val="9"/>
            <w:tcBorders>
              <w:top w:val="single" w:sz="4" w:space="0" w:color="800000"/>
            </w:tcBorders>
          </w:tcPr>
          <w:p w14:paraId="7272B552" w14:textId="77777777" w:rsidR="002106D6" w:rsidRPr="002A4A23" w:rsidRDefault="002106D6" w:rsidP="00126082">
            <w:pPr>
              <w:pStyle w:val="TabNoteSuperiori"/>
            </w:pP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Conventions.</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(London </w:t>
            </w:r>
            <w:proofErr w:type="spellStart"/>
            <w:r w:rsidRPr="00BC2A0C">
              <w:t>interbank</w:t>
            </w:r>
            <w:proofErr w:type="spellEnd"/>
            <w:r w:rsidRPr="00BC2A0C">
              <w:t xml:space="preserve"> </w:t>
            </w:r>
            <w:proofErr w:type="spellStart"/>
            <w:r w:rsidRPr="00BC2A0C">
              <w:t>offered</w:t>
            </w:r>
            <w:proofErr w:type="spellEnd"/>
            <w:r w:rsidRPr="00BC2A0C">
              <w:t xml:space="preserve"> rate), t</w:t>
            </w:r>
            <w:r>
              <w:t>asso di interesse percentuale:</w:t>
            </w:r>
            <w:r w:rsidRPr="00BC2A0C">
              <w:t xml:space="preserve"> sui depositi a 6 mesi in U.S.$; sui depositi a 6 mesi in yen; sui depositi a 3 mesi in euro. </w:t>
            </w:r>
          </w:p>
          <w:p w14:paraId="35A3048C" w14:textId="77777777" w:rsidR="002106D6" w:rsidRPr="00BC2A0C" w:rsidRDefault="002106D6" w:rsidP="00126082">
            <w:pPr>
              <w:pStyle w:val="TabNoteSuperiori"/>
              <w:rPr>
                <w:lang w:val="en-US"/>
              </w:rPr>
            </w:pPr>
            <w:r w:rsidRPr="00BC2A0C">
              <w:rPr>
                <w:lang w:val="en-GB"/>
              </w:rPr>
              <w:t xml:space="preserve">IMF, World Economic </w:t>
            </w:r>
            <w:r w:rsidRPr="001D6DE6">
              <w:rPr>
                <w:lang w:val="en-GB"/>
              </w:rPr>
              <w:t xml:space="preserve">Outlook, </w:t>
            </w:r>
            <w:r>
              <w:rPr>
                <w:lang w:val="en-GB"/>
              </w:rPr>
              <w:t>24</w:t>
            </w:r>
            <w:r w:rsidRPr="001D6DE6">
              <w:rPr>
                <w:lang w:val="en-GB"/>
              </w:rPr>
              <w:t xml:space="preserve"> </w:t>
            </w:r>
            <w:proofErr w:type="spellStart"/>
            <w:r>
              <w:rPr>
                <w:lang w:val="en-GB"/>
              </w:rPr>
              <w:t>giugn</w:t>
            </w:r>
            <w:r w:rsidRPr="001D6DE6">
              <w:rPr>
                <w:lang w:val="en-GB"/>
              </w:rPr>
              <w:t>o</w:t>
            </w:r>
            <w:proofErr w:type="spellEnd"/>
            <w:r w:rsidRPr="001D6DE6">
              <w:rPr>
                <w:lang w:val="en-GB"/>
              </w:rPr>
              <w:t xml:space="preserve"> </w:t>
            </w:r>
            <w:r w:rsidRPr="001D6DE6">
              <w:rPr>
                <w:lang w:val="en-US"/>
              </w:rPr>
              <w:t>20</w:t>
            </w:r>
            <w:r>
              <w:rPr>
                <w:lang w:val="en-US"/>
              </w:rPr>
              <w:t>20</w:t>
            </w:r>
          </w:p>
        </w:tc>
      </w:tr>
    </w:tbl>
    <w:p w14:paraId="3D8CCA82" w14:textId="77777777" w:rsidR="00A848DA" w:rsidRDefault="00A848DA" w:rsidP="00A848DA">
      <w:r>
        <w:t xml:space="preserve">A seguito della pandemia da coronavirus e delle misure di contenimento necessarie l’economia mondiale sta sperimentando la più intensa recessione dalla Grande depressione degli anni 30 dello scorso secolo. Senza gli interventi di politica economica adottati in tutto il mondo la recessione sarebbe stata ancora più ampia. La ripresa durante l’estate ha perso slancio. La spesa per alcune tipologie di servizi è ancora limitata, le ore lavorate sono diminuite ovunque, il commercio internazionale e gli investimenti produttivi sono deboli e limitano la ripresa industriale. Le conseguenze negative della pandemia colpiscono sia la domanda, sia l’offerta, le filiere produttive globali e il commercio mondiale, i paesi e i settori, con tempi, modi e effetti differenziati. Lo scenario è soggetto a notevoli incertezze. La durata e l’intensità della crisi dipendono da molteplici fattori, sanitari e politici, di cui è difficile prevedere le interazioni. </w:t>
      </w:r>
    </w:p>
    <w:p w14:paraId="5D41AF7F" w14:textId="77777777" w:rsidR="00A848DA" w:rsidRDefault="00A848DA" w:rsidP="00A848DA">
      <w:r>
        <w:t>La previsione di base dell’Ocse di settembre assume che la pandemia prosegua imponendo misure di contenimento localizzate senza necessità di imporre nuovi lock down a livello nazionale, ma che non si disporrà di un vaccino prima degli ultimi mesi del 2021. In questo quadro il prodotto mondiale si ridurrà del 4,5 per cento nel 2020, per recuperare poi il 5,0 per cento nel 2021. Nell’ipotesi di un nuovo aggravarsi della pandemia che imponga più decisi interventi nei prossimi mesi, la ripresa nel 2021 non andrà oltre il 2,2 per cento, con un ulteriore caduta del 7 per cento del commercio mondiale.</w:t>
      </w:r>
    </w:p>
    <w:p w14:paraId="5C6DF5B2" w14:textId="160AFF46" w:rsidR="003F658D" w:rsidRDefault="00A848DA" w:rsidP="00A848DA">
      <w:r>
        <w:t xml:space="preserve">Secondo lo scenario centrale dell’Ocse, negli Stati Uniti la recessione dovrebbe toccare il 3,8 per cento nel 2020, e la ripresa dovrebbe giungere al 4,0 per cento nel 2021. La crescita del Pil in Cina dovrebbe proseguire, con un ampio rallentamento, anche nel 2020 (+1,8 per cento), per accelerare decisamente nel 2021 giungendo all’8,0 per cento. Il Giappone sta sperimentando la più profonda recessione dal </w:t>
      </w:r>
      <w:r>
        <w:lastRenderedPageBreak/>
        <w:t>dopoguerra, che ridurrà il Pil del 5,8 per cento nel 2020 e la ripresa nel 2021 non dovrebbe però andare oltre l’1,5 per cento.</w:t>
      </w:r>
    </w:p>
    <w:p w14:paraId="4D4E7F1A" w14:textId="77777777" w:rsidR="00C43F0D" w:rsidRPr="00DB2CF9" w:rsidRDefault="00C43F0D" w:rsidP="00C43F0D">
      <w:pPr>
        <w:pStyle w:val="Titolo2"/>
      </w:pPr>
      <w:r>
        <w:t>X.2.</w:t>
      </w:r>
      <w:r>
        <w:tab/>
        <w:t>L’a</w:t>
      </w:r>
      <w:r w:rsidRPr="00DB2CF9">
        <w:t>rea dell’euro</w:t>
      </w:r>
    </w:p>
    <w:tbl>
      <w:tblPr>
        <w:tblStyle w:val="Grigliatabella"/>
        <w:tblpPr w:topFromText="284" w:bottomFromText="284"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2106D6" w:rsidRPr="002B550F" w14:paraId="4F7DC386" w14:textId="77777777" w:rsidTr="00126082">
        <w:tc>
          <w:tcPr>
            <w:tcW w:w="9356" w:type="dxa"/>
          </w:tcPr>
          <w:p w14:paraId="466FF102" w14:textId="77777777" w:rsidR="002106D6" w:rsidRPr="002B550F" w:rsidRDefault="002106D6" w:rsidP="00126082">
            <w:pPr>
              <w:pStyle w:val="FigTitolo"/>
            </w:pPr>
            <w:r w:rsidRPr="002B550F">
              <w:t>La previsione del</w:t>
            </w:r>
            <w:r>
              <w:t xml:space="preserve">l’Ocse, </w:t>
            </w:r>
            <w:r w:rsidRPr="002B550F">
              <w:t xml:space="preserve">tasso di variazione del </w:t>
            </w:r>
            <w:r>
              <w:t>p</w:t>
            </w:r>
            <w:r w:rsidRPr="002B550F">
              <w:t>rodotto interno lordo</w:t>
            </w:r>
          </w:p>
        </w:tc>
      </w:tr>
      <w:tr w:rsidR="002106D6" w:rsidRPr="002B550F" w14:paraId="1BDDB16F" w14:textId="77777777" w:rsidTr="00126082">
        <w:tc>
          <w:tcPr>
            <w:tcW w:w="9356" w:type="dxa"/>
          </w:tcPr>
          <w:p w14:paraId="26C2D7CE" w14:textId="77777777" w:rsidR="002106D6" w:rsidRPr="004C3A94" w:rsidRDefault="002106D6" w:rsidP="00126082">
            <w:pPr>
              <w:pStyle w:val="Figure"/>
            </w:pPr>
            <w:r w:rsidRPr="008D1A3D">
              <w:rPr>
                <w:noProof/>
              </w:rPr>
              <w:drawing>
                <wp:inline distT="0" distB="0" distL="0" distR="0" wp14:anchorId="4F984261" wp14:editId="1F3767CB">
                  <wp:extent cx="5941060" cy="155384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1060" cy="1553845"/>
                          </a:xfrm>
                          <a:prstGeom prst="rect">
                            <a:avLst/>
                          </a:prstGeom>
                          <a:noFill/>
                          <a:ln>
                            <a:noFill/>
                          </a:ln>
                        </pic:spPr>
                      </pic:pic>
                    </a:graphicData>
                  </a:graphic>
                </wp:inline>
              </w:drawing>
            </w:r>
          </w:p>
        </w:tc>
      </w:tr>
      <w:tr w:rsidR="002106D6" w:rsidRPr="00BC439F" w14:paraId="5F3D5950" w14:textId="77777777" w:rsidTr="00126082">
        <w:tc>
          <w:tcPr>
            <w:tcW w:w="9356" w:type="dxa"/>
          </w:tcPr>
          <w:p w14:paraId="22ECC0A0" w14:textId="77777777" w:rsidR="002106D6" w:rsidRDefault="002106D6" w:rsidP="00126082">
            <w:pPr>
              <w:pStyle w:val="Fineoggettoword"/>
            </w:pPr>
          </w:p>
          <w:p w14:paraId="6FA670AC" w14:textId="7C4EC654" w:rsidR="002106D6" w:rsidRPr="007C05D9" w:rsidRDefault="0047569C" w:rsidP="00126082">
            <w:pPr>
              <w:pStyle w:val="TabNoteInferiori"/>
            </w:pPr>
            <w:r w:rsidRPr="0047569C">
              <w:t xml:space="preserve">Fonte: Oecd, Interim </w:t>
            </w:r>
            <w:proofErr w:type="spellStart"/>
            <w:r w:rsidRPr="0047569C">
              <w:t>Economic</w:t>
            </w:r>
            <w:proofErr w:type="spellEnd"/>
            <w:r w:rsidRPr="0047569C">
              <w:t xml:space="preserve"> Outlook, 16 settembre 2020.</w:t>
            </w:r>
          </w:p>
        </w:tc>
      </w:tr>
    </w:tbl>
    <w:tbl>
      <w:tblPr>
        <w:tblStyle w:val="Grigliatabella"/>
        <w:tblpPr w:topFromText="284" w:bottom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397DE8" w14:paraId="3CE25229" w14:textId="77777777" w:rsidTr="00126082">
        <w:trPr>
          <w:cantSplit/>
          <w:trHeight w:val="255"/>
        </w:trPr>
        <w:tc>
          <w:tcPr>
            <w:tcW w:w="9370" w:type="dxa"/>
            <w:gridSpan w:val="10"/>
            <w:tcBorders>
              <w:bottom w:val="single" w:sz="4" w:space="0" w:color="833C0B" w:themeColor="accent2" w:themeShade="80"/>
            </w:tcBorders>
            <w:noWrap/>
          </w:tcPr>
          <w:p w14:paraId="110D0E17" w14:textId="77777777" w:rsidR="00397DE8" w:rsidRDefault="00397DE8" w:rsidP="00126082">
            <w:pPr>
              <w:pStyle w:val="TabTitolo"/>
            </w:pPr>
            <w:bookmarkStart w:id="0" w:name="_Hlk44093893"/>
            <w:r>
              <w:t>Proiezioni macro economiche per l’area dell’euro.</w:t>
            </w:r>
          </w:p>
        </w:tc>
      </w:tr>
      <w:tr w:rsidR="00397DE8" w:rsidRPr="00DD211F" w14:paraId="7F76A007" w14:textId="77777777" w:rsidTr="00126082">
        <w:tblPrEx>
          <w:tblBorders>
            <w:top w:val="single" w:sz="4" w:space="0" w:color="833C0B" w:themeColor="accent2" w:themeShade="80"/>
            <w:bottom w:val="single" w:sz="4" w:space="0" w:color="833C0B" w:themeColor="accent2" w:themeShade="80"/>
          </w:tblBorders>
        </w:tblPrEx>
        <w:trPr>
          <w:gridAfter w:val="1"/>
          <w:wAfter w:w="16" w:type="dxa"/>
          <w:cantSplit/>
        </w:trPr>
        <w:tc>
          <w:tcPr>
            <w:tcW w:w="2211" w:type="dxa"/>
            <w:noWrap/>
          </w:tcPr>
          <w:p w14:paraId="5176C583" w14:textId="77777777" w:rsidR="00397DE8" w:rsidRPr="00DD211F" w:rsidRDefault="00397DE8" w:rsidP="00126082">
            <w:pPr>
              <w:pStyle w:val="TabIntestazioni"/>
            </w:pPr>
          </w:p>
        </w:tc>
        <w:tc>
          <w:tcPr>
            <w:tcW w:w="737" w:type="dxa"/>
            <w:noWrap/>
          </w:tcPr>
          <w:p w14:paraId="54840B87" w14:textId="77777777" w:rsidR="00397DE8" w:rsidRPr="00DD211F" w:rsidRDefault="00397DE8" w:rsidP="00126082">
            <w:pPr>
              <w:pStyle w:val="TabIntestazioni"/>
            </w:pPr>
            <w:r>
              <w:t>2019</w:t>
            </w:r>
          </w:p>
        </w:tc>
        <w:tc>
          <w:tcPr>
            <w:tcW w:w="737" w:type="dxa"/>
          </w:tcPr>
          <w:p w14:paraId="68BB2B2F" w14:textId="77777777" w:rsidR="00397DE8" w:rsidRPr="00DD211F" w:rsidRDefault="00397DE8" w:rsidP="00126082">
            <w:pPr>
              <w:pStyle w:val="TabIntestazioni"/>
            </w:pPr>
            <w:r>
              <w:t>2020</w:t>
            </w:r>
          </w:p>
        </w:tc>
        <w:tc>
          <w:tcPr>
            <w:tcW w:w="737" w:type="dxa"/>
          </w:tcPr>
          <w:p w14:paraId="6F748E8D" w14:textId="77777777" w:rsidR="00397DE8" w:rsidRPr="00DD211F" w:rsidRDefault="00397DE8" w:rsidP="00126082">
            <w:pPr>
              <w:pStyle w:val="TabIntestazioni"/>
            </w:pPr>
            <w:r>
              <w:t>2021</w:t>
            </w:r>
          </w:p>
        </w:tc>
        <w:tc>
          <w:tcPr>
            <w:tcW w:w="510" w:type="dxa"/>
            <w:noWrap/>
          </w:tcPr>
          <w:p w14:paraId="658DA750" w14:textId="77777777" w:rsidR="00397DE8" w:rsidRPr="00DD211F" w:rsidRDefault="00397DE8" w:rsidP="00126082">
            <w:pPr>
              <w:pStyle w:val="TabIntestazioni"/>
            </w:pPr>
          </w:p>
        </w:tc>
        <w:tc>
          <w:tcPr>
            <w:tcW w:w="2211" w:type="dxa"/>
          </w:tcPr>
          <w:p w14:paraId="06589E14" w14:textId="77777777" w:rsidR="00397DE8" w:rsidRPr="00DD211F" w:rsidRDefault="00397DE8" w:rsidP="00126082">
            <w:pPr>
              <w:pStyle w:val="TabIntestazioni"/>
            </w:pPr>
          </w:p>
        </w:tc>
        <w:tc>
          <w:tcPr>
            <w:tcW w:w="737" w:type="dxa"/>
          </w:tcPr>
          <w:p w14:paraId="10B51BF7" w14:textId="77777777" w:rsidR="00397DE8" w:rsidRPr="00DD211F" w:rsidRDefault="00397DE8" w:rsidP="00126082">
            <w:pPr>
              <w:pStyle w:val="TabIntestazioni"/>
            </w:pPr>
            <w:r>
              <w:t>2019</w:t>
            </w:r>
          </w:p>
        </w:tc>
        <w:tc>
          <w:tcPr>
            <w:tcW w:w="737" w:type="dxa"/>
          </w:tcPr>
          <w:p w14:paraId="0EFE9D23" w14:textId="77777777" w:rsidR="00397DE8" w:rsidRPr="00DD211F" w:rsidRDefault="00397DE8" w:rsidP="00126082">
            <w:pPr>
              <w:pStyle w:val="TabIntestazioni"/>
            </w:pPr>
            <w:r>
              <w:t>2020</w:t>
            </w:r>
          </w:p>
        </w:tc>
        <w:tc>
          <w:tcPr>
            <w:tcW w:w="737" w:type="dxa"/>
          </w:tcPr>
          <w:p w14:paraId="58DF095A" w14:textId="77777777" w:rsidR="00397DE8" w:rsidRPr="00DD211F" w:rsidRDefault="00397DE8" w:rsidP="00126082">
            <w:pPr>
              <w:pStyle w:val="TabIntestazioni"/>
            </w:pPr>
            <w:r>
              <w:t>2021</w:t>
            </w:r>
          </w:p>
        </w:tc>
      </w:tr>
      <w:tr w:rsidR="00397DE8" w14:paraId="66531932" w14:textId="77777777" w:rsidTr="00126082">
        <w:trPr>
          <w:gridAfter w:val="1"/>
          <w:wAfter w:w="16" w:type="dxa"/>
          <w:cantSplit/>
          <w:trHeight w:hRule="exact" w:val="113"/>
        </w:trPr>
        <w:tc>
          <w:tcPr>
            <w:tcW w:w="2211" w:type="dxa"/>
            <w:tcBorders>
              <w:top w:val="single" w:sz="4" w:space="0" w:color="833C0B" w:themeColor="accent2" w:themeShade="80"/>
            </w:tcBorders>
            <w:noWrap/>
          </w:tcPr>
          <w:p w14:paraId="04E620B0" w14:textId="77777777" w:rsidR="00397DE8" w:rsidRDefault="00397DE8" w:rsidP="00126082">
            <w:pPr>
              <w:pStyle w:val="TabEtichette"/>
            </w:pPr>
          </w:p>
        </w:tc>
        <w:tc>
          <w:tcPr>
            <w:tcW w:w="737" w:type="dxa"/>
            <w:tcBorders>
              <w:top w:val="single" w:sz="4" w:space="0" w:color="833C0B" w:themeColor="accent2" w:themeShade="80"/>
            </w:tcBorders>
            <w:noWrap/>
          </w:tcPr>
          <w:p w14:paraId="0B80A209" w14:textId="77777777" w:rsidR="00397DE8" w:rsidRDefault="00397DE8" w:rsidP="00126082">
            <w:pPr>
              <w:pStyle w:val="TabNumeri"/>
            </w:pPr>
          </w:p>
        </w:tc>
        <w:tc>
          <w:tcPr>
            <w:tcW w:w="737" w:type="dxa"/>
            <w:tcBorders>
              <w:top w:val="single" w:sz="4" w:space="0" w:color="833C0B" w:themeColor="accent2" w:themeShade="80"/>
            </w:tcBorders>
            <w:noWrap/>
          </w:tcPr>
          <w:p w14:paraId="60D4D92E" w14:textId="77777777" w:rsidR="00397DE8" w:rsidRDefault="00397DE8" w:rsidP="00126082">
            <w:pPr>
              <w:pStyle w:val="TabNumeri"/>
            </w:pPr>
          </w:p>
        </w:tc>
        <w:tc>
          <w:tcPr>
            <w:tcW w:w="737" w:type="dxa"/>
            <w:tcBorders>
              <w:top w:val="single" w:sz="4" w:space="0" w:color="833C0B" w:themeColor="accent2" w:themeShade="80"/>
            </w:tcBorders>
            <w:noWrap/>
          </w:tcPr>
          <w:p w14:paraId="609CB677" w14:textId="77777777" w:rsidR="00397DE8" w:rsidRDefault="00397DE8" w:rsidP="00126082">
            <w:pPr>
              <w:pStyle w:val="TabNumeri"/>
            </w:pPr>
          </w:p>
        </w:tc>
        <w:tc>
          <w:tcPr>
            <w:tcW w:w="510" w:type="dxa"/>
            <w:tcBorders>
              <w:top w:val="single" w:sz="4" w:space="0" w:color="833C0B" w:themeColor="accent2" w:themeShade="80"/>
            </w:tcBorders>
            <w:noWrap/>
          </w:tcPr>
          <w:p w14:paraId="7710DDA0" w14:textId="77777777" w:rsidR="00397DE8" w:rsidRDefault="00397DE8" w:rsidP="00126082">
            <w:pPr>
              <w:pStyle w:val="TabNumeri"/>
            </w:pPr>
          </w:p>
        </w:tc>
        <w:tc>
          <w:tcPr>
            <w:tcW w:w="2211" w:type="dxa"/>
            <w:tcBorders>
              <w:top w:val="single" w:sz="4" w:space="0" w:color="833C0B" w:themeColor="accent2" w:themeShade="80"/>
            </w:tcBorders>
          </w:tcPr>
          <w:p w14:paraId="5D1340A1" w14:textId="77777777" w:rsidR="00397DE8" w:rsidRDefault="00397DE8" w:rsidP="00126082">
            <w:pPr>
              <w:pStyle w:val="TabEtichette"/>
            </w:pPr>
          </w:p>
        </w:tc>
        <w:tc>
          <w:tcPr>
            <w:tcW w:w="737" w:type="dxa"/>
            <w:tcBorders>
              <w:top w:val="single" w:sz="4" w:space="0" w:color="833C0B" w:themeColor="accent2" w:themeShade="80"/>
            </w:tcBorders>
            <w:noWrap/>
          </w:tcPr>
          <w:p w14:paraId="46A343EB" w14:textId="77777777" w:rsidR="00397DE8" w:rsidRDefault="00397DE8" w:rsidP="00126082">
            <w:pPr>
              <w:pStyle w:val="TabNumeri"/>
            </w:pPr>
          </w:p>
        </w:tc>
        <w:tc>
          <w:tcPr>
            <w:tcW w:w="737" w:type="dxa"/>
            <w:tcBorders>
              <w:top w:val="single" w:sz="4" w:space="0" w:color="833C0B" w:themeColor="accent2" w:themeShade="80"/>
            </w:tcBorders>
          </w:tcPr>
          <w:p w14:paraId="007169A3" w14:textId="77777777" w:rsidR="00397DE8" w:rsidRDefault="00397DE8" w:rsidP="00126082">
            <w:pPr>
              <w:pStyle w:val="TabNumeri"/>
            </w:pPr>
          </w:p>
        </w:tc>
        <w:tc>
          <w:tcPr>
            <w:tcW w:w="737" w:type="dxa"/>
            <w:tcBorders>
              <w:top w:val="single" w:sz="4" w:space="0" w:color="833C0B" w:themeColor="accent2" w:themeShade="80"/>
            </w:tcBorders>
            <w:noWrap/>
          </w:tcPr>
          <w:p w14:paraId="19EE4ED6" w14:textId="77777777" w:rsidR="00397DE8" w:rsidRDefault="00397DE8" w:rsidP="00126082">
            <w:pPr>
              <w:pStyle w:val="TabNumeri"/>
            </w:pPr>
          </w:p>
        </w:tc>
      </w:tr>
      <w:tr w:rsidR="00397DE8" w14:paraId="197D27AA" w14:textId="77777777" w:rsidTr="00126082">
        <w:trPr>
          <w:gridAfter w:val="1"/>
          <w:wAfter w:w="16" w:type="dxa"/>
          <w:cantSplit/>
          <w:trHeight w:val="255"/>
        </w:trPr>
        <w:tc>
          <w:tcPr>
            <w:tcW w:w="2211" w:type="dxa"/>
            <w:noWrap/>
          </w:tcPr>
          <w:p w14:paraId="1CFA7403" w14:textId="77777777" w:rsidR="00397DE8" w:rsidRPr="00233F5C" w:rsidRDefault="00397DE8" w:rsidP="00126082">
            <w:pPr>
              <w:pStyle w:val="TabEtichette"/>
            </w:pPr>
            <w:r w:rsidRPr="00233F5C">
              <w:t>Prodotto interno lordo</w:t>
            </w:r>
            <w:r>
              <w:t xml:space="preserve"> (1, 2)</w:t>
            </w:r>
          </w:p>
        </w:tc>
        <w:tc>
          <w:tcPr>
            <w:tcW w:w="737" w:type="dxa"/>
            <w:noWrap/>
          </w:tcPr>
          <w:p w14:paraId="4F4154FB" w14:textId="77777777" w:rsidR="00397DE8" w:rsidRPr="00902005" w:rsidRDefault="00397DE8" w:rsidP="00126082">
            <w:pPr>
              <w:pStyle w:val="TabNumeri"/>
            </w:pPr>
            <w:r w:rsidRPr="00950126">
              <w:t>1,3</w:t>
            </w:r>
          </w:p>
        </w:tc>
        <w:tc>
          <w:tcPr>
            <w:tcW w:w="737" w:type="dxa"/>
            <w:noWrap/>
          </w:tcPr>
          <w:p w14:paraId="1865FC60" w14:textId="77777777" w:rsidR="00397DE8" w:rsidRPr="00902005" w:rsidRDefault="00397DE8" w:rsidP="00126082">
            <w:pPr>
              <w:pStyle w:val="TabNumeri"/>
            </w:pPr>
            <w:r w:rsidRPr="00950126">
              <w:t>-8,0</w:t>
            </w:r>
          </w:p>
        </w:tc>
        <w:tc>
          <w:tcPr>
            <w:tcW w:w="737" w:type="dxa"/>
            <w:noWrap/>
          </w:tcPr>
          <w:p w14:paraId="1B8FA487" w14:textId="77777777" w:rsidR="00397DE8" w:rsidRPr="00902005" w:rsidRDefault="00397DE8" w:rsidP="00126082">
            <w:pPr>
              <w:pStyle w:val="TabNumeri"/>
            </w:pPr>
            <w:r w:rsidRPr="00950126">
              <w:t>5,0</w:t>
            </w:r>
          </w:p>
        </w:tc>
        <w:tc>
          <w:tcPr>
            <w:tcW w:w="510" w:type="dxa"/>
            <w:noWrap/>
          </w:tcPr>
          <w:p w14:paraId="70A7849D" w14:textId="77777777" w:rsidR="00397DE8" w:rsidRPr="000770A1" w:rsidRDefault="00397DE8" w:rsidP="00126082">
            <w:pPr>
              <w:pStyle w:val="TabNumeri"/>
              <w:rPr>
                <w:sz w:val="14"/>
                <w:szCs w:val="14"/>
              </w:rPr>
            </w:pPr>
          </w:p>
        </w:tc>
        <w:tc>
          <w:tcPr>
            <w:tcW w:w="2211" w:type="dxa"/>
          </w:tcPr>
          <w:p w14:paraId="6597765D" w14:textId="77777777" w:rsidR="00397DE8" w:rsidRPr="00233F5C" w:rsidRDefault="00397DE8" w:rsidP="00126082">
            <w:pPr>
              <w:pStyle w:val="TabEtichette"/>
            </w:pPr>
            <w:r>
              <w:t>Saldo di conto corrente (4)</w:t>
            </w:r>
          </w:p>
        </w:tc>
        <w:tc>
          <w:tcPr>
            <w:tcW w:w="737" w:type="dxa"/>
            <w:noWrap/>
          </w:tcPr>
          <w:p w14:paraId="7EA4CD62" w14:textId="77777777" w:rsidR="00397DE8" w:rsidRPr="008D37A3" w:rsidRDefault="00397DE8" w:rsidP="00126082">
            <w:pPr>
              <w:pStyle w:val="TabNumeri"/>
            </w:pPr>
            <w:r w:rsidRPr="00C871E3">
              <w:t>2,7</w:t>
            </w:r>
          </w:p>
        </w:tc>
        <w:tc>
          <w:tcPr>
            <w:tcW w:w="737" w:type="dxa"/>
          </w:tcPr>
          <w:p w14:paraId="1368359F" w14:textId="77777777" w:rsidR="00397DE8" w:rsidRPr="008D37A3" w:rsidRDefault="00397DE8" w:rsidP="00126082">
            <w:pPr>
              <w:pStyle w:val="TabNumeri"/>
            </w:pPr>
            <w:r w:rsidRPr="00C871E3">
              <w:t>2,0</w:t>
            </w:r>
          </w:p>
        </w:tc>
        <w:tc>
          <w:tcPr>
            <w:tcW w:w="737" w:type="dxa"/>
            <w:noWrap/>
          </w:tcPr>
          <w:p w14:paraId="1FDDC28C" w14:textId="77777777" w:rsidR="00397DE8" w:rsidRPr="008D37A3" w:rsidRDefault="00397DE8" w:rsidP="00126082">
            <w:pPr>
              <w:pStyle w:val="TabNumeri"/>
            </w:pPr>
            <w:r w:rsidRPr="00C871E3">
              <w:t>2,6</w:t>
            </w:r>
          </w:p>
        </w:tc>
      </w:tr>
      <w:tr w:rsidR="00397DE8" w14:paraId="2DF6CF5A" w14:textId="77777777" w:rsidTr="00126082">
        <w:trPr>
          <w:gridAfter w:val="1"/>
          <w:wAfter w:w="16" w:type="dxa"/>
          <w:cantSplit/>
          <w:trHeight w:val="255"/>
        </w:trPr>
        <w:tc>
          <w:tcPr>
            <w:tcW w:w="2211" w:type="dxa"/>
            <w:shd w:val="clear" w:color="auto" w:fill="EDEDED" w:themeFill="accent3" w:themeFillTint="33"/>
            <w:noWrap/>
          </w:tcPr>
          <w:p w14:paraId="71675E13" w14:textId="77777777" w:rsidR="00397DE8" w:rsidRPr="00233F5C" w:rsidRDefault="00397DE8" w:rsidP="00126082">
            <w:pPr>
              <w:pStyle w:val="TabEtichette"/>
            </w:pPr>
            <w:r w:rsidRPr="00233F5C">
              <w:t xml:space="preserve">Consumi </w:t>
            </w:r>
            <w:r>
              <w:t>privati (1, 2)</w:t>
            </w:r>
          </w:p>
        </w:tc>
        <w:tc>
          <w:tcPr>
            <w:tcW w:w="737" w:type="dxa"/>
            <w:shd w:val="clear" w:color="auto" w:fill="EDEDED" w:themeFill="accent3" w:themeFillTint="33"/>
            <w:noWrap/>
          </w:tcPr>
          <w:p w14:paraId="2590FD62" w14:textId="77777777" w:rsidR="00397DE8" w:rsidRPr="00902005" w:rsidRDefault="00397DE8" w:rsidP="00126082">
            <w:pPr>
              <w:pStyle w:val="TabNumeri"/>
            </w:pPr>
            <w:r w:rsidRPr="00950126">
              <w:t>1,3</w:t>
            </w:r>
          </w:p>
        </w:tc>
        <w:tc>
          <w:tcPr>
            <w:tcW w:w="737" w:type="dxa"/>
            <w:shd w:val="clear" w:color="auto" w:fill="EDEDED" w:themeFill="accent3" w:themeFillTint="33"/>
            <w:noWrap/>
          </w:tcPr>
          <w:p w14:paraId="46556374" w14:textId="77777777" w:rsidR="00397DE8" w:rsidRPr="00902005" w:rsidRDefault="00397DE8" w:rsidP="00126082">
            <w:pPr>
              <w:pStyle w:val="TabNumeri"/>
            </w:pPr>
            <w:r w:rsidRPr="00950126">
              <w:t>-8,0</w:t>
            </w:r>
          </w:p>
        </w:tc>
        <w:tc>
          <w:tcPr>
            <w:tcW w:w="737" w:type="dxa"/>
            <w:shd w:val="clear" w:color="auto" w:fill="EDEDED" w:themeFill="accent3" w:themeFillTint="33"/>
            <w:noWrap/>
          </w:tcPr>
          <w:p w14:paraId="54D54496" w14:textId="77777777" w:rsidR="00397DE8" w:rsidRPr="00902005" w:rsidRDefault="00397DE8" w:rsidP="00126082">
            <w:pPr>
              <w:pStyle w:val="TabNumeri"/>
            </w:pPr>
            <w:r w:rsidRPr="00950126">
              <w:t>5,9</w:t>
            </w:r>
          </w:p>
        </w:tc>
        <w:tc>
          <w:tcPr>
            <w:tcW w:w="510" w:type="dxa"/>
            <w:shd w:val="clear" w:color="auto" w:fill="EDEDED" w:themeFill="accent3" w:themeFillTint="33"/>
            <w:noWrap/>
          </w:tcPr>
          <w:p w14:paraId="14B51A78" w14:textId="77777777" w:rsidR="00397DE8" w:rsidRPr="000770A1" w:rsidRDefault="00397DE8" w:rsidP="00126082">
            <w:pPr>
              <w:pStyle w:val="TabNumeri"/>
              <w:rPr>
                <w:sz w:val="14"/>
                <w:szCs w:val="14"/>
              </w:rPr>
            </w:pPr>
          </w:p>
        </w:tc>
        <w:tc>
          <w:tcPr>
            <w:tcW w:w="2211" w:type="dxa"/>
            <w:shd w:val="clear" w:color="auto" w:fill="EDEDED" w:themeFill="accent3" w:themeFillTint="33"/>
          </w:tcPr>
          <w:p w14:paraId="02C51742" w14:textId="77777777" w:rsidR="00397DE8" w:rsidRPr="00233F5C" w:rsidRDefault="00397DE8" w:rsidP="00126082">
            <w:pPr>
              <w:pStyle w:val="TabEtichette"/>
            </w:pPr>
            <w:r>
              <w:t>Occupazione (1)</w:t>
            </w:r>
          </w:p>
        </w:tc>
        <w:tc>
          <w:tcPr>
            <w:tcW w:w="737" w:type="dxa"/>
            <w:shd w:val="clear" w:color="auto" w:fill="EDEDED" w:themeFill="accent3" w:themeFillTint="33"/>
            <w:noWrap/>
          </w:tcPr>
          <w:p w14:paraId="5E19F227" w14:textId="77777777" w:rsidR="00397DE8" w:rsidRPr="008D37A3" w:rsidRDefault="00397DE8" w:rsidP="00126082">
            <w:pPr>
              <w:pStyle w:val="TabNumeri"/>
            </w:pPr>
            <w:r w:rsidRPr="00C871E3">
              <w:t>1,2</w:t>
            </w:r>
          </w:p>
        </w:tc>
        <w:tc>
          <w:tcPr>
            <w:tcW w:w="737" w:type="dxa"/>
            <w:shd w:val="clear" w:color="auto" w:fill="EDEDED" w:themeFill="accent3" w:themeFillTint="33"/>
          </w:tcPr>
          <w:p w14:paraId="246B9E56" w14:textId="77777777" w:rsidR="00397DE8" w:rsidRPr="008D37A3" w:rsidRDefault="00397DE8" w:rsidP="00126082">
            <w:pPr>
              <w:pStyle w:val="TabNumeri"/>
            </w:pPr>
            <w:r w:rsidRPr="00C871E3">
              <w:t>-2,3</w:t>
            </w:r>
          </w:p>
        </w:tc>
        <w:tc>
          <w:tcPr>
            <w:tcW w:w="737" w:type="dxa"/>
            <w:shd w:val="clear" w:color="auto" w:fill="EDEDED" w:themeFill="accent3" w:themeFillTint="33"/>
            <w:noWrap/>
          </w:tcPr>
          <w:p w14:paraId="4FA5FD64" w14:textId="77777777" w:rsidR="00397DE8" w:rsidRPr="008D37A3" w:rsidRDefault="00397DE8" w:rsidP="00126082">
            <w:pPr>
              <w:pStyle w:val="TabNumeri"/>
            </w:pPr>
            <w:r w:rsidRPr="00C871E3">
              <w:t>0,1</w:t>
            </w:r>
          </w:p>
        </w:tc>
      </w:tr>
      <w:tr w:rsidR="00397DE8" w14:paraId="11D0EB22" w14:textId="77777777" w:rsidTr="00126082">
        <w:trPr>
          <w:gridAfter w:val="1"/>
          <w:wAfter w:w="16" w:type="dxa"/>
          <w:cantSplit/>
          <w:trHeight w:val="255"/>
        </w:trPr>
        <w:tc>
          <w:tcPr>
            <w:tcW w:w="2211" w:type="dxa"/>
            <w:noWrap/>
          </w:tcPr>
          <w:p w14:paraId="707D8A5B" w14:textId="77777777" w:rsidR="00397DE8" w:rsidRPr="00233F5C" w:rsidRDefault="00397DE8" w:rsidP="00126082">
            <w:pPr>
              <w:pStyle w:val="TabEtichette"/>
            </w:pPr>
            <w:r w:rsidRPr="00233F5C">
              <w:t xml:space="preserve">Consumi </w:t>
            </w:r>
            <w:r>
              <w:t>pubblici (1, 2)</w:t>
            </w:r>
          </w:p>
        </w:tc>
        <w:tc>
          <w:tcPr>
            <w:tcW w:w="737" w:type="dxa"/>
            <w:noWrap/>
          </w:tcPr>
          <w:p w14:paraId="1B31BD05" w14:textId="77777777" w:rsidR="00397DE8" w:rsidRPr="00902005" w:rsidRDefault="00397DE8" w:rsidP="00126082">
            <w:pPr>
              <w:pStyle w:val="TabNumeri"/>
            </w:pPr>
            <w:r w:rsidRPr="00950126">
              <w:t>1,8</w:t>
            </w:r>
          </w:p>
        </w:tc>
        <w:tc>
          <w:tcPr>
            <w:tcW w:w="737" w:type="dxa"/>
            <w:noWrap/>
          </w:tcPr>
          <w:p w14:paraId="5E2D3B50" w14:textId="77777777" w:rsidR="00397DE8" w:rsidRPr="00902005" w:rsidRDefault="00397DE8" w:rsidP="00126082">
            <w:pPr>
              <w:pStyle w:val="TabNumeri"/>
            </w:pPr>
            <w:r w:rsidRPr="00950126">
              <w:t>1,7</w:t>
            </w:r>
          </w:p>
        </w:tc>
        <w:tc>
          <w:tcPr>
            <w:tcW w:w="737" w:type="dxa"/>
            <w:noWrap/>
          </w:tcPr>
          <w:p w14:paraId="08494561" w14:textId="77777777" w:rsidR="00397DE8" w:rsidRPr="00902005" w:rsidRDefault="00397DE8" w:rsidP="00126082">
            <w:pPr>
              <w:pStyle w:val="TabNumeri"/>
            </w:pPr>
            <w:r w:rsidRPr="00950126">
              <w:t>1,7</w:t>
            </w:r>
          </w:p>
        </w:tc>
        <w:tc>
          <w:tcPr>
            <w:tcW w:w="510" w:type="dxa"/>
            <w:noWrap/>
          </w:tcPr>
          <w:p w14:paraId="7DF7617E" w14:textId="77777777" w:rsidR="00397DE8" w:rsidRPr="000770A1" w:rsidRDefault="00397DE8" w:rsidP="00126082">
            <w:pPr>
              <w:pStyle w:val="TabNumeri"/>
              <w:rPr>
                <w:sz w:val="14"/>
                <w:szCs w:val="14"/>
              </w:rPr>
            </w:pPr>
          </w:p>
        </w:tc>
        <w:tc>
          <w:tcPr>
            <w:tcW w:w="2211" w:type="dxa"/>
          </w:tcPr>
          <w:p w14:paraId="16641503" w14:textId="77777777" w:rsidR="00397DE8" w:rsidRPr="00233F5C" w:rsidRDefault="00397DE8" w:rsidP="00126082">
            <w:pPr>
              <w:pStyle w:val="TabEtichette"/>
            </w:pPr>
            <w:r>
              <w:t>Tasso di d</w:t>
            </w:r>
            <w:r w:rsidRPr="00233F5C">
              <w:t>isoccupazione [</w:t>
            </w:r>
            <w:r>
              <w:t>5</w:t>
            </w:r>
            <w:r w:rsidRPr="00233F5C">
              <w:t>]</w:t>
            </w:r>
          </w:p>
        </w:tc>
        <w:tc>
          <w:tcPr>
            <w:tcW w:w="737" w:type="dxa"/>
            <w:noWrap/>
          </w:tcPr>
          <w:p w14:paraId="1886DFD8" w14:textId="77777777" w:rsidR="00397DE8" w:rsidRPr="008D37A3" w:rsidRDefault="00397DE8" w:rsidP="00126082">
            <w:pPr>
              <w:pStyle w:val="TabNumeri"/>
            </w:pPr>
            <w:r w:rsidRPr="00C871E3">
              <w:t>7,6</w:t>
            </w:r>
          </w:p>
        </w:tc>
        <w:tc>
          <w:tcPr>
            <w:tcW w:w="737" w:type="dxa"/>
          </w:tcPr>
          <w:p w14:paraId="09462D73" w14:textId="77777777" w:rsidR="00397DE8" w:rsidRPr="008D37A3" w:rsidRDefault="00397DE8" w:rsidP="00126082">
            <w:pPr>
              <w:pStyle w:val="TabNumeri"/>
            </w:pPr>
            <w:r w:rsidRPr="00C871E3">
              <w:t>8,5</w:t>
            </w:r>
          </w:p>
        </w:tc>
        <w:tc>
          <w:tcPr>
            <w:tcW w:w="737" w:type="dxa"/>
            <w:noWrap/>
          </w:tcPr>
          <w:p w14:paraId="644A4F4B" w14:textId="77777777" w:rsidR="00397DE8" w:rsidRPr="008D37A3" w:rsidRDefault="00397DE8" w:rsidP="00126082">
            <w:pPr>
              <w:pStyle w:val="TabNumeri"/>
            </w:pPr>
            <w:r w:rsidRPr="00C871E3">
              <w:t>9,5</w:t>
            </w:r>
          </w:p>
        </w:tc>
      </w:tr>
      <w:tr w:rsidR="00397DE8" w14:paraId="203E3AF1" w14:textId="77777777" w:rsidTr="00126082">
        <w:trPr>
          <w:gridAfter w:val="1"/>
          <w:wAfter w:w="16" w:type="dxa"/>
          <w:cantSplit/>
          <w:trHeight w:val="255"/>
        </w:trPr>
        <w:tc>
          <w:tcPr>
            <w:tcW w:w="2211" w:type="dxa"/>
            <w:shd w:val="clear" w:color="auto" w:fill="EDEDED" w:themeFill="accent3" w:themeFillTint="33"/>
            <w:noWrap/>
          </w:tcPr>
          <w:p w14:paraId="16D926A2" w14:textId="77777777" w:rsidR="00397DE8" w:rsidRPr="00233F5C" w:rsidRDefault="00397DE8" w:rsidP="00126082">
            <w:pPr>
              <w:pStyle w:val="TabEtichette"/>
            </w:pPr>
            <w:r w:rsidRPr="00233F5C">
              <w:t>Investimenti fissi lordi</w:t>
            </w:r>
            <w:r>
              <w:t xml:space="preserve"> (1, 2)</w:t>
            </w:r>
          </w:p>
        </w:tc>
        <w:tc>
          <w:tcPr>
            <w:tcW w:w="737" w:type="dxa"/>
            <w:shd w:val="clear" w:color="auto" w:fill="EDEDED" w:themeFill="accent3" w:themeFillTint="33"/>
            <w:noWrap/>
          </w:tcPr>
          <w:p w14:paraId="23ABDFEF" w14:textId="77777777" w:rsidR="00397DE8" w:rsidRPr="00902005" w:rsidRDefault="00397DE8" w:rsidP="00126082">
            <w:pPr>
              <w:pStyle w:val="TabNumeri"/>
            </w:pPr>
            <w:r w:rsidRPr="00950126">
              <w:t>5,0</w:t>
            </w:r>
          </w:p>
        </w:tc>
        <w:tc>
          <w:tcPr>
            <w:tcW w:w="737" w:type="dxa"/>
            <w:shd w:val="clear" w:color="auto" w:fill="EDEDED" w:themeFill="accent3" w:themeFillTint="33"/>
            <w:noWrap/>
          </w:tcPr>
          <w:p w14:paraId="13BA8774" w14:textId="77777777" w:rsidR="00397DE8" w:rsidRPr="00902005" w:rsidRDefault="00397DE8" w:rsidP="00126082">
            <w:pPr>
              <w:pStyle w:val="TabNumeri"/>
            </w:pPr>
            <w:r w:rsidRPr="00950126">
              <w:t>-12,3</w:t>
            </w:r>
          </w:p>
        </w:tc>
        <w:tc>
          <w:tcPr>
            <w:tcW w:w="737" w:type="dxa"/>
            <w:shd w:val="clear" w:color="auto" w:fill="EDEDED" w:themeFill="accent3" w:themeFillTint="33"/>
            <w:noWrap/>
          </w:tcPr>
          <w:p w14:paraId="75EB2662" w14:textId="77777777" w:rsidR="00397DE8" w:rsidRPr="00902005" w:rsidRDefault="00397DE8" w:rsidP="00126082">
            <w:pPr>
              <w:pStyle w:val="TabNumeri"/>
            </w:pPr>
            <w:r w:rsidRPr="00950126">
              <w:t>6,3</w:t>
            </w:r>
          </w:p>
        </w:tc>
        <w:tc>
          <w:tcPr>
            <w:tcW w:w="510" w:type="dxa"/>
            <w:shd w:val="clear" w:color="auto" w:fill="EDEDED" w:themeFill="accent3" w:themeFillTint="33"/>
            <w:noWrap/>
          </w:tcPr>
          <w:p w14:paraId="592C751C" w14:textId="77777777" w:rsidR="00397DE8" w:rsidRPr="000770A1" w:rsidRDefault="00397DE8" w:rsidP="00126082">
            <w:pPr>
              <w:pStyle w:val="TabNumeri"/>
              <w:rPr>
                <w:sz w:val="14"/>
                <w:szCs w:val="14"/>
              </w:rPr>
            </w:pPr>
          </w:p>
        </w:tc>
        <w:tc>
          <w:tcPr>
            <w:tcW w:w="2211" w:type="dxa"/>
            <w:shd w:val="clear" w:color="auto" w:fill="EDEDED" w:themeFill="accent3" w:themeFillTint="33"/>
          </w:tcPr>
          <w:p w14:paraId="1995A896" w14:textId="77777777" w:rsidR="00397DE8" w:rsidRPr="00233F5C" w:rsidRDefault="00397DE8" w:rsidP="00126082">
            <w:pPr>
              <w:pStyle w:val="TabEtichette"/>
            </w:pPr>
            <w:r w:rsidRPr="00233F5C">
              <w:t>Prezzi al consumo</w:t>
            </w:r>
            <w:r>
              <w:t xml:space="preserve"> [1, 6]</w:t>
            </w:r>
          </w:p>
        </w:tc>
        <w:tc>
          <w:tcPr>
            <w:tcW w:w="737" w:type="dxa"/>
            <w:shd w:val="clear" w:color="auto" w:fill="EDEDED" w:themeFill="accent3" w:themeFillTint="33"/>
            <w:noWrap/>
          </w:tcPr>
          <w:p w14:paraId="1D714E2C" w14:textId="77777777" w:rsidR="00397DE8" w:rsidRPr="008D37A3" w:rsidRDefault="00397DE8" w:rsidP="00126082">
            <w:pPr>
              <w:pStyle w:val="TabNumeri"/>
            </w:pPr>
            <w:r w:rsidRPr="00C871E3">
              <w:t>1,2</w:t>
            </w:r>
          </w:p>
        </w:tc>
        <w:tc>
          <w:tcPr>
            <w:tcW w:w="737" w:type="dxa"/>
            <w:shd w:val="clear" w:color="auto" w:fill="EDEDED" w:themeFill="accent3" w:themeFillTint="33"/>
          </w:tcPr>
          <w:p w14:paraId="1ED0B2FF" w14:textId="77777777" w:rsidR="00397DE8" w:rsidRPr="008D37A3" w:rsidRDefault="00397DE8" w:rsidP="00126082">
            <w:pPr>
              <w:pStyle w:val="TabNumeri"/>
            </w:pPr>
            <w:r w:rsidRPr="00C871E3">
              <w:t>0,3</w:t>
            </w:r>
          </w:p>
        </w:tc>
        <w:tc>
          <w:tcPr>
            <w:tcW w:w="737" w:type="dxa"/>
            <w:shd w:val="clear" w:color="auto" w:fill="EDEDED" w:themeFill="accent3" w:themeFillTint="33"/>
            <w:noWrap/>
          </w:tcPr>
          <w:p w14:paraId="476F9F47" w14:textId="77777777" w:rsidR="00397DE8" w:rsidRPr="008D37A3" w:rsidRDefault="00397DE8" w:rsidP="00126082">
            <w:pPr>
              <w:pStyle w:val="TabNumeri"/>
            </w:pPr>
            <w:r w:rsidRPr="00C871E3">
              <w:t>1,0</w:t>
            </w:r>
          </w:p>
        </w:tc>
      </w:tr>
      <w:tr w:rsidR="00397DE8" w14:paraId="27E4637A" w14:textId="77777777" w:rsidTr="00126082">
        <w:trPr>
          <w:gridAfter w:val="1"/>
          <w:wAfter w:w="16" w:type="dxa"/>
          <w:cantSplit/>
          <w:trHeight w:val="255"/>
        </w:trPr>
        <w:tc>
          <w:tcPr>
            <w:tcW w:w="2211" w:type="dxa"/>
            <w:noWrap/>
          </w:tcPr>
          <w:p w14:paraId="0E67E25B" w14:textId="77777777" w:rsidR="00397DE8" w:rsidRPr="00233F5C" w:rsidRDefault="00397DE8" w:rsidP="00126082">
            <w:pPr>
              <w:pStyle w:val="TabEtichette"/>
            </w:pPr>
            <w:r w:rsidRPr="00233F5C">
              <w:t>Esportazioni</w:t>
            </w:r>
            <w:r>
              <w:t xml:space="preserve"> (1, 2, 3)</w:t>
            </w:r>
          </w:p>
        </w:tc>
        <w:tc>
          <w:tcPr>
            <w:tcW w:w="737" w:type="dxa"/>
            <w:noWrap/>
          </w:tcPr>
          <w:p w14:paraId="42637661" w14:textId="77777777" w:rsidR="00397DE8" w:rsidRPr="00902005" w:rsidRDefault="00397DE8" w:rsidP="00126082">
            <w:pPr>
              <w:pStyle w:val="TabNumeri"/>
            </w:pPr>
            <w:r w:rsidRPr="00950126">
              <w:t>2,5</w:t>
            </w:r>
          </w:p>
        </w:tc>
        <w:tc>
          <w:tcPr>
            <w:tcW w:w="737" w:type="dxa"/>
            <w:noWrap/>
          </w:tcPr>
          <w:p w14:paraId="7CC13F5A" w14:textId="77777777" w:rsidR="00397DE8" w:rsidRPr="00902005" w:rsidRDefault="00397DE8" w:rsidP="00126082">
            <w:pPr>
              <w:pStyle w:val="TabNumeri"/>
            </w:pPr>
            <w:r w:rsidRPr="00950126">
              <w:t>-13,7</w:t>
            </w:r>
          </w:p>
        </w:tc>
        <w:tc>
          <w:tcPr>
            <w:tcW w:w="737" w:type="dxa"/>
            <w:noWrap/>
          </w:tcPr>
          <w:p w14:paraId="1CA850EA" w14:textId="77777777" w:rsidR="00397DE8" w:rsidRPr="00902005" w:rsidRDefault="00397DE8" w:rsidP="00126082">
            <w:pPr>
              <w:pStyle w:val="TabNumeri"/>
            </w:pPr>
            <w:r w:rsidRPr="00950126">
              <w:t>7,4</w:t>
            </w:r>
          </w:p>
        </w:tc>
        <w:tc>
          <w:tcPr>
            <w:tcW w:w="510" w:type="dxa"/>
            <w:noWrap/>
          </w:tcPr>
          <w:p w14:paraId="0034E62C" w14:textId="77777777" w:rsidR="00397DE8" w:rsidRPr="000770A1" w:rsidRDefault="00397DE8" w:rsidP="00126082">
            <w:pPr>
              <w:pStyle w:val="TabNumeri"/>
              <w:rPr>
                <w:sz w:val="14"/>
                <w:szCs w:val="14"/>
              </w:rPr>
            </w:pPr>
          </w:p>
        </w:tc>
        <w:tc>
          <w:tcPr>
            <w:tcW w:w="2211" w:type="dxa"/>
          </w:tcPr>
          <w:p w14:paraId="086ECC34" w14:textId="77777777" w:rsidR="00397DE8" w:rsidRPr="00233F5C" w:rsidRDefault="00397DE8" w:rsidP="00126082">
            <w:pPr>
              <w:pStyle w:val="TabEtichette"/>
            </w:pPr>
            <w:r w:rsidRPr="00233F5C">
              <w:t>Ind</w:t>
            </w:r>
            <w:r>
              <w:t>ebitamento della P.A. [4]</w:t>
            </w:r>
          </w:p>
        </w:tc>
        <w:tc>
          <w:tcPr>
            <w:tcW w:w="737" w:type="dxa"/>
            <w:noWrap/>
          </w:tcPr>
          <w:p w14:paraId="1D9C8C6F" w14:textId="77777777" w:rsidR="00397DE8" w:rsidRPr="008D37A3" w:rsidRDefault="00397DE8" w:rsidP="00126082">
            <w:pPr>
              <w:pStyle w:val="TabNumeri"/>
            </w:pPr>
            <w:r w:rsidRPr="00C871E3">
              <w:t>0,6</w:t>
            </w:r>
          </w:p>
        </w:tc>
        <w:tc>
          <w:tcPr>
            <w:tcW w:w="737" w:type="dxa"/>
          </w:tcPr>
          <w:p w14:paraId="19C44041" w14:textId="77777777" w:rsidR="00397DE8" w:rsidRPr="008D37A3" w:rsidRDefault="00397DE8" w:rsidP="00126082">
            <w:pPr>
              <w:pStyle w:val="TabNumeri"/>
            </w:pPr>
            <w:r w:rsidRPr="00C871E3">
              <w:t>8,8</w:t>
            </w:r>
          </w:p>
        </w:tc>
        <w:tc>
          <w:tcPr>
            <w:tcW w:w="737" w:type="dxa"/>
            <w:noWrap/>
          </w:tcPr>
          <w:p w14:paraId="18E1C236" w14:textId="77777777" w:rsidR="00397DE8" w:rsidRPr="008D37A3" w:rsidRDefault="00397DE8" w:rsidP="00126082">
            <w:pPr>
              <w:pStyle w:val="TabNumeri"/>
            </w:pPr>
            <w:r w:rsidRPr="00C871E3">
              <w:t>4,9</w:t>
            </w:r>
          </w:p>
        </w:tc>
      </w:tr>
      <w:tr w:rsidR="00397DE8" w14:paraId="6427406C" w14:textId="77777777" w:rsidTr="00126082">
        <w:trPr>
          <w:gridAfter w:val="1"/>
          <w:wAfter w:w="16" w:type="dxa"/>
          <w:cantSplit/>
          <w:trHeight w:val="255"/>
        </w:trPr>
        <w:tc>
          <w:tcPr>
            <w:tcW w:w="2211" w:type="dxa"/>
            <w:tcBorders>
              <w:bottom w:val="single" w:sz="4" w:space="0" w:color="833C0B" w:themeColor="accent2" w:themeShade="80"/>
            </w:tcBorders>
            <w:shd w:val="clear" w:color="auto" w:fill="EDEDED" w:themeFill="accent3" w:themeFillTint="33"/>
            <w:noWrap/>
          </w:tcPr>
          <w:p w14:paraId="7FC916F2" w14:textId="77777777" w:rsidR="00397DE8" w:rsidRDefault="00397DE8" w:rsidP="00126082">
            <w:pPr>
              <w:pStyle w:val="TabEtichette"/>
            </w:pPr>
            <w:r w:rsidRPr="00233F5C">
              <w:t>Importazioni</w:t>
            </w:r>
            <w:r>
              <w:t xml:space="preserve"> (1, 2, 3)</w:t>
            </w:r>
          </w:p>
        </w:tc>
        <w:tc>
          <w:tcPr>
            <w:tcW w:w="737" w:type="dxa"/>
            <w:tcBorders>
              <w:bottom w:val="single" w:sz="4" w:space="0" w:color="833C0B" w:themeColor="accent2" w:themeShade="80"/>
            </w:tcBorders>
            <w:shd w:val="clear" w:color="auto" w:fill="EDEDED" w:themeFill="accent3" w:themeFillTint="33"/>
            <w:noWrap/>
          </w:tcPr>
          <w:p w14:paraId="60823F61" w14:textId="77777777" w:rsidR="00397DE8" w:rsidRPr="00902005" w:rsidRDefault="00397DE8" w:rsidP="00126082">
            <w:pPr>
              <w:pStyle w:val="TabNumeri"/>
            </w:pPr>
            <w:r w:rsidRPr="00950126">
              <w:t>3,9</w:t>
            </w:r>
          </w:p>
        </w:tc>
        <w:tc>
          <w:tcPr>
            <w:tcW w:w="737" w:type="dxa"/>
            <w:tcBorders>
              <w:bottom w:val="single" w:sz="4" w:space="0" w:color="833C0B" w:themeColor="accent2" w:themeShade="80"/>
            </w:tcBorders>
            <w:shd w:val="clear" w:color="auto" w:fill="EDEDED" w:themeFill="accent3" w:themeFillTint="33"/>
            <w:noWrap/>
          </w:tcPr>
          <w:p w14:paraId="7FC65F66" w14:textId="77777777" w:rsidR="00397DE8" w:rsidRPr="00902005" w:rsidRDefault="00397DE8" w:rsidP="00126082">
            <w:pPr>
              <w:pStyle w:val="TabNumeri"/>
            </w:pPr>
            <w:r w:rsidRPr="00950126">
              <w:t>-11,7</w:t>
            </w:r>
          </w:p>
        </w:tc>
        <w:tc>
          <w:tcPr>
            <w:tcW w:w="737" w:type="dxa"/>
            <w:tcBorders>
              <w:bottom w:val="single" w:sz="4" w:space="0" w:color="833C0B" w:themeColor="accent2" w:themeShade="80"/>
            </w:tcBorders>
            <w:shd w:val="clear" w:color="auto" w:fill="EDEDED" w:themeFill="accent3" w:themeFillTint="33"/>
            <w:noWrap/>
          </w:tcPr>
          <w:p w14:paraId="7846D339" w14:textId="77777777" w:rsidR="00397DE8" w:rsidRDefault="00397DE8" w:rsidP="00126082">
            <w:pPr>
              <w:pStyle w:val="TabNumeri"/>
            </w:pPr>
            <w:r w:rsidRPr="00950126">
              <w:t>7,0</w:t>
            </w:r>
          </w:p>
        </w:tc>
        <w:tc>
          <w:tcPr>
            <w:tcW w:w="510" w:type="dxa"/>
            <w:tcBorders>
              <w:bottom w:val="single" w:sz="4" w:space="0" w:color="833C0B" w:themeColor="accent2" w:themeShade="80"/>
            </w:tcBorders>
            <w:shd w:val="clear" w:color="auto" w:fill="EDEDED" w:themeFill="accent3" w:themeFillTint="33"/>
            <w:noWrap/>
          </w:tcPr>
          <w:p w14:paraId="5022259F" w14:textId="77777777" w:rsidR="00397DE8" w:rsidRPr="000770A1" w:rsidRDefault="00397DE8" w:rsidP="00126082">
            <w:pPr>
              <w:pStyle w:val="TabNumeri"/>
              <w:rPr>
                <w:sz w:val="14"/>
                <w:szCs w:val="14"/>
              </w:rPr>
            </w:pPr>
          </w:p>
        </w:tc>
        <w:tc>
          <w:tcPr>
            <w:tcW w:w="2211" w:type="dxa"/>
            <w:tcBorders>
              <w:bottom w:val="single" w:sz="4" w:space="0" w:color="833C0B" w:themeColor="accent2" w:themeShade="80"/>
            </w:tcBorders>
            <w:shd w:val="clear" w:color="auto" w:fill="EDEDED" w:themeFill="accent3" w:themeFillTint="33"/>
          </w:tcPr>
          <w:p w14:paraId="490A1E9A" w14:textId="77777777" w:rsidR="00397DE8" w:rsidRDefault="00397DE8" w:rsidP="00126082">
            <w:pPr>
              <w:pStyle w:val="TabEtichette"/>
            </w:pPr>
            <w:r>
              <w:t>Debito lordo della. P.A. [4</w:t>
            </w:r>
            <w:r w:rsidRPr="00233F5C">
              <w:t>]</w:t>
            </w:r>
          </w:p>
        </w:tc>
        <w:tc>
          <w:tcPr>
            <w:tcW w:w="737" w:type="dxa"/>
            <w:tcBorders>
              <w:bottom w:val="single" w:sz="4" w:space="0" w:color="833C0B" w:themeColor="accent2" w:themeShade="80"/>
            </w:tcBorders>
            <w:shd w:val="clear" w:color="auto" w:fill="EDEDED" w:themeFill="accent3" w:themeFillTint="33"/>
            <w:noWrap/>
          </w:tcPr>
          <w:p w14:paraId="2444CB9F" w14:textId="77777777" w:rsidR="00397DE8" w:rsidRPr="008D37A3" w:rsidRDefault="00397DE8" w:rsidP="00126082">
            <w:pPr>
              <w:pStyle w:val="TabNumeri"/>
            </w:pPr>
            <w:r w:rsidRPr="00C871E3">
              <w:t>84,0</w:t>
            </w:r>
          </w:p>
        </w:tc>
        <w:tc>
          <w:tcPr>
            <w:tcW w:w="737" w:type="dxa"/>
            <w:tcBorders>
              <w:bottom w:val="single" w:sz="4" w:space="0" w:color="833C0B" w:themeColor="accent2" w:themeShade="80"/>
            </w:tcBorders>
            <w:shd w:val="clear" w:color="auto" w:fill="EDEDED" w:themeFill="accent3" w:themeFillTint="33"/>
          </w:tcPr>
          <w:p w14:paraId="7E4445C9" w14:textId="77777777" w:rsidR="00397DE8" w:rsidRPr="008D37A3" w:rsidRDefault="00397DE8" w:rsidP="00126082">
            <w:pPr>
              <w:pStyle w:val="TabNumeri"/>
            </w:pPr>
            <w:r w:rsidRPr="00C871E3">
              <w:t>100,7</w:t>
            </w:r>
          </w:p>
        </w:tc>
        <w:tc>
          <w:tcPr>
            <w:tcW w:w="737" w:type="dxa"/>
            <w:tcBorders>
              <w:bottom w:val="single" w:sz="4" w:space="0" w:color="833C0B" w:themeColor="accent2" w:themeShade="80"/>
            </w:tcBorders>
            <w:shd w:val="clear" w:color="auto" w:fill="EDEDED" w:themeFill="accent3" w:themeFillTint="33"/>
            <w:noWrap/>
          </w:tcPr>
          <w:p w14:paraId="1C36249C" w14:textId="77777777" w:rsidR="00397DE8" w:rsidRDefault="00397DE8" w:rsidP="00126082">
            <w:pPr>
              <w:pStyle w:val="TabNumeri"/>
            </w:pPr>
            <w:r w:rsidRPr="00C871E3">
              <w:t>100,0</w:t>
            </w:r>
          </w:p>
        </w:tc>
      </w:tr>
      <w:tr w:rsidR="00397DE8" w:rsidRPr="00397DE8" w14:paraId="6E363609" w14:textId="77777777" w:rsidTr="00126082">
        <w:trPr>
          <w:cantSplit/>
          <w:trHeight w:val="255"/>
        </w:trPr>
        <w:tc>
          <w:tcPr>
            <w:tcW w:w="9370" w:type="dxa"/>
            <w:gridSpan w:val="10"/>
            <w:tcBorders>
              <w:top w:val="single" w:sz="4" w:space="0" w:color="833C0B" w:themeColor="accent2" w:themeShade="80"/>
            </w:tcBorders>
            <w:noWrap/>
          </w:tcPr>
          <w:p w14:paraId="37788CD2" w14:textId="77777777" w:rsidR="00EC790A" w:rsidRDefault="00EC790A" w:rsidP="00EC790A">
            <w:pPr>
              <w:pStyle w:val="TabNoteSuperiori"/>
            </w:pPr>
            <w:r>
              <w:t xml:space="preserve">[1] Tassi di variazione tendenziale percentuale- [2] Dati corretti per il numero di giornate lavorative. [3] Compreso il commercio all’interno dell’area dell’euro. [4] In percentuale del Pil. [5] Percentuale della forza lavoro. [6] Tasso di inflazione armonizzato Ue. </w:t>
            </w:r>
          </w:p>
          <w:p w14:paraId="24AF2549" w14:textId="0D5CB08E" w:rsidR="00397DE8" w:rsidRPr="00EC790A" w:rsidRDefault="00EC790A" w:rsidP="00EC790A">
            <w:pPr>
              <w:pStyle w:val="TabNoteSuperiori"/>
            </w:pPr>
            <w:r>
              <w:t xml:space="preserve">Fonte: </w:t>
            </w:r>
            <w:proofErr w:type="spellStart"/>
            <w:r>
              <w:t>European</w:t>
            </w:r>
            <w:proofErr w:type="spellEnd"/>
            <w:r>
              <w:t xml:space="preserve"> Central Bank, ECB </w:t>
            </w:r>
            <w:proofErr w:type="spellStart"/>
            <w:r>
              <w:t>macroeconomic</w:t>
            </w:r>
            <w:proofErr w:type="spellEnd"/>
            <w:r>
              <w:t xml:space="preserve"> </w:t>
            </w:r>
            <w:proofErr w:type="spellStart"/>
            <w:r>
              <w:t>projections</w:t>
            </w:r>
            <w:proofErr w:type="spellEnd"/>
            <w:r>
              <w:t xml:space="preserve"> for the euro area, 10 settembre 2020</w:t>
            </w:r>
          </w:p>
        </w:tc>
      </w:tr>
    </w:tbl>
    <w:bookmarkEnd w:id="0"/>
    <w:p w14:paraId="08640ACB" w14:textId="77777777" w:rsidR="00A848DA" w:rsidRDefault="00A848DA" w:rsidP="00A848DA">
      <w:r>
        <w:t>Dopo la più lunga fase di espansione economica sperimentata nell’area dell’euro dall’introduzione della moneta comune, la pandemia da Coronavirus ha condotto alla più profonda recessione della sua storia.</w:t>
      </w:r>
    </w:p>
    <w:p w14:paraId="00FEB53D" w14:textId="7B4EB88D" w:rsidR="00A848DA" w:rsidRDefault="00A848DA" w:rsidP="00A848DA">
      <w:r>
        <w:t>Le proiezioni della Banca centrale europea di settembre si fondano su uno scenario di base di parziale successo nel contenimento del virus, con una serie di re</w:t>
      </w:r>
      <w:r>
        <w:t>-i</w:t>
      </w:r>
      <w:r>
        <w:t xml:space="preserve">nsorgenze dell’infezione che imporranno misure di contenimento, ma meno stringenti di quelle attuate la scorsa primavera, sino a una ipotizzata soluzione medica verso la metà del 2021. Il fattore dominante resta quindi l’incertezza, nonostante si ipotizzi il successo delle politiche monetarie, fiscali e del mercato del lavoro adottate nel contenere gli effetti economici negativi (caduta dei redditi, dell’occupazione e aumento dei fallimenti) e nel prevenire la loro amplificazione attraverso i canali finanziari. </w:t>
      </w:r>
    </w:p>
    <w:p w14:paraId="467B8E12" w14:textId="77777777" w:rsidR="00A848DA" w:rsidRDefault="00A848DA" w:rsidP="00A848DA">
      <w:r>
        <w:t xml:space="preserve">Sotto queste ipotesi, la Banca centrale europea prospetta ora un più lieve contenimento della forte recessione del prodotto interno lordo dell’area per il 2020 (-8,0 per cento), che resta comunque la più profonda sperimentata, alla quale dovrebbe fare seguito una parziale ripresa nel 2021 (+5,0 per cento). In uno scenario più grave, tale da imporre nuovamente più stringenti misure di contenimento, la Bce giunge a stimare una caduta del Pil del 10,0 per cento per l’Area dell’euro nel 2020 e una ripresa limitata allo 0,5 per cento nel 2021, sempre nell’ipotesi della disponibilità di una soluzione medica dalla metà del 2021. </w:t>
      </w:r>
    </w:p>
    <w:p w14:paraId="0D062920" w14:textId="77777777" w:rsidR="00A848DA" w:rsidRDefault="00A848DA" w:rsidP="00A848DA">
      <w:r>
        <w:t xml:space="preserve">La pandemia determinerà un ulteriore ampliamento delle divergenze economiche all’interno dell’Unione, in quanto ha un impatto diverso tra i paesi membri nel tempo e in funzione delle condizioni sanitarie, delle misure di contenimento, della composizione dei settori economici, delle caratteristiche del mercato del lavoro e delle misure di sostegno adottate. </w:t>
      </w:r>
    </w:p>
    <w:p w14:paraId="406474BC" w14:textId="77777777" w:rsidR="00A848DA" w:rsidRDefault="00A848DA" w:rsidP="00A848DA">
      <w:r>
        <w:t xml:space="preserve">Con riferimento ai paesi principali, nello scenario centrale dell’Ocse, il prodotto interno lordo in Germania subirà una riduzione del 5,4 per cento nel 2020, per riprendersi parzialmente nel 2021 (+4,6 per cento). In Francia l’effetto dello shock sarà maggiore nel 2020 (-9,5 per cento) e la ripresa solo leggermente più ampia nel 2021 (+5,8 per cento). </w:t>
      </w:r>
    </w:p>
    <w:p w14:paraId="68DF2E68" w14:textId="77777777" w:rsidR="00A848DA" w:rsidRDefault="00A848DA" w:rsidP="00A848DA">
      <w:r>
        <w:t xml:space="preserve">Per l’intera area, secondo la proiezione della Banca centrale europea, i consumi privati si ridurranno bruscamente nel 2020 per effetto del lock down e della riduzione del reddito (-8,0 per cento), nonostante i sostegni forniti al reddito disponibile delle famiglie, per recuperare il 5,9 per cento nel 2021. I consumi </w:t>
      </w:r>
      <w:r>
        <w:lastRenderedPageBreak/>
        <w:t xml:space="preserve">pubblici hanno costituito la prima linea di intervento a sostegno del sistema economico (+1,7 per cento nel 2020) e il livello di spesa non si ridurrà successivamente nel 2021 (+1,7 per cento). </w:t>
      </w:r>
    </w:p>
    <w:p w14:paraId="55042B04" w14:textId="26C27646" w:rsidR="00A848DA" w:rsidRDefault="00A848DA" w:rsidP="00A848DA">
      <w:r>
        <w:t xml:space="preserve">La Bce si attende una brusca contrazione degli investimenti immobiliari, per il peggioramento del reddito disponibile, del livello di fiducia e dell’occupazione, e un collasso degli investimenti produttivi, dovuto alla minore domanda e alla maggiore incertezza, che ritorneranno ai </w:t>
      </w:r>
      <w:r>
        <w:t>l</w:t>
      </w:r>
      <w:r>
        <w:t xml:space="preserve">ivelli </w:t>
      </w:r>
      <w:proofErr w:type="spellStart"/>
      <w:r>
        <w:t>pre</w:t>
      </w:r>
      <w:r>
        <w:t>-</w:t>
      </w:r>
      <w:r>
        <w:t>covid</w:t>
      </w:r>
      <w:proofErr w:type="spellEnd"/>
      <w:r>
        <w:t xml:space="preserve"> solo nel 2022. Nel complesso gli investimenti si ridurranno del 12,3 per cento nel 2020 e potranno riprendersi solo parzialmente nel 2021 (+6,3 per cento). Le esportazioni dovrebbero subire una dura contrazione nel 2020 (-13,7 per cento), ma il rafforzamento dell’euro, una minore domanda mondiale e maggiori tensioni commerciali ne limiteranno la loro crescita anche l’anno prossimo (+7,4). Data una tendenza quasi analoga delle importazioni, il comme</w:t>
      </w:r>
      <w:r>
        <w:t>r</w:t>
      </w:r>
      <w:r>
        <w:t>cio estero fornirà un contributo negativo quest’anno e solo lievemente positivo il prossimo.</w:t>
      </w:r>
    </w:p>
    <w:tbl>
      <w:tblPr>
        <w:tblStyle w:val="Grigliatabella"/>
        <w:tblpPr w:topFromText="284" w:bottomFromText="284"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BA52D3" w:rsidRPr="002B550F" w14:paraId="2F3E4A29" w14:textId="77777777" w:rsidTr="00BA52D3">
        <w:tc>
          <w:tcPr>
            <w:tcW w:w="9356" w:type="dxa"/>
          </w:tcPr>
          <w:p w14:paraId="65F2D0BA" w14:textId="77777777" w:rsidR="00BA52D3" w:rsidRPr="002B550F" w:rsidRDefault="00BA52D3" w:rsidP="00BA52D3">
            <w:pPr>
              <w:pStyle w:val="FigTitolo"/>
            </w:pPr>
            <w:bookmarkStart w:id="1" w:name="_Hlk52805691"/>
            <w:r w:rsidRPr="002B550F">
              <w:t xml:space="preserve">Tasso di variazione del </w:t>
            </w:r>
            <w:r>
              <w:t>p</w:t>
            </w:r>
            <w:r w:rsidRPr="002B550F">
              <w:t>rodotto interno lordo</w:t>
            </w:r>
            <w:r>
              <w:t xml:space="preserve"> per l’area dell’euro, l’Unione europea e alcuni paesi europei</w:t>
            </w:r>
          </w:p>
        </w:tc>
      </w:tr>
      <w:tr w:rsidR="00BA52D3" w:rsidRPr="002B550F" w14:paraId="0B05D83A" w14:textId="77777777" w:rsidTr="00BA52D3">
        <w:tc>
          <w:tcPr>
            <w:tcW w:w="9356" w:type="dxa"/>
          </w:tcPr>
          <w:p w14:paraId="03AFD187" w14:textId="77777777" w:rsidR="00BA52D3" w:rsidRPr="00674C12" w:rsidRDefault="00BA52D3" w:rsidP="00BA52D3">
            <w:pPr>
              <w:pStyle w:val="Figure"/>
            </w:pPr>
            <w:r w:rsidRPr="000A72A5">
              <w:rPr>
                <w:noProof/>
              </w:rPr>
              <w:drawing>
                <wp:inline distT="0" distB="0" distL="0" distR="0" wp14:anchorId="3A4BA45A" wp14:editId="02ECE4EB">
                  <wp:extent cx="5905500" cy="18002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0" cy="1800225"/>
                          </a:xfrm>
                          <a:prstGeom prst="rect">
                            <a:avLst/>
                          </a:prstGeom>
                          <a:noFill/>
                          <a:ln>
                            <a:noFill/>
                          </a:ln>
                        </pic:spPr>
                      </pic:pic>
                    </a:graphicData>
                  </a:graphic>
                </wp:inline>
              </w:drawing>
            </w:r>
          </w:p>
        </w:tc>
      </w:tr>
      <w:tr w:rsidR="00BA52D3" w:rsidRPr="007862B1" w14:paraId="3D9FE61C" w14:textId="77777777" w:rsidTr="00BA52D3">
        <w:tc>
          <w:tcPr>
            <w:tcW w:w="9356" w:type="dxa"/>
          </w:tcPr>
          <w:p w14:paraId="7A44D4AD" w14:textId="77777777" w:rsidR="00BA52D3" w:rsidRPr="00860890" w:rsidRDefault="00BA52D3" w:rsidP="00BA52D3">
            <w:pPr>
              <w:pStyle w:val="TabNoteSuperiori"/>
            </w:pPr>
            <w:r w:rsidRPr="00E62C8F">
              <w:t>Prometeia, Rapport</w:t>
            </w:r>
            <w:r>
              <w:t>o di previsione, 25 settembre 2020</w:t>
            </w:r>
          </w:p>
        </w:tc>
      </w:tr>
    </w:tbl>
    <w:bookmarkEnd w:id="1"/>
    <w:p w14:paraId="1BF30D20" w14:textId="715BEA83" w:rsidR="00A848DA" w:rsidRDefault="00A848DA" w:rsidP="00A848DA">
      <w:r>
        <w:t>Le condizioni del mercato del lavoro peggioreranno sostanzialmente nel tempo per gli effetti della pandemia, che ha condotto a una riduzione delle ore lavorate. Le misure a tutela dell’occupazione ne hanno contenuto la diminuzione, ma si è registrata una fuoriuscita dalle forze lavoro di lavoratori non impiegabili e un iniziale limitato aumento della disoccupazione che andrà ampliandosi nel tempo. L’evoluzione varierà in funzione delle caratteristiche del mercato del lavoro dei singoli paesi. Per la Bce, l’occupazione si ridurrà del 2,3 per cento nel 2020, determinando un aumento della disoccupazione all’8,5 per cento. Nel 2021 si avrà solo una limitata ripresa dell’occupazione (+0,1 per cento), contenuta dall’aumento delle ore lavorate, che non riuscirà a frenare un ulteriore aumento della disoccupazione al 9,5 per cento. Nello scenario più grave della Bce, la disoccupazione dovrebbe salire solo all’8,9 per cento nel 2020, ma per poi impennarsi all’11,4 per cento nel 2021.</w:t>
      </w:r>
    </w:p>
    <w:p w14:paraId="564B41D7" w14:textId="77777777" w:rsidR="00A848DA" w:rsidRDefault="00A848DA" w:rsidP="00A848DA">
      <w:r>
        <w:t>La rivalutazione dell’euro e l’effetto sui prezzi della minore domanda più che compensa quello della contrazione dell’offerta. Per la Bce, l’inflazione dovrebbe quindi ridursi allo 0,3 per cento nel 2020 e riprendersi nel 2021, ma restando contenuta (+1,0 per cento).</w:t>
      </w:r>
    </w:p>
    <w:p w14:paraId="64818FE9" w14:textId="7C769112" w:rsidR="003F658D" w:rsidRDefault="00A848DA" w:rsidP="00A848DA">
      <w:r>
        <w:t>L’unione e tutti i paesi dell’area dell’euro hanno adottato straordinarie misure di politica fiscale per fare fronte alle conseguenze della pandemia, a sostegno dei redditi delle famiglie e dei bilanci delle imprese. Con l’intervento deciso della politica fiscale il rapporto tra deficit pubblico e prodotto interno lordo passerà dallo 0,6 per cento del 2019 all’8,8 per cento nel 2020, per registrare un parziale contenimento nel 2021 (4,9 per cento), per la scadenza a fine anno di molte delle misure temporanee adottate. Ne consegue che, per la Bce, il rapporto tra debito pubblico e Pil schizzerà dall’84,0 per cento del 2019 al 100,7 per cento nel 2020 e solo la ripresa della crescita ne permetterà una lieve riduzione al 100,0 per cento nel 2021.</w:t>
      </w:r>
    </w:p>
    <w:p w14:paraId="1633A7AF"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5B5FE9F0" w14:textId="63C24D63" w:rsidR="00AF53FD" w:rsidRDefault="00AF53FD" w:rsidP="00AF53FD">
      <w:r>
        <w:t>L’Italia ha vissuto la più grave fase di recessione dalla fine della seconda guerra mondiale</w:t>
      </w:r>
      <w:r>
        <w:t xml:space="preserve"> e </w:t>
      </w:r>
      <w:r>
        <w:t xml:space="preserve">sono notevoli le incertezze relative alla solidità della ripresa. La crisi dovuta alla pandemia ha effetti asimmetrici sui settori economici, richiede un’ampia riallocazione dei fattori e comporterà notevoli effetti distributivi. Sarà cruciale l’ampiezza degli effetti sull’occupazione e sulla sopravvivenza delle imprese al momento del graduale venire meno delle misure adottate a sostegno delle attività produttive, dell’occupazione e dei redditi. </w:t>
      </w:r>
    </w:p>
    <w:p w14:paraId="099E7C2D" w14:textId="43B28FFD" w:rsidR="00AF53FD" w:rsidRDefault="00AF53FD" w:rsidP="00AF53FD">
      <w:r>
        <w:t>Secondo la previsione di Prometeia di settembre, la recessione in Italia toccherà il 9,6 per cento nel 2020, nonostante il sostegno di ingenti interventi pubblici, i cui effetti agevoleranno una parziale ripresa nel 2021 (+6,2 per cento). I consumi delle famiglie saranno sorretti dalle misure di sostegno al reddito e dalla bassa inflazione, ma risentiranno delle limitazioni conseguenti alla pandemia, della ma</w:t>
      </w:r>
      <w:r>
        <w:t>g</w:t>
      </w:r>
      <w:r>
        <w:t xml:space="preserve">giore incertezza, </w:t>
      </w:r>
      <w:r>
        <w:lastRenderedPageBreak/>
        <w:t xml:space="preserve">delle condizioni del mercato del lavoro, della riduzione del reddito disponibile e di un maggiore risparmio cautelativo. Quindi, se ne attende una riduzione del 10,6 per cento nel 2020 e un recupero parziale nel 2021 (-5,7 per cento). Non è mai stata registrata in precedenza una caduta così rapida e in così breve tempo degli investimenti, che al termine del 2020 subiranno una perdita del 12,7 per cento, trascinata dagli investimenti industriali a fronte di una migliore tenuta di quelli in costruzioni. Sostenuti anche dai fondi NGEU, gli investimenti riprenderanno a crescere nel 2021 (+10,5 per cento), trascinati da quelli in costruzioni. La pandemia ha fortemente colpito le esportazioni di merci e servizi, il turismo in particolare. Il 2020 dovrebbe chiudersi con un calo complessivo del 16,9 per cento. Nel 2021 Prometeia si attende comunque una ripresa dell’export complessivo del 15,4 per cento. </w:t>
      </w:r>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0163E8" w14:paraId="4B8B0093" w14:textId="77777777" w:rsidTr="00126082">
        <w:tc>
          <w:tcPr>
            <w:tcW w:w="9356" w:type="dxa"/>
          </w:tcPr>
          <w:p w14:paraId="0BB2203A" w14:textId="77777777" w:rsidR="000163E8" w:rsidRDefault="000163E8" w:rsidP="00126082">
            <w:pPr>
              <w:pStyle w:val="FigTitolo"/>
            </w:pPr>
            <w:r>
              <w:t>Prodotto interno lordo, valori concatenati (anno di riferimento 2015), dati destagionalizzati e corretti.</w:t>
            </w:r>
            <w:r>
              <w:br/>
              <w:t>Numero indice (2015=100) e tasso di variazione sul trimestre precedente.</w:t>
            </w:r>
          </w:p>
        </w:tc>
      </w:tr>
      <w:tr w:rsidR="000163E8" w14:paraId="14368E98" w14:textId="77777777" w:rsidTr="00126082">
        <w:tblPrEx>
          <w:tblCellMar>
            <w:left w:w="70" w:type="dxa"/>
            <w:right w:w="70" w:type="dxa"/>
          </w:tblCellMar>
        </w:tblPrEx>
        <w:tc>
          <w:tcPr>
            <w:tcW w:w="9356" w:type="dxa"/>
          </w:tcPr>
          <w:p w14:paraId="2EA1E763" w14:textId="77777777" w:rsidR="000163E8" w:rsidRPr="00064064" w:rsidRDefault="000163E8" w:rsidP="00126082">
            <w:pPr>
              <w:pStyle w:val="Figure"/>
            </w:pPr>
            <w:r w:rsidRPr="00CA195C">
              <w:rPr>
                <w:noProof/>
              </w:rPr>
              <w:drawing>
                <wp:inline distT="0" distB="0" distL="0" distR="0" wp14:anchorId="0A622094" wp14:editId="718871BA">
                  <wp:extent cx="5893435" cy="218249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93435" cy="2182495"/>
                          </a:xfrm>
                          <a:prstGeom prst="rect">
                            <a:avLst/>
                          </a:prstGeom>
                          <a:noFill/>
                          <a:ln>
                            <a:noFill/>
                          </a:ln>
                        </pic:spPr>
                      </pic:pic>
                    </a:graphicData>
                  </a:graphic>
                </wp:inline>
              </w:drawing>
            </w:r>
          </w:p>
        </w:tc>
      </w:tr>
      <w:tr w:rsidR="000163E8" w14:paraId="53DAC270" w14:textId="77777777" w:rsidTr="00126082">
        <w:tc>
          <w:tcPr>
            <w:tcW w:w="9356" w:type="dxa"/>
          </w:tcPr>
          <w:p w14:paraId="0C091797" w14:textId="77777777" w:rsidR="000163E8" w:rsidRDefault="000163E8" w:rsidP="00126082">
            <w:pPr>
              <w:pStyle w:val="TabNoteSuperiori"/>
            </w:pPr>
            <w:r>
              <w:t>Fonte Istat</w:t>
            </w:r>
          </w:p>
        </w:tc>
      </w:tr>
    </w:tbl>
    <w:tbl>
      <w:tblPr>
        <w:tblStyle w:val="Grigliatabella"/>
        <w:tblpPr w:topFromText="284" w:bottomFromText="284" w:horzAnchor="margin" w:tblpXSpec="center" w:tblpYSpec="bottom"/>
        <w:tblOverlap w:val="never"/>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5"/>
        <w:gridCol w:w="680"/>
        <w:gridCol w:w="228"/>
        <w:gridCol w:w="680"/>
        <w:gridCol w:w="228"/>
        <w:gridCol w:w="680"/>
        <w:gridCol w:w="227"/>
        <w:gridCol w:w="680"/>
        <w:gridCol w:w="228"/>
        <w:gridCol w:w="113"/>
        <w:gridCol w:w="680"/>
        <w:gridCol w:w="228"/>
        <w:gridCol w:w="680"/>
        <w:gridCol w:w="228"/>
        <w:gridCol w:w="680"/>
        <w:gridCol w:w="227"/>
        <w:gridCol w:w="680"/>
        <w:gridCol w:w="227"/>
      </w:tblGrid>
      <w:tr w:rsidR="000163E8" w14:paraId="5631FAB5" w14:textId="77777777" w:rsidTr="00126082">
        <w:trPr>
          <w:cantSplit/>
          <w:trHeight w:val="255"/>
        </w:trPr>
        <w:tc>
          <w:tcPr>
            <w:tcW w:w="9359" w:type="dxa"/>
            <w:gridSpan w:val="18"/>
            <w:tcBorders>
              <w:bottom w:val="single" w:sz="4" w:space="0" w:color="833C0B" w:themeColor="accent2" w:themeShade="80"/>
            </w:tcBorders>
            <w:noWrap/>
          </w:tcPr>
          <w:p w14:paraId="1C85DB12" w14:textId="77777777" w:rsidR="000163E8" w:rsidRDefault="000163E8" w:rsidP="00126082">
            <w:pPr>
              <w:pStyle w:val="TabTitolo"/>
            </w:pPr>
            <w:r>
              <w:t>L'economia italiana. Consuntivo e previsioni recenti, variazioni percentuali annue a prezzi costanti salvo diversa indicazione.</w:t>
            </w:r>
          </w:p>
        </w:tc>
      </w:tr>
      <w:tr w:rsidR="000163E8" w:rsidRPr="00C744DD" w14:paraId="649E9698" w14:textId="77777777" w:rsidTr="00126082">
        <w:trPr>
          <w:cantSplit/>
          <w:trHeight w:val="255"/>
        </w:trPr>
        <w:tc>
          <w:tcPr>
            <w:tcW w:w="1985" w:type="dxa"/>
            <w:tcBorders>
              <w:top w:val="single" w:sz="4" w:space="0" w:color="833C0B" w:themeColor="accent2" w:themeShade="80"/>
            </w:tcBorders>
            <w:noWrap/>
          </w:tcPr>
          <w:p w14:paraId="566BE24C" w14:textId="77777777" w:rsidR="000163E8" w:rsidRPr="00C744DD" w:rsidRDefault="000163E8" w:rsidP="00126082">
            <w:pPr>
              <w:pStyle w:val="TabIntestaSup"/>
            </w:pPr>
          </w:p>
        </w:tc>
        <w:tc>
          <w:tcPr>
            <w:tcW w:w="3631" w:type="dxa"/>
            <w:gridSpan w:val="8"/>
            <w:tcBorders>
              <w:top w:val="single" w:sz="4" w:space="0" w:color="833C0B" w:themeColor="accent2" w:themeShade="80"/>
            </w:tcBorders>
            <w:noWrap/>
          </w:tcPr>
          <w:p w14:paraId="03D550B5" w14:textId="77777777" w:rsidR="000163E8" w:rsidRPr="00C744DD" w:rsidRDefault="000163E8" w:rsidP="00126082">
            <w:pPr>
              <w:pStyle w:val="TabIntestaSupBordo"/>
            </w:pPr>
            <w:r w:rsidRPr="00C744DD">
              <w:t>Previsioni 20</w:t>
            </w:r>
            <w:r>
              <w:t>20</w:t>
            </w:r>
          </w:p>
        </w:tc>
        <w:tc>
          <w:tcPr>
            <w:tcW w:w="113" w:type="dxa"/>
            <w:tcBorders>
              <w:top w:val="single" w:sz="4" w:space="0" w:color="833C0B" w:themeColor="accent2" w:themeShade="80"/>
            </w:tcBorders>
            <w:noWrap/>
          </w:tcPr>
          <w:p w14:paraId="2985F417" w14:textId="77777777" w:rsidR="000163E8" w:rsidRPr="00C744DD" w:rsidRDefault="000163E8" w:rsidP="00126082">
            <w:pPr>
              <w:pStyle w:val="TabIntestaSup"/>
            </w:pPr>
          </w:p>
        </w:tc>
        <w:tc>
          <w:tcPr>
            <w:tcW w:w="3630" w:type="dxa"/>
            <w:gridSpan w:val="8"/>
            <w:tcBorders>
              <w:top w:val="single" w:sz="4" w:space="0" w:color="833C0B" w:themeColor="accent2" w:themeShade="80"/>
            </w:tcBorders>
          </w:tcPr>
          <w:p w14:paraId="12F1E303" w14:textId="77777777" w:rsidR="000163E8" w:rsidRPr="00C744DD" w:rsidRDefault="000163E8" w:rsidP="00126082">
            <w:pPr>
              <w:pStyle w:val="TabIntestaSupBordo"/>
            </w:pPr>
            <w:r>
              <w:t>Previsioni 2021</w:t>
            </w:r>
          </w:p>
        </w:tc>
      </w:tr>
      <w:tr w:rsidR="000163E8" w:rsidRPr="00C744DD" w14:paraId="31411444" w14:textId="77777777" w:rsidTr="00126082">
        <w:trPr>
          <w:cantSplit/>
          <w:trHeight w:val="255"/>
        </w:trPr>
        <w:tc>
          <w:tcPr>
            <w:tcW w:w="1985" w:type="dxa"/>
            <w:shd w:val="clear" w:color="auto" w:fill="auto"/>
            <w:noWrap/>
          </w:tcPr>
          <w:p w14:paraId="33044160" w14:textId="77777777" w:rsidR="000163E8" w:rsidRPr="00907898" w:rsidRDefault="000163E8" w:rsidP="00126082">
            <w:pPr>
              <w:pStyle w:val="TabIntestaSup"/>
            </w:pPr>
          </w:p>
        </w:tc>
        <w:tc>
          <w:tcPr>
            <w:tcW w:w="908" w:type="dxa"/>
            <w:gridSpan w:val="2"/>
            <w:noWrap/>
          </w:tcPr>
          <w:p w14:paraId="454CD8E4" w14:textId="77777777" w:rsidR="000163E8" w:rsidRPr="00C744DD" w:rsidRDefault="000163E8" w:rsidP="00126082">
            <w:pPr>
              <w:pStyle w:val="TabIntestaSup"/>
            </w:pPr>
            <w:r w:rsidRPr="00C744DD">
              <w:t>Ue</w:t>
            </w:r>
          </w:p>
        </w:tc>
        <w:tc>
          <w:tcPr>
            <w:tcW w:w="1815" w:type="dxa"/>
            <w:gridSpan w:val="4"/>
            <w:noWrap/>
          </w:tcPr>
          <w:p w14:paraId="30297494" w14:textId="77777777" w:rsidR="000163E8" w:rsidRPr="00C744DD" w:rsidRDefault="000163E8" w:rsidP="00126082">
            <w:pPr>
              <w:pStyle w:val="TabIntestaSupBordo"/>
            </w:pPr>
            <w:r w:rsidRPr="00C744DD">
              <w:t>Ocse</w:t>
            </w:r>
            <w:r>
              <w:t xml:space="preserve"> - giu-20 [1]</w:t>
            </w:r>
          </w:p>
        </w:tc>
        <w:tc>
          <w:tcPr>
            <w:tcW w:w="908" w:type="dxa"/>
            <w:gridSpan w:val="2"/>
          </w:tcPr>
          <w:p w14:paraId="416A0BC3" w14:textId="77777777" w:rsidR="000163E8" w:rsidRPr="00C744DD" w:rsidRDefault="000163E8" w:rsidP="00126082">
            <w:pPr>
              <w:pStyle w:val="TabIntestaSup"/>
            </w:pPr>
            <w:r w:rsidRPr="00C744DD">
              <w:t>Prometeia</w:t>
            </w:r>
          </w:p>
        </w:tc>
        <w:tc>
          <w:tcPr>
            <w:tcW w:w="113" w:type="dxa"/>
            <w:noWrap/>
          </w:tcPr>
          <w:p w14:paraId="1C5201F2" w14:textId="77777777" w:rsidR="000163E8" w:rsidRPr="00C744DD" w:rsidRDefault="000163E8" w:rsidP="00126082">
            <w:pPr>
              <w:pStyle w:val="TabIntestaSup"/>
            </w:pPr>
          </w:p>
        </w:tc>
        <w:tc>
          <w:tcPr>
            <w:tcW w:w="908" w:type="dxa"/>
            <w:gridSpan w:val="2"/>
          </w:tcPr>
          <w:p w14:paraId="11216D0B" w14:textId="77777777" w:rsidR="000163E8" w:rsidRPr="00C744DD" w:rsidRDefault="000163E8" w:rsidP="00126082">
            <w:pPr>
              <w:pStyle w:val="TabIntestaSup"/>
            </w:pPr>
            <w:r w:rsidRPr="00C744DD">
              <w:t>Ue</w:t>
            </w:r>
          </w:p>
        </w:tc>
        <w:tc>
          <w:tcPr>
            <w:tcW w:w="1815" w:type="dxa"/>
            <w:gridSpan w:val="4"/>
            <w:noWrap/>
          </w:tcPr>
          <w:p w14:paraId="4A610774" w14:textId="77777777" w:rsidR="000163E8" w:rsidRPr="00C744DD" w:rsidRDefault="000163E8" w:rsidP="00126082">
            <w:pPr>
              <w:pStyle w:val="TabIntestaSupBordo"/>
            </w:pPr>
            <w:r w:rsidRPr="00C744DD">
              <w:t>Ocse</w:t>
            </w:r>
            <w:r>
              <w:t xml:space="preserve"> - giu-20 [1]</w:t>
            </w:r>
          </w:p>
        </w:tc>
        <w:tc>
          <w:tcPr>
            <w:tcW w:w="907" w:type="dxa"/>
            <w:gridSpan w:val="2"/>
          </w:tcPr>
          <w:p w14:paraId="0767B96C" w14:textId="77777777" w:rsidR="000163E8" w:rsidRPr="00C744DD" w:rsidRDefault="000163E8" w:rsidP="00126082">
            <w:pPr>
              <w:pStyle w:val="TabIntestaSup"/>
            </w:pPr>
            <w:r w:rsidRPr="00C744DD">
              <w:t>Prometeia</w:t>
            </w:r>
          </w:p>
        </w:tc>
      </w:tr>
      <w:tr w:rsidR="000163E8" w14:paraId="48059FE8" w14:textId="77777777" w:rsidTr="00126082">
        <w:trPr>
          <w:cantSplit/>
          <w:trHeight w:val="255"/>
        </w:trPr>
        <w:tc>
          <w:tcPr>
            <w:tcW w:w="1985" w:type="dxa"/>
            <w:tcBorders>
              <w:bottom w:val="single" w:sz="4" w:space="0" w:color="833C0B" w:themeColor="accent2" w:themeShade="80"/>
            </w:tcBorders>
            <w:noWrap/>
          </w:tcPr>
          <w:p w14:paraId="28B338BD" w14:textId="77777777" w:rsidR="000163E8" w:rsidRDefault="000163E8" w:rsidP="00126082">
            <w:pPr>
              <w:pStyle w:val="TabIntestaInf"/>
            </w:pPr>
          </w:p>
        </w:tc>
        <w:tc>
          <w:tcPr>
            <w:tcW w:w="908" w:type="dxa"/>
            <w:gridSpan w:val="2"/>
            <w:tcBorders>
              <w:bottom w:val="single" w:sz="4" w:space="0" w:color="833C0B" w:themeColor="accent2" w:themeShade="80"/>
            </w:tcBorders>
            <w:noWrap/>
          </w:tcPr>
          <w:p w14:paraId="7E9481CC" w14:textId="77777777" w:rsidR="000163E8" w:rsidRDefault="000163E8" w:rsidP="00126082">
            <w:pPr>
              <w:pStyle w:val="TabIntestaInf"/>
            </w:pPr>
            <w:r>
              <w:t>mag-20</w:t>
            </w:r>
          </w:p>
        </w:tc>
        <w:tc>
          <w:tcPr>
            <w:tcW w:w="908" w:type="dxa"/>
            <w:gridSpan w:val="2"/>
            <w:tcBorders>
              <w:bottom w:val="single" w:sz="4" w:space="0" w:color="833C0B" w:themeColor="accent2" w:themeShade="80"/>
            </w:tcBorders>
            <w:noWrap/>
          </w:tcPr>
          <w:p w14:paraId="224478D4" w14:textId="77777777" w:rsidR="000163E8" w:rsidRDefault="000163E8" w:rsidP="00126082">
            <w:pPr>
              <w:pStyle w:val="TabIntestaInf"/>
            </w:pPr>
            <w:r>
              <w:t>Single hit</w:t>
            </w:r>
          </w:p>
        </w:tc>
        <w:tc>
          <w:tcPr>
            <w:tcW w:w="907" w:type="dxa"/>
            <w:gridSpan w:val="2"/>
            <w:tcBorders>
              <w:bottom w:val="single" w:sz="4" w:space="0" w:color="833C0B" w:themeColor="accent2" w:themeShade="80"/>
            </w:tcBorders>
            <w:noWrap/>
          </w:tcPr>
          <w:p w14:paraId="37DC3176" w14:textId="77777777" w:rsidR="000163E8" w:rsidRDefault="000163E8" w:rsidP="00126082">
            <w:pPr>
              <w:pStyle w:val="TabIntestaInf"/>
            </w:pPr>
            <w:r>
              <w:t>Double hit</w:t>
            </w:r>
          </w:p>
        </w:tc>
        <w:tc>
          <w:tcPr>
            <w:tcW w:w="908" w:type="dxa"/>
            <w:gridSpan w:val="2"/>
            <w:tcBorders>
              <w:bottom w:val="single" w:sz="4" w:space="0" w:color="833C0B" w:themeColor="accent2" w:themeShade="80"/>
            </w:tcBorders>
            <w:noWrap/>
          </w:tcPr>
          <w:p w14:paraId="15624A8B" w14:textId="77777777" w:rsidR="000163E8" w:rsidRDefault="000163E8" w:rsidP="00126082">
            <w:pPr>
              <w:pStyle w:val="TabIntestaInf"/>
            </w:pPr>
            <w:r>
              <w:t>set-20 [1]</w:t>
            </w:r>
          </w:p>
        </w:tc>
        <w:tc>
          <w:tcPr>
            <w:tcW w:w="113" w:type="dxa"/>
            <w:tcBorders>
              <w:bottom w:val="single" w:sz="4" w:space="0" w:color="833C0B" w:themeColor="accent2" w:themeShade="80"/>
            </w:tcBorders>
            <w:noWrap/>
          </w:tcPr>
          <w:p w14:paraId="76D285B1" w14:textId="77777777" w:rsidR="000163E8" w:rsidRDefault="000163E8" w:rsidP="00126082">
            <w:pPr>
              <w:pStyle w:val="TabIntestaInf"/>
            </w:pPr>
          </w:p>
        </w:tc>
        <w:tc>
          <w:tcPr>
            <w:tcW w:w="908" w:type="dxa"/>
            <w:gridSpan w:val="2"/>
            <w:tcBorders>
              <w:bottom w:val="single" w:sz="4" w:space="0" w:color="833C0B" w:themeColor="accent2" w:themeShade="80"/>
            </w:tcBorders>
          </w:tcPr>
          <w:p w14:paraId="055FD748" w14:textId="77777777" w:rsidR="000163E8" w:rsidRDefault="000163E8" w:rsidP="00126082">
            <w:pPr>
              <w:pStyle w:val="TabIntestaInf"/>
            </w:pPr>
            <w:r>
              <w:t>mag-20 [1]</w:t>
            </w:r>
          </w:p>
        </w:tc>
        <w:tc>
          <w:tcPr>
            <w:tcW w:w="908" w:type="dxa"/>
            <w:gridSpan w:val="2"/>
            <w:tcBorders>
              <w:bottom w:val="single" w:sz="4" w:space="0" w:color="833C0B" w:themeColor="accent2" w:themeShade="80"/>
            </w:tcBorders>
            <w:noWrap/>
          </w:tcPr>
          <w:p w14:paraId="48D2A1EC" w14:textId="77777777" w:rsidR="000163E8" w:rsidRDefault="000163E8" w:rsidP="00126082">
            <w:pPr>
              <w:pStyle w:val="TabIntestaInf"/>
            </w:pPr>
            <w:r>
              <w:t>mag-20</w:t>
            </w:r>
          </w:p>
        </w:tc>
        <w:tc>
          <w:tcPr>
            <w:tcW w:w="907" w:type="dxa"/>
            <w:gridSpan w:val="2"/>
            <w:tcBorders>
              <w:bottom w:val="single" w:sz="4" w:space="0" w:color="833C0B" w:themeColor="accent2" w:themeShade="80"/>
            </w:tcBorders>
            <w:noWrap/>
          </w:tcPr>
          <w:p w14:paraId="539AC07C" w14:textId="77777777" w:rsidR="000163E8" w:rsidRDefault="000163E8" w:rsidP="00126082">
            <w:pPr>
              <w:pStyle w:val="TabIntestaInf"/>
            </w:pPr>
            <w:r>
              <w:t>Single hit</w:t>
            </w:r>
          </w:p>
        </w:tc>
        <w:tc>
          <w:tcPr>
            <w:tcW w:w="907" w:type="dxa"/>
            <w:gridSpan w:val="2"/>
            <w:tcBorders>
              <w:bottom w:val="single" w:sz="4" w:space="0" w:color="833C0B" w:themeColor="accent2" w:themeShade="80"/>
            </w:tcBorders>
            <w:noWrap/>
          </w:tcPr>
          <w:p w14:paraId="72D74882" w14:textId="77777777" w:rsidR="000163E8" w:rsidRDefault="000163E8" w:rsidP="00126082">
            <w:pPr>
              <w:pStyle w:val="TabIntestaInf"/>
            </w:pPr>
            <w:r>
              <w:t>set-20 [1]</w:t>
            </w:r>
          </w:p>
        </w:tc>
      </w:tr>
      <w:tr w:rsidR="000163E8" w14:paraId="16C4295A" w14:textId="77777777" w:rsidTr="00126082">
        <w:trPr>
          <w:cantSplit/>
          <w:trHeight w:hRule="exact" w:val="113"/>
        </w:trPr>
        <w:tc>
          <w:tcPr>
            <w:tcW w:w="1985" w:type="dxa"/>
            <w:tcBorders>
              <w:top w:val="single" w:sz="4" w:space="0" w:color="833C0B" w:themeColor="accent2" w:themeShade="80"/>
            </w:tcBorders>
            <w:noWrap/>
          </w:tcPr>
          <w:p w14:paraId="1AD46AB7" w14:textId="77777777" w:rsidR="000163E8" w:rsidRDefault="000163E8" w:rsidP="00126082">
            <w:pPr>
              <w:pStyle w:val="TabNumeri"/>
            </w:pPr>
          </w:p>
        </w:tc>
        <w:tc>
          <w:tcPr>
            <w:tcW w:w="680" w:type="dxa"/>
            <w:tcBorders>
              <w:top w:val="single" w:sz="4" w:space="0" w:color="833C0B" w:themeColor="accent2" w:themeShade="80"/>
            </w:tcBorders>
            <w:noWrap/>
          </w:tcPr>
          <w:p w14:paraId="620EA361" w14:textId="77777777" w:rsidR="000163E8" w:rsidRDefault="000163E8" w:rsidP="00126082">
            <w:pPr>
              <w:pStyle w:val="TabNumeri"/>
            </w:pPr>
          </w:p>
        </w:tc>
        <w:tc>
          <w:tcPr>
            <w:tcW w:w="228" w:type="dxa"/>
            <w:tcBorders>
              <w:top w:val="single" w:sz="4" w:space="0" w:color="833C0B" w:themeColor="accent2" w:themeShade="80"/>
            </w:tcBorders>
            <w:noWrap/>
          </w:tcPr>
          <w:p w14:paraId="669EA337" w14:textId="77777777" w:rsidR="000163E8" w:rsidRDefault="000163E8" w:rsidP="00126082">
            <w:pPr>
              <w:pStyle w:val="TabNumeri"/>
            </w:pPr>
          </w:p>
        </w:tc>
        <w:tc>
          <w:tcPr>
            <w:tcW w:w="680" w:type="dxa"/>
            <w:tcBorders>
              <w:top w:val="single" w:sz="4" w:space="0" w:color="833C0B" w:themeColor="accent2" w:themeShade="80"/>
            </w:tcBorders>
            <w:noWrap/>
          </w:tcPr>
          <w:p w14:paraId="6EE87328" w14:textId="77777777" w:rsidR="000163E8" w:rsidRDefault="000163E8" w:rsidP="00126082">
            <w:pPr>
              <w:pStyle w:val="TabNumeri"/>
            </w:pPr>
          </w:p>
        </w:tc>
        <w:tc>
          <w:tcPr>
            <w:tcW w:w="228" w:type="dxa"/>
            <w:tcBorders>
              <w:top w:val="single" w:sz="4" w:space="0" w:color="833C0B" w:themeColor="accent2" w:themeShade="80"/>
            </w:tcBorders>
            <w:noWrap/>
          </w:tcPr>
          <w:p w14:paraId="6696C13C" w14:textId="77777777" w:rsidR="000163E8" w:rsidRDefault="000163E8" w:rsidP="00126082">
            <w:pPr>
              <w:pStyle w:val="TabNumeri"/>
            </w:pPr>
          </w:p>
        </w:tc>
        <w:tc>
          <w:tcPr>
            <w:tcW w:w="680" w:type="dxa"/>
            <w:tcBorders>
              <w:top w:val="single" w:sz="4" w:space="0" w:color="833C0B" w:themeColor="accent2" w:themeShade="80"/>
            </w:tcBorders>
            <w:noWrap/>
          </w:tcPr>
          <w:p w14:paraId="408016CE" w14:textId="77777777" w:rsidR="000163E8" w:rsidRDefault="000163E8" w:rsidP="00126082">
            <w:pPr>
              <w:pStyle w:val="TabNumeri"/>
            </w:pPr>
          </w:p>
        </w:tc>
        <w:tc>
          <w:tcPr>
            <w:tcW w:w="227" w:type="dxa"/>
            <w:tcBorders>
              <w:top w:val="single" w:sz="4" w:space="0" w:color="833C0B" w:themeColor="accent2" w:themeShade="80"/>
            </w:tcBorders>
            <w:noWrap/>
          </w:tcPr>
          <w:p w14:paraId="0CF7A7EB" w14:textId="77777777" w:rsidR="000163E8" w:rsidRDefault="000163E8" w:rsidP="00126082">
            <w:pPr>
              <w:pStyle w:val="TabNumeri"/>
            </w:pPr>
          </w:p>
        </w:tc>
        <w:tc>
          <w:tcPr>
            <w:tcW w:w="680" w:type="dxa"/>
            <w:tcBorders>
              <w:top w:val="single" w:sz="4" w:space="0" w:color="833C0B" w:themeColor="accent2" w:themeShade="80"/>
            </w:tcBorders>
            <w:noWrap/>
          </w:tcPr>
          <w:p w14:paraId="13F19600" w14:textId="77777777" w:rsidR="000163E8" w:rsidRDefault="000163E8" w:rsidP="00126082">
            <w:pPr>
              <w:pStyle w:val="TabNumeri"/>
            </w:pPr>
          </w:p>
        </w:tc>
        <w:tc>
          <w:tcPr>
            <w:tcW w:w="228" w:type="dxa"/>
            <w:tcBorders>
              <w:top w:val="single" w:sz="4" w:space="0" w:color="833C0B" w:themeColor="accent2" w:themeShade="80"/>
            </w:tcBorders>
          </w:tcPr>
          <w:p w14:paraId="3614373F" w14:textId="77777777" w:rsidR="000163E8" w:rsidRPr="00B64650" w:rsidRDefault="000163E8" w:rsidP="00126082">
            <w:pPr>
              <w:pStyle w:val="TabNumeri"/>
            </w:pPr>
          </w:p>
        </w:tc>
        <w:tc>
          <w:tcPr>
            <w:tcW w:w="113" w:type="dxa"/>
            <w:tcBorders>
              <w:top w:val="single" w:sz="4" w:space="0" w:color="833C0B" w:themeColor="accent2" w:themeShade="80"/>
            </w:tcBorders>
            <w:shd w:val="clear" w:color="auto" w:fill="auto"/>
            <w:noWrap/>
          </w:tcPr>
          <w:p w14:paraId="40983D09" w14:textId="77777777" w:rsidR="000163E8" w:rsidRDefault="000163E8" w:rsidP="00126082">
            <w:pPr>
              <w:pStyle w:val="TabNumeri"/>
            </w:pPr>
          </w:p>
        </w:tc>
        <w:tc>
          <w:tcPr>
            <w:tcW w:w="680" w:type="dxa"/>
            <w:tcBorders>
              <w:top w:val="single" w:sz="4" w:space="0" w:color="833C0B" w:themeColor="accent2" w:themeShade="80"/>
            </w:tcBorders>
          </w:tcPr>
          <w:p w14:paraId="2B6A513F" w14:textId="77777777" w:rsidR="000163E8" w:rsidRDefault="000163E8" w:rsidP="00126082">
            <w:pPr>
              <w:pStyle w:val="TabNumeri"/>
            </w:pPr>
          </w:p>
        </w:tc>
        <w:tc>
          <w:tcPr>
            <w:tcW w:w="228" w:type="dxa"/>
            <w:tcBorders>
              <w:top w:val="single" w:sz="4" w:space="0" w:color="833C0B" w:themeColor="accent2" w:themeShade="80"/>
            </w:tcBorders>
            <w:noWrap/>
          </w:tcPr>
          <w:p w14:paraId="28BBA299" w14:textId="77777777" w:rsidR="000163E8" w:rsidRDefault="000163E8" w:rsidP="00126082">
            <w:pPr>
              <w:pStyle w:val="TabNumeri"/>
            </w:pPr>
          </w:p>
        </w:tc>
        <w:tc>
          <w:tcPr>
            <w:tcW w:w="680" w:type="dxa"/>
            <w:tcBorders>
              <w:top w:val="single" w:sz="4" w:space="0" w:color="833C0B" w:themeColor="accent2" w:themeShade="80"/>
            </w:tcBorders>
            <w:noWrap/>
          </w:tcPr>
          <w:p w14:paraId="415990B6" w14:textId="77777777" w:rsidR="000163E8" w:rsidRDefault="000163E8" w:rsidP="00126082">
            <w:pPr>
              <w:pStyle w:val="TabNumeri"/>
            </w:pPr>
          </w:p>
        </w:tc>
        <w:tc>
          <w:tcPr>
            <w:tcW w:w="228" w:type="dxa"/>
            <w:tcBorders>
              <w:top w:val="single" w:sz="4" w:space="0" w:color="833C0B" w:themeColor="accent2" w:themeShade="80"/>
            </w:tcBorders>
            <w:noWrap/>
          </w:tcPr>
          <w:p w14:paraId="24117ABF" w14:textId="77777777" w:rsidR="000163E8" w:rsidRDefault="000163E8" w:rsidP="00126082">
            <w:pPr>
              <w:pStyle w:val="TabNumeri"/>
            </w:pPr>
          </w:p>
        </w:tc>
        <w:tc>
          <w:tcPr>
            <w:tcW w:w="680" w:type="dxa"/>
            <w:tcBorders>
              <w:top w:val="single" w:sz="4" w:space="0" w:color="833C0B" w:themeColor="accent2" w:themeShade="80"/>
            </w:tcBorders>
            <w:noWrap/>
          </w:tcPr>
          <w:p w14:paraId="4D9EC90D" w14:textId="77777777" w:rsidR="000163E8" w:rsidRDefault="000163E8" w:rsidP="00126082">
            <w:pPr>
              <w:pStyle w:val="TabNumeri"/>
            </w:pPr>
          </w:p>
        </w:tc>
        <w:tc>
          <w:tcPr>
            <w:tcW w:w="227" w:type="dxa"/>
            <w:tcBorders>
              <w:top w:val="single" w:sz="4" w:space="0" w:color="833C0B" w:themeColor="accent2" w:themeShade="80"/>
            </w:tcBorders>
            <w:noWrap/>
          </w:tcPr>
          <w:p w14:paraId="5F93E57E" w14:textId="77777777" w:rsidR="000163E8" w:rsidRDefault="000163E8" w:rsidP="00126082">
            <w:pPr>
              <w:pStyle w:val="TabNumeri"/>
            </w:pPr>
          </w:p>
        </w:tc>
        <w:tc>
          <w:tcPr>
            <w:tcW w:w="680" w:type="dxa"/>
            <w:tcBorders>
              <w:top w:val="single" w:sz="4" w:space="0" w:color="833C0B" w:themeColor="accent2" w:themeShade="80"/>
            </w:tcBorders>
            <w:noWrap/>
          </w:tcPr>
          <w:p w14:paraId="47D7F095" w14:textId="77777777" w:rsidR="000163E8" w:rsidRDefault="000163E8" w:rsidP="00126082">
            <w:pPr>
              <w:pStyle w:val="TabNumeri"/>
            </w:pPr>
          </w:p>
        </w:tc>
        <w:tc>
          <w:tcPr>
            <w:tcW w:w="227" w:type="dxa"/>
            <w:tcBorders>
              <w:top w:val="single" w:sz="4" w:space="0" w:color="833C0B" w:themeColor="accent2" w:themeShade="80"/>
            </w:tcBorders>
            <w:noWrap/>
          </w:tcPr>
          <w:p w14:paraId="42356DDA" w14:textId="77777777" w:rsidR="000163E8" w:rsidRDefault="000163E8" w:rsidP="00126082">
            <w:pPr>
              <w:pStyle w:val="TabNumeri"/>
            </w:pPr>
          </w:p>
        </w:tc>
      </w:tr>
      <w:tr w:rsidR="000163E8" w14:paraId="4B2B0811" w14:textId="77777777" w:rsidTr="00126082">
        <w:trPr>
          <w:cantSplit/>
          <w:trHeight w:val="255"/>
        </w:trPr>
        <w:tc>
          <w:tcPr>
            <w:tcW w:w="1985" w:type="dxa"/>
            <w:noWrap/>
          </w:tcPr>
          <w:p w14:paraId="7E731D69" w14:textId="77777777" w:rsidR="000163E8" w:rsidRPr="00233F5C" w:rsidRDefault="000163E8" w:rsidP="00126082">
            <w:pPr>
              <w:pStyle w:val="TabEtichette"/>
            </w:pPr>
            <w:r w:rsidRPr="00233F5C">
              <w:t>Prodotto interno lordo</w:t>
            </w:r>
          </w:p>
        </w:tc>
        <w:tc>
          <w:tcPr>
            <w:tcW w:w="680" w:type="dxa"/>
            <w:noWrap/>
          </w:tcPr>
          <w:p w14:paraId="213C3C6F" w14:textId="77777777" w:rsidR="000163E8" w:rsidRPr="00F86988" w:rsidRDefault="000163E8" w:rsidP="00126082">
            <w:pPr>
              <w:pStyle w:val="TabNumeri"/>
            </w:pPr>
            <w:r w:rsidRPr="00E615CA">
              <w:t>-9,5</w:t>
            </w:r>
          </w:p>
        </w:tc>
        <w:tc>
          <w:tcPr>
            <w:tcW w:w="228" w:type="dxa"/>
            <w:tcBorders>
              <w:right w:val="single" w:sz="4" w:space="0" w:color="auto"/>
            </w:tcBorders>
            <w:noWrap/>
          </w:tcPr>
          <w:p w14:paraId="1EE72865" w14:textId="77777777" w:rsidR="000163E8" w:rsidRPr="00B64650" w:rsidRDefault="000163E8" w:rsidP="00126082">
            <w:pPr>
              <w:pStyle w:val="TabNumeri"/>
            </w:pPr>
          </w:p>
        </w:tc>
        <w:tc>
          <w:tcPr>
            <w:tcW w:w="680" w:type="dxa"/>
            <w:tcBorders>
              <w:left w:val="single" w:sz="4" w:space="0" w:color="auto"/>
            </w:tcBorders>
            <w:noWrap/>
          </w:tcPr>
          <w:p w14:paraId="25057BC4" w14:textId="77777777" w:rsidR="000163E8" w:rsidRPr="00D65A6F" w:rsidRDefault="000163E8" w:rsidP="00126082">
            <w:pPr>
              <w:pStyle w:val="TabNumeri"/>
            </w:pPr>
            <w:r w:rsidRPr="00F60BFA">
              <w:t>-11,3</w:t>
            </w:r>
          </w:p>
        </w:tc>
        <w:tc>
          <w:tcPr>
            <w:tcW w:w="228" w:type="dxa"/>
            <w:noWrap/>
          </w:tcPr>
          <w:p w14:paraId="5E69D635" w14:textId="77777777" w:rsidR="000163E8" w:rsidRPr="00C32B54" w:rsidRDefault="000163E8" w:rsidP="00126082">
            <w:pPr>
              <w:pStyle w:val="TabNumeri"/>
            </w:pPr>
          </w:p>
        </w:tc>
        <w:tc>
          <w:tcPr>
            <w:tcW w:w="680" w:type="dxa"/>
            <w:noWrap/>
          </w:tcPr>
          <w:p w14:paraId="1D4B9E73" w14:textId="77777777" w:rsidR="000163E8" w:rsidRPr="00904DA8" w:rsidRDefault="000163E8" w:rsidP="00126082">
            <w:pPr>
              <w:pStyle w:val="TabNumeri"/>
            </w:pPr>
            <w:r w:rsidRPr="00F60BFA">
              <w:t>-14,0</w:t>
            </w:r>
          </w:p>
        </w:tc>
        <w:tc>
          <w:tcPr>
            <w:tcW w:w="227" w:type="dxa"/>
            <w:tcBorders>
              <w:right w:val="single" w:sz="4" w:space="0" w:color="auto"/>
            </w:tcBorders>
            <w:noWrap/>
          </w:tcPr>
          <w:p w14:paraId="790A6A88" w14:textId="77777777" w:rsidR="000163E8" w:rsidRPr="00904DA8" w:rsidRDefault="000163E8" w:rsidP="00126082">
            <w:pPr>
              <w:pStyle w:val="TabNumeri"/>
              <w:jc w:val="center"/>
            </w:pPr>
          </w:p>
        </w:tc>
        <w:tc>
          <w:tcPr>
            <w:tcW w:w="680" w:type="dxa"/>
            <w:tcBorders>
              <w:left w:val="single" w:sz="4" w:space="0" w:color="auto"/>
            </w:tcBorders>
            <w:noWrap/>
          </w:tcPr>
          <w:p w14:paraId="1FA5CB8F" w14:textId="77777777" w:rsidR="000163E8" w:rsidRPr="003C782D" w:rsidRDefault="000163E8" w:rsidP="00126082">
            <w:pPr>
              <w:pStyle w:val="TabNumeri"/>
            </w:pPr>
            <w:r w:rsidRPr="00E94ED2">
              <w:t>-9,6</w:t>
            </w:r>
          </w:p>
        </w:tc>
        <w:tc>
          <w:tcPr>
            <w:tcW w:w="228" w:type="dxa"/>
          </w:tcPr>
          <w:p w14:paraId="367EF302" w14:textId="77777777" w:rsidR="000163E8" w:rsidRPr="00AA375C" w:rsidRDefault="000163E8" w:rsidP="00126082">
            <w:pPr>
              <w:pStyle w:val="TabNumeri"/>
            </w:pPr>
          </w:p>
        </w:tc>
        <w:tc>
          <w:tcPr>
            <w:tcW w:w="113" w:type="dxa"/>
            <w:shd w:val="clear" w:color="auto" w:fill="auto"/>
            <w:noWrap/>
          </w:tcPr>
          <w:p w14:paraId="3F3D6732" w14:textId="77777777" w:rsidR="000163E8" w:rsidRPr="00B64650" w:rsidRDefault="000163E8" w:rsidP="00126082">
            <w:pPr>
              <w:pStyle w:val="TabNumeri"/>
            </w:pPr>
          </w:p>
        </w:tc>
        <w:tc>
          <w:tcPr>
            <w:tcW w:w="680" w:type="dxa"/>
          </w:tcPr>
          <w:p w14:paraId="31ACD057" w14:textId="77777777" w:rsidR="000163E8" w:rsidRPr="009E61ED" w:rsidRDefault="000163E8" w:rsidP="00126082">
            <w:pPr>
              <w:pStyle w:val="TabNumeri"/>
            </w:pPr>
            <w:r w:rsidRPr="00F9232D">
              <w:t>6,5</w:t>
            </w:r>
          </w:p>
        </w:tc>
        <w:tc>
          <w:tcPr>
            <w:tcW w:w="228" w:type="dxa"/>
            <w:tcBorders>
              <w:right w:val="single" w:sz="2" w:space="0" w:color="auto"/>
            </w:tcBorders>
            <w:noWrap/>
          </w:tcPr>
          <w:p w14:paraId="4DC17804" w14:textId="77777777" w:rsidR="000163E8" w:rsidRPr="00811B57" w:rsidRDefault="000163E8" w:rsidP="00126082">
            <w:pPr>
              <w:pStyle w:val="TabNumeri"/>
            </w:pPr>
          </w:p>
        </w:tc>
        <w:tc>
          <w:tcPr>
            <w:tcW w:w="680" w:type="dxa"/>
            <w:tcBorders>
              <w:left w:val="single" w:sz="2" w:space="0" w:color="auto"/>
            </w:tcBorders>
            <w:noWrap/>
          </w:tcPr>
          <w:p w14:paraId="12260633" w14:textId="77777777" w:rsidR="000163E8" w:rsidRPr="00A27A0A" w:rsidRDefault="000163E8" w:rsidP="00126082">
            <w:pPr>
              <w:pStyle w:val="TabNumeri"/>
            </w:pPr>
            <w:r w:rsidRPr="005F653E">
              <w:t>7,7</w:t>
            </w:r>
          </w:p>
        </w:tc>
        <w:tc>
          <w:tcPr>
            <w:tcW w:w="228" w:type="dxa"/>
            <w:noWrap/>
          </w:tcPr>
          <w:p w14:paraId="57C896B6" w14:textId="77777777" w:rsidR="000163E8" w:rsidRPr="00DC6642" w:rsidRDefault="000163E8" w:rsidP="00126082">
            <w:pPr>
              <w:pStyle w:val="TabNumeri"/>
            </w:pPr>
          </w:p>
        </w:tc>
        <w:tc>
          <w:tcPr>
            <w:tcW w:w="680" w:type="dxa"/>
            <w:noWrap/>
          </w:tcPr>
          <w:p w14:paraId="454AA932" w14:textId="77777777" w:rsidR="000163E8" w:rsidRPr="00986A4F" w:rsidRDefault="000163E8" w:rsidP="00126082">
            <w:pPr>
              <w:pStyle w:val="TabNumeri"/>
            </w:pPr>
            <w:r w:rsidRPr="005F653E">
              <w:t>5,3</w:t>
            </w:r>
          </w:p>
        </w:tc>
        <w:tc>
          <w:tcPr>
            <w:tcW w:w="227" w:type="dxa"/>
            <w:tcBorders>
              <w:right w:val="single" w:sz="2" w:space="0" w:color="auto"/>
            </w:tcBorders>
            <w:noWrap/>
          </w:tcPr>
          <w:p w14:paraId="5C49BE47" w14:textId="77777777" w:rsidR="000163E8" w:rsidRPr="00986A4F" w:rsidRDefault="000163E8" w:rsidP="00126082">
            <w:pPr>
              <w:pStyle w:val="TabNumeri"/>
            </w:pPr>
          </w:p>
        </w:tc>
        <w:tc>
          <w:tcPr>
            <w:tcW w:w="680" w:type="dxa"/>
            <w:tcBorders>
              <w:left w:val="single" w:sz="2" w:space="0" w:color="auto"/>
            </w:tcBorders>
            <w:noWrap/>
          </w:tcPr>
          <w:p w14:paraId="14157ED7" w14:textId="77777777" w:rsidR="000163E8" w:rsidRPr="00413582" w:rsidRDefault="000163E8" w:rsidP="00126082">
            <w:pPr>
              <w:pStyle w:val="TabNumeri"/>
            </w:pPr>
            <w:r w:rsidRPr="00E209DA">
              <w:t>6,2</w:t>
            </w:r>
          </w:p>
        </w:tc>
        <w:tc>
          <w:tcPr>
            <w:tcW w:w="227" w:type="dxa"/>
            <w:noWrap/>
          </w:tcPr>
          <w:p w14:paraId="17AFB7CE" w14:textId="77777777" w:rsidR="000163E8" w:rsidRPr="00A319C0" w:rsidRDefault="000163E8" w:rsidP="00126082">
            <w:pPr>
              <w:pStyle w:val="TabNumeri"/>
            </w:pPr>
          </w:p>
        </w:tc>
      </w:tr>
      <w:tr w:rsidR="000163E8" w14:paraId="3108ECA4" w14:textId="77777777" w:rsidTr="00126082">
        <w:trPr>
          <w:cantSplit/>
          <w:trHeight w:val="255"/>
        </w:trPr>
        <w:tc>
          <w:tcPr>
            <w:tcW w:w="1985" w:type="dxa"/>
            <w:shd w:val="clear" w:color="auto" w:fill="DBDBDB" w:themeFill="accent3" w:themeFillTint="66"/>
            <w:noWrap/>
          </w:tcPr>
          <w:p w14:paraId="4CE150C9" w14:textId="77777777" w:rsidR="000163E8" w:rsidRPr="00233F5C" w:rsidRDefault="000163E8" w:rsidP="00126082">
            <w:pPr>
              <w:pStyle w:val="TabEtichette"/>
            </w:pPr>
            <w:r w:rsidRPr="00233F5C">
              <w:t>Importazioni</w:t>
            </w:r>
          </w:p>
        </w:tc>
        <w:tc>
          <w:tcPr>
            <w:tcW w:w="680" w:type="dxa"/>
            <w:shd w:val="clear" w:color="auto" w:fill="DBDBDB" w:themeFill="accent3" w:themeFillTint="66"/>
            <w:noWrap/>
          </w:tcPr>
          <w:p w14:paraId="7AE51C56" w14:textId="77777777" w:rsidR="000163E8" w:rsidRPr="00F86988" w:rsidRDefault="000163E8" w:rsidP="00126082">
            <w:pPr>
              <w:pStyle w:val="TabNumeri"/>
            </w:pPr>
            <w:r w:rsidRPr="00E615CA">
              <w:t>-13,6</w:t>
            </w:r>
          </w:p>
        </w:tc>
        <w:tc>
          <w:tcPr>
            <w:tcW w:w="228" w:type="dxa"/>
            <w:tcBorders>
              <w:right w:val="single" w:sz="4" w:space="0" w:color="auto"/>
            </w:tcBorders>
            <w:shd w:val="clear" w:color="auto" w:fill="DBDBDB" w:themeFill="accent3" w:themeFillTint="66"/>
            <w:noWrap/>
          </w:tcPr>
          <w:p w14:paraId="427D0FF8"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52DA7954" w14:textId="77777777" w:rsidR="000163E8" w:rsidRPr="00D65A6F" w:rsidRDefault="000163E8" w:rsidP="00126082">
            <w:pPr>
              <w:pStyle w:val="TabNumeri"/>
            </w:pPr>
            <w:r w:rsidRPr="00F60BFA">
              <w:t>-13,6</w:t>
            </w:r>
          </w:p>
        </w:tc>
        <w:tc>
          <w:tcPr>
            <w:tcW w:w="228" w:type="dxa"/>
            <w:shd w:val="clear" w:color="auto" w:fill="DBDBDB" w:themeFill="accent3" w:themeFillTint="66"/>
            <w:noWrap/>
          </w:tcPr>
          <w:p w14:paraId="226D7C5C" w14:textId="77777777" w:rsidR="000163E8" w:rsidRPr="00C32B54" w:rsidRDefault="000163E8" w:rsidP="00126082">
            <w:pPr>
              <w:pStyle w:val="TabNumeri"/>
            </w:pPr>
          </w:p>
        </w:tc>
        <w:tc>
          <w:tcPr>
            <w:tcW w:w="680" w:type="dxa"/>
            <w:shd w:val="clear" w:color="auto" w:fill="DBDBDB" w:themeFill="accent3" w:themeFillTint="66"/>
            <w:noWrap/>
          </w:tcPr>
          <w:p w14:paraId="5D489E07" w14:textId="77777777" w:rsidR="000163E8" w:rsidRPr="00904DA8" w:rsidRDefault="000163E8" w:rsidP="00126082">
            <w:pPr>
              <w:pStyle w:val="TabNumeri"/>
            </w:pPr>
            <w:r w:rsidRPr="00F60BFA">
              <w:t>-17,2</w:t>
            </w:r>
          </w:p>
        </w:tc>
        <w:tc>
          <w:tcPr>
            <w:tcW w:w="227" w:type="dxa"/>
            <w:tcBorders>
              <w:right w:val="single" w:sz="4" w:space="0" w:color="auto"/>
            </w:tcBorders>
            <w:shd w:val="clear" w:color="auto" w:fill="DBDBDB" w:themeFill="accent3" w:themeFillTint="66"/>
            <w:noWrap/>
          </w:tcPr>
          <w:p w14:paraId="45E34CC2"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3C047CA1" w14:textId="77777777" w:rsidR="000163E8" w:rsidRPr="003C782D" w:rsidRDefault="000163E8" w:rsidP="00126082">
            <w:pPr>
              <w:pStyle w:val="TabNumeri"/>
            </w:pPr>
            <w:r w:rsidRPr="00E94ED2">
              <w:t>-14,0</w:t>
            </w:r>
          </w:p>
        </w:tc>
        <w:tc>
          <w:tcPr>
            <w:tcW w:w="228" w:type="dxa"/>
            <w:shd w:val="clear" w:color="auto" w:fill="DBDBDB" w:themeFill="accent3" w:themeFillTint="66"/>
          </w:tcPr>
          <w:p w14:paraId="132DF147" w14:textId="77777777" w:rsidR="000163E8" w:rsidRPr="00AA375C" w:rsidRDefault="000163E8" w:rsidP="00126082">
            <w:pPr>
              <w:pStyle w:val="TabNumeri"/>
            </w:pPr>
          </w:p>
        </w:tc>
        <w:tc>
          <w:tcPr>
            <w:tcW w:w="113" w:type="dxa"/>
            <w:shd w:val="clear" w:color="auto" w:fill="auto"/>
            <w:noWrap/>
          </w:tcPr>
          <w:p w14:paraId="648DDA87" w14:textId="77777777" w:rsidR="000163E8" w:rsidRPr="00B64650" w:rsidRDefault="000163E8" w:rsidP="00126082">
            <w:pPr>
              <w:pStyle w:val="TabNumeri"/>
            </w:pPr>
          </w:p>
        </w:tc>
        <w:tc>
          <w:tcPr>
            <w:tcW w:w="680" w:type="dxa"/>
            <w:shd w:val="clear" w:color="auto" w:fill="EDEDED" w:themeFill="accent3" w:themeFillTint="33"/>
          </w:tcPr>
          <w:p w14:paraId="31054D8D" w14:textId="77777777" w:rsidR="000163E8" w:rsidRPr="009E61ED" w:rsidRDefault="000163E8" w:rsidP="00126082">
            <w:pPr>
              <w:pStyle w:val="TabNumeri"/>
            </w:pPr>
            <w:r w:rsidRPr="00F9232D">
              <w:t>12,2</w:t>
            </w:r>
          </w:p>
        </w:tc>
        <w:tc>
          <w:tcPr>
            <w:tcW w:w="228" w:type="dxa"/>
            <w:tcBorders>
              <w:right w:val="single" w:sz="2" w:space="0" w:color="auto"/>
            </w:tcBorders>
            <w:shd w:val="clear" w:color="auto" w:fill="EDEDED" w:themeFill="accent3" w:themeFillTint="33"/>
            <w:noWrap/>
          </w:tcPr>
          <w:p w14:paraId="337CF244"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5B66DE96" w14:textId="77777777" w:rsidR="000163E8" w:rsidRPr="00A27A0A" w:rsidRDefault="000163E8" w:rsidP="00126082">
            <w:pPr>
              <w:pStyle w:val="TabNumeri"/>
            </w:pPr>
            <w:r w:rsidRPr="005F653E">
              <w:t>11,5</w:t>
            </w:r>
          </w:p>
        </w:tc>
        <w:tc>
          <w:tcPr>
            <w:tcW w:w="228" w:type="dxa"/>
            <w:shd w:val="clear" w:color="auto" w:fill="EDEDED" w:themeFill="accent3" w:themeFillTint="33"/>
            <w:noWrap/>
          </w:tcPr>
          <w:p w14:paraId="14761010" w14:textId="77777777" w:rsidR="000163E8" w:rsidRPr="00DC6642" w:rsidRDefault="000163E8" w:rsidP="00126082">
            <w:pPr>
              <w:pStyle w:val="TabNumeri"/>
            </w:pPr>
          </w:p>
        </w:tc>
        <w:tc>
          <w:tcPr>
            <w:tcW w:w="680" w:type="dxa"/>
            <w:shd w:val="clear" w:color="auto" w:fill="EDEDED" w:themeFill="accent3" w:themeFillTint="33"/>
            <w:noWrap/>
          </w:tcPr>
          <w:p w14:paraId="1052FB0D" w14:textId="77777777" w:rsidR="000163E8" w:rsidRPr="00986A4F" w:rsidRDefault="000163E8" w:rsidP="00126082">
            <w:pPr>
              <w:pStyle w:val="TabNumeri"/>
            </w:pPr>
            <w:r w:rsidRPr="005F653E">
              <w:t>6,8</w:t>
            </w:r>
          </w:p>
        </w:tc>
        <w:tc>
          <w:tcPr>
            <w:tcW w:w="227" w:type="dxa"/>
            <w:tcBorders>
              <w:right w:val="single" w:sz="2" w:space="0" w:color="auto"/>
            </w:tcBorders>
            <w:shd w:val="clear" w:color="auto" w:fill="EDEDED" w:themeFill="accent3" w:themeFillTint="33"/>
            <w:noWrap/>
          </w:tcPr>
          <w:p w14:paraId="5A75CEE7"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748F620F" w14:textId="77777777" w:rsidR="000163E8" w:rsidRPr="00413582" w:rsidRDefault="000163E8" w:rsidP="00126082">
            <w:pPr>
              <w:pStyle w:val="TabNumeri"/>
            </w:pPr>
            <w:r w:rsidRPr="00E209DA">
              <w:t>15,1</w:t>
            </w:r>
          </w:p>
        </w:tc>
        <w:tc>
          <w:tcPr>
            <w:tcW w:w="227" w:type="dxa"/>
            <w:shd w:val="clear" w:color="auto" w:fill="EDEDED" w:themeFill="accent3" w:themeFillTint="33"/>
            <w:noWrap/>
          </w:tcPr>
          <w:p w14:paraId="3BB1DA1A" w14:textId="77777777" w:rsidR="000163E8" w:rsidRPr="00A319C0" w:rsidRDefault="000163E8" w:rsidP="00126082">
            <w:pPr>
              <w:pStyle w:val="TabNumeri"/>
            </w:pPr>
          </w:p>
        </w:tc>
      </w:tr>
      <w:tr w:rsidR="000163E8" w14:paraId="6AC46351" w14:textId="77777777" w:rsidTr="00126082">
        <w:trPr>
          <w:cantSplit/>
          <w:trHeight w:val="255"/>
        </w:trPr>
        <w:tc>
          <w:tcPr>
            <w:tcW w:w="1985" w:type="dxa"/>
            <w:noWrap/>
          </w:tcPr>
          <w:p w14:paraId="3E6B1736" w14:textId="77777777" w:rsidR="000163E8" w:rsidRPr="00233F5C" w:rsidRDefault="000163E8" w:rsidP="00126082">
            <w:pPr>
              <w:pStyle w:val="TabEtichette"/>
            </w:pPr>
            <w:r w:rsidRPr="00233F5C">
              <w:t>Esportazioni</w:t>
            </w:r>
          </w:p>
        </w:tc>
        <w:tc>
          <w:tcPr>
            <w:tcW w:w="680" w:type="dxa"/>
            <w:noWrap/>
          </w:tcPr>
          <w:p w14:paraId="2D663EF8" w14:textId="77777777" w:rsidR="000163E8" w:rsidRPr="00F86988" w:rsidRDefault="000163E8" w:rsidP="00126082">
            <w:pPr>
              <w:pStyle w:val="TabNumeri"/>
            </w:pPr>
            <w:r w:rsidRPr="00E615CA">
              <w:t>-13,0</w:t>
            </w:r>
          </w:p>
        </w:tc>
        <w:tc>
          <w:tcPr>
            <w:tcW w:w="228" w:type="dxa"/>
            <w:tcBorders>
              <w:right w:val="single" w:sz="4" w:space="0" w:color="auto"/>
            </w:tcBorders>
            <w:noWrap/>
          </w:tcPr>
          <w:p w14:paraId="468A8D74" w14:textId="77777777" w:rsidR="000163E8" w:rsidRPr="00B64650" w:rsidRDefault="000163E8" w:rsidP="00126082">
            <w:pPr>
              <w:pStyle w:val="TabNumeri"/>
            </w:pPr>
          </w:p>
        </w:tc>
        <w:tc>
          <w:tcPr>
            <w:tcW w:w="680" w:type="dxa"/>
            <w:tcBorders>
              <w:left w:val="single" w:sz="4" w:space="0" w:color="auto"/>
            </w:tcBorders>
            <w:noWrap/>
          </w:tcPr>
          <w:p w14:paraId="4C61816B" w14:textId="77777777" w:rsidR="000163E8" w:rsidRPr="00D65A6F" w:rsidRDefault="000163E8" w:rsidP="00126082">
            <w:pPr>
              <w:pStyle w:val="TabNumeri"/>
            </w:pPr>
            <w:r w:rsidRPr="00F60BFA">
              <w:t>-14,4</w:t>
            </w:r>
          </w:p>
        </w:tc>
        <w:tc>
          <w:tcPr>
            <w:tcW w:w="228" w:type="dxa"/>
            <w:noWrap/>
          </w:tcPr>
          <w:p w14:paraId="53AEBD63" w14:textId="77777777" w:rsidR="000163E8" w:rsidRPr="00C32B54" w:rsidRDefault="000163E8" w:rsidP="00126082">
            <w:pPr>
              <w:pStyle w:val="TabNumeri"/>
            </w:pPr>
          </w:p>
        </w:tc>
        <w:tc>
          <w:tcPr>
            <w:tcW w:w="680" w:type="dxa"/>
            <w:noWrap/>
          </w:tcPr>
          <w:p w14:paraId="71A45ECC" w14:textId="77777777" w:rsidR="000163E8" w:rsidRPr="00904DA8" w:rsidRDefault="000163E8" w:rsidP="00126082">
            <w:pPr>
              <w:pStyle w:val="TabNumeri"/>
            </w:pPr>
            <w:r w:rsidRPr="00F60BFA">
              <w:t>-17,8</w:t>
            </w:r>
          </w:p>
        </w:tc>
        <w:tc>
          <w:tcPr>
            <w:tcW w:w="227" w:type="dxa"/>
            <w:tcBorders>
              <w:right w:val="single" w:sz="4" w:space="0" w:color="auto"/>
            </w:tcBorders>
            <w:noWrap/>
          </w:tcPr>
          <w:p w14:paraId="49D59E29" w14:textId="77777777" w:rsidR="000163E8" w:rsidRPr="00904DA8" w:rsidRDefault="000163E8" w:rsidP="00126082">
            <w:pPr>
              <w:pStyle w:val="TabNumeri"/>
            </w:pPr>
          </w:p>
        </w:tc>
        <w:tc>
          <w:tcPr>
            <w:tcW w:w="680" w:type="dxa"/>
            <w:tcBorders>
              <w:left w:val="single" w:sz="4" w:space="0" w:color="auto"/>
            </w:tcBorders>
            <w:noWrap/>
          </w:tcPr>
          <w:p w14:paraId="23217405" w14:textId="77777777" w:rsidR="000163E8" w:rsidRPr="003C782D" w:rsidRDefault="000163E8" w:rsidP="00126082">
            <w:pPr>
              <w:pStyle w:val="TabNumeri"/>
            </w:pPr>
            <w:r w:rsidRPr="00E94ED2">
              <w:t>-16,9</w:t>
            </w:r>
          </w:p>
        </w:tc>
        <w:tc>
          <w:tcPr>
            <w:tcW w:w="228" w:type="dxa"/>
          </w:tcPr>
          <w:p w14:paraId="556CB796" w14:textId="77777777" w:rsidR="000163E8" w:rsidRPr="00AA375C" w:rsidRDefault="000163E8" w:rsidP="00126082">
            <w:pPr>
              <w:pStyle w:val="TabNumeri"/>
            </w:pPr>
          </w:p>
        </w:tc>
        <w:tc>
          <w:tcPr>
            <w:tcW w:w="113" w:type="dxa"/>
            <w:shd w:val="clear" w:color="auto" w:fill="auto"/>
            <w:noWrap/>
          </w:tcPr>
          <w:p w14:paraId="46CBD22E" w14:textId="77777777" w:rsidR="000163E8" w:rsidRPr="00B64650" w:rsidRDefault="000163E8" w:rsidP="00126082">
            <w:pPr>
              <w:pStyle w:val="TabNumeri"/>
            </w:pPr>
          </w:p>
        </w:tc>
        <w:tc>
          <w:tcPr>
            <w:tcW w:w="680" w:type="dxa"/>
          </w:tcPr>
          <w:p w14:paraId="144AFCA4" w14:textId="77777777" w:rsidR="000163E8" w:rsidRPr="009E61ED" w:rsidRDefault="000163E8" w:rsidP="00126082">
            <w:pPr>
              <w:pStyle w:val="TabNumeri"/>
            </w:pPr>
            <w:r w:rsidRPr="00F9232D">
              <w:t>10,5</w:t>
            </w:r>
          </w:p>
        </w:tc>
        <w:tc>
          <w:tcPr>
            <w:tcW w:w="228" w:type="dxa"/>
            <w:tcBorders>
              <w:right w:val="single" w:sz="2" w:space="0" w:color="auto"/>
            </w:tcBorders>
            <w:noWrap/>
          </w:tcPr>
          <w:p w14:paraId="1BCACF76" w14:textId="77777777" w:rsidR="000163E8" w:rsidRPr="00811B57" w:rsidRDefault="000163E8" w:rsidP="00126082">
            <w:pPr>
              <w:pStyle w:val="TabNumeri"/>
            </w:pPr>
          </w:p>
        </w:tc>
        <w:tc>
          <w:tcPr>
            <w:tcW w:w="680" w:type="dxa"/>
            <w:tcBorders>
              <w:left w:val="single" w:sz="2" w:space="0" w:color="auto"/>
            </w:tcBorders>
            <w:noWrap/>
          </w:tcPr>
          <w:p w14:paraId="4E8597F7" w14:textId="77777777" w:rsidR="000163E8" w:rsidRPr="00A27A0A" w:rsidRDefault="000163E8" w:rsidP="00126082">
            <w:pPr>
              <w:pStyle w:val="TabNumeri"/>
            </w:pPr>
            <w:r w:rsidRPr="005F653E">
              <w:t>12,0</w:t>
            </w:r>
          </w:p>
        </w:tc>
        <w:tc>
          <w:tcPr>
            <w:tcW w:w="228" w:type="dxa"/>
            <w:noWrap/>
          </w:tcPr>
          <w:p w14:paraId="7623BE1C" w14:textId="77777777" w:rsidR="000163E8" w:rsidRPr="00DC6642" w:rsidRDefault="000163E8" w:rsidP="00126082">
            <w:pPr>
              <w:pStyle w:val="TabNumeri"/>
            </w:pPr>
          </w:p>
        </w:tc>
        <w:tc>
          <w:tcPr>
            <w:tcW w:w="680" w:type="dxa"/>
            <w:noWrap/>
          </w:tcPr>
          <w:p w14:paraId="54414124" w14:textId="77777777" w:rsidR="000163E8" w:rsidRPr="00986A4F" w:rsidRDefault="000163E8" w:rsidP="00126082">
            <w:pPr>
              <w:pStyle w:val="TabNumeri"/>
            </w:pPr>
            <w:r w:rsidRPr="005F653E">
              <w:t>7,7</w:t>
            </w:r>
          </w:p>
        </w:tc>
        <w:tc>
          <w:tcPr>
            <w:tcW w:w="227" w:type="dxa"/>
            <w:tcBorders>
              <w:right w:val="single" w:sz="2" w:space="0" w:color="auto"/>
            </w:tcBorders>
            <w:noWrap/>
          </w:tcPr>
          <w:p w14:paraId="666CDD6A" w14:textId="77777777" w:rsidR="000163E8" w:rsidRPr="00986A4F" w:rsidRDefault="000163E8" w:rsidP="00126082">
            <w:pPr>
              <w:pStyle w:val="TabNumeri"/>
            </w:pPr>
          </w:p>
        </w:tc>
        <w:tc>
          <w:tcPr>
            <w:tcW w:w="680" w:type="dxa"/>
            <w:tcBorders>
              <w:left w:val="single" w:sz="2" w:space="0" w:color="auto"/>
            </w:tcBorders>
            <w:noWrap/>
          </w:tcPr>
          <w:p w14:paraId="79771574" w14:textId="77777777" w:rsidR="000163E8" w:rsidRPr="00413582" w:rsidRDefault="000163E8" w:rsidP="00126082">
            <w:pPr>
              <w:pStyle w:val="TabNumeri"/>
            </w:pPr>
            <w:r w:rsidRPr="00E209DA">
              <w:t>15,4</w:t>
            </w:r>
          </w:p>
        </w:tc>
        <w:tc>
          <w:tcPr>
            <w:tcW w:w="227" w:type="dxa"/>
            <w:noWrap/>
          </w:tcPr>
          <w:p w14:paraId="687EFD32" w14:textId="77777777" w:rsidR="000163E8" w:rsidRPr="00A319C0" w:rsidRDefault="000163E8" w:rsidP="00126082">
            <w:pPr>
              <w:pStyle w:val="TabNumeri"/>
            </w:pPr>
          </w:p>
        </w:tc>
      </w:tr>
      <w:tr w:rsidR="000163E8" w14:paraId="29D57072" w14:textId="77777777" w:rsidTr="00126082">
        <w:trPr>
          <w:cantSplit/>
          <w:trHeight w:val="255"/>
        </w:trPr>
        <w:tc>
          <w:tcPr>
            <w:tcW w:w="1985" w:type="dxa"/>
            <w:shd w:val="clear" w:color="auto" w:fill="DBDBDB" w:themeFill="accent3" w:themeFillTint="66"/>
            <w:noWrap/>
          </w:tcPr>
          <w:p w14:paraId="0B2319CF" w14:textId="77777777" w:rsidR="000163E8" w:rsidRPr="00233F5C" w:rsidRDefault="000163E8" w:rsidP="00126082">
            <w:pPr>
              <w:pStyle w:val="TabEtichette"/>
            </w:pPr>
            <w:r w:rsidRPr="00233F5C">
              <w:t>Domanda interna</w:t>
            </w:r>
          </w:p>
        </w:tc>
        <w:tc>
          <w:tcPr>
            <w:tcW w:w="680" w:type="dxa"/>
            <w:shd w:val="clear" w:color="auto" w:fill="DBDBDB" w:themeFill="accent3" w:themeFillTint="66"/>
            <w:noWrap/>
          </w:tcPr>
          <w:p w14:paraId="5CA1C595" w14:textId="77777777" w:rsidR="000163E8" w:rsidRPr="00F86988" w:rsidRDefault="000163E8" w:rsidP="00126082">
            <w:pPr>
              <w:pStyle w:val="TabNumeri"/>
            </w:pPr>
            <w:r w:rsidRPr="00E615CA">
              <w:t>-9,6</w:t>
            </w:r>
          </w:p>
        </w:tc>
        <w:tc>
          <w:tcPr>
            <w:tcW w:w="228" w:type="dxa"/>
            <w:tcBorders>
              <w:right w:val="single" w:sz="4" w:space="0" w:color="auto"/>
            </w:tcBorders>
            <w:shd w:val="clear" w:color="auto" w:fill="DBDBDB" w:themeFill="accent3" w:themeFillTint="66"/>
            <w:noWrap/>
          </w:tcPr>
          <w:p w14:paraId="4525C57D"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55161683" w14:textId="77777777" w:rsidR="000163E8" w:rsidRPr="00D65A6F" w:rsidRDefault="000163E8" w:rsidP="00126082">
            <w:pPr>
              <w:pStyle w:val="TabNumeri"/>
            </w:pPr>
            <w:r w:rsidRPr="00F60BFA">
              <w:t>-10,9</w:t>
            </w:r>
          </w:p>
        </w:tc>
        <w:tc>
          <w:tcPr>
            <w:tcW w:w="228" w:type="dxa"/>
            <w:shd w:val="clear" w:color="auto" w:fill="DBDBDB" w:themeFill="accent3" w:themeFillTint="66"/>
            <w:noWrap/>
          </w:tcPr>
          <w:p w14:paraId="4B6A9214" w14:textId="77777777" w:rsidR="000163E8" w:rsidRPr="00C32B54" w:rsidRDefault="000163E8" w:rsidP="00126082">
            <w:pPr>
              <w:pStyle w:val="TabNumeri"/>
            </w:pPr>
          </w:p>
        </w:tc>
        <w:tc>
          <w:tcPr>
            <w:tcW w:w="680" w:type="dxa"/>
            <w:shd w:val="clear" w:color="auto" w:fill="DBDBDB" w:themeFill="accent3" w:themeFillTint="66"/>
            <w:noWrap/>
          </w:tcPr>
          <w:p w14:paraId="5272F815" w14:textId="77777777" w:rsidR="000163E8" w:rsidRPr="00904DA8" w:rsidRDefault="000163E8" w:rsidP="00126082">
            <w:pPr>
              <w:pStyle w:val="TabNumeri"/>
            </w:pPr>
            <w:r w:rsidRPr="00F60BFA">
              <w:t>-13,7</w:t>
            </w:r>
          </w:p>
        </w:tc>
        <w:tc>
          <w:tcPr>
            <w:tcW w:w="227" w:type="dxa"/>
            <w:tcBorders>
              <w:right w:val="single" w:sz="4" w:space="0" w:color="auto"/>
            </w:tcBorders>
            <w:shd w:val="clear" w:color="auto" w:fill="DBDBDB" w:themeFill="accent3" w:themeFillTint="66"/>
            <w:noWrap/>
          </w:tcPr>
          <w:p w14:paraId="1FA43046"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78DC9D75" w14:textId="77777777" w:rsidR="000163E8" w:rsidRPr="003C782D" w:rsidRDefault="000163E8" w:rsidP="00126082">
            <w:pPr>
              <w:pStyle w:val="TabNumeri"/>
            </w:pPr>
            <w:r w:rsidRPr="00E94ED2">
              <w:t>-8,6</w:t>
            </w:r>
          </w:p>
        </w:tc>
        <w:tc>
          <w:tcPr>
            <w:tcW w:w="228" w:type="dxa"/>
            <w:shd w:val="clear" w:color="auto" w:fill="DBDBDB" w:themeFill="accent3" w:themeFillTint="66"/>
          </w:tcPr>
          <w:p w14:paraId="42917BE7" w14:textId="77777777" w:rsidR="000163E8" w:rsidRPr="00AA375C" w:rsidRDefault="000163E8" w:rsidP="00126082">
            <w:pPr>
              <w:pStyle w:val="TabNumeri"/>
            </w:pPr>
          </w:p>
        </w:tc>
        <w:tc>
          <w:tcPr>
            <w:tcW w:w="113" w:type="dxa"/>
            <w:shd w:val="clear" w:color="auto" w:fill="auto"/>
            <w:noWrap/>
          </w:tcPr>
          <w:p w14:paraId="624B240F" w14:textId="77777777" w:rsidR="000163E8" w:rsidRPr="00B64650" w:rsidRDefault="000163E8" w:rsidP="00126082">
            <w:pPr>
              <w:pStyle w:val="TabNumeri"/>
            </w:pPr>
          </w:p>
        </w:tc>
        <w:tc>
          <w:tcPr>
            <w:tcW w:w="680" w:type="dxa"/>
            <w:shd w:val="clear" w:color="auto" w:fill="EDEDED" w:themeFill="accent3" w:themeFillTint="33"/>
          </w:tcPr>
          <w:p w14:paraId="77B336CD" w14:textId="77777777" w:rsidR="000163E8" w:rsidRPr="009E61ED" w:rsidRDefault="000163E8" w:rsidP="00126082">
            <w:pPr>
              <w:pStyle w:val="TabNumeri"/>
            </w:pPr>
            <w:r w:rsidRPr="00F9232D">
              <w:t>6,9</w:t>
            </w:r>
          </w:p>
        </w:tc>
        <w:tc>
          <w:tcPr>
            <w:tcW w:w="228" w:type="dxa"/>
            <w:tcBorders>
              <w:right w:val="single" w:sz="2" w:space="0" w:color="auto"/>
            </w:tcBorders>
            <w:shd w:val="clear" w:color="auto" w:fill="EDEDED" w:themeFill="accent3" w:themeFillTint="33"/>
            <w:noWrap/>
          </w:tcPr>
          <w:p w14:paraId="314A5122"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0B17462B" w14:textId="77777777" w:rsidR="000163E8" w:rsidRPr="00A27A0A" w:rsidRDefault="000163E8" w:rsidP="00126082">
            <w:pPr>
              <w:pStyle w:val="TabNumeri"/>
            </w:pPr>
            <w:r w:rsidRPr="005F653E">
              <w:t>7,4</w:t>
            </w:r>
          </w:p>
        </w:tc>
        <w:tc>
          <w:tcPr>
            <w:tcW w:w="228" w:type="dxa"/>
            <w:shd w:val="clear" w:color="auto" w:fill="EDEDED" w:themeFill="accent3" w:themeFillTint="33"/>
            <w:noWrap/>
          </w:tcPr>
          <w:p w14:paraId="16EB97AC" w14:textId="77777777" w:rsidR="000163E8" w:rsidRPr="00DC6642" w:rsidRDefault="000163E8" w:rsidP="00126082">
            <w:pPr>
              <w:pStyle w:val="TabNumeri"/>
            </w:pPr>
          </w:p>
        </w:tc>
        <w:tc>
          <w:tcPr>
            <w:tcW w:w="680" w:type="dxa"/>
            <w:shd w:val="clear" w:color="auto" w:fill="EDEDED" w:themeFill="accent3" w:themeFillTint="33"/>
            <w:noWrap/>
          </w:tcPr>
          <w:p w14:paraId="67264FDD" w14:textId="77777777" w:rsidR="000163E8" w:rsidRPr="00986A4F" w:rsidRDefault="000163E8" w:rsidP="00126082">
            <w:pPr>
              <w:pStyle w:val="TabNumeri"/>
            </w:pPr>
            <w:r w:rsidRPr="005F653E">
              <w:t>5,0</w:t>
            </w:r>
          </w:p>
        </w:tc>
        <w:tc>
          <w:tcPr>
            <w:tcW w:w="227" w:type="dxa"/>
            <w:tcBorders>
              <w:right w:val="single" w:sz="2" w:space="0" w:color="auto"/>
            </w:tcBorders>
            <w:shd w:val="clear" w:color="auto" w:fill="EDEDED" w:themeFill="accent3" w:themeFillTint="33"/>
            <w:noWrap/>
          </w:tcPr>
          <w:p w14:paraId="43D2BBD5"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067CBF76" w14:textId="77777777" w:rsidR="000163E8" w:rsidRPr="00413582" w:rsidRDefault="000163E8" w:rsidP="00126082">
            <w:pPr>
              <w:pStyle w:val="TabNumeri"/>
            </w:pPr>
            <w:r w:rsidRPr="00E209DA">
              <w:t>6,0</w:t>
            </w:r>
          </w:p>
        </w:tc>
        <w:tc>
          <w:tcPr>
            <w:tcW w:w="227" w:type="dxa"/>
            <w:shd w:val="clear" w:color="auto" w:fill="EDEDED" w:themeFill="accent3" w:themeFillTint="33"/>
            <w:noWrap/>
          </w:tcPr>
          <w:p w14:paraId="7AC9C69D" w14:textId="77777777" w:rsidR="000163E8" w:rsidRPr="00A319C0" w:rsidRDefault="000163E8" w:rsidP="00126082">
            <w:pPr>
              <w:pStyle w:val="TabNumeri"/>
            </w:pPr>
          </w:p>
        </w:tc>
      </w:tr>
      <w:tr w:rsidR="000163E8" w14:paraId="4C54EC54" w14:textId="77777777" w:rsidTr="00126082">
        <w:trPr>
          <w:cantSplit/>
          <w:trHeight w:val="255"/>
        </w:trPr>
        <w:tc>
          <w:tcPr>
            <w:tcW w:w="1985" w:type="dxa"/>
            <w:noWrap/>
          </w:tcPr>
          <w:p w14:paraId="7C477F2E" w14:textId="77777777" w:rsidR="000163E8" w:rsidRPr="00233F5C" w:rsidRDefault="000163E8" w:rsidP="00126082">
            <w:pPr>
              <w:pStyle w:val="TabEtichette"/>
            </w:pPr>
            <w:r w:rsidRPr="00233F5C">
              <w:t xml:space="preserve">Consumi </w:t>
            </w:r>
            <w:r>
              <w:t xml:space="preserve">delle </w:t>
            </w:r>
            <w:r w:rsidRPr="00233F5C">
              <w:t>famiglie</w:t>
            </w:r>
          </w:p>
        </w:tc>
        <w:tc>
          <w:tcPr>
            <w:tcW w:w="680" w:type="dxa"/>
            <w:noWrap/>
          </w:tcPr>
          <w:p w14:paraId="5DE709A3" w14:textId="77777777" w:rsidR="000163E8" w:rsidRPr="00F86988" w:rsidRDefault="000163E8" w:rsidP="00126082">
            <w:pPr>
              <w:pStyle w:val="TabNumeri"/>
            </w:pPr>
            <w:r w:rsidRPr="00E615CA">
              <w:t>-10,9</w:t>
            </w:r>
          </w:p>
        </w:tc>
        <w:tc>
          <w:tcPr>
            <w:tcW w:w="228" w:type="dxa"/>
            <w:tcBorders>
              <w:right w:val="single" w:sz="4" w:space="0" w:color="auto"/>
            </w:tcBorders>
            <w:noWrap/>
          </w:tcPr>
          <w:p w14:paraId="03698ADC" w14:textId="77777777" w:rsidR="000163E8" w:rsidRPr="00B64650" w:rsidRDefault="000163E8" w:rsidP="00126082">
            <w:pPr>
              <w:pStyle w:val="TabNumeri"/>
            </w:pPr>
          </w:p>
        </w:tc>
        <w:tc>
          <w:tcPr>
            <w:tcW w:w="680" w:type="dxa"/>
            <w:tcBorders>
              <w:left w:val="single" w:sz="4" w:space="0" w:color="auto"/>
            </w:tcBorders>
            <w:noWrap/>
          </w:tcPr>
          <w:p w14:paraId="0300C8D5" w14:textId="77777777" w:rsidR="000163E8" w:rsidRPr="00D65A6F" w:rsidRDefault="000163E8" w:rsidP="00126082">
            <w:pPr>
              <w:pStyle w:val="TabNumeri"/>
            </w:pPr>
            <w:r w:rsidRPr="00F60BFA">
              <w:t>-10,5</w:t>
            </w:r>
          </w:p>
        </w:tc>
        <w:tc>
          <w:tcPr>
            <w:tcW w:w="228" w:type="dxa"/>
            <w:noWrap/>
          </w:tcPr>
          <w:p w14:paraId="50253B9D" w14:textId="77777777" w:rsidR="000163E8" w:rsidRPr="00C32B54" w:rsidRDefault="000163E8" w:rsidP="00126082">
            <w:pPr>
              <w:pStyle w:val="TabNumeri"/>
            </w:pPr>
          </w:p>
        </w:tc>
        <w:tc>
          <w:tcPr>
            <w:tcW w:w="680" w:type="dxa"/>
            <w:noWrap/>
          </w:tcPr>
          <w:p w14:paraId="3F6CE4A2" w14:textId="77777777" w:rsidR="000163E8" w:rsidRPr="00904DA8" w:rsidRDefault="000163E8" w:rsidP="00126082">
            <w:pPr>
              <w:pStyle w:val="TabNumeri"/>
            </w:pPr>
            <w:r w:rsidRPr="00F60BFA">
              <w:t>-13,3</w:t>
            </w:r>
          </w:p>
        </w:tc>
        <w:tc>
          <w:tcPr>
            <w:tcW w:w="227" w:type="dxa"/>
            <w:tcBorders>
              <w:right w:val="single" w:sz="4" w:space="0" w:color="auto"/>
            </w:tcBorders>
            <w:noWrap/>
          </w:tcPr>
          <w:p w14:paraId="4F8BE93A" w14:textId="77777777" w:rsidR="000163E8" w:rsidRPr="00904DA8" w:rsidRDefault="000163E8" w:rsidP="00126082">
            <w:pPr>
              <w:pStyle w:val="TabNumeri"/>
            </w:pPr>
          </w:p>
        </w:tc>
        <w:tc>
          <w:tcPr>
            <w:tcW w:w="680" w:type="dxa"/>
            <w:tcBorders>
              <w:left w:val="single" w:sz="4" w:space="0" w:color="auto"/>
            </w:tcBorders>
            <w:noWrap/>
          </w:tcPr>
          <w:p w14:paraId="457F2FC2" w14:textId="77777777" w:rsidR="000163E8" w:rsidRPr="003C782D" w:rsidRDefault="000163E8" w:rsidP="00126082">
            <w:pPr>
              <w:pStyle w:val="TabNumeri"/>
            </w:pPr>
            <w:r w:rsidRPr="00E94ED2">
              <w:t>-10,6</w:t>
            </w:r>
          </w:p>
        </w:tc>
        <w:tc>
          <w:tcPr>
            <w:tcW w:w="228" w:type="dxa"/>
          </w:tcPr>
          <w:p w14:paraId="3B580F93" w14:textId="77777777" w:rsidR="000163E8" w:rsidRPr="00AA375C" w:rsidRDefault="000163E8" w:rsidP="00126082">
            <w:pPr>
              <w:pStyle w:val="TabNumeri"/>
            </w:pPr>
          </w:p>
        </w:tc>
        <w:tc>
          <w:tcPr>
            <w:tcW w:w="113" w:type="dxa"/>
            <w:shd w:val="clear" w:color="auto" w:fill="auto"/>
            <w:noWrap/>
          </w:tcPr>
          <w:p w14:paraId="3C5A5C09" w14:textId="77777777" w:rsidR="000163E8" w:rsidRPr="00B64650" w:rsidRDefault="000163E8" w:rsidP="00126082">
            <w:pPr>
              <w:pStyle w:val="TabNumeri"/>
            </w:pPr>
          </w:p>
        </w:tc>
        <w:tc>
          <w:tcPr>
            <w:tcW w:w="680" w:type="dxa"/>
          </w:tcPr>
          <w:p w14:paraId="718992BE" w14:textId="77777777" w:rsidR="000163E8" w:rsidRPr="009E61ED" w:rsidRDefault="000163E8" w:rsidP="00126082">
            <w:pPr>
              <w:pStyle w:val="TabNumeri"/>
            </w:pPr>
            <w:r w:rsidRPr="00F9232D">
              <w:t>7,3</w:t>
            </w:r>
          </w:p>
        </w:tc>
        <w:tc>
          <w:tcPr>
            <w:tcW w:w="228" w:type="dxa"/>
            <w:tcBorders>
              <w:right w:val="single" w:sz="2" w:space="0" w:color="auto"/>
            </w:tcBorders>
            <w:noWrap/>
          </w:tcPr>
          <w:p w14:paraId="45CF7C2F" w14:textId="77777777" w:rsidR="000163E8" w:rsidRPr="00811B57" w:rsidRDefault="000163E8" w:rsidP="00126082">
            <w:pPr>
              <w:pStyle w:val="TabNumeri"/>
            </w:pPr>
          </w:p>
        </w:tc>
        <w:tc>
          <w:tcPr>
            <w:tcW w:w="680" w:type="dxa"/>
            <w:tcBorders>
              <w:left w:val="single" w:sz="2" w:space="0" w:color="auto"/>
            </w:tcBorders>
            <w:noWrap/>
          </w:tcPr>
          <w:p w14:paraId="43DBE5F9" w14:textId="77777777" w:rsidR="000163E8" w:rsidRPr="00A27A0A" w:rsidRDefault="000163E8" w:rsidP="00126082">
            <w:pPr>
              <w:pStyle w:val="TabNumeri"/>
            </w:pPr>
            <w:r w:rsidRPr="005F653E">
              <w:t>9,0</w:t>
            </w:r>
          </w:p>
        </w:tc>
        <w:tc>
          <w:tcPr>
            <w:tcW w:w="228" w:type="dxa"/>
            <w:noWrap/>
          </w:tcPr>
          <w:p w14:paraId="6612658F" w14:textId="77777777" w:rsidR="000163E8" w:rsidRPr="00DC6642" w:rsidRDefault="000163E8" w:rsidP="00126082">
            <w:pPr>
              <w:pStyle w:val="TabNumeri"/>
            </w:pPr>
          </w:p>
        </w:tc>
        <w:tc>
          <w:tcPr>
            <w:tcW w:w="680" w:type="dxa"/>
            <w:noWrap/>
          </w:tcPr>
          <w:p w14:paraId="6ACF1290" w14:textId="77777777" w:rsidR="000163E8" w:rsidRPr="00986A4F" w:rsidRDefault="000163E8" w:rsidP="00126082">
            <w:pPr>
              <w:pStyle w:val="TabNumeri"/>
            </w:pPr>
            <w:r w:rsidRPr="005F653E">
              <w:t>6,8</w:t>
            </w:r>
          </w:p>
        </w:tc>
        <w:tc>
          <w:tcPr>
            <w:tcW w:w="227" w:type="dxa"/>
            <w:tcBorders>
              <w:right w:val="single" w:sz="2" w:space="0" w:color="auto"/>
            </w:tcBorders>
            <w:noWrap/>
          </w:tcPr>
          <w:p w14:paraId="25080292" w14:textId="77777777" w:rsidR="000163E8" w:rsidRPr="00986A4F" w:rsidRDefault="000163E8" w:rsidP="00126082">
            <w:pPr>
              <w:pStyle w:val="TabNumeri"/>
            </w:pPr>
          </w:p>
        </w:tc>
        <w:tc>
          <w:tcPr>
            <w:tcW w:w="680" w:type="dxa"/>
            <w:tcBorders>
              <w:left w:val="single" w:sz="2" w:space="0" w:color="auto"/>
            </w:tcBorders>
            <w:noWrap/>
          </w:tcPr>
          <w:p w14:paraId="3F575004" w14:textId="77777777" w:rsidR="000163E8" w:rsidRPr="00413582" w:rsidRDefault="000163E8" w:rsidP="00126082">
            <w:pPr>
              <w:pStyle w:val="TabNumeri"/>
            </w:pPr>
            <w:r w:rsidRPr="00E209DA">
              <w:t>5,7</w:t>
            </w:r>
          </w:p>
        </w:tc>
        <w:tc>
          <w:tcPr>
            <w:tcW w:w="227" w:type="dxa"/>
            <w:noWrap/>
          </w:tcPr>
          <w:p w14:paraId="13A56D0B" w14:textId="77777777" w:rsidR="000163E8" w:rsidRPr="00A319C0" w:rsidRDefault="000163E8" w:rsidP="00126082">
            <w:pPr>
              <w:pStyle w:val="TabNumeri"/>
            </w:pPr>
          </w:p>
        </w:tc>
      </w:tr>
      <w:tr w:rsidR="000163E8" w14:paraId="03F60992" w14:textId="77777777" w:rsidTr="00126082">
        <w:trPr>
          <w:cantSplit/>
          <w:trHeight w:val="255"/>
        </w:trPr>
        <w:tc>
          <w:tcPr>
            <w:tcW w:w="1985" w:type="dxa"/>
            <w:shd w:val="clear" w:color="auto" w:fill="DBDBDB" w:themeFill="accent3" w:themeFillTint="66"/>
            <w:noWrap/>
          </w:tcPr>
          <w:p w14:paraId="70FB283B" w14:textId="77777777" w:rsidR="000163E8" w:rsidRPr="00233F5C" w:rsidRDefault="000163E8" w:rsidP="00126082">
            <w:pPr>
              <w:pStyle w:val="TabEtichette"/>
            </w:pPr>
            <w:r w:rsidRPr="00233F5C">
              <w:t>Consumi collettivi</w:t>
            </w:r>
          </w:p>
        </w:tc>
        <w:tc>
          <w:tcPr>
            <w:tcW w:w="680" w:type="dxa"/>
            <w:shd w:val="clear" w:color="auto" w:fill="DBDBDB" w:themeFill="accent3" w:themeFillTint="66"/>
            <w:noWrap/>
          </w:tcPr>
          <w:p w14:paraId="6E4357D7" w14:textId="77777777" w:rsidR="000163E8" w:rsidRPr="00F86988" w:rsidRDefault="000163E8" w:rsidP="00126082">
            <w:pPr>
              <w:pStyle w:val="TabNumeri"/>
            </w:pPr>
            <w:r w:rsidRPr="00E615CA">
              <w:t>2,6</w:t>
            </w:r>
          </w:p>
        </w:tc>
        <w:tc>
          <w:tcPr>
            <w:tcW w:w="228" w:type="dxa"/>
            <w:tcBorders>
              <w:right w:val="single" w:sz="4" w:space="0" w:color="auto"/>
            </w:tcBorders>
            <w:shd w:val="clear" w:color="auto" w:fill="DBDBDB" w:themeFill="accent3" w:themeFillTint="66"/>
            <w:noWrap/>
          </w:tcPr>
          <w:p w14:paraId="288DCF6A"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635AD62B" w14:textId="77777777" w:rsidR="000163E8" w:rsidRPr="00D65A6F" w:rsidRDefault="000163E8" w:rsidP="00126082">
            <w:pPr>
              <w:pStyle w:val="TabNumeri"/>
            </w:pPr>
            <w:r w:rsidRPr="00F60BFA">
              <w:t>0,4</w:t>
            </w:r>
          </w:p>
        </w:tc>
        <w:tc>
          <w:tcPr>
            <w:tcW w:w="228" w:type="dxa"/>
            <w:shd w:val="clear" w:color="auto" w:fill="DBDBDB" w:themeFill="accent3" w:themeFillTint="66"/>
            <w:noWrap/>
          </w:tcPr>
          <w:p w14:paraId="2ED72675" w14:textId="77777777" w:rsidR="000163E8" w:rsidRPr="00C32B54" w:rsidRDefault="000163E8" w:rsidP="00126082">
            <w:pPr>
              <w:pStyle w:val="TabNumeri"/>
            </w:pPr>
          </w:p>
        </w:tc>
        <w:tc>
          <w:tcPr>
            <w:tcW w:w="680" w:type="dxa"/>
            <w:shd w:val="clear" w:color="auto" w:fill="DBDBDB" w:themeFill="accent3" w:themeFillTint="66"/>
            <w:noWrap/>
          </w:tcPr>
          <w:p w14:paraId="0EEB337E" w14:textId="77777777" w:rsidR="000163E8" w:rsidRPr="00904DA8" w:rsidRDefault="000163E8" w:rsidP="00126082">
            <w:pPr>
              <w:pStyle w:val="TabNumeri"/>
            </w:pPr>
            <w:r w:rsidRPr="00F60BFA">
              <w:t>0,5</w:t>
            </w:r>
          </w:p>
        </w:tc>
        <w:tc>
          <w:tcPr>
            <w:tcW w:w="227" w:type="dxa"/>
            <w:tcBorders>
              <w:right w:val="single" w:sz="4" w:space="0" w:color="auto"/>
            </w:tcBorders>
            <w:shd w:val="clear" w:color="auto" w:fill="DBDBDB" w:themeFill="accent3" w:themeFillTint="66"/>
            <w:noWrap/>
          </w:tcPr>
          <w:p w14:paraId="70232C35"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1063D961" w14:textId="77777777" w:rsidR="000163E8" w:rsidRPr="003C782D" w:rsidRDefault="000163E8" w:rsidP="00126082">
            <w:pPr>
              <w:pStyle w:val="TabNumeri"/>
            </w:pPr>
            <w:r w:rsidRPr="00E94ED2">
              <w:t>0,2</w:t>
            </w:r>
          </w:p>
        </w:tc>
        <w:tc>
          <w:tcPr>
            <w:tcW w:w="228" w:type="dxa"/>
            <w:shd w:val="clear" w:color="auto" w:fill="DBDBDB" w:themeFill="accent3" w:themeFillTint="66"/>
          </w:tcPr>
          <w:p w14:paraId="619715E9" w14:textId="77777777" w:rsidR="000163E8" w:rsidRPr="00AA375C" w:rsidRDefault="000163E8" w:rsidP="00126082">
            <w:pPr>
              <w:pStyle w:val="TabNumeri"/>
            </w:pPr>
          </w:p>
        </w:tc>
        <w:tc>
          <w:tcPr>
            <w:tcW w:w="113" w:type="dxa"/>
            <w:shd w:val="clear" w:color="auto" w:fill="auto"/>
            <w:noWrap/>
          </w:tcPr>
          <w:p w14:paraId="7C3063E8" w14:textId="77777777" w:rsidR="000163E8" w:rsidRPr="00B64650" w:rsidRDefault="000163E8" w:rsidP="00126082">
            <w:pPr>
              <w:pStyle w:val="TabNumeri"/>
            </w:pPr>
          </w:p>
        </w:tc>
        <w:tc>
          <w:tcPr>
            <w:tcW w:w="680" w:type="dxa"/>
            <w:shd w:val="clear" w:color="auto" w:fill="EDEDED" w:themeFill="accent3" w:themeFillTint="33"/>
          </w:tcPr>
          <w:p w14:paraId="6775BA6F" w14:textId="77777777" w:rsidR="000163E8" w:rsidRPr="009E61ED" w:rsidRDefault="000163E8" w:rsidP="00126082">
            <w:pPr>
              <w:pStyle w:val="TabNumeri"/>
            </w:pPr>
            <w:r w:rsidRPr="00F9232D">
              <w:t>-0,6</w:t>
            </w:r>
          </w:p>
        </w:tc>
        <w:tc>
          <w:tcPr>
            <w:tcW w:w="228" w:type="dxa"/>
            <w:tcBorders>
              <w:right w:val="single" w:sz="2" w:space="0" w:color="auto"/>
            </w:tcBorders>
            <w:shd w:val="clear" w:color="auto" w:fill="EDEDED" w:themeFill="accent3" w:themeFillTint="33"/>
            <w:noWrap/>
          </w:tcPr>
          <w:p w14:paraId="2A7E179B"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425C62A3" w14:textId="77777777" w:rsidR="000163E8" w:rsidRPr="00A27A0A" w:rsidRDefault="000163E8" w:rsidP="00126082">
            <w:pPr>
              <w:pStyle w:val="TabNumeri"/>
            </w:pPr>
            <w:r w:rsidRPr="005F653E">
              <w:t>0,2</w:t>
            </w:r>
          </w:p>
        </w:tc>
        <w:tc>
          <w:tcPr>
            <w:tcW w:w="228" w:type="dxa"/>
            <w:shd w:val="clear" w:color="auto" w:fill="EDEDED" w:themeFill="accent3" w:themeFillTint="33"/>
            <w:noWrap/>
          </w:tcPr>
          <w:p w14:paraId="6D40CC12" w14:textId="77777777" w:rsidR="000163E8" w:rsidRPr="00DC6642" w:rsidRDefault="000163E8" w:rsidP="00126082">
            <w:pPr>
              <w:pStyle w:val="TabNumeri"/>
            </w:pPr>
          </w:p>
        </w:tc>
        <w:tc>
          <w:tcPr>
            <w:tcW w:w="680" w:type="dxa"/>
            <w:shd w:val="clear" w:color="auto" w:fill="EDEDED" w:themeFill="accent3" w:themeFillTint="33"/>
            <w:noWrap/>
          </w:tcPr>
          <w:p w14:paraId="69E1CBF8" w14:textId="77777777" w:rsidR="000163E8" w:rsidRPr="00986A4F" w:rsidRDefault="000163E8" w:rsidP="00126082">
            <w:pPr>
              <w:pStyle w:val="TabNumeri"/>
            </w:pPr>
            <w:r w:rsidRPr="005F653E">
              <w:t>0,4</w:t>
            </w:r>
          </w:p>
        </w:tc>
        <w:tc>
          <w:tcPr>
            <w:tcW w:w="227" w:type="dxa"/>
            <w:tcBorders>
              <w:right w:val="single" w:sz="2" w:space="0" w:color="auto"/>
            </w:tcBorders>
            <w:shd w:val="clear" w:color="auto" w:fill="EDEDED" w:themeFill="accent3" w:themeFillTint="33"/>
            <w:noWrap/>
          </w:tcPr>
          <w:p w14:paraId="165AC5A2"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335C97D7" w14:textId="77777777" w:rsidR="000163E8" w:rsidRPr="00413582" w:rsidRDefault="000163E8" w:rsidP="00126082">
            <w:pPr>
              <w:pStyle w:val="TabNumeri"/>
            </w:pPr>
            <w:r w:rsidRPr="00E209DA">
              <w:t>2,6</w:t>
            </w:r>
          </w:p>
        </w:tc>
        <w:tc>
          <w:tcPr>
            <w:tcW w:w="227" w:type="dxa"/>
            <w:shd w:val="clear" w:color="auto" w:fill="EDEDED" w:themeFill="accent3" w:themeFillTint="33"/>
            <w:noWrap/>
          </w:tcPr>
          <w:p w14:paraId="0239F198" w14:textId="77777777" w:rsidR="000163E8" w:rsidRPr="00A319C0" w:rsidRDefault="000163E8" w:rsidP="00126082">
            <w:pPr>
              <w:pStyle w:val="TabNumeri"/>
            </w:pPr>
          </w:p>
        </w:tc>
      </w:tr>
      <w:tr w:rsidR="000163E8" w14:paraId="67EBC4FF" w14:textId="77777777" w:rsidTr="00126082">
        <w:trPr>
          <w:cantSplit/>
          <w:trHeight w:val="255"/>
        </w:trPr>
        <w:tc>
          <w:tcPr>
            <w:tcW w:w="1985" w:type="dxa"/>
            <w:noWrap/>
          </w:tcPr>
          <w:p w14:paraId="10D9E61C" w14:textId="77777777" w:rsidR="000163E8" w:rsidRPr="00233F5C" w:rsidRDefault="000163E8" w:rsidP="00126082">
            <w:pPr>
              <w:pStyle w:val="TabEtichette"/>
            </w:pPr>
            <w:r w:rsidRPr="00233F5C">
              <w:t>Investimenti fissi lordi</w:t>
            </w:r>
          </w:p>
        </w:tc>
        <w:tc>
          <w:tcPr>
            <w:tcW w:w="680" w:type="dxa"/>
            <w:noWrap/>
          </w:tcPr>
          <w:p w14:paraId="125D6FE5" w14:textId="77777777" w:rsidR="000163E8" w:rsidRPr="00F86988" w:rsidRDefault="000163E8" w:rsidP="00126082">
            <w:pPr>
              <w:pStyle w:val="TabNumeri"/>
            </w:pPr>
            <w:r w:rsidRPr="00E615CA">
              <w:t>-14,2</w:t>
            </w:r>
          </w:p>
        </w:tc>
        <w:tc>
          <w:tcPr>
            <w:tcW w:w="228" w:type="dxa"/>
            <w:tcBorders>
              <w:right w:val="single" w:sz="4" w:space="0" w:color="auto"/>
            </w:tcBorders>
            <w:noWrap/>
          </w:tcPr>
          <w:p w14:paraId="259A6378" w14:textId="77777777" w:rsidR="000163E8" w:rsidRPr="00B64650" w:rsidRDefault="000163E8" w:rsidP="00126082">
            <w:pPr>
              <w:pStyle w:val="TabNumeri"/>
            </w:pPr>
          </w:p>
        </w:tc>
        <w:tc>
          <w:tcPr>
            <w:tcW w:w="680" w:type="dxa"/>
            <w:tcBorders>
              <w:left w:val="single" w:sz="4" w:space="0" w:color="auto"/>
            </w:tcBorders>
            <w:noWrap/>
          </w:tcPr>
          <w:p w14:paraId="2EE6C86D" w14:textId="77777777" w:rsidR="000163E8" w:rsidRPr="00D65A6F" w:rsidRDefault="000163E8" w:rsidP="00126082">
            <w:pPr>
              <w:pStyle w:val="TabNumeri"/>
            </w:pPr>
            <w:r w:rsidRPr="00F60BFA">
              <w:t>-18,8</w:t>
            </w:r>
          </w:p>
        </w:tc>
        <w:tc>
          <w:tcPr>
            <w:tcW w:w="228" w:type="dxa"/>
            <w:noWrap/>
          </w:tcPr>
          <w:p w14:paraId="66A3C6EA" w14:textId="77777777" w:rsidR="000163E8" w:rsidRPr="00C32B54" w:rsidRDefault="000163E8" w:rsidP="00126082">
            <w:pPr>
              <w:pStyle w:val="TabNumeri"/>
            </w:pPr>
          </w:p>
        </w:tc>
        <w:tc>
          <w:tcPr>
            <w:tcW w:w="680" w:type="dxa"/>
            <w:noWrap/>
          </w:tcPr>
          <w:p w14:paraId="3412E1E0" w14:textId="77777777" w:rsidR="000163E8" w:rsidRPr="00904DA8" w:rsidRDefault="000163E8" w:rsidP="00126082">
            <w:pPr>
              <w:pStyle w:val="TabNumeri"/>
            </w:pPr>
            <w:r w:rsidRPr="00F60BFA">
              <w:t>-23,4</w:t>
            </w:r>
          </w:p>
        </w:tc>
        <w:tc>
          <w:tcPr>
            <w:tcW w:w="227" w:type="dxa"/>
            <w:tcBorders>
              <w:right w:val="single" w:sz="4" w:space="0" w:color="auto"/>
            </w:tcBorders>
            <w:noWrap/>
          </w:tcPr>
          <w:p w14:paraId="53702EE2" w14:textId="77777777" w:rsidR="000163E8" w:rsidRPr="00904DA8" w:rsidRDefault="000163E8" w:rsidP="00126082">
            <w:pPr>
              <w:pStyle w:val="TabNumeri"/>
            </w:pPr>
          </w:p>
        </w:tc>
        <w:tc>
          <w:tcPr>
            <w:tcW w:w="680" w:type="dxa"/>
            <w:tcBorders>
              <w:left w:val="single" w:sz="4" w:space="0" w:color="auto"/>
            </w:tcBorders>
            <w:noWrap/>
          </w:tcPr>
          <w:p w14:paraId="11C36C25" w14:textId="77777777" w:rsidR="000163E8" w:rsidRPr="003C782D" w:rsidRDefault="000163E8" w:rsidP="00126082">
            <w:pPr>
              <w:pStyle w:val="TabNumeri"/>
            </w:pPr>
            <w:r w:rsidRPr="00E94ED2">
              <w:t>-12,7</w:t>
            </w:r>
          </w:p>
        </w:tc>
        <w:tc>
          <w:tcPr>
            <w:tcW w:w="228" w:type="dxa"/>
          </w:tcPr>
          <w:p w14:paraId="11188B54" w14:textId="77777777" w:rsidR="000163E8" w:rsidRPr="00AA375C" w:rsidRDefault="000163E8" w:rsidP="00126082">
            <w:pPr>
              <w:pStyle w:val="TabNumeri"/>
            </w:pPr>
          </w:p>
        </w:tc>
        <w:tc>
          <w:tcPr>
            <w:tcW w:w="113" w:type="dxa"/>
            <w:shd w:val="clear" w:color="auto" w:fill="auto"/>
            <w:noWrap/>
          </w:tcPr>
          <w:p w14:paraId="75A5DEB8" w14:textId="77777777" w:rsidR="000163E8" w:rsidRPr="00B64650" w:rsidRDefault="000163E8" w:rsidP="00126082">
            <w:pPr>
              <w:pStyle w:val="TabNumeri"/>
            </w:pPr>
          </w:p>
        </w:tc>
        <w:tc>
          <w:tcPr>
            <w:tcW w:w="680" w:type="dxa"/>
          </w:tcPr>
          <w:p w14:paraId="775E2470" w14:textId="77777777" w:rsidR="000163E8" w:rsidRPr="009E61ED" w:rsidRDefault="000163E8" w:rsidP="00126082">
            <w:pPr>
              <w:pStyle w:val="TabNumeri"/>
            </w:pPr>
            <w:r w:rsidRPr="00F9232D">
              <w:t>13,0</w:t>
            </w:r>
          </w:p>
        </w:tc>
        <w:tc>
          <w:tcPr>
            <w:tcW w:w="228" w:type="dxa"/>
            <w:tcBorders>
              <w:right w:val="single" w:sz="2" w:space="0" w:color="auto"/>
            </w:tcBorders>
            <w:noWrap/>
          </w:tcPr>
          <w:p w14:paraId="71A8D698" w14:textId="77777777" w:rsidR="000163E8" w:rsidRPr="00811B57" w:rsidRDefault="000163E8" w:rsidP="00126082">
            <w:pPr>
              <w:pStyle w:val="TabNumeri"/>
            </w:pPr>
          </w:p>
        </w:tc>
        <w:tc>
          <w:tcPr>
            <w:tcW w:w="680" w:type="dxa"/>
            <w:tcBorders>
              <w:left w:val="single" w:sz="2" w:space="0" w:color="auto"/>
            </w:tcBorders>
            <w:noWrap/>
          </w:tcPr>
          <w:p w14:paraId="753D736F" w14:textId="77777777" w:rsidR="000163E8" w:rsidRPr="00A27A0A" w:rsidRDefault="000163E8" w:rsidP="00126082">
            <w:pPr>
              <w:pStyle w:val="TabNumeri"/>
            </w:pPr>
            <w:r w:rsidRPr="005F653E">
              <w:t>12,7</w:t>
            </w:r>
          </w:p>
        </w:tc>
        <w:tc>
          <w:tcPr>
            <w:tcW w:w="228" w:type="dxa"/>
            <w:noWrap/>
          </w:tcPr>
          <w:p w14:paraId="51827105" w14:textId="77777777" w:rsidR="000163E8" w:rsidRPr="00DC6642" w:rsidRDefault="000163E8" w:rsidP="00126082">
            <w:pPr>
              <w:pStyle w:val="TabNumeri"/>
            </w:pPr>
          </w:p>
        </w:tc>
        <w:tc>
          <w:tcPr>
            <w:tcW w:w="680" w:type="dxa"/>
            <w:noWrap/>
          </w:tcPr>
          <w:p w14:paraId="1436A4DC" w14:textId="77777777" w:rsidR="000163E8" w:rsidRPr="00986A4F" w:rsidRDefault="000163E8" w:rsidP="00126082">
            <w:pPr>
              <w:pStyle w:val="TabNumeri"/>
            </w:pPr>
            <w:r w:rsidRPr="005F653E">
              <w:t>5,6</w:t>
            </w:r>
          </w:p>
        </w:tc>
        <w:tc>
          <w:tcPr>
            <w:tcW w:w="227" w:type="dxa"/>
            <w:tcBorders>
              <w:right w:val="single" w:sz="2" w:space="0" w:color="auto"/>
            </w:tcBorders>
            <w:noWrap/>
          </w:tcPr>
          <w:p w14:paraId="0F5F4FCF" w14:textId="77777777" w:rsidR="000163E8" w:rsidRPr="00986A4F" w:rsidRDefault="000163E8" w:rsidP="00126082">
            <w:pPr>
              <w:pStyle w:val="TabNumeri"/>
            </w:pPr>
          </w:p>
        </w:tc>
        <w:tc>
          <w:tcPr>
            <w:tcW w:w="680" w:type="dxa"/>
            <w:tcBorders>
              <w:left w:val="single" w:sz="2" w:space="0" w:color="auto"/>
            </w:tcBorders>
            <w:noWrap/>
          </w:tcPr>
          <w:p w14:paraId="56858167" w14:textId="77777777" w:rsidR="000163E8" w:rsidRPr="00413582" w:rsidRDefault="000163E8" w:rsidP="00126082">
            <w:pPr>
              <w:pStyle w:val="TabNumeri"/>
            </w:pPr>
            <w:r w:rsidRPr="00E209DA">
              <w:t>10,5</w:t>
            </w:r>
          </w:p>
        </w:tc>
        <w:tc>
          <w:tcPr>
            <w:tcW w:w="227" w:type="dxa"/>
            <w:noWrap/>
          </w:tcPr>
          <w:p w14:paraId="5AC23804" w14:textId="77777777" w:rsidR="000163E8" w:rsidRPr="00A319C0" w:rsidRDefault="000163E8" w:rsidP="00126082">
            <w:pPr>
              <w:pStyle w:val="TabNumeri"/>
            </w:pPr>
          </w:p>
        </w:tc>
      </w:tr>
      <w:tr w:rsidR="000163E8" w14:paraId="7D37AC90" w14:textId="77777777" w:rsidTr="00126082">
        <w:trPr>
          <w:cantSplit/>
          <w:trHeight w:val="255"/>
        </w:trPr>
        <w:tc>
          <w:tcPr>
            <w:tcW w:w="1985" w:type="dxa"/>
            <w:shd w:val="clear" w:color="auto" w:fill="DBDBDB" w:themeFill="accent3" w:themeFillTint="66"/>
            <w:noWrap/>
          </w:tcPr>
          <w:p w14:paraId="5AF158C8" w14:textId="77777777" w:rsidR="000163E8" w:rsidRPr="00233F5C" w:rsidRDefault="000163E8" w:rsidP="00126082">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680" w:type="dxa"/>
            <w:shd w:val="clear" w:color="auto" w:fill="DBDBDB" w:themeFill="accent3" w:themeFillTint="66"/>
            <w:noWrap/>
          </w:tcPr>
          <w:p w14:paraId="77E7CAF1" w14:textId="77777777" w:rsidR="000163E8" w:rsidRPr="00F86988" w:rsidRDefault="000163E8" w:rsidP="00126082">
            <w:pPr>
              <w:pStyle w:val="TabNumeri"/>
            </w:pPr>
            <w:r w:rsidRPr="00E615CA">
              <w:t>-20,7</w:t>
            </w:r>
          </w:p>
        </w:tc>
        <w:tc>
          <w:tcPr>
            <w:tcW w:w="228" w:type="dxa"/>
            <w:tcBorders>
              <w:right w:val="single" w:sz="4" w:space="0" w:color="auto"/>
            </w:tcBorders>
            <w:shd w:val="clear" w:color="auto" w:fill="DBDBDB" w:themeFill="accent3" w:themeFillTint="66"/>
            <w:noWrap/>
          </w:tcPr>
          <w:p w14:paraId="12617B09" w14:textId="77777777" w:rsidR="000163E8" w:rsidRPr="00B64650" w:rsidRDefault="000163E8" w:rsidP="00126082">
            <w:pPr>
              <w:pStyle w:val="TabNumeri"/>
            </w:pPr>
            <w:r w:rsidRPr="00E615CA">
              <w:t>[2]</w:t>
            </w:r>
          </w:p>
        </w:tc>
        <w:tc>
          <w:tcPr>
            <w:tcW w:w="680" w:type="dxa"/>
            <w:tcBorders>
              <w:left w:val="single" w:sz="4" w:space="0" w:color="auto"/>
            </w:tcBorders>
            <w:shd w:val="clear" w:color="auto" w:fill="DBDBDB" w:themeFill="accent3" w:themeFillTint="66"/>
            <w:noWrap/>
          </w:tcPr>
          <w:p w14:paraId="40B9C8EF" w14:textId="77777777" w:rsidR="000163E8" w:rsidRPr="00D65A6F" w:rsidRDefault="000163E8" w:rsidP="00126082">
            <w:pPr>
              <w:pStyle w:val="TabNumeri"/>
            </w:pPr>
            <w:proofErr w:type="spellStart"/>
            <w:r w:rsidRPr="00F60BFA">
              <w:t>n.d.</w:t>
            </w:r>
            <w:proofErr w:type="spellEnd"/>
          </w:p>
        </w:tc>
        <w:tc>
          <w:tcPr>
            <w:tcW w:w="228" w:type="dxa"/>
            <w:shd w:val="clear" w:color="auto" w:fill="DBDBDB" w:themeFill="accent3" w:themeFillTint="66"/>
            <w:noWrap/>
          </w:tcPr>
          <w:p w14:paraId="325E494C" w14:textId="77777777" w:rsidR="000163E8" w:rsidRPr="00C32B54" w:rsidRDefault="000163E8" w:rsidP="00126082">
            <w:pPr>
              <w:pStyle w:val="TabNumeri"/>
            </w:pPr>
          </w:p>
        </w:tc>
        <w:tc>
          <w:tcPr>
            <w:tcW w:w="680" w:type="dxa"/>
            <w:shd w:val="clear" w:color="auto" w:fill="DBDBDB" w:themeFill="accent3" w:themeFillTint="66"/>
            <w:noWrap/>
          </w:tcPr>
          <w:p w14:paraId="662EC598" w14:textId="77777777" w:rsidR="000163E8" w:rsidRPr="00904DA8" w:rsidRDefault="000163E8" w:rsidP="00126082">
            <w:pPr>
              <w:pStyle w:val="TabNumeri"/>
            </w:pPr>
            <w:proofErr w:type="spellStart"/>
            <w:r w:rsidRPr="00F60BFA">
              <w:t>n.d.</w:t>
            </w:r>
            <w:proofErr w:type="spellEnd"/>
          </w:p>
        </w:tc>
        <w:tc>
          <w:tcPr>
            <w:tcW w:w="227" w:type="dxa"/>
            <w:tcBorders>
              <w:right w:val="single" w:sz="4" w:space="0" w:color="auto"/>
            </w:tcBorders>
            <w:shd w:val="clear" w:color="auto" w:fill="DBDBDB" w:themeFill="accent3" w:themeFillTint="66"/>
            <w:noWrap/>
          </w:tcPr>
          <w:p w14:paraId="2B5F4205"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00747F94" w14:textId="77777777" w:rsidR="000163E8" w:rsidRPr="003C782D" w:rsidRDefault="000163E8" w:rsidP="00126082">
            <w:pPr>
              <w:pStyle w:val="TabNumeri"/>
            </w:pPr>
            <w:r w:rsidRPr="00E94ED2">
              <w:t>-14,2</w:t>
            </w:r>
          </w:p>
        </w:tc>
        <w:tc>
          <w:tcPr>
            <w:tcW w:w="228" w:type="dxa"/>
            <w:shd w:val="clear" w:color="auto" w:fill="DBDBDB" w:themeFill="accent3" w:themeFillTint="66"/>
          </w:tcPr>
          <w:p w14:paraId="104F085E" w14:textId="77777777" w:rsidR="000163E8" w:rsidRPr="00AA375C" w:rsidRDefault="000163E8" w:rsidP="00126082">
            <w:pPr>
              <w:pStyle w:val="TabNumeri"/>
            </w:pPr>
          </w:p>
        </w:tc>
        <w:tc>
          <w:tcPr>
            <w:tcW w:w="113" w:type="dxa"/>
            <w:shd w:val="clear" w:color="auto" w:fill="auto"/>
            <w:noWrap/>
          </w:tcPr>
          <w:p w14:paraId="4300A915" w14:textId="77777777" w:rsidR="000163E8" w:rsidRPr="00B64650" w:rsidRDefault="000163E8" w:rsidP="00126082">
            <w:pPr>
              <w:pStyle w:val="TabNumeri"/>
            </w:pPr>
          </w:p>
        </w:tc>
        <w:tc>
          <w:tcPr>
            <w:tcW w:w="680" w:type="dxa"/>
            <w:shd w:val="clear" w:color="auto" w:fill="EDEDED" w:themeFill="accent3" w:themeFillTint="33"/>
          </w:tcPr>
          <w:p w14:paraId="0B63730C" w14:textId="77777777" w:rsidR="000163E8" w:rsidRPr="009E61ED" w:rsidRDefault="000163E8" w:rsidP="00126082">
            <w:pPr>
              <w:pStyle w:val="TabNumeri"/>
            </w:pPr>
            <w:r w:rsidRPr="00F9232D">
              <w:t>19,7</w:t>
            </w:r>
          </w:p>
        </w:tc>
        <w:tc>
          <w:tcPr>
            <w:tcW w:w="228" w:type="dxa"/>
            <w:tcBorders>
              <w:right w:val="single" w:sz="2" w:space="0" w:color="auto"/>
            </w:tcBorders>
            <w:shd w:val="clear" w:color="auto" w:fill="EDEDED" w:themeFill="accent3" w:themeFillTint="33"/>
            <w:noWrap/>
          </w:tcPr>
          <w:p w14:paraId="01413814" w14:textId="77777777" w:rsidR="000163E8" w:rsidRPr="00811B57" w:rsidRDefault="000163E8" w:rsidP="00126082">
            <w:pPr>
              <w:pStyle w:val="TabNumeri"/>
            </w:pPr>
            <w:r w:rsidRPr="00F9232D">
              <w:t>[2]</w:t>
            </w:r>
          </w:p>
        </w:tc>
        <w:tc>
          <w:tcPr>
            <w:tcW w:w="680" w:type="dxa"/>
            <w:tcBorders>
              <w:left w:val="single" w:sz="2" w:space="0" w:color="auto"/>
            </w:tcBorders>
            <w:shd w:val="clear" w:color="auto" w:fill="EDEDED" w:themeFill="accent3" w:themeFillTint="33"/>
            <w:noWrap/>
          </w:tcPr>
          <w:p w14:paraId="3E110AE4" w14:textId="77777777" w:rsidR="000163E8" w:rsidRPr="00A27A0A" w:rsidRDefault="000163E8" w:rsidP="00126082">
            <w:pPr>
              <w:pStyle w:val="TabNumeri"/>
            </w:pPr>
            <w:proofErr w:type="spellStart"/>
            <w:r w:rsidRPr="005F653E">
              <w:t>n.d.</w:t>
            </w:r>
            <w:proofErr w:type="spellEnd"/>
          </w:p>
        </w:tc>
        <w:tc>
          <w:tcPr>
            <w:tcW w:w="228" w:type="dxa"/>
            <w:shd w:val="clear" w:color="auto" w:fill="EDEDED" w:themeFill="accent3" w:themeFillTint="33"/>
            <w:noWrap/>
          </w:tcPr>
          <w:p w14:paraId="2EDBAC70" w14:textId="77777777" w:rsidR="000163E8" w:rsidRPr="00DC6642" w:rsidRDefault="000163E8" w:rsidP="00126082">
            <w:pPr>
              <w:pStyle w:val="TabNumeri"/>
            </w:pPr>
          </w:p>
        </w:tc>
        <w:tc>
          <w:tcPr>
            <w:tcW w:w="680" w:type="dxa"/>
            <w:shd w:val="clear" w:color="auto" w:fill="EDEDED" w:themeFill="accent3" w:themeFillTint="33"/>
            <w:noWrap/>
          </w:tcPr>
          <w:p w14:paraId="3C73214D" w14:textId="77777777" w:rsidR="000163E8" w:rsidRPr="00986A4F" w:rsidRDefault="000163E8" w:rsidP="00126082">
            <w:pPr>
              <w:pStyle w:val="TabNumeri"/>
            </w:pPr>
            <w:proofErr w:type="spellStart"/>
            <w:r w:rsidRPr="005F653E">
              <w:t>n.d.</w:t>
            </w:r>
            <w:proofErr w:type="spellEnd"/>
          </w:p>
        </w:tc>
        <w:tc>
          <w:tcPr>
            <w:tcW w:w="227" w:type="dxa"/>
            <w:tcBorders>
              <w:right w:val="single" w:sz="2" w:space="0" w:color="auto"/>
            </w:tcBorders>
            <w:shd w:val="clear" w:color="auto" w:fill="EDEDED" w:themeFill="accent3" w:themeFillTint="33"/>
            <w:noWrap/>
          </w:tcPr>
          <w:p w14:paraId="27D14DEE"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23A77DD4" w14:textId="77777777" w:rsidR="000163E8" w:rsidRPr="00413582" w:rsidRDefault="000163E8" w:rsidP="00126082">
            <w:pPr>
              <w:pStyle w:val="TabNumeri"/>
            </w:pPr>
            <w:r w:rsidRPr="00E209DA">
              <w:t>7,9</w:t>
            </w:r>
          </w:p>
        </w:tc>
        <w:tc>
          <w:tcPr>
            <w:tcW w:w="227" w:type="dxa"/>
            <w:shd w:val="clear" w:color="auto" w:fill="EDEDED" w:themeFill="accent3" w:themeFillTint="33"/>
            <w:noWrap/>
          </w:tcPr>
          <w:p w14:paraId="6B92E3BD" w14:textId="77777777" w:rsidR="000163E8" w:rsidRPr="00A319C0" w:rsidRDefault="000163E8" w:rsidP="00126082">
            <w:pPr>
              <w:pStyle w:val="TabNumeri"/>
            </w:pPr>
          </w:p>
        </w:tc>
      </w:tr>
      <w:tr w:rsidR="000163E8" w14:paraId="506359C8" w14:textId="77777777" w:rsidTr="00126082">
        <w:trPr>
          <w:cantSplit/>
          <w:trHeight w:val="255"/>
        </w:trPr>
        <w:tc>
          <w:tcPr>
            <w:tcW w:w="1985" w:type="dxa"/>
            <w:noWrap/>
          </w:tcPr>
          <w:p w14:paraId="5BE40786" w14:textId="77777777" w:rsidR="000163E8" w:rsidRPr="00233F5C" w:rsidRDefault="000163E8" w:rsidP="00126082">
            <w:pPr>
              <w:pStyle w:val="TabEtichette"/>
            </w:pPr>
            <w:r w:rsidRPr="00233F5C">
              <w:t>- costruzioni</w:t>
            </w:r>
          </w:p>
        </w:tc>
        <w:tc>
          <w:tcPr>
            <w:tcW w:w="680" w:type="dxa"/>
            <w:noWrap/>
          </w:tcPr>
          <w:p w14:paraId="56017938" w14:textId="77777777" w:rsidR="000163E8" w:rsidRPr="00F86988" w:rsidRDefault="000163E8" w:rsidP="00126082">
            <w:pPr>
              <w:pStyle w:val="TabNumeri"/>
            </w:pPr>
            <w:r w:rsidRPr="00E615CA">
              <w:t>-9,2</w:t>
            </w:r>
          </w:p>
        </w:tc>
        <w:tc>
          <w:tcPr>
            <w:tcW w:w="228" w:type="dxa"/>
            <w:tcBorders>
              <w:right w:val="single" w:sz="4" w:space="0" w:color="auto"/>
            </w:tcBorders>
            <w:noWrap/>
          </w:tcPr>
          <w:p w14:paraId="11943582" w14:textId="77777777" w:rsidR="000163E8" w:rsidRPr="00B64650" w:rsidRDefault="000163E8" w:rsidP="00126082">
            <w:pPr>
              <w:pStyle w:val="TabNumeri"/>
            </w:pPr>
          </w:p>
        </w:tc>
        <w:tc>
          <w:tcPr>
            <w:tcW w:w="680" w:type="dxa"/>
            <w:tcBorders>
              <w:left w:val="single" w:sz="4" w:space="0" w:color="auto"/>
            </w:tcBorders>
            <w:noWrap/>
          </w:tcPr>
          <w:p w14:paraId="7DD57FBC" w14:textId="77777777" w:rsidR="000163E8" w:rsidRPr="00D65A6F" w:rsidRDefault="000163E8" w:rsidP="00126082">
            <w:pPr>
              <w:pStyle w:val="TabNumeri"/>
            </w:pPr>
            <w:proofErr w:type="spellStart"/>
            <w:r w:rsidRPr="00F60BFA">
              <w:t>n.d.</w:t>
            </w:r>
            <w:proofErr w:type="spellEnd"/>
          </w:p>
        </w:tc>
        <w:tc>
          <w:tcPr>
            <w:tcW w:w="228" w:type="dxa"/>
            <w:noWrap/>
          </w:tcPr>
          <w:p w14:paraId="02924264" w14:textId="77777777" w:rsidR="000163E8" w:rsidRPr="00C32B54" w:rsidRDefault="000163E8" w:rsidP="00126082">
            <w:pPr>
              <w:pStyle w:val="TabNumeri"/>
            </w:pPr>
          </w:p>
        </w:tc>
        <w:tc>
          <w:tcPr>
            <w:tcW w:w="680" w:type="dxa"/>
            <w:noWrap/>
          </w:tcPr>
          <w:p w14:paraId="4009A9CE" w14:textId="77777777" w:rsidR="000163E8" w:rsidRPr="00904DA8" w:rsidRDefault="000163E8" w:rsidP="00126082">
            <w:pPr>
              <w:pStyle w:val="TabNumeri"/>
            </w:pPr>
            <w:proofErr w:type="spellStart"/>
            <w:r w:rsidRPr="00F60BFA">
              <w:t>n.d.</w:t>
            </w:r>
            <w:proofErr w:type="spellEnd"/>
          </w:p>
        </w:tc>
        <w:tc>
          <w:tcPr>
            <w:tcW w:w="227" w:type="dxa"/>
            <w:tcBorders>
              <w:right w:val="single" w:sz="4" w:space="0" w:color="auto"/>
            </w:tcBorders>
            <w:noWrap/>
          </w:tcPr>
          <w:p w14:paraId="4DC41582" w14:textId="77777777" w:rsidR="000163E8" w:rsidRPr="00904DA8" w:rsidRDefault="000163E8" w:rsidP="00126082">
            <w:pPr>
              <w:pStyle w:val="TabNumeri"/>
            </w:pPr>
          </w:p>
        </w:tc>
        <w:tc>
          <w:tcPr>
            <w:tcW w:w="680" w:type="dxa"/>
            <w:tcBorders>
              <w:left w:val="single" w:sz="4" w:space="0" w:color="auto"/>
            </w:tcBorders>
            <w:noWrap/>
          </w:tcPr>
          <w:p w14:paraId="767A0C9E" w14:textId="77777777" w:rsidR="000163E8" w:rsidRPr="003C782D" w:rsidRDefault="000163E8" w:rsidP="00126082">
            <w:pPr>
              <w:pStyle w:val="TabNumeri"/>
            </w:pPr>
            <w:r w:rsidRPr="00E94ED2">
              <w:t>-10,8</w:t>
            </w:r>
          </w:p>
        </w:tc>
        <w:tc>
          <w:tcPr>
            <w:tcW w:w="228" w:type="dxa"/>
          </w:tcPr>
          <w:p w14:paraId="4342F4EC" w14:textId="77777777" w:rsidR="000163E8" w:rsidRPr="00AA375C" w:rsidRDefault="000163E8" w:rsidP="00126082">
            <w:pPr>
              <w:pStyle w:val="TabNumeri"/>
            </w:pPr>
          </w:p>
        </w:tc>
        <w:tc>
          <w:tcPr>
            <w:tcW w:w="113" w:type="dxa"/>
            <w:shd w:val="clear" w:color="auto" w:fill="auto"/>
            <w:noWrap/>
          </w:tcPr>
          <w:p w14:paraId="7ABACE62" w14:textId="77777777" w:rsidR="000163E8" w:rsidRPr="00B64650" w:rsidRDefault="000163E8" w:rsidP="00126082">
            <w:pPr>
              <w:pStyle w:val="TabNumeri"/>
            </w:pPr>
          </w:p>
        </w:tc>
        <w:tc>
          <w:tcPr>
            <w:tcW w:w="680" w:type="dxa"/>
          </w:tcPr>
          <w:p w14:paraId="6B8C7ED5" w14:textId="77777777" w:rsidR="000163E8" w:rsidRPr="009E61ED" w:rsidRDefault="000163E8" w:rsidP="00126082">
            <w:pPr>
              <w:pStyle w:val="TabNumeri"/>
            </w:pPr>
            <w:r w:rsidRPr="00F9232D">
              <w:t>8,2</w:t>
            </w:r>
          </w:p>
        </w:tc>
        <w:tc>
          <w:tcPr>
            <w:tcW w:w="228" w:type="dxa"/>
            <w:tcBorders>
              <w:right w:val="single" w:sz="2" w:space="0" w:color="auto"/>
            </w:tcBorders>
            <w:noWrap/>
          </w:tcPr>
          <w:p w14:paraId="07EAADB0" w14:textId="77777777" w:rsidR="000163E8" w:rsidRPr="00811B57" w:rsidRDefault="000163E8" w:rsidP="00126082">
            <w:pPr>
              <w:pStyle w:val="TabNumeri"/>
            </w:pPr>
          </w:p>
        </w:tc>
        <w:tc>
          <w:tcPr>
            <w:tcW w:w="680" w:type="dxa"/>
            <w:tcBorders>
              <w:left w:val="single" w:sz="2" w:space="0" w:color="auto"/>
            </w:tcBorders>
            <w:noWrap/>
          </w:tcPr>
          <w:p w14:paraId="5115F99A" w14:textId="77777777" w:rsidR="000163E8" w:rsidRPr="00A27A0A" w:rsidRDefault="000163E8" w:rsidP="00126082">
            <w:pPr>
              <w:pStyle w:val="TabNumeri"/>
            </w:pPr>
            <w:proofErr w:type="spellStart"/>
            <w:r w:rsidRPr="005F653E">
              <w:t>n.d.</w:t>
            </w:r>
            <w:proofErr w:type="spellEnd"/>
          </w:p>
        </w:tc>
        <w:tc>
          <w:tcPr>
            <w:tcW w:w="228" w:type="dxa"/>
            <w:noWrap/>
          </w:tcPr>
          <w:p w14:paraId="5315596B" w14:textId="77777777" w:rsidR="000163E8" w:rsidRPr="00DC6642" w:rsidRDefault="000163E8" w:rsidP="00126082">
            <w:pPr>
              <w:pStyle w:val="TabNumeri"/>
            </w:pPr>
          </w:p>
        </w:tc>
        <w:tc>
          <w:tcPr>
            <w:tcW w:w="680" w:type="dxa"/>
            <w:noWrap/>
          </w:tcPr>
          <w:p w14:paraId="75143ADB" w14:textId="77777777" w:rsidR="000163E8" w:rsidRPr="00986A4F" w:rsidRDefault="000163E8" w:rsidP="00126082">
            <w:pPr>
              <w:pStyle w:val="TabNumeri"/>
            </w:pPr>
            <w:proofErr w:type="spellStart"/>
            <w:r w:rsidRPr="005F653E">
              <w:t>n.d.</w:t>
            </w:r>
            <w:proofErr w:type="spellEnd"/>
          </w:p>
        </w:tc>
        <w:tc>
          <w:tcPr>
            <w:tcW w:w="227" w:type="dxa"/>
            <w:tcBorders>
              <w:right w:val="single" w:sz="2" w:space="0" w:color="auto"/>
            </w:tcBorders>
            <w:noWrap/>
          </w:tcPr>
          <w:p w14:paraId="2422CD5C" w14:textId="77777777" w:rsidR="000163E8" w:rsidRPr="00986A4F" w:rsidRDefault="000163E8" w:rsidP="00126082">
            <w:pPr>
              <w:pStyle w:val="TabNumeri"/>
            </w:pPr>
          </w:p>
        </w:tc>
        <w:tc>
          <w:tcPr>
            <w:tcW w:w="680" w:type="dxa"/>
            <w:tcBorders>
              <w:left w:val="single" w:sz="2" w:space="0" w:color="auto"/>
            </w:tcBorders>
            <w:noWrap/>
          </w:tcPr>
          <w:p w14:paraId="662D082E" w14:textId="77777777" w:rsidR="000163E8" w:rsidRPr="00413582" w:rsidRDefault="000163E8" w:rsidP="00126082">
            <w:pPr>
              <w:pStyle w:val="TabNumeri"/>
            </w:pPr>
            <w:r w:rsidRPr="00E209DA">
              <w:t>13,5</w:t>
            </w:r>
          </w:p>
        </w:tc>
        <w:tc>
          <w:tcPr>
            <w:tcW w:w="227" w:type="dxa"/>
            <w:noWrap/>
          </w:tcPr>
          <w:p w14:paraId="689FAAAB" w14:textId="77777777" w:rsidR="000163E8" w:rsidRPr="00A319C0" w:rsidRDefault="000163E8" w:rsidP="00126082">
            <w:pPr>
              <w:pStyle w:val="TabNumeri"/>
            </w:pPr>
          </w:p>
        </w:tc>
      </w:tr>
      <w:tr w:rsidR="000163E8" w14:paraId="0275E505" w14:textId="77777777" w:rsidTr="00126082">
        <w:trPr>
          <w:cantSplit/>
          <w:trHeight w:val="255"/>
        </w:trPr>
        <w:tc>
          <w:tcPr>
            <w:tcW w:w="1985" w:type="dxa"/>
            <w:shd w:val="clear" w:color="auto" w:fill="DBDBDB" w:themeFill="accent3" w:themeFillTint="66"/>
            <w:noWrap/>
          </w:tcPr>
          <w:p w14:paraId="0E782A92" w14:textId="77777777" w:rsidR="000163E8" w:rsidRPr="00233F5C" w:rsidRDefault="000163E8" w:rsidP="00126082">
            <w:pPr>
              <w:pStyle w:val="TabEtichette"/>
            </w:pPr>
            <w:r>
              <w:t>Occupazione</w:t>
            </w:r>
          </w:p>
        </w:tc>
        <w:tc>
          <w:tcPr>
            <w:tcW w:w="680" w:type="dxa"/>
            <w:shd w:val="clear" w:color="auto" w:fill="DBDBDB" w:themeFill="accent3" w:themeFillTint="66"/>
            <w:noWrap/>
          </w:tcPr>
          <w:p w14:paraId="3305DF82" w14:textId="77777777" w:rsidR="000163E8" w:rsidRPr="00F86988" w:rsidRDefault="000163E8" w:rsidP="00126082">
            <w:pPr>
              <w:pStyle w:val="TabNumeri"/>
            </w:pPr>
            <w:r w:rsidRPr="00E615CA">
              <w:t>-7,5</w:t>
            </w:r>
          </w:p>
        </w:tc>
        <w:tc>
          <w:tcPr>
            <w:tcW w:w="228" w:type="dxa"/>
            <w:tcBorders>
              <w:right w:val="single" w:sz="4" w:space="0" w:color="auto"/>
            </w:tcBorders>
            <w:shd w:val="clear" w:color="auto" w:fill="DBDBDB" w:themeFill="accent3" w:themeFillTint="66"/>
            <w:noWrap/>
          </w:tcPr>
          <w:p w14:paraId="035C481C"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06471166" w14:textId="77777777" w:rsidR="000163E8" w:rsidRPr="00D65A6F" w:rsidRDefault="000163E8" w:rsidP="00126082">
            <w:pPr>
              <w:pStyle w:val="TabNumeri"/>
            </w:pPr>
            <w:proofErr w:type="spellStart"/>
            <w:r w:rsidRPr="00F60BFA">
              <w:t>n.d.</w:t>
            </w:r>
            <w:proofErr w:type="spellEnd"/>
          </w:p>
        </w:tc>
        <w:tc>
          <w:tcPr>
            <w:tcW w:w="228" w:type="dxa"/>
            <w:shd w:val="clear" w:color="auto" w:fill="DBDBDB" w:themeFill="accent3" w:themeFillTint="66"/>
            <w:noWrap/>
          </w:tcPr>
          <w:p w14:paraId="6F732482" w14:textId="77777777" w:rsidR="000163E8" w:rsidRPr="00C32B54" w:rsidRDefault="000163E8" w:rsidP="00126082">
            <w:pPr>
              <w:pStyle w:val="TabNumeri"/>
            </w:pPr>
            <w:r w:rsidRPr="00F60BFA">
              <w:t>[3]</w:t>
            </w:r>
          </w:p>
        </w:tc>
        <w:tc>
          <w:tcPr>
            <w:tcW w:w="680" w:type="dxa"/>
            <w:shd w:val="clear" w:color="auto" w:fill="DBDBDB" w:themeFill="accent3" w:themeFillTint="66"/>
            <w:noWrap/>
          </w:tcPr>
          <w:p w14:paraId="2F4C80BF" w14:textId="77777777" w:rsidR="000163E8" w:rsidRPr="00904DA8" w:rsidRDefault="000163E8" w:rsidP="00126082">
            <w:pPr>
              <w:pStyle w:val="TabNumeri"/>
            </w:pPr>
            <w:proofErr w:type="spellStart"/>
            <w:r w:rsidRPr="00F60BFA">
              <w:t>n.d.</w:t>
            </w:r>
            <w:proofErr w:type="spellEnd"/>
          </w:p>
        </w:tc>
        <w:tc>
          <w:tcPr>
            <w:tcW w:w="227" w:type="dxa"/>
            <w:tcBorders>
              <w:right w:val="single" w:sz="4" w:space="0" w:color="auto"/>
            </w:tcBorders>
            <w:shd w:val="clear" w:color="auto" w:fill="DBDBDB" w:themeFill="accent3" w:themeFillTint="66"/>
            <w:noWrap/>
          </w:tcPr>
          <w:p w14:paraId="24F3DA0F" w14:textId="77777777" w:rsidR="000163E8" w:rsidRPr="00904DA8" w:rsidRDefault="000163E8" w:rsidP="00126082">
            <w:pPr>
              <w:pStyle w:val="TabNumeri"/>
            </w:pPr>
            <w:r w:rsidRPr="00F60BFA">
              <w:t>[3]</w:t>
            </w:r>
          </w:p>
        </w:tc>
        <w:tc>
          <w:tcPr>
            <w:tcW w:w="680" w:type="dxa"/>
            <w:tcBorders>
              <w:left w:val="single" w:sz="4" w:space="0" w:color="auto"/>
            </w:tcBorders>
            <w:shd w:val="clear" w:color="auto" w:fill="DBDBDB" w:themeFill="accent3" w:themeFillTint="66"/>
            <w:noWrap/>
          </w:tcPr>
          <w:p w14:paraId="3A012D8B" w14:textId="77777777" w:rsidR="000163E8" w:rsidRPr="003C782D" w:rsidRDefault="000163E8" w:rsidP="00126082">
            <w:pPr>
              <w:pStyle w:val="TabNumeri"/>
            </w:pPr>
            <w:r w:rsidRPr="00E94ED2">
              <w:t>-10,0</w:t>
            </w:r>
          </w:p>
        </w:tc>
        <w:tc>
          <w:tcPr>
            <w:tcW w:w="228" w:type="dxa"/>
            <w:shd w:val="clear" w:color="auto" w:fill="DBDBDB" w:themeFill="accent3" w:themeFillTint="66"/>
          </w:tcPr>
          <w:p w14:paraId="5A3CFAE5" w14:textId="77777777" w:rsidR="000163E8" w:rsidRPr="00AA375C" w:rsidRDefault="000163E8" w:rsidP="00126082">
            <w:pPr>
              <w:pStyle w:val="TabNumeri"/>
            </w:pPr>
            <w:r w:rsidRPr="00E94ED2">
              <w:t>[4]</w:t>
            </w:r>
          </w:p>
        </w:tc>
        <w:tc>
          <w:tcPr>
            <w:tcW w:w="113" w:type="dxa"/>
            <w:shd w:val="clear" w:color="auto" w:fill="auto"/>
            <w:noWrap/>
          </w:tcPr>
          <w:p w14:paraId="70721561" w14:textId="77777777" w:rsidR="000163E8" w:rsidRPr="00B64650" w:rsidRDefault="000163E8" w:rsidP="00126082">
            <w:pPr>
              <w:pStyle w:val="TabNumeri"/>
            </w:pPr>
          </w:p>
        </w:tc>
        <w:tc>
          <w:tcPr>
            <w:tcW w:w="680" w:type="dxa"/>
            <w:shd w:val="clear" w:color="auto" w:fill="EDEDED" w:themeFill="accent3" w:themeFillTint="33"/>
          </w:tcPr>
          <w:p w14:paraId="63AB238C" w14:textId="77777777" w:rsidR="000163E8" w:rsidRPr="009E61ED" w:rsidRDefault="000163E8" w:rsidP="00126082">
            <w:pPr>
              <w:pStyle w:val="TabNumeri"/>
            </w:pPr>
            <w:r w:rsidRPr="00F9232D">
              <w:t>5,5</w:t>
            </w:r>
          </w:p>
        </w:tc>
        <w:tc>
          <w:tcPr>
            <w:tcW w:w="228" w:type="dxa"/>
            <w:tcBorders>
              <w:right w:val="single" w:sz="2" w:space="0" w:color="auto"/>
            </w:tcBorders>
            <w:shd w:val="clear" w:color="auto" w:fill="EDEDED" w:themeFill="accent3" w:themeFillTint="33"/>
            <w:noWrap/>
          </w:tcPr>
          <w:p w14:paraId="377F8EB2"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33921E87" w14:textId="77777777" w:rsidR="000163E8" w:rsidRPr="00A27A0A" w:rsidRDefault="000163E8" w:rsidP="00126082">
            <w:pPr>
              <w:pStyle w:val="TabNumeri"/>
            </w:pPr>
            <w:proofErr w:type="spellStart"/>
            <w:r w:rsidRPr="005F653E">
              <w:t>n.d.</w:t>
            </w:r>
            <w:proofErr w:type="spellEnd"/>
          </w:p>
        </w:tc>
        <w:tc>
          <w:tcPr>
            <w:tcW w:w="228" w:type="dxa"/>
            <w:shd w:val="clear" w:color="auto" w:fill="EDEDED" w:themeFill="accent3" w:themeFillTint="33"/>
            <w:noWrap/>
          </w:tcPr>
          <w:p w14:paraId="07A9EF0C" w14:textId="77777777" w:rsidR="000163E8" w:rsidRPr="00DC6642" w:rsidRDefault="000163E8" w:rsidP="00126082">
            <w:pPr>
              <w:pStyle w:val="TabNumeri"/>
            </w:pPr>
            <w:r w:rsidRPr="005F653E">
              <w:t>[3]</w:t>
            </w:r>
          </w:p>
        </w:tc>
        <w:tc>
          <w:tcPr>
            <w:tcW w:w="680" w:type="dxa"/>
            <w:shd w:val="clear" w:color="auto" w:fill="EDEDED" w:themeFill="accent3" w:themeFillTint="33"/>
            <w:noWrap/>
          </w:tcPr>
          <w:p w14:paraId="1D445636" w14:textId="77777777" w:rsidR="000163E8" w:rsidRPr="00986A4F" w:rsidRDefault="000163E8" w:rsidP="00126082">
            <w:pPr>
              <w:pStyle w:val="TabNumeri"/>
            </w:pPr>
            <w:proofErr w:type="spellStart"/>
            <w:r w:rsidRPr="005F653E">
              <w:t>n.d.</w:t>
            </w:r>
            <w:proofErr w:type="spellEnd"/>
          </w:p>
        </w:tc>
        <w:tc>
          <w:tcPr>
            <w:tcW w:w="227" w:type="dxa"/>
            <w:tcBorders>
              <w:right w:val="single" w:sz="2" w:space="0" w:color="auto"/>
            </w:tcBorders>
            <w:shd w:val="clear" w:color="auto" w:fill="EDEDED" w:themeFill="accent3" w:themeFillTint="33"/>
            <w:noWrap/>
          </w:tcPr>
          <w:p w14:paraId="61AC0798" w14:textId="77777777" w:rsidR="000163E8" w:rsidRPr="00986A4F" w:rsidRDefault="000163E8" w:rsidP="00126082">
            <w:pPr>
              <w:pStyle w:val="TabNumeri"/>
            </w:pPr>
            <w:r w:rsidRPr="005F653E">
              <w:t>[3]</w:t>
            </w:r>
          </w:p>
        </w:tc>
        <w:tc>
          <w:tcPr>
            <w:tcW w:w="680" w:type="dxa"/>
            <w:tcBorders>
              <w:left w:val="single" w:sz="2" w:space="0" w:color="auto"/>
            </w:tcBorders>
            <w:shd w:val="clear" w:color="auto" w:fill="EDEDED" w:themeFill="accent3" w:themeFillTint="33"/>
            <w:noWrap/>
          </w:tcPr>
          <w:p w14:paraId="1FAC31FB" w14:textId="77777777" w:rsidR="000163E8" w:rsidRPr="00413582" w:rsidRDefault="000163E8" w:rsidP="00126082">
            <w:pPr>
              <w:pStyle w:val="TabNumeri"/>
            </w:pPr>
            <w:r w:rsidRPr="00E209DA">
              <w:t>4,9</w:t>
            </w:r>
          </w:p>
        </w:tc>
        <w:tc>
          <w:tcPr>
            <w:tcW w:w="227" w:type="dxa"/>
            <w:shd w:val="clear" w:color="auto" w:fill="EDEDED" w:themeFill="accent3" w:themeFillTint="33"/>
            <w:noWrap/>
          </w:tcPr>
          <w:p w14:paraId="2C0622E8" w14:textId="77777777" w:rsidR="000163E8" w:rsidRPr="00A319C0" w:rsidRDefault="000163E8" w:rsidP="00126082">
            <w:pPr>
              <w:pStyle w:val="TabNumeri"/>
            </w:pPr>
            <w:r w:rsidRPr="00E209DA">
              <w:t>[4]</w:t>
            </w:r>
          </w:p>
        </w:tc>
      </w:tr>
      <w:tr w:rsidR="000163E8" w14:paraId="32ADEF8D" w14:textId="77777777" w:rsidTr="00126082">
        <w:trPr>
          <w:cantSplit/>
          <w:trHeight w:val="255"/>
        </w:trPr>
        <w:tc>
          <w:tcPr>
            <w:tcW w:w="1985" w:type="dxa"/>
            <w:noWrap/>
          </w:tcPr>
          <w:p w14:paraId="7FDF8FE8" w14:textId="77777777" w:rsidR="000163E8" w:rsidRPr="00233F5C" w:rsidRDefault="000163E8" w:rsidP="00126082">
            <w:pPr>
              <w:pStyle w:val="TabEtichette"/>
            </w:pPr>
            <w:r w:rsidRPr="00233F5C">
              <w:t>Disoccupazione [</w:t>
            </w:r>
            <w:r>
              <w:t>a</w:t>
            </w:r>
            <w:r w:rsidRPr="00233F5C">
              <w:t>]</w:t>
            </w:r>
          </w:p>
        </w:tc>
        <w:tc>
          <w:tcPr>
            <w:tcW w:w="680" w:type="dxa"/>
            <w:noWrap/>
          </w:tcPr>
          <w:p w14:paraId="3EA0C619" w14:textId="77777777" w:rsidR="000163E8" w:rsidRPr="00F86988" w:rsidRDefault="000163E8" w:rsidP="00126082">
            <w:pPr>
              <w:pStyle w:val="TabNumeri"/>
            </w:pPr>
            <w:r w:rsidRPr="00E615CA">
              <w:t>11,8</w:t>
            </w:r>
          </w:p>
        </w:tc>
        <w:tc>
          <w:tcPr>
            <w:tcW w:w="228" w:type="dxa"/>
            <w:tcBorders>
              <w:right w:val="single" w:sz="4" w:space="0" w:color="auto"/>
            </w:tcBorders>
            <w:noWrap/>
          </w:tcPr>
          <w:p w14:paraId="38DC7F94" w14:textId="77777777" w:rsidR="000163E8" w:rsidRPr="00B64650" w:rsidRDefault="000163E8" w:rsidP="00126082">
            <w:pPr>
              <w:pStyle w:val="TabNumeri"/>
            </w:pPr>
          </w:p>
        </w:tc>
        <w:tc>
          <w:tcPr>
            <w:tcW w:w="680" w:type="dxa"/>
            <w:tcBorders>
              <w:left w:val="single" w:sz="4" w:space="0" w:color="auto"/>
            </w:tcBorders>
            <w:noWrap/>
          </w:tcPr>
          <w:p w14:paraId="7E172A14" w14:textId="77777777" w:rsidR="000163E8" w:rsidRPr="00D65A6F" w:rsidRDefault="000163E8" w:rsidP="00126082">
            <w:pPr>
              <w:pStyle w:val="TabNumeri"/>
            </w:pPr>
            <w:r w:rsidRPr="00F60BFA">
              <w:t>10,1</w:t>
            </w:r>
          </w:p>
        </w:tc>
        <w:tc>
          <w:tcPr>
            <w:tcW w:w="228" w:type="dxa"/>
            <w:noWrap/>
          </w:tcPr>
          <w:p w14:paraId="59B62EE2" w14:textId="77777777" w:rsidR="000163E8" w:rsidRPr="00C32B54" w:rsidRDefault="000163E8" w:rsidP="00126082">
            <w:pPr>
              <w:pStyle w:val="TabNumeri"/>
            </w:pPr>
          </w:p>
        </w:tc>
        <w:tc>
          <w:tcPr>
            <w:tcW w:w="680" w:type="dxa"/>
            <w:noWrap/>
          </w:tcPr>
          <w:p w14:paraId="3D318A6A" w14:textId="77777777" w:rsidR="000163E8" w:rsidRPr="00904DA8" w:rsidRDefault="000163E8" w:rsidP="00126082">
            <w:pPr>
              <w:pStyle w:val="TabNumeri"/>
            </w:pPr>
            <w:r w:rsidRPr="00F60BFA">
              <w:t>10,7</w:t>
            </w:r>
          </w:p>
        </w:tc>
        <w:tc>
          <w:tcPr>
            <w:tcW w:w="227" w:type="dxa"/>
            <w:tcBorders>
              <w:right w:val="single" w:sz="4" w:space="0" w:color="auto"/>
            </w:tcBorders>
            <w:noWrap/>
          </w:tcPr>
          <w:p w14:paraId="3097D714" w14:textId="77777777" w:rsidR="000163E8" w:rsidRPr="00904DA8" w:rsidRDefault="000163E8" w:rsidP="00126082">
            <w:pPr>
              <w:pStyle w:val="TabNumeri"/>
            </w:pPr>
          </w:p>
        </w:tc>
        <w:tc>
          <w:tcPr>
            <w:tcW w:w="680" w:type="dxa"/>
            <w:tcBorders>
              <w:left w:val="single" w:sz="4" w:space="0" w:color="auto"/>
            </w:tcBorders>
            <w:noWrap/>
          </w:tcPr>
          <w:p w14:paraId="4C22FA8C" w14:textId="77777777" w:rsidR="000163E8" w:rsidRPr="003C782D" w:rsidRDefault="000163E8" w:rsidP="00126082">
            <w:pPr>
              <w:pStyle w:val="TabNumeri"/>
            </w:pPr>
            <w:r w:rsidRPr="00E94ED2">
              <w:t>9,8</w:t>
            </w:r>
          </w:p>
        </w:tc>
        <w:tc>
          <w:tcPr>
            <w:tcW w:w="228" w:type="dxa"/>
          </w:tcPr>
          <w:p w14:paraId="74F2B65B" w14:textId="77777777" w:rsidR="000163E8" w:rsidRPr="00AA375C" w:rsidRDefault="000163E8" w:rsidP="00126082">
            <w:pPr>
              <w:pStyle w:val="TabNumeri"/>
            </w:pPr>
          </w:p>
        </w:tc>
        <w:tc>
          <w:tcPr>
            <w:tcW w:w="113" w:type="dxa"/>
            <w:shd w:val="clear" w:color="auto" w:fill="auto"/>
            <w:noWrap/>
          </w:tcPr>
          <w:p w14:paraId="1E4AB7AC" w14:textId="77777777" w:rsidR="000163E8" w:rsidRPr="00B64650" w:rsidRDefault="000163E8" w:rsidP="00126082">
            <w:pPr>
              <w:pStyle w:val="TabNumeri"/>
            </w:pPr>
          </w:p>
        </w:tc>
        <w:tc>
          <w:tcPr>
            <w:tcW w:w="680" w:type="dxa"/>
          </w:tcPr>
          <w:p w14:paraId="337509A4" w14:textId="77777777" w:rsidR="000163E8" w:rsidRPr="009E61ED" w:rsidRDefault="000163E8" w:rsidP="00126082">
            <w:pPr>
              <w:pStyle w:val="TabNumeri"/>
            </w:pPr>
            <w:r w:rsidRPr="00F9232D">
              <w:t>10,7</w:t>
            </w:r>
          </w:p>
        </w:tc>
        <w:tc>
          <w:tcPr>
            <w:tcW w:w="228" w:type="dxa"/>
            <w:tcBorders>
              <w:right w:val="single" w:sz="2" w:space="0" w:color="auto"/>
            </w:tcBorders>
            <w:noWrap/>
          </w:tcPr>
          <w:p w14:paraId="2BFFAF59" w14:textId="77777777" w:rsidR="000163E8" w:rsidRPr="00811B57" w:rsidRDefault="000163E8" w:rsidP="00126082">
            <w:pPr>
              <w:pStyle w:val="TabNumeri"/>
            </w:pPr>
          </w:p>
        </w:tc>
        <w:tc>
          <w:tcPr>
            <w:tcW w:w="680" w:type="dxa"/>
            <w:tcBorders>
              <w:left w:val="single" w:sz="2" w:space="0" w:color="auto"/>
            </w:tcBorders>
            <w:noWrap/>
          </w:tcPr>
          <w:p w14:paraId="0AF6A9D9" w14:textId="77777777" w:rsidR="000163E8" w:rsidRPr="00A27A0A" w:rsidRDefault="000163E8" w:rsidP="00126082">
            <w:pPr>
              <w:pStyle w:val="TabNumeri"/>
            </w:pPr>
            <w:r w:rsidRPr="005F653E">
              <w:t>11,7</w:t>
            </w:r>
          </w:p>
        </w:tc>
        <w:tc>
          <w:tcPr>
            <w:tcW w:w="228" w:type="dxa"/>
            <w:noWrap/>
          </w:tcPr>
          <w:p w14:paraId="33DEAC5F" w14:textId="77777777" w:rsidR="000163E8" w:rsidRPr="00DC6642" w:rsidRDefault="000163E8" w:rsidP="00126082">
            <w:pPr>
              <w:pStyle w:val="TabNumeri"/>
            </w:pPr>
          </w:p>
        </w:tc>
        <w:tc>
          <w:tcPr>
            <w:tcW w:w="680" w:type="dxa"/>
            <w:noWrap/>
          </w:tcPr>
          <w:p w14:paraId="00877761" w14:textId="77777777" w:rsidR="000163E8" w:rsidRPr="00986A4F" w:rsidRDefault="000163E8" w:rsidP="00126082">
            <w:pPr>
              <w:pStyle w:val="TabNumeri"/>
            </w:pPr>
            <w:r w:rsidRPr="005F653E">
              <w:t>11,9</w:t>
            </w:r>
          </w:p>
        </w:tc>
        <w:tc>
          <w:tcPr>
            <w:tcW w:w="227" w:type="dxa"/>
            <w:tcBorders>
              <w:right w:val="single" w:sz="2" w:space="0" w:color="auto"/>
            </w:tcBorders>
            <w:noWrap/>
          </w:tcPr>
          <w:p w14:paraId="67FB86EC" w14:textId="77777777" w:rsidR="000163E8" w:rsidRPr="00986A4F" w:rsidRDefault="000163E8" w:rsidP="00126082">
            <w:pPr>
              <w:pStyle w:val="TabNumeri"/>
            </w:pPr>
          </w:p>
        </w:tc>
        <w:tc>
          <w:tcPr>
            <w:tcW w:w="680" w:type="dxa"/>
            <w:tcBorders>
              <w:left w:val="single" w:sz="2" w:space="0" w:color="auto"/>
            </w:tcBorders>
            <w:noWrap/>
          </w:tcPr>
          <w:p w14:paraId="3773FEE7" w14:textId="77777777" w:rsidR="000163E8" w:rsidRPr="00413582" w:rsidRDefault="000163E8" w:rsidP="00126082">
            <w:pPr>
              <w:pStyle w:val="TabNumeri"/>
            </w:pPr>
            <w:r w:rsidRPr="00E209DA">
              <w:t>11,3</w:t>
            </w:r>
          </w:p>
        </w:tc>
        <w:tc>
          <w:tcPr>
            <w:tcW w:w="227" w:type="dxa"/>
            <w:noWrap/>
          </w:tcPr>
          <w:p w14:paraId="7806A9D3" w14:textId="77777777" w:rsidR="000163E8" w:rsidRPr="00A319C0" w:rsidRDefault="000163E8" w:rsidP="00126082">
            <w:pPr>
              <w:pStyle w:val="TabNumeri"/>
            </w:pPr>
          </w:p>
        </w:tc>
      </w:tr>
      <w:tr w:rsidR="000163E8" w14:paraId="29BDD8AB" w14:textId="77777777" w:rsidTr="00126082">
        <w:trPr>
          <w:cantSplit/>
          <w:trHeight w:val="255"/>
        </w:trPr>
        <w:tc>
          <w:tcPr>
            <w:tcW w:w="1985" w:type="dxa"/>
            <w:shd w:val="clear" w:color="auto" w:fill="DBDBDB" w:themeFill="accent3" w:themeFillTint="66"/>
            <w:noWrap/>
          </w:tcPr>
          <w:p w14:paraId="55CBBD47" w14:textId="77777777" w:rsidR="000163E8" w:rsidRPr="00233F5C" w:rsidRDefault="000163E8" w:rsidP="00126082">
            <w:pPr>
              <w:pStyle w:val="TabEtichette"/>
            </w:pPr>
            <w:r w:rsidRPr="00233F5C">
              <w:t>Prezzi al consumo</w:t>
            </w:r>
          </w:p>
        </w:tc>
        <w:tc>
          <w:tcPr>
            <w:tcW w:w="680" w:type="dxa"/>
            <w:shd w:val="clear" w:color="auto" w:fill="DBDBDB" w:themeFill="accent3" w:themeFillTint="66"/>
            <w:noWrap/>
          </w:tcPr>
          <w:p w14:paraId="04292A75" w14:textId="77777777" w:rsidR="000163E8" w:rsidRPr="00F86988" w:rsidRDefault="000163E8" w:rsidP="00126082">
            <w:pPr>
              <w:pStyle w:val="TabNumeri"/>
            </w:pPr>
            <w:r w:rsidRPr="00E615CA">
              <w:t>-0,3</w:t>
            </w:r>
          </w:p>
        </w:tc>
        <w:tc>
          <w:tcPr>
            <w:tcW w:w="228" w:type="dxa"/>
            <w:tcBorders>
              <w:right w:val="single" w:sz="4" w:space="0" w:color="auto"/>
            </w:tcBorders>
            <w:shd w:val="clear" w:color="auto" w:fill="DBDBDB" w:themeFill="accent3" w:themeFillTint="66"/>
            <w:noWrap/>
          </w:tcPr>
          <w:p w14:paraId="3A4E7FEE" w14:textId="77777777" w:rsidR="000163E8" w:rsidRPr="00B64650" w:rsidRDefault="000163E8" w:rsidP="00126082">
            <w:pPr>
              <w:pStyle w:val="TabNumeri"/>
            </w:pPr>
            <w:r w:rsidRPr="00E615CA">
              <w:t>[5]</w:t>
            </w:r>
          </w:p>
        </w:tc>
        <w:tc>
          <w:tcPr>
            <w:tcW w:w="680" w:type="dxa"/>
            <w:tcBorders>
              <w:left w:val="single" w:sz="4" w:space="0" w:color="auto"/>
            </w:tcBorders>
            <w:shd w:val="clear" w:color="auto" w:fill="DBDBDB" w:themeFill="accent3" w:themeFillTint="66"/>
            <w:noWrap/>
          </w:tcPr>
          <w:p w14:paraId="708E947E" w14:textId="77777777" w:rsidR="000163E8" w:rsidRPr="00D65A6F" w:rsidRDefault="000163E8" w:rsidP="00126082">
            <w:pPr>
              <w:pStyle w:val="TabNumeri"/>
            </w:pPr>
            <w:r w:rsidRPr="00F60BFA">
              <w:t>-0,1</w:t>
            </w:r>
          </w:p>
        </w:tc>
        <w:tc>
          <w:tcPr>
            <w:tcW w:w="228" w:type="dxa"/>
            <w:shd w:val="clear" w:color="auto" w:fill="DBDBDB" w:themeFill="accent3" w:themeFillTint="66"/>
            <w:noWrap/>
          </w:tcPr>
          <w:p w14:paraId="28E3871B" w14:textId="77777777" w:rsidR="000163E8" w:rsidRPr="00C32B54" w:rsidRDefault="000163E8" w:rsidP="00126082">
            <w:pPr>
              <w:pStyle w:val="TabNumeri"/>
            </w:pPr>
            <w:r w:rsidRPr="00F60BFA">
              <w:t>[5]</w:t>
            </w:r>
          </w:p>
        </w:tc>
        <w:tc>
          <w:tcPr>
            <w:tcW w:w="680" w:type="dxa"/>
            <w:shd w:val="clear" w:color="auto" w:fill="DBDBDB" w:themeFill="accent3" w:themeFillTint="66"/>
            <w:noWrap/>
          </w:tcPr>
          <w:p w14:paraId="3BC2EEDA" w14:textId="77777777" w:rsidR="000163E8" w:rsidRPr="00904DA8" w:rsidRDefault="000163E8" w:rsidP="00126082">
            <w:pPr>
              <w:pStyle w:val="TabNumeri"/>
            </w:pPr>
            <w:r w:rsidRPr="00F60BFA">
              <w:t>-0,2</w:t>
            </w:r>
          </w:p>
        </w:tc>
        <w:tc>
          <w:tcPr>
            <w:tcW w:w="227" w:type="dxa"/>
            <w:tcBorders>
              <w:right w:val="single" w:sz="4" w:space="0" w:color="auto"/>
            </w:tcBorders>
            <w:shd w:val="clear" w:color="auto" w:fill="DBDBDB" w:themeFill="accent3" w:themeFillTint="66"/>
            <w:noWrap/>
          </w:tcPr>
          <w:p w14:paraId="4051E515" w14:textId="77777777" w:rsidR="000163E8" w:rsidRPr="00904DA8" w:rsidRDefault="000163E8" w:rsidP="00126082">
            <w:pPr>
              <w:pStyle w:val="TabNumeri"/>
            </w:pPr>
            <w:r w:rsidRPr="00F60BFA">
              <w:t>[5]</w:t>
            </w:r>
          </w:p>
        </w:tc>
        <w:tc>
          <w:tcPr>
            <w:tcW w:w="680" w:type="dxa"/>
            <w:tcBorders>
              <w:left w:val="single" w:sz="4" w:space="0" w:color="auto"/>
            </w:tcBorders>
            <w:shd w:val="clear" w:color="auto" w:fill="DBDBDB" w:themeFill="accent3" w:themeFillTint="66"/>
            <w:noWrap/>
          </w:tcPr>
          <w:p w14:paraId="20CE1FD6" w14:textId="77777777" w:rsidR="000163E8" w:rsidRPr="003C782D" w:rsidRDefault="000163E8" w:rsidP="00126082">
            <w:pPr>
              <w:pStyle w:val="TabNumeri"/>
            </w:pPr>
            <w:r w:rsidRPr="00E94ED2">
              <w:t>-0,1</w:t>
            </w:r>
          </w:p>
        </w:tc>
        <w:tc>
          <w:tcPr>
            <w:tcW w:w="228" w:type="dxa"/>
            <w:shd w:val="clear" w:color="auto" w:fill="DBDBDB" w:themeFill="accent3" w:themeFillTint="66"/>
          </w:tcPr>
          <w:p w14:paraId="1EA819FA" w14:textId="77777777" w:rsidR="000163E8" w:rsidRPr="00AA375C" w:rsidRDefault="000163E8" w:rsidP="00126082">
            <w:pPr>
              <w:pStyle w:val="TabNumeri"/>
            </w:pPr>
          </w:p>
        </w:tc>
        <w:tc>
          <w:tcPr>
            <w:tcW w:w="113" w:type="dxa"/>
            <w:shd w:val="clear" w:color="auto" w:fill="auto"/>
            <w:noWrap/>
          </w:tcPr>
          <w:p w14:paraId="31F95F5E" w14:textId="77777777" w:rsidR="000163E8" w:rsidRPr="00B64650" w:rsidRDefault="000163E8" w:rsidP="00126082">
            <w:pPr>
              <w:pStyle w:val="TabNumeri"/>
            </w:pPr>
          </w:p>
        </w:tc>
        <w:tc>
          <w:tcPr>
            <w:tcW w:w="680" w:type="dxa"/>
            <w:shd w:val="clear" w:color="auto" w:fill="EDEDED" w:themeFill="accent3" w:themeFillTint="33"/>
          </w:tcPr>
          <w:p w14:paraId="46CC60EE" w14:textId="77777777" w:rsidR="000163E8" w:rsidRPr="009E61ED" w:rsidRDefault="000163E8" w:rsidP="00126082">
            <w:pPr>
              <w:pStyle w:val="TabNumeri"/>
            </w:pPr>
            <w:r w:rsidRPr="00F9232D">
              <w:t>0,7</w:t>
            </w:r>
          </w:p>
        </w:tc>
        <w:tc>
          <w:tcPr>
            <w:tcW w:w="228" w:type="dxa"/>
            <w:tcBorders>
              <w:right w:val="single" w:sz="2" w:space="0" w:color="auto"/>
            </w:tcBorders>
            <w:shd w:val="clear" w:color="auto" w:fill="EDEDED" w:themeFill="accent3" w:themeFillTint="33"/>
            <w:noWrap/>
          </w:tcPr>
          <w:p w14:paraId="29AF64C0" w14:textId="77777777" w:rsidR="000163E8" w:rsidRPr="00811B57" w:rsidRDefault="000163E8" w:rsidP="00126082">
            <w:pPr>
              <w:pStyle w:val="TabNumeri"/>
            </w:pPr>
            <w:r w:rsidRPr="00F9232D">
              <w:t>[5]</w:t>
            </w:r>
          </w:p>
        </w:tc>
        <w:tc>
          <w:tcPr>
            <w:tcW w:w="680" w:type="dxa"/>
            <w:tcBorders>
              <w:left w:val="single" w:sz="2" w:space="0" w:color="auto"/>
            </w:tcBorders>
            <w:shd w:val="clear" w:color="auto" w:fill="EDEDED" w:themeFill="accent3" w:themeFillTint="33"/>
            <w:noWrap/>
          </w:tcPr>
          <w:p w14:paraId="48B8EEDE" w14:textId="77777777" w:rsidR="000163E8" w:rsidRPr="00A27A0A" w:rsidRDefault="000163E8" w:rsidP="00126082">
            <w:pPr>
              <w:pStyle w:val="TabNumeri"/>
            </w:pPr>
            <w:r w:rsidRPr="005F653E">
              <w:t>0,1</w:t>
            </w:r>
          </w:p>
        </w:tc>
        <w:tc>
          <w:tcPr>
            <w:tcW w:w="228" w:type="dxa"/>
            <w:shd w:val="clear" w:color="auto" w:fill="EDEDED" w:themeFill="accent3" w:themeFillTint="33"/>
            <w:noWrap/>
          </w:tcPr>
          <w:p w14:paraId="79B0A1AC" w14:textId="77777777" w:rsidR="000163E8" w:rsidRPr="00DC6642" w:rsidRDefault="000163E8" w:rsidP="00126082">
            <w:pPr>
              <w:pStyle w:val="TabNumeri"/>
            </w:pPr>
            <w:r w:rsidRPr="005F653E">
              <w:t>[5]</w:t>
            </w:r>
          </w:p>
        </w:tc>
        <w:tc>
          <w:tcPr>
            <w:tcW w:w="680" w:type="dxa"/>
            <w:shd w:val="clear" w:color="auto" w:fill="EDEDED" w:themeFill="accent3" w:themeFillTint="33"/>
            <w:noWrap/>
          </w:tcPr>
          <w:p w14:paraId="08373A53" w14:textId="77777777" w:rsidR="000163E8" w:rsidRPr="00986A4F" w:rsidRDefault="000163E8" w:rsidP="00126082">
            <w:pPr>
              <w:pStyle w:val="TabNumeri"/>
            </w:pPr>
            <w:r w:rsidRPr="005F653E">
              <w:t>-0,1</w:t>
            </w:r>
          </w:p>
        </w:tc>
        <w:tc>
          <w:tcPr>
            <w:tcW w:w="227" w:type="dxa"/>
            <w:tcBorders>
              <w:right w:val="single" w:sz="2" w:space="0" w:color="auto"/>
            </w:tcBorders>
            <w:shd w:val="clear" w:color="auto" w:fill="EDEDED" w:themeFill="accent3" w:themeFillTint="33"/>
            <w:noWrap/>
          </w:tcPr>
          <w:p w14:paraId="49C538ED" w14:textId="77777777" w:rsidR="000163E8" w:rsidRPr="00986A4F" w:rsidRDefault="000163E8" w:rsidP="00126082">
            <w:pPr>
              <w:pStyle w:val="TabNumeri"/>
            </w:pPr>
            <w:r w:rsidRPr="005F653E">
              <w:t>[5]</w:t>
            </w:r>
          </w:p>
        </w:tc>
        <w:tc>
          <w:tcPr>
            <w:tcW w:w="680" w:type="dxa"/>
            <w:tcBorders>
              <w:left w:val="single" w:sz="2" w:space="0" w:color="auto"/>
            </w:tcBorders>
            <w:shd w:val="clear" w:color="auto" w:fill="EDEDED" w:themeFill="accent3" w:themeFillTint="33"/>
            <w:noWrap/>
          </w:tcPr>
          <w:p w14:paraId="2E25AD79" w14:textId="77777777" w:rsidR="000163E8" w:rsidRPr="00413582" w:rsidRDefault="000163E8" w:rsidP="00126082">
            <w:pPr>
              <w:pStyle w:val="TabNumeri"/>
            </w:pPr>
            <w:r w:rsidRPr="00E209DA">
              <w:t>0,7</w:t>
            </w:r>
          </w:p>
        </w:tc>
        <w:tc>
          <w:tcPr>
            <w:tcW w:w="227" w:type="dxa"/>
            <w:shd w:val="clear" w:color="auto" w:fill="EDEDED" w:themeFill="accent3" w:themeFillTint="33"/>
            <w:noWrap/>
          </w:tcPr>
          <w:p w14:paraId="767CB878" w14:textId="77777777" w:rsidR="000163E8" w:rsidRPr="00A319C0" w:rsidRDefault="000163E8" w:rsidP="00126082">
            <w:pPr>
              <w:pStyle w:val="TabNumeri"/>
            </w:pPr>
          </w:p>
        </w:tc>
      </w:tr>
      <w:tr w:rsidR="000163E8" w14:paraId="5BF8A24E" w14:textId="77777777" w:rsidTr="00126082">
        <w:trPr>
          <w:cantSplit/>
          <w:trHeight w:val="255"/>
        </w:trPr>
        <w:tc>
          <w:tcPr>
            <w:tcW w:w="1985" w:type="dxa"/>
            <w:noWrap/>
          </w:tcPr>
          <w:p w14:paraId="732DE25F" w14:textId="77777777" w:rsidR="000163E8" w:rsidRPr="00233F5C" w:rsidRDefault="000163E8" w:rsidP="00126082">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680" w:type="dxa"/>
            <w:noWrap/>
          </w:tcPr>
          <w:p w14:paraId="425256F0" w14:textId="77777777" w:rsidR="000163E8" w:rsidRPr="00F86988" w:rsidRDefault="000163E8" w:rsidP="00126082">
            <w:pPr>
              <w:pStyle w:val="TabNumeri"/>
            </w:pPr>
            <w:r w:rsidRPr="00E615CA">
              <w:t>3,4</w:t>
            </w:r>
          </w:p>
        </w:tc>
        <w:tc>
          <w:tcPr>
            <w:tcW w:w="228" w:type="dxa"/>
            <w:tcBorders>
              <w:right w:val="single" w:sz="4" w:space="0" w:color="auto"/>
            </w:tcBorders>
            <w:noWrap/>
          </w:tcPr>
          <w:p w14:paraId="6BDE1BE9" w14:textId="77777777" w:rsidR="000163E8" w:rsidRPr="00B64650" w:rsidRDefault="000163E8" w:rsidP="00126082">
            <w:pPr>
              <w:pStyle w:val="TabNumeri"/>
            </w:pPr>
          </w:p>
        </w:tc>
        <w:tc>
          <w:tcPr>
            <w:tcW w:w="680" w:type="dxa"/>
            <w:tcBorders>
              <w:left w:val="single" w:sz="4" w:space="0" w:color="auto"/>
            </w:tcBorders>
            <w:noWrap/>
          </w:tcPr>
          <w:p w14:paraId="42E1BAF9" w14:textId="77777777" w:rsidR="000163E8" w:rsidRPr="00D65A6F" w:rsidRDefault="000163E8" w:rsidP="00126082">
            <w:pPr>
              <w:pStyle w:val="TabNumeri"/>
            </w:pPr>
            <w:r w:rsidRPr="00F60BFA">
              <w:t>2,7</w:t>
            </w:r>
          </w:p>
        </w:tc>
        <w:tc>
          <w:tcPr>
            <w:tcW w:w="228" w:type="dxa"/>
            <w:noWrap/>
          </w:tcPr>
          <w:p w14:paraId="68CEA9B6" w14:textId="77777777" w:rsidR="000163E8" w:rsidRPr="00C32B54" w:rsidRDefault="000163E8" w:rsidP="00126082">
            <w:pPr>
              <w:pStyle w:val="TabNumeri"/>
            </w:pPr>
          </w:p>
        </w:tc>
        <w:tc>
          <w:tcPr>
            <w:tcW w:w="680" w:type="dxa"/>
            <w:noWrap/>
          </w:tcPr>
          <w:p w14:paraId="5B51A15A" w14:textId="77777777" w:rsidR="000163E8" w:rsidRPr="00904DA8" w:rsidRDefault="000163E8" w:rsidP="00126082">
            <w:pPr>
              <w:pStyle w:val="TabNumeri"/>
            </w:pPr>
            <w:r w:rsidRPr="00F60BFA">
              <w:t>2,7</w:t>
            </w:r>
          </w:p>
        </w:tc>
        <w:tc>
          <w:tcPr>
            <w:tcW w:w="227" w:type="dxa"/>
            <w:tcBorders>
              <w:right w:val="single" w:sz="4" w:space="0" w:color="auto"/>
            </w:tcBorders>
            <w:noWrap/>
          </w:tcPr>
          <w:p w14:paraId="65A7EBA9" w14:textId="77777777" w:rsidR="000163E8" w:rsidRPr="00904DA8" w:rsidRDefault="000163E8" w:rsidP="00126082">
            <w:pPr>
              <w:pStyle w:val="TabNumeri"/>
            </w:pPr>
          </w:p>
        </w:tc>
        <w:tc>
          <w:tcPr>
            <w:tcW w:w="680" w:type="dxa"/>
            <w:tcBorders>
              <w:left w:val="single" w:sz="4" w:space="0" w:color="auto"/>
            </w:tcBorders>
            <w:noWrap/>
          </w:tcPr>
          <w:p w14:paraId="760896CC" w14:textId="77777777" w:rsidR="000163E8" w:rsidRPr="003C782D" w:rsidRDefault="000163E8" w:rsidP="00126082">
            <w:pPr>
              <w:pStyle w:val="TabNumeri"/>
            </w:pPr>
            <w:r w:rsidRPr="00E94ED2">
              <w:t>2,6</w:t>
            </w:r>
          </w:p>
        </w:tc>
        <w:tc>
          <w:tcPr>
            <w:tcW w:w="228" w:type="dxa"/>
          </w:tcPr>
          <w:p w14:paraId="428DF93C" w14:textId="77777777" w:rsidR="000163E8" w:rsidRPr="00AA375C" w:rsidRDefault="000163E8" w:rsidP="00126082">
            <w:pPr>
              <w:pStyle w:val="TabNumeri"/>
            </w:pPr>
            <w:r w:rsidRPr="00E94ED2">
              <w:t>[6]</w:t>
            </w:r>
          </w:p>
        </w:tc>
        <w:tc>
          <w:tcPr>
            <w:tcW w:w="113" w:type="dxa"/>
            <w:shd w:val="clear" w:color="auto" w:fill="auto"/>
            <w:noWrap/>
          </w:tcPr>
          <w:p w14:paraId="5B9F46A4" w14:textId="77777777" w:rsidR="000163E8" w:rsidRPr="00B64650" w:rsidRDefault="000163E8" w:rsidP="00126082">
            <w:pPr>
              <w:pStyle w:val="TabNumeri"/>
            </w:pPr>
          </w:p>
        </w:tc>
        <w:tc>
          <w:tcPr>
            <w:tcW w:w="680" w:type="dxa"/>
          </w:tcPr>
          <w:p w14:paraId="0865E53D" w14:textId="77777777" w:rsidR="000163E8" w:rsidRPr="009E61ED" w:rsidRDefault="000163E8" w:rsidP="00126082">
            <w:pPr>
              <w:pStyle w:val="TabNumeri"/>
            </w:pPr>
            <w:r w:rsidRPr="00F9232D">
              <w:t>3,3</w:t>
            </w:r>
          </w:p>
        </w:tc>
        <w:tc>
          <w:tcPr>
            <w:tcW w:w="228" w:type="dxa"/>
            <w:tcBorders>
              <w:right w:val="single" w:sz="2" w:space="0" w:color="auto"/>
            </w:tcBorders>
            <w:noWrap/>
          </w:tcPr>
          <w:p w14:paraId="4817F89A" w14:textId="77777777" w:rsidR="000163E8" w:rsidRPr="00811B57" w:rsidRDefault="000163E8" w:rsidP="00126082">
            <w:pPr>
              <w:pStyle w:val="TabNumeri"/>
            </w:pPr>
          </w:p>
        </w:tc>
        <w:tc>
          <w:tcPr>
            <w:tcW w:w="680" w:type="dxa"/>
            <w:tcBorders>
              <w:left w:val="single" w:sz="2" w:space="0" w:color="auto"/>
            </w:tcBorders>
            <w:noWrap/>
          </w:tcPr>
          <w:p w14:paraId="5AA90290" w14:textId="77777777" w:rsidR="000163E8" w:rsidRPr="00A27A0A" w:rsidRDefault="000163E8" w:rsidP="00126082">
            <w:pPr>
              <w:pStyle w:val="TabNumeri"/>
            </w:pPr>
            <w:r w:rsidRPr="005F653E">
              <w:t>2,8</w:t>
            </w:r>
          </w:p>
        </w:tc>
        <w:tc>
          <w:tcPr>
            <w:tcW w:w="228" w:type="dxa"/>
            <w:noWrap/>
          </w:tcPr>
          <w:p w14:paraId="20D42741" w14:textId="77777777" w:rsidR="000163E8" w:rsidRPr="00DC6642" w:rsidRDefault="000163E8" w:rsidP="00126082">
            <w:pPr>
              <w:pStyle w:val="TabNumeri"/>
            </w:pPr>
          </w:p>
        </w:tc>
        <w:tc>
          <w:tcPr>
            <w:tcW w:w="680" w:type="dxa"/>
            <w:noWrap/>
          </w:tcPr>
          <w:p w14:paraId="05F2B365" w14:textId="77777777" w:rsidR="000163E8" w:rsidRPr="00986A4F" w:rsidRDefault="000163E8" w:rsidP="00126082">
            <w:pPr>
              <w:pStyle w:val="TabNumeri"/>
            </w:pPr>
            <w:r w:rsidRPr="005F653E">
              <w:t>2,8</w:t>
            </w:r>
          </w:p>
        </w:tc>
        <w:tc>
          <w:tcPr>
            <w:tcW w:w="227" w:type="dxa"/>
            <w:tcBorders>
              <w:right w:val="single" w:sz="2" w:space="0" w:color="auto"/>
            </w:tcBorders>
            <w:noWrap/>
          </w:tcPr>
          <w:p w14:paraId="4AD8E7CE" w14:textId="77777777" w:rsidR="000163E8" w:rsidRPr="00986A4F" w:rsidRDefault="000163E8" w:rsidP="00126082">
            <w:pPr>
              <w:pStyle w:val="TabNumeri"/>
            </w:pPr>
          </w:p>
        </w:tc>
        <w:tc>
          <w:tcPr>
            <w:tcW w:w="680" w:type="dxa"/>
            <w:tcBorders>
              <w:left w:val="single" w:sz="2" w:space="0" w:color="auto"/>
            </w:tcBorders>
            <w:noWrap/>
          </w:tcPr>
          <w:p w14:paraId="7E41B9ED" w14:textId="77777777" w:rsidR="000163E8" w:rsidRPr="00413582" w:rsidRDefault="000163E8" w:rsidP="00126082">
            <w:pPr>
              <w:pStyle w:val="TabNumeri"/>
            </w:pPr>
            <w:r w:rsidRPr="00E209DA">
              <w:t>2,5</w:t>
            </w:r>
          </w:p>
        </w:tc>
        <w:tc>
          <w:tcPr>
            <w:tcW w:w="227" w:type="dxa"/>
            <w:noWrap/>
          </w:tcPr>
          <w:p w14:paraId="3A86AF1C" w14:textId="77777777" w:rsidR="000163E8" w:rsidRPr="00A319C0" w:rsidRDefault="000163E8" w:rsidP="00126082">
            <w:pPr>
              <w:pStyle w:val="TabNumeri"/>
            </w:pPr>
            <w:r w:rsidRPr="00E209DA">
              <w:t>[6]</w:t>
            </w:r>
          </w:p>
        </w:tc>
      </w:tr>
      <w:tr w:rsidR="000163E8" w14:paraId="37663726" w14:textId="77777777" w:rsidTr="00126082">
        <w:trPr>
          <w:cantSplit/>
          <w:trHeight w:val="255"/>
        </w:trPr>
        <w:tc>
          <w:tcPr>
            <w:tcW w:w="1985" w:type="dxa"/>
            <w:shd w:val="clear" w:color="auto" w:fill="DBDBDB" w:themeFill="accent3" w:themeFillTint="66"/>
            <w:noWrap/>
          </w:tcPr>
          <w:p w14:paraId="6C778212" w14:textId="77777777" w:rsidR="000163E8" w:rsidRPr="00233F5C" w:rsidRDefault="000163E8" w:rsidP="00126082">
            <w:pPr>
              <w:pStyle w:val="TabEtichette"/>
            </w:pPr>
            <w:r w:rsidRPr="00233F5C">
              <w:t>Avanzo primario [</w:t>
            </w:r>
            <w:r>
              <w:t>b</w:t>
            </w:r>
            <w:r w:rsidRPr="00233F5C">
              <w:t>]</w:t>
            </w:r>
          </w:p>
        </w:tc>
        <w:tc>
          <w:tcPr>
            <w:tcW w:w="680" w:type="dxa"/>
            <w:shd w:val="clear" w:color="auto" w:fill="DBDBDB" w:themeFill="accent3" w:themeFillTint="66"/>
            <w:noWrap/>
          </w:tcPr>
          <w:p w14:paraId="3FC5D06B" w14:textId="77777777" w:rsidR="000163E8" w:rsidRPr="00F86988" w:rsidRDefault="000163E8" w:rsidP="00126082">
            <w:pPr>
              <w:pStyle w:val="TabNumeri"/>
            </w:pPr>
            <w:r w:rsidRPr="00E615CA">
              <w:t>-7,4</w:t>
            </w:r>
          </w:p>
        </w:tc>
        <w:tc>
          <w:tcPr>
            <w:tcW w:w="228" w:type="dxa"/>
            <w:tcBorders>
              <w:right w:val="single" w:sz="4" w:space="0" w:color="auto"/>
            </w:tcBorders>
            <w:shd w:val="clear" w:color="auto" w:fill="DBDBDB" w:themeFill="accent3" w:themeFillTint="66"/>
            <w:noWrap/>
          </w:tcPr>
          <w:p w14:paraId="22D977A8"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0BD03942" w14:textId="77777777" w:rsidR="000163E8" w:rsidRPr="00D65A6F" w:rsidRDefault="000163E8" w:rsidP="00126082">
            <w:pPr>
              <w:pStyle w:val="TabNumeri"/>
            </w:pPr>
            <w:proofErr w:type="spellStart"/>
            <w:r w:rsidRPr="00F60BFA">
              <w:t>n.d.</w:t>
            </w:r>
            <w:proofErr w:type="spellEnd"/>
          </w:p>
        </w:tc>
        <w:tc>
          <w:tcPr>
            <w:tcW w:w="228" w:type="dxa"/>
            <w:shd w:val="clear" w:color="auto" w:fill="DBDBDB" w:themeFill="accent3" w:themeFillTint="66"/>
            <w:noWrap/>
          </w:tcPr>
          <w:p w14:paraId="4E31488E" w14:textId="77777777" w:rsidR="000163E8" w:rsidRPr="00C32B54" w:rsidRDefault="000163E8" w:rsidP="00126082">
            <w:pPr>
              <w:pStyle w:val="TabNumeri"/>
            </w:pPr>
          </w:p>
        </w:tc>
        <w:tc>
          <w:tcPr>
            <w:tcW w:w="680" w:type="dxa"/>
            <w:shd w:val="clear" w:color="auto" w:fill="DBDBDB" w:themeFill="accent3" w:themeFillTint="66"/>
            <w:noWrap/>
          </w:tcPr>
          <w:p w14:paraId="53B95689" w14:textId="77777777" w:rsidR="000163E8" w:rsidRPr="00904DA8" w:rsidRDefault="000163E8" w:rsidP="00126082">
            <w:pPr>
              <w:pStyle w:val="TabNumeri"/>
            </w:pPr>
            <w:proofErr w:type="spellStart"/>
            <w:r w:rsidRPr="00F60BFA">
              <w:t>n.d.</w:t>
            </w:r>
            <w:proofErr w:type="spellEnd"/>
          </w:p>
        </w:tc>
        <w:tc>
          <w:tcPr>
            <w:tcW w:w="227" w:type="dxa"/>
            <w:tcBorders>
              <w:right w:val="single" w:sz="4" w:space="0" w:color="auto"/>
            </w:tcBorders>
            <w:shd w:val="clear" w:color="auto" w:fill="DBDBDB" w:themeFill="accent3" w:themeFillTint="66"/>
            <w:noWrap/>
          </w:tcPr>
          <w:p w14:paraId="0839B5A4"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28FA0F53" w14:textId="77777777" w:rsidR="000163E8" w:rsidRPr="003C782D" w:rsidRDefault="000163E8" w:rsidP="00126082">
            <w:pPr>
              <w:pStyle w:val="TabNumeri"/>
            </w:pPr>
            <w:r w:rsidRPr="00E94ED2">
              <w:t>-7,3</w:t>
            </w:r>
          </w:p>
        </w:tc>
        <w:tc>
          <w:tcPr>
            <w:tcW w:w="228" w:type="dxa"/>
            <w:shd w:val="clear" w:color="auto" w:fill="DBDBDB" w:themeFill="accent3" w:themeFillTint="66"/>
          </w:tcPr>
          <w:p w14:paraId="1C2AA637" w14:textId="77777777" w:rsidR="000163E8" w:rsidRPr="00AA375C" w:rsidRDefault="000163E8" w:rsidP="00126082">
            <w:pPr>
              <w:pStyle w:val="TabNumeri"/>
            </w:pPr>
          </w:p>
        </w:tc>
        <w:tc>
          <w:tcPr>
            <w:tcW w:w="113" w:type="dxa"/>
            <w:shd w:val="clear" w:color="auto" w:fill="auto"/>
            <w:noWrap/>
          </w:tcPr>
          <w:p w14:paraId="2B375543" w14:textId="77777777" w:rsidR="000163E8" w:rsidRPr="00B64650" w:rsidRDefault="000163E8" w:rsidP="00126082">
            <w:pPr>
              <w:pStyle w:val="TabNumeri"/>
            </w:pPr>
          </w:p>
        </w:tc>
        <w:tc>
          <w:tcPr>
            <w:tcW w:w="680" w:type="dxa"/>
            <w:shd w:val="clear" w:color="auto" w:fill="EDEDED" w:themeFill="accent3" w:themeFillTint="33"/>
          </w:tcPr>
          <w:p w14:paraId="04CEB78C" w14:textId="77777777" w:rsidR="000163E8" w:rsidRPr="009E61ED" w:rsidRDefault="000163E8" w:rsidP="00126082">
            <w:pPr>
              <w:pStyle w:val="TabNumeri"/>
            </w:pPr>
            <w:r w:rsidRPr="00F9232D">
              <w:t>-2,1</w:t>
            </w:r>
          </w:p>
        </w:tc>
        <w:tc>
          <w:tcPr>
            <w:tcW w:w="228" w:type="dxa"/>
            <w:tcBorders>
              <w:right w:val="single" w:sz="2" w:space="0" w:color="auto"/>
            </w:tcBorders>
            <w:shd w:val="clear" w:color="auto" w:fill="EDEDED" w:themeFill="accent3" w:themeFillTint="33"/>
            <w:noWrap/>
          </w:tcPr>
          <w:p w14:paraId="09641EEC"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61030BE3" w14:textId="77777777" w:rsidR="000163E8" w:rsidRPr="00A27A0A" w:rsidRDefault="000163E8" w:rsidP="00126082">
            <w:pPr>
              <w:pStyle w:val="TabNumeri"/>
            </w:pPr>
            <w:proofErr w:type="spellStart"/>
            <w:r w:rsidRPr="005F653E">
              <w:t>n.d.</w:t>
            </w:r>
            <w:proofErr w:type="spellEnd"/>
          </w:p>
        </w:tc>
        <w:tc>
          <w:tcPr>
            <w:tcW w:w="228" w:type="dxa"/>
            <w:shd w:val="clear" w:color="auto" w:fill="EDEDED" w:themeFill="accent3" w:themeFillTint="33"/>
            <w:noWrap/>
          </w:tcPr>
          <w:p w14:paraId="4CEC0098" w14:textId="77777777" w:rsidR="000163E8" w:rsidRPr="00DC6642" w:rsidRDefault="000163E8" w:rsidP="00126082">
            <w:pPr>
              <w:pStyle w:val="TabNumeri"/>
            </w:pPr>
          </w:p>
        </w:tc>
        <w:tc>
          <w:tcPr>
            <w:tcW w:w="680" w:type="dxa"/>
            <w:shd w:val="clear" w:color="auto" w:fill="EDEDED" w:themeFill="accent3" w:themeFillTint="33"/>
            <w:noWrap/>
          </w:tcPr>
          <w:p w14:paraId="14DFAE19" w14:textId="77777777" w:rsidR="000163E8" w:rsidRPr="00986A4F" w:rsidRDefault="000163E8" w:rsidP="00126082">
            <w:pPr>
              <w:pStyle w:val="TabNumeri"/>
            </w:pPr>
            <w:proofErr w:type="spellStart"/>
            <w:r w:rsidRPr="005F653E">
              <w:t>n.d.</w:t>
            </w:r>
            <w:proofErr w:type="spellEnd"/>
          </w:p>
        </w:tc>
        <w:tc>
          <w:tcPr>
            <w:tcW w:w="227" w:type="dxa"/>
            <w:tcBorders>
              <w:right w:val="single" w:sz="2" w:space="0" w:color="auto"/>
            </w:tcBorders>
            <w:shd w:val="clear" w:color="auto" w:fill="EDEDED" w:themeFill="accent3" w:themeFillTint="33"/>
            <w:noWrap/>
          </w:tcPr>
          <w:p w14:paraId="6426B79E"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3C5F0DA1" w14:textId="77777777" w:rsidR="000163E8" w:rsidRPr="00413582" w:rsidRDefault="000163E8" w:rsidP="00126082">
            <w:pPr>
              <w:pStyle w:val="TabNumeri"/>
            </w:pPr>
            <w:r w:rsidRPr="00E209DA">
              <w:t>-2,9</w:t>
            </w:r>
          </w:p>
        </w:tc>
        <w:tc>
          <w:tcPr>
            <w:tcW w:w="227" w:type="dxa"/>
            <w:shd w:val="clear" w:color="auto" w:fill="EDEDED" w:themeFill="accent3" w:themeFillTint="33"/>
            <w:noWrap/>
          </w:tcPr>
          <w:p w14:paraId="259A9C2D" w14:textId="77777777" w:rsidR="000163E8" w:rsidRPr="00A319C0" w:rsidRDefault="000163E8" w:rsidP="00126082">
            <w:pPr>
              <w:pStyle w:val="TabNumeri"/>
            </w:pPr>
          </w:p>
        </w:tc>
      </w:tr>
      <w:tr w:rsidR="000163E8" w14:paraId="17B29AA4" w14:textId="77777777" w:rsidTr="00126082">
        <w:trPr>
          <w:cantSplit/>
          <w:trHeight w:val="255"/>
        </w:trPr>
        <w:tc>
          <w:tcPr>
            <w:tcW w:w="1985" w:type="dxa"/>
            <w:noWrap/>
          </w:tcPr>
          <w:p w14:paraId="675E8D9C" w14:textId="77777777" w:rsidR="000163E8" w:rsidRPr="00233F5C" w:rsidRDefault="000163E8" w:rsidP="00126082">
            <w:pPr>
              <w:pStyle w:val="TabEtichette"/>
            </w:pPr>
            <w:r w:rsidRPr="00233F5C">
              <w:t>Ind</w:t>
            </w:r>
            <w:r>
              <w:t>ebitamento A. P. [b</w:t>
            </w:r>
            <w:r w:rsidRPr="00233F5C">
              <w:t>]</w:t>
            </w:r>
          </w:p>
        </w:tc>
        <w:tc>
          <w:tcPr>
            <w:tcW w:w="680" w:type="dxa"/>
            <w:noWrap/>
          </w:tcPr>
          <w:p w14:paraId="316B8D96" w14:textId="77777777" w:rsidR="000163E8" w:rsidRPr="00F86988" w:rsidRDefault="000163E8" w:rsidP="00126082">
            <w:pPr>
              <w:pStyle w:val="TabNumeri"/>
            </w:pPr>
            <w:r w:rsidRPr="00E615CA">
              <w:t>11,1</w:t>
            </w:r>
          </w:p>
        </w:tc>
        <w:tc>
          <w:tcPr>
            <w:tcW w:w="228" w:type="dxa"/>
            <w:tcBorders>
              <w:right w:val="single" w:sz="4" w:space="0" w:color="auto"/>
            </w:tcBorders>
            <w:noWrap/>
          </w:tcPr>
          <w:p w14:paraId="06238D43" w14:textId="77777777" w:rsidR="000163E8" w:rsidRPr="00B64650" w:rsidRDefault="000163E8" w:rsidP="00126082">
            <w:pPr>
              <w:pStyle w:val="TabNumeri"/>
            </w:pPr>
          </w:p>
        </w:tc>
        <w:tc>
          <w:tcPr>
            <w:tcW w:w="680" w:type="dxa"/>
            <w:tcBorders>
              <w:left w:val="single" w:sz="4" w:space="0" w:color="auto"/>
            </w:tcBorders>
            <w:noWrap/>
          </w:tcPr>
          <w:p w14:paraId="1CEEE7AF" w14:textId="77777777" w:rsidR="000163E8" w:rsidRPr="00D65A6F" w:rsidRDefault="000163E8" w:rsidP="00126082">
            <w:pPr>
              <w:pStyle w:val="TabNumeri"/>
            </w:pPr>
            <w:r w:rsidRPr="00F60BFA">
              <w:t>-11,2</w:t>
            </w:r>
          </w:p>
        </w:tc>
        <w:tc>
          <w:tcPr>
            <w:tcW w:w="228" w:type="dxa"/>
            <w:noWrap/>
          </w:tcPr>
          <w:p w14:paraId="143ADBB9" w14:textId="77777777" w:rsidR="000163E8" w:rsidRPr="00C32B54" w:rsidRDefault="000163E8" w:rsidP="00126082">
            <w:pPr>
              <w:pStyle w:val="TabNumeri"/>
            </w:pPr>
          </w:p>
        </w:tc>
        <w:tc>
          <w:tcPr>
            <w:tcW w:w="680" w:type="dxa"/>
            <w:noWrap/>
          </w:tcPr>
          <w:p w14:paraId="310C160F" w14:textId="77777777" w:rsidR="000163E8" w:rsidRPr="00904DA8" w:rsidRDefault="000163E8" w:rsidP="00126082">
            <w:pPr>
              <w:pStyle w:val="TabNumeri"/>
            </w:pPr>
            <w:r w:rsidRPr="00F60BFA">
              <w:t>-12,8</w:t>
            </w:r>
          </w:p>
        </w:tc>
        <w:tc>
          <w:tcPr>
            <w:tcW w:w="227" w:type="dxa"/>
            <w:tcBorders>
              <w:right w:val="single" w:sz="4" w:space="0" w:color="auto"/>
            </w:tcBorders>
            <w:noWrap/>
          </w:tcPr>
          <w:p w14:paraId="37B70CB9" w14:textId="77777777" w:rsidR="000163E8" w:rsidRPr="00904DA8" w:rsidRDefault="000163E8" w:rsidP="00126082">
            <w:pPr>
              <w:pStyle w:val="TabNumeri"/>
            </w:pPr>
          </w:p>
        </w:tc>
        <w:tc>
          <w:tcPr>
            <w:tcW w:w="680" w:type="dxa"/>
            <w:tcBorders>
              <w:left w:val="single" w:sz="4" w:space="0" w:color="auto"/>
            </w:tcBorders>
            <w:noWrap/>
          </w:tcPr>
          <w:p w14:paraId="046FF5CB" w14:textId="77777777" w:rsidR="000163E8" w:rsidRPr="003C782D" w:rsidRDefault="000163E8" w:rsidP="00126082">
            <w:pPr>
              <w:pStyle w:val="TabNumeri"/>
            </w:pPr>
            <w:r w:rsidRPr="00E94ED2">
              <w:t>10,9</w:t>
            </w:r>
          </w:p>
        </w:tc>
        <w:tc>
          <w:tcPr>
            <w:tcW w:w="228" w:type="dxa"/>
          </w:tcPr>
          <w:p w14:paraId="56352564" w14:textId="77777777" w:rsidR="000163E8" w:rsidRPr="00AA375C" w:rsidRDefault="000163E8" w:rsidP="00126082">
            <w:pPr>
              <w:pStyle w:val="TabNumeri"/>
            </w:pPr>
          </w:p>
        </w:tc>
        <w:tc>
          <w:tcPr>
            <w:tcW w:w="113" w:type="dxa"/>
            <w:shd w:val="clear" w:color="auto" w:fill="auto"/>
            <w:noWrap/>
          </w:tcPr>
          <w:p w14:paraId="4FE85374" w14:textId="77777777" w:rsidR="000163E8" w:rsidRPr="00B64650" w:rsidRDefault="000163E8" w:rsidP="00126082">
            <w:pPr>
              <w:pStyle w:val="TabNumeri"/>
            </w:pPr>
          </w:p>
        </w:tc>
        <w:tc>
          <w:tcPr>
            <w:tcW w:w="680" w:type="dxa"/>
          </w:tcPr>
          <w:p w14:paraId="1ED67916" w14:textId="77777777" w:rsidR="000163E8" w:rsidRPr="009E61ED" w:rsidRDefault="000163E8" w:rsidP="00126082">
            <w:pPr>
              <w:pStyle w:val="TabNumeri"/>
            </w:pPr>
            <w:r w:rsidRPr="00F9232D">
              <w:t>5,6</w:t>
            </w:r>
          </w:p>
        </w:tc>
        <w:tc>
          <w:tcPr>
            <w:tcW w:w="228" w:type="dxa"/>
            <w:tcBorders>
              <w:right w:val="single" w:sz="2" w:space="0" w:color="auto"/>
            </w:tcBorders>
            <w:noWrap/>
          </w:tcPr>
          <w:p w14:paraId="24F002B5" w14:textId="77777777" w:rsidR="000163E8" w:rsidRPr="00811B57" w:rsidRDefault="000163E8" w:rsidP="00126082">
            <w:pPr>
              <w:pStyle w:val="TabNumeri"/>
            </w:pPr>
          </w:p>
        </w:tc>
        <w:tc>
          <w:tcPr>
            <w:tcW w:w="680" w:type="dxa"/>
            <w:tcBorders>
              <w:left w:val="single" w:sz="2" w:space="0" w:color="auto"/>
            </w:tcBorders>
            <w:noWrap/>
          </w:tcPr>
          <w:p w14:paraId="26A498B2" w14:textId="77777777" w:rsidR="000163E8" w:rsidRPr="00A27A0A" w:rsidRDefault="000163E8" w:rsidP="00126082">
            <w:pPr>
              <w:pStyle w:val="TabNumeri"/>
            </w:pPr>
            <w:r w:rsidRPr="005F653E">
              <w:t>-6,8</w:t>
            </w:r>
          </w:p>
        </w:tc>
        <w:tc>
          <w:tcPr>
            <w:tcW w:w="228" w:type="dxa"/>
            <w:noWrap/>
          </w:tcPr>
          <w:p w14:paraId="1382AE52" w14:textId="77777777" w:rsidR="000163E8" w:rsidRPr="00DC6642" w:rsidRDefault="000163E8" w:rsidP="00126082">
            <w:pPr>
              <w:pStyle w:val="TabNumeri"/>
            </w:pPr>
          </w:p>
        </w:tc>
        <w:tc>
          <w:tcPr>
            <w:tcW w:w="680" w:type="dxa"/>
            <w:noWrap/>
          </w:tcPr>
          <w:p w14:paraId="17664879" w14:textId="77777777" w:rsidR="000163E8" w:rsidRPr="00986A4F" w:rsidRDefault="000163E8" w:rsidP="00126082">
            <w:pPr>
              <w:pStyle w:val="TabNumeri"/>
            </w:pPr>
            <w:r w:rsidRPr="005F653E">
              <w:t>-9,7</w:t>
            </w:r>
          </w:p>
        </w:tc>
        <w:tc>
          <w:tcPr>
            <w:tcW w:w="227" w:type="dxa"/>
            <w:tcBorders>
              <w:right w:val="single" w:sz="2" w:space="0" w:color="auto"/>
            </w:tcBorders>
            <w:noWrap/>
          </w:tcPr>
          <w:p w14:paraId="49F704C7" w14:textId="77777777" w:rsidR="000163E8" w:rsidRPr="00986A4F" w:rsidRDefault="000163E8" w:rsidP="00126082">
            <w:pPr>
              <w:pStyle w:val="TabNumeri"/>
            </w:pPr>
          </w:p>
        </w:tc>
        <w:tc>
          <w:tcPr>
            <w:tcW w:w="680" w:type="dxa"/>
            <w:tcBorders>
              <w:left w:val="single" w:sz="2" w:space="0" w:color="auto"/>
            </w:tcBorders>
            <w:noWrap/>
          </w:tcPr>
          <w:p w14:paraId="247F1053" w14:textId="77777777" w:rsidR="000163E8" w:rsidRPr="00413582" w:rsidRDefault="000163E8" w:rsidP="00126082">
            <w:pPr>
              <w:pStyle w:val="TabNumeri"/>
            </w:pPr>
            <w:r w:rsidRPr="00E209DA">
              <w:t>6,4</w:t>
            </w:r>
          </w:p>
        </w:tc>
        <w:tc>
          <w:tcPr>
            <w:tcW w:w="227" w:type="dxa"/>
            <w:noWrap/>
          </w:tcPr>
          <w:p w14:paraId="39A20550" w14:textId="77777777" w:rsidR="000163E8" w:rsidRPr="00A319C0" w:rsidRDefault="000163E8" w:rsidP="00126082">
            <w:pPr>
              <w:pStyle w:val="TabNumeri"/>
            </w:pPr>
          </w:p>
        </w:tc>
      </w:tr>
      <w:tr w:rsidR="000163E8" w14:paraId="20D6BA39" w14:textId="77777777" w:rsidTr="00126082">
        <w:trPr>
          <w:cantSplit/>
          <w:trHeight w:val="255"/>
        </w:trPr>
        <w:tc>
          <w:tcPr>
            <w:tcW w:w="1985" w:type="dxa"/>
            <w:tcBorders>
              <w:bottom w:val="single" w:sz="4" w:space="0" w:color="833C0B" w:themeColor="accent2" w:themeShade="80"/>
            </w:tcBorders>
            <w:shd w:val="clear" w:color="auto" w:fill="DBDBDB" w:themeFill="accent3" w:themeFillTint="66"/>
            <w:noWrap/>
          </w:tcPr>
          <w:p w14:paraId="39E3517B" w14:textId="77777777" w:rsidR="000163E8" w:rsidRDefault="000163E8" w:rsidP="00126082">
            <w:pPr>
              <w:pStyle w:val="TabEtichette"/>
            </w:pPr>
            <w:r>
              <w:t>Debito A. Pubblica [b</w:t>
            </w:r>
            <w:r w:rsidRPr="00233F5C">
              <w:t>]</w:t>
            </w:r>
          </w:p>
        </w:tc>
        <w:tc>
          <w:tcPr>
            <w:tcW w:w="680" w:type="dxa"/>
            <w:tcBorders>
              <w:bottom w:val="single" w:sz="4" w:space="0" w:color="833C0B" w:themeColor="accent2" w:themeShade="80"/>
            </w:tcBorders>
            <w:shd w:val="clear" w:color="auto" w:fill="DBDBDB" w:themeFill="accent3" w:themeFillTint="66"/>
            <w:noWrap/>
          </w:tcPr>
          <w:p w14:paraId="60B9B599" w14:textId="77777777" w:rsidR="000163E8" w:rsidRDefault="000163E8" w:rsidP="00126082">
            <w:pPr>
              <w:pStyle w:val="TabNumeri"/>
            </w:pPr>
            <w:r w:rsidRPr="00E615CA">
              <w:t>158,9</w:t>
            </w:r>
          </w:p>
        </w:tc>
        <w:tc>
          <w:tcPr>
            <w:tcW w:w="228" w:type="dxa"/>
            <w:tcBorders>
              <w:bottom w:val="single" w:sz="4" w:space="0" w:color="833C0B" w:themeColor="accent2" w:themeShade="80"/>
              <w:right w:val="single" w:sz="4" w:space="0" w:color="auto"/>
            </w:tcBorders>
            <w:shd w:val="clear" w:color="auto" w:fill="DBDBDB" w:themeFill="accent3" w:themeFillTint="66"/>
            <w:noWrap/>
          </w:tcPr>
          <w:p w14:paraId="4F788739" w14:textId="77777777" w:rsidR="000163E8" w:rsidRPr="00B64650" w:rsidRDefault="000163E8" w:rsidP="00126082">
            <w:pPr>
              <w:pStyle w:val="TabNumeri"/>
            </w:pPr>
          </w:p>
        </w:tc>
        <w:tc>
          <w:tcPr>
            <w:tcW w:w="680" w:type="dxa"/>
            <w:tcBorders>
              <w:left w:val="single" w:sz="4" w:space="0" w:color="auto"/>
              <w:bottom w:val="single" w:sz="4" w:space="0" w:color="833C0B" w:themeColor="accent2" w:themeShade="80"/>
            </w:tcBorders>
            <w:shd w:val="clear" w:color="auto" w:fill="DBDBDB" w:themeFill="accent3" w:themeFillTint="66"/>
            <w:noWrap/>
          </w:tcPr>
          <w:p w14:paraId="5DE86AF9" w14:textId="77777777" w:rsidR="000163E8" w:rsidRDefault="000163E8" w:rsidP="00126082">
            <w:pPr>
              <w:pStyle w:val="TabNumeri"/>
            </w:pPr>
            <w:r w:rsidRPr="00F60BFA">
              <w:t>158,2</w:t>
            </w:r>
          </w:p>
        </w:tc>
        <w:tc>
          <w:tcPr>
            <w:tcW w:w="228" w:type="dxa"/>
            <w:tcBorders>
              <w:bottom w:val="single" w:sz="4" w:space="0" w:color="833C0B" w:themeColor="accent2" w:themeShade="80"/>
            </w:tcBorders>
            <w:shd w:val="clear" w:color="auto" w:fill="DBDBDB" w:themeFill="accent3" w:themeFillTint="66"/>
            <w:noWrap/>
          </w:tcPr>
          <w:p w14:paraId="385CC76C" w14:textId="77777777" w:rsidR="000163E8" w:rsidRDefault="000163E8" w:rsidP="00126082">
            <w:pPr>
              <w:pStyle w:val="TabNumeri"/>
            </w:pPr>
          </w:p>
        </w:tc>
        <w:tc>
          <w:tcPr>
            <w:tcW w:w="680" w:type="dxa"/>
            <w:tcBorders>
              <w:bottom w:val="single" w:sz="4" w:space="0" w:color="833C0B" w:themeColor="accent2" w:themeShade="80"/>
            </w:tcBorders>
            <w:shd w:val="clear" w:color="auto" w:fill="DBDBDB" w:themeFill="accent3" w:themeFillTint="66"/>
            <w:noWrap/>
          </w:tcPr>
          <w:p w14:paraId="5A5B4277" w14:textId="77777777" w:rsidR="000163E8" w:rsidRPr="00904DA8" w:rsidRDefault="000163E8" w:rsidP="00126082">
            <w:pPr>
              <w:pStyle w:val="TabNumeri"/>
            </w:pPr>
            <w:r w:rsidRPr="00F60BFA">
              <w:t>169,9</w:t>
            </w:r>
          </w:p>
        </w:tc>
        <w:tc>
          <w:tcPr>
            <w:tcW w:w="227" w:type="dxa"/>
            <w:tcBorders>
              <w:bottom w:val="single" w:sz="4" w:space="0" w:color="833C0B" w:themeColor="accent2" w:themeShade="80"/>
              <w:right w:val="single" w:sz="4" w:space="0" w:color="auto"/>
            </w:tcBorders>
            <w:shd w:val="clear" w:color="auto" w:fill="DBDBDB" w:themeFill="accent3" w:themeFillTint="66"/>
            <w:noWrap/>
          </w:tcPr>
          <w:p w14:paraId="7A11ACF6" w14:textId="77777777" w:rsidR="000163E8" w:rsidRDefault="000163E8" w:rsidP="00126082">
            <w:pPr>
              <w:pStyle w:val="TabNumeri"/>
            </w:pPr>
          </w:p>
        </w:tc>
        <w:tc>
          <w:tcPr>
            <w:tcW w:w="680" w:type="dxa"/>
            <w:tcBorders>
              <w:left w:val="single" w:sz="4" w:space="0" w:color="auto"/>
              <w:bottom w:val="single" w:sz="4" w:space="0" w:color="833C0B" w:themeColor="accent2" w:themeShade="80"/>
            </w:tcBorders>
            <w:shd w:val="clear" w:color="auto" w:fill="DBDBDB" w:themeFill="accent3" w:themeFillTint="66"/>
            <w:noWrap/>
          </w:tcPr>
          <w:p w14:paraId="1325627D" w14:textId="77777777" w:rsidR="000163E8" w:rsidRDefault="000163E8" w:rsidP="00126082">
            <w:pPr>
              <w:pStyle w:val="TabNumeri"/>
            </w:pPr>
            <w:r w:rsidRPr="00E94ED2">
              <w:t>158,1</w:t>
            </w:r>
          </w:p>
        </w:tc>
        <w:tc>
          <w:tcPr>
            <w:tcW w:w="228" w:type="dxa"/>
            <w:tcBorders>
              <w:bottom w:val="single" w:sz="4" w:space="0" w:color="833C0B" w:themeColor="accent2" w:themeShade="80"/>
            </w:tcBorders>
            <w:shd w:val="clear" w:color="auto" w:fill="DBDBDB" w:themeFill="accent3" w:themeFillTint="66"/>
          </w:tcPr>
          <w:p w14:paraId="1C401879" w14:textId="77777777" w:rsidR="000163E8" w:rsidRDefault="000163E8" w:rsidP="00126082">
            <w:pPr>
              <w:pStyle w:val="TabNumeri"/>
            </w:pPr>
          </w:p>
        </w:tc>
        <w:tc>
          <w:tcPr>
            <w:tcW w:w="113" w:type="dxa"/>
            <w:tcBorders>
              <w:bottom w:val="single" w:sz="4" w:space="0" w:color="833C0B" w:themeColor="accent2" w:themeShade="80"/>
            </w:tcBorders>
            <w:shd w:val="clear" w:color="auto" w:fill="auto"/>
            <w:noWrap/>
          </w:tcPr>
          <w:p w14:paraId="61F7A33C" w14:textId="77777777" w:rsidR="000163E8" w:rsidRPr="00B64650" w:rsidRDefault="000163E8" w:rsidP="00126082">
            <w:pPr>
              <w:pStyle w:val="TabNumeri"/>
            </w:pPr>
          </w:p>
        </w:tc>
        <w:tc>
          <w:tcPr>
            <w:tcW w:w="680" w:type="dxa"/>
            <w:tcBorders>
              <w:bottom w:val="single" w:sz="4" w:space="0" w:color="833C0B" w:themeColor="accent2" w:themeShade="80"/>
            </w:tcBorders>
            <w:shd w:val="clear" w:color="auto" w:fill="EDEDED" w:themeFill="accent3" w:themeFillTint="33"/>
          </w:tcPr>
          <w:p w14:paraId="743E275C" w14:textId="77777777" w:rsidR="000163E8" w:rsidRDefault="000163E8" w:rsidP="00126082">
            <w:pPr>
              <w:pStyle w:val="TabNumeri"/>
            </w:pPr>
            <w:r w:rsidRPr="00F9232D">
              <w:t>153,6</w:t>
            </w:r>
          </w:p>
        </w:tc>
        <w:tc>
          <w:tcPr>
            <w:tcW w:w="228" w:type="dxa"/>
            <w:tcBorders>
              <w:bottom w:val="single" w:sz="4" w:space="0" w:color="833C0B" w:themeColor="accent2" w:themeShade="80"/>
              <w:right w:val="single" w:sz="2" w:space="0" w:color="auto"/>
            </w:tcBorders>
            <w:shd w:val="clear" w:color="auto" w:fill="EDEDED" w:themeFill="accent3" w:themeFillTint="33"/>
            <w:noWrap/>
          </w:tcPr>
          <w:p w14:paraId="0F78EA36" w14:textId="77777777" w:rsidR="000163E8" w:rsidRDefault="000163E8" w:rsidP="00126082">
            <w:pPr>
              <w:pStyle w:val="TabNumeri"/>
            </w:pPr>
          </w:p>
        </w:tc>
        <w:tc>
          <w:tcPr>
            <w:tcW w:w="680" w:type="dxa"/>
            <w:tcBorders>
              <w:left w:val="single" w:sz="2" w:space="0" w:color="auto"/>
              <w:bottom w:val="single" w:sz="4" w:space="0" w:color="833C0B" w:themeColor="accent2" w:themeShade="80"/>
            </w:tcBorders>
            <w:shd w:val="clear" w:color="auto" w:fill="EDEDED" w:themeFill="accent3" w:themeFillTint="33"/>
            <w:noWrap/>
          </w:tcPr>
          <w:p w14:paraId="2CBDE1C6" w14:textId="77777777" w:rsidR="000163E8" w:rsidRDefault="000163E8" w:rsidP="00126082">
            <w:pPr>
              <w:pStyle w:val="TabNumeri"/>
            </w:pPr>
            <w:r w:rsidRPr="005F653E">
              <w:t>152,2</w:t>
            </w:r>
          </w:p>
        </w:tc>
        <w:tc>
          <w:tcPr>
            <w:tcW w:w="228" w:type="dxa"/>
            <w:tcBorders>
              <w:bottom w:val="single" w:sz="4" w:space="0" w:color="833C0B" w:themeColor="accent2" w:themeShade="80"/>
            </w:tcBorders>
            <w:shd w:val="clear" w:color="auto" w:fill="EDEDED" w:themeFill="accent3" w:themeFillTint="33"/>
            <w:noWrap/>
          </w:tcPr>
          <w:p w14:paraId="0B8B3FB3" w14:textId="77777777" w:rsidR="000163E8" w:rsidRDefault="000163E8" w:rsidP="00126082">
            <w:pPr>
              <w:pStyle w:val="TabNumeri"/>
            </w:pPr>
          </w:p>
        </w:tc>
        <w:tc>
          <w:tcPr>
            <w:tcW w:w="680" w:type="dxa"/>
            <w:tcBorders>
              <w:bottom w:val="single" w:sz="4" w:space="0" w:color="833C0B" w:themeColor="accent2" w:themeShade="80"/>
            </w:tcBorders>
            <w:shd w:val="clear" w:color="auto" w:fill="EDEDED" w:themeFill="accent3" w:themeFillTint="33"/>
            <w:noWrap/>
          </w:tcPr>
          <w:p w14:paraId="7817768A" w14:textId="77777777" w:rsidR="000163E8" w:rsidRPr="00986A4F" w:rsidRDefault="000163E8" w:rsidP="00126082">
            <w:pPr>
              <w:pStyle w:val="TabNumeri"/>
            </w:pPr>
            <w:r w:rsidRPr="005F653E">
              <w:t>165,5</w:t>
            </w:r>
          </w:p>
        </w:tc>
        <w:tc>
          <w:tcPr>
            <w:tcW w:w="227" w:type="dxa"/>
            <w:tcBorders>
              <w:bottom w:val="single" w:sz="4" w:space="0" w:color="833C0B" w:themeColor="accent2" w:themeShade="80"/>
              <w:right w:val="single" w:sz="2" w:space="0" w:color="auto"/>
            </w:tcBorders>
            <w:shd w:val="clear" w:color="auto" w:fill="EDEDED" w:themeFill="accent3" w:themeFillTint="33"/>
            <w:noWrap/>
          </w:tcPr>
          <w:p w14:paraId="372B7509" w14:textId="77777777" w:rsidR="000163E8" w:rsidRDefault="000163E8" w:rsidP="00126082">
            <w:pPr>
              <w:pStyle w:val="TabNumeri"/>
            </w:pPr>
          </w:p>
        </w:tc>
        <w:tc>
          <w:tcPr>
            <w:tcW w:w="680" w:type="dxa"/>
            <w:tcBorders>
              <w:left w:val="single" w:sz="2" w:space="0" w:color="auto"/>
              <w:bottom w:val="single" w:sz="4" w:space="0" w:color="833C0B" w:themeColor="accent2" w:themeShade="80"/>
            </w:tcBorders>
            <w:shd w:val="clear" w:color="auto" w:fill="EDEDED" w:themeFill="accent3" w:themeFillTint="33"/>
            <w:noWrap/>
          </w:tcPr>
          <w:p w14:paraId="19359923" w14:textId="77777777" w:rsidR="000163E8" w:rsidRDefault="000163E8" w:rsidP="00126082">
            <w:pPr>
              <w:pStyle w:val="TabNumeri"/>
            </w:pPr>
            <w:r w:rsidRPr="00E209DA">
              <w:t>154,2</w:t>
            </w:r>
          </w:p>
        </w:tc>
        <w:tc>
          <w:tcPr>
            <w:tcW w:w="227" w:type="dxa"/>
            <w:tcBorders>
              <w:bottom w:val="single" w:sz="4" w:space="0" w:color="833C0B" w:themeColor="accent2" w:themeShade="80"/>
            </w:tcBorders>
            <w:shd w:val="clear" w:color="auto" w:fill="EDEDED" w:themeFill="accent3" w:themeFillTint="33"/>
            <w:noWrap/>
          </w:tcPr>
          <w:p w14:paraId="38409667" w14:textId="77777777" w:rsidR="000163E8" w:rsidRDefault="000163E8" w:rsidP="00126082">
            <w:pPr>
              <w:pStyle w:val="TabNumeri"/>
            </w:pPr>
          </w:p>
        </w:tc>
      </w:tr>
      <w:tr w:rsidR="000163E8" w14:paraId="5B922C9B" w14:textId="77777777" w:rsidTr="00126082">
        <w:trPr>
          <w:cantSplit/>
          <w:trHeight w:val="255"/>
        </w:trPr>
        <w:tc>
          <w:tcPr>
            <w:tcW w:w="9359" w:type="dxa"/>
            <w:gridSpan w:val="18"/>
            <w:tcBorders>
              <w:top w:val="single" w:sz="4" w:space="0" w:color="833C0B" w:themeColor="accent2" w:themeShade="80"/>
            </w:tcBorders>
            <w:shd w:val="clear" w:color="auto" w:fill="auto"/>
            <w:noWrap/>
          </w:tcPr>
          <w:p w14:paraId="68B2D726" w14:textId="77777777" w:rsidR="000163E8" w:rsidRPr="00A13F9E" w:rsidRDefault="000163E8" w:rsidP="00126082">
            <w:pPr>
              <w:pStyle w:val="TabNoteSuperiori"/>
            </w:pPr>
            <w:r>
              <w:t>[a</w:t>
            </w:r>
            <w:r w:rsidRPr="00D76DB6">
              <w:t>] Tasso percentuale. [</w:t>
            </w:r>
            <w:r>
              <w:t>b</w:t>
            </w:r>
            <w:r w:rsidRPr="00D76DB6">
              <w:t xml:space="preserve">] Percentuale sul Pil. </w:t>
            </w:r>
            <w:r w:rsidRPr="000125CF">
              <w:t>[1] Variazioni del PIL e delle sue componenti stimate su dati trimestrali destagionalizzati e corretti per il numero di giornate.</w:t>
            </w:r>
            <w:r>
              <w:t xml:space="preserve"> </w:t>
            </w:r>
            <w:r w:rsidRPr="00D76DB6">
              <w:t>[</w:t>
            </w:r>
            <w:r>
              <w:t>2</w:t>
            </w:r>
            <w:r w:rsidRPr="00D76DB6">
              <w:t xml:space="preserve">] Investment in </w:t>
            </w:r>
            <w:proofErr w:type="spellStart"/>
            <w:r w:rsidRPr="00D76DB6">
              <w:t>equipment</w:t>
            </w:r>
            <w:proofErr w:type="spellEnd"/>
            <w:r w:rsidRPr="00D76DB6">
              <w:t>. [</w:t>
            </w:r>
            <w:r>
              <w:t>3</w:t>
            </w:r>
            <w:r w:rsidRPr="00D76DB6">
              <w:t xml:space="preserve">] </w:t>
            </w:r>
            <w:r>
              <w:t xml:space="preserve">Persone. [4] </w:t>
            </w:r>
            <w:r w:rsidRPr="00D76DB6">
              <w:t xml:space="preserve">Unità di lavoro standard. </w:t>
            </w:r>
            <w:r>
              <w:t xml:space="preserve">[5] </w:t>
            </w:r>
            <w:r w:rsidRPr="00D76DB6">
              <w:t xml:space="preserve">Tasso di inflazione </w:t>
            </w:r>
            <w:r w:rsidRPr="0073321F">
              <w:t>armonizzato</w:t>
            </w:r>
            <w:r w:rsidRPr="00D76DB6">
              <w:t xml:space="preserve"> </w:t>
            </w:r>
            <w:r w:rsidRPr="00A13F9E">
              <w:t xml:space="preserve">Ue. [6] Bilancia commerciale (in % del Pil). </w:t>
            </w:r>
          </w:p>
          <w:p w14:paraId="2FF4C0B8" w14:textId="77777777" w:rsidR="000163E8" w:rsidRDefault="000163E8" w:rsidP="00126082">
            <w:pPr>
              <w:pStyle w:val="TabNoteInferiori"/>
            </w:pPr>
            <w:r w:rsidRPr="00D76DB6">
              <w:t xml:space="preserve">Fonte Istat, Pil e indebitamento AP, Prezzi al consumo, Occupati e disoccupati; Fmi, World </w:t>
            </w:r>
            <w:proofErr w:type="spellStart"/>
            <w:r w:rsidRPr="00D76DB6">
              <w:t>Economic</w:t>
            </w:r>
            <w:proofErr w:type="spellEnd"/>
            <w:r w:rsidRPr="00D76DB6">
              <w:t xml:space="preserve"> Outlook; </w:t>
            </w:r>
            <w:proofErr w:type="spellStart"/>
            <w:r w:rsidRPr="00D76DB6">
              <w:t>Europen</w:t>
            </w:r>
            <w:proofErr w:type="spellEnd"/>
            <w:r w:rsidRPr="00D76DB6">
              <w:t xml:space="preserve"> Commission, </w:t>
            </w:r>
            <w:proofErr w:type="spellStart"/>
            <w:r w:rsidRPr="00D76DB6">
              <w:t>European</w:t>
            </w:r>
            <w:proofErr w:type="spellEnd"/>
            <w:r w:rsidRPr="00D76DB6">
              <w:t xml:space="preserve"> </w:t>
            </w:r>
            <w:proofErr w:type="spellStart"/>
            <w:r w:rsidRPr="00D76DB6">
              <w:t>Economic</w:t>
            </w:r>
            <w:proofErr w:type="spellEnd"/>
            <w:r w:rsidRPr="00D76DB6">
              <w:t xml:space="preserve"> Forecast; Oecd, </w:t>
            </w:r>
            <w:proofErr w:type="spellStart"/>
            <w:r w:rsidRPr="00D76DB6">
              <w:t>Economic</w:t>
            </w:r>
            <w:proofErr w:type="spellEnd"/>
            <w:r w:rsidRPr="00D76DB6">
              <w:t xml:space="preserve"> Outlook; Prometeia, Rapporto di Previsione</w:t>
            </w:r>
            <w:r>
              <w:t>.</w:t>
            </w:r>
          </w:p>
        </w:tc>
      </w:tr>
    </w:tbl>
    <w:p w14:paraId="200E719D" w14:textId="77777777" w:rsidR="00AF53FD" w:rsidRDefault="00AF53FD" w:rsidP="00AF53FD">
      <w:r>
        <w:t>In tema di andamento dei prezzi, il crollo delle quotazioni dei beni energetici ha più che compensato l’aumento degli alimentari, l’effetto della caduta della domanda ha superato quello della diminuzione dell’offerta. Si giungerà quindi a una variazione negativa dell’indice dei prezzi al consumo nel 2020 (-0,1 per cento) e a una sua ripresa nel 2021, contenuta al di sotto dell’uno per cento, +0,7 per cento secondo Prometeia.</w:t>
      </w:r>
    </w:p>
    <w:p w14:paraId="65294E67" w14:textId="77777777" w:rsidR="00AF53FD" w:rsidRDefault="00AF53FD" w:rsidP="00AF53FD">
      <w:r>
        <w:lastRenderedPageBreak/>
        <w:t>Gli effetti della pandemia sul mercato del lavoro appaiono diseguali per tipologie di lavoratori e settori. Con l’impiego di misure a difesa dell’occupazione, tra cui la CIG, la pandemia ha determinato un crollo delle ore lavorate e una minore riduzione dell’occupazione. L’aumento dei disoccupati è stato più contenuto. In ogni caso sono molte le tipologie di lavoratori non protetti e un’ampia parte dell’aumento dei non occupati è andata scaricandosi direttamente in una temporanea uscita dal mercato del lavoro. La diminuzione delle forze lavoro ha ridotto il tasso di disoccupazione. A fine 2020 dovrebbe emergere una discesa dell’occupazione del 2,1 per cento e un tasso di disoccupazione al 9,8 per cento, quasi invariato rispetto allo scorso anno. Nel 2021 l’occupazione dovrebbe flettere solo lievemente (-0,1 per cento), ma con il ritorno sul mercato del lavoro, il tasso di disoccupazione potrebbe salire all’11,3 per cento.</w:t>
      </w:r>
    </w:p>
    <w:p w14:paraId="7CB1B25C" w14:textId="2E7DAB77" w:rsidR="00AF53FD" w:rsidRDefault="00AF53FD" w:rsidP="00AF53FD">
      <w:r>
        <w:t>Nei tre mesi terminanti in maggio i prestiti alle imprese hanno invertito la tendenza negativa e sono aumentati significativamente, in concomitanza con il maggiore fabbisogno di liquidità indotto dalla crisi pandemica. La capacità degli istituti di credito di soddisfare questa domanda di fondi è stata sostenuta dalle misure adottate dalla BCE e dal Governo. Secondo i dati provvisori di Banca d’Italia, riferiti allo scorso maggio la crescita del credito al settore privato non finanziario aveva mostrato una sensibile ripresa sui 12 mesi (+1,6 per cento), trainata dall’inversione in positivo della tendenza dei finanziamenti alle società non finanziarie (+1,9 per cento). In particolare, sono risultati in forte accelerazione il credito ai servizi (+3,4 per cento) e alla manifattura (+3,0 per cento), mentre si è solo attenuata la tendenza alla riduzione del credito per le costruzioni (-3,2 per cento). Al contrario la crescita del credito alle famiglie ha rallentato (+1,3 per cento) rispetto a un anno prima, a causa di una brusca inversione di tendenza in negativo nel trimestre. Il costo della raccolta obbligazionaria sul mercato secondario è nettamente diminuito rispetto a marzo, grazie anche a un crescente ricorso ai finanziamenti dell’Eurosistema a condizioni più vantaggiose, pur restando superiore ai livelli precedenti la pandemia. Tra febbraio e maggio i tassi medi dei nuovi prestiti bancari alle imprese sono leggermente diminuiti, all’1,1 per cento e i tassi medi dei nuovi prestiti alle famiglie per l’acquisto abitazioni si sono lievemente ridotti, all’1,3 per cento.</w:t>
      </w:r>
      <w:r>
        <w:t xml:space="preserve"> </w:t>
      </w:r>
      <w:r>
        <w:t>Per i gruppi classificati significativi ai fini di vigilanza, nel primo trimestre dell’anno, l’incidenza dei crediti deteriorati sul totale dei finanziamenti, sia al lordo sia al netto delle rettifiche di valore, è diminuita lievemente scendendo al 6,4 e al 3,1 per cento, rispettivamente.</w:t>
      </w:r>
    </w:p>
    <w:p w14:paraId="1DBC177D" w14:textId="2627D291" w:rsidR="008C1121" w:rsidRPr="00A22BF0" w:rsidRDefault="00AF53FD" w:rsidP="00AF53FD">
      <w:r>
        <w:t>Le misure adottate e previste per fronteggiare la pandemia, i suoi effetti economici e sociali e la recessione, stanno determinando un brusco innalzamento del rapporto tra deficit pubblico e prodotto interno lordo, che passerà dal buon risultato conseguito nel 2019 (1,6 per cento), a un 10,9 per cento nel 2020. Le attese sono per una parziale riduzione del rapporto tra deficit e Pil nel 2021, favorita dalla ripresa dell’attività, che resterà comunque elevato al 6,4 per cento, tenuto conto delle ipotesi sul programma NGEU. Il rapporto tra debito pubblico e Pil dovrebbe quindi subire un deciso appesantimento, passando dal contenimento al 134,8 per cento conseguito nel 2019 a una espansione che lo porterà al 158,1 per cento nel 2020, per ridursi al 154,2 per cento nel 2021. Il costo medio del debito dovrebbe continuare a ridursi leggermente grazie alle politiche monetarie e all’accesso ai finanziamenti europei. Se l’interconnessione tra l’elevato debito pubblico e il sistema bancario resta il principale rischio per la finanza nazionale, questo risulterà contenuto dalle politiche monetarie della Bce, dai programmi dell’Unione e dall’avvio di un percorso di crescita sostenuta.</w:t>
      </w:r>
    </w:p>
    <w:p w14:paraId="160D098F" w14:textId="77777777" w:rsidR="00DD61D8" w:rsidRDefault="00DD61D8" w:rsidP="00DD61D8">
      <w:pPr>
        <w:pStyle w:val="Titolo2"/>
      </w:pPr>
      <w:r>
        <w:t>X.4.</w:t>
      </w:r>
      <w:r>
        <w:tab/>
      </w:r>
      <w:bookmarkStart w:id="2" w:name="OLE_LINK1"/>
      <w:r>
        <w:t>L’economia regionale</w:t>
      </w:r>
      <w:bookmarkEnd w:id="2"/>
    </w:p>
    <w:p w14:paraId="2F330ACC" w14:textId="77777777" w:rsidR="00DD61D8" w:rsidRDefault="00DD61D8" w:rsidP="00DD61D8">
      <w:pPr>
        <w:pStyle w:val="Titolo4"/>
      </w:pPr>
      <w:r>
        <w:t>Pil e conto economico</w:t>
      </w:r>
    </w:p>
    <w:p w14:paraId="6566B1C9" w14:textId="659D6CCE" w:rsidR="00DD61D8" w:rsidRDefault="007F34E7" w:rsidP="007F34E7">
      <w:r>
        <w:t>L’attesa per il 2020 è di una caduta del prodotto interno lordo a due cifre, (-10,6 per cento), decisamente superiore a quella del 2009. La ripresa sarà solo parziale nel 2021 (+6,8 per cento). Il Pil regionale in termini reali nel 2020 dovrebbe risultare inferiore del 2,3 per cento rispetto ai livelli minimi toccati al culmine della crisi nel 2009 e di poco inferiore a quello del 2000 (0,4 per cento). L’andamento nazionale si conferma solo lievemente più contenuto di quello regionale. Nel 2020 la caduta dei consumi risulterà solo lievemente inferiore a quella del Pil (-10,1 per cento), ma sarà più lenta anche la loro ripresa nel 2021. Nel 2020 i consumi privati aggregati risulteranno inferiori del 7,5 per cento rispetto a quelli del picco del 2011, ma con un ulteriore aumento della diseguaglianza. Gli investimenti fissi lordi ridurranno pesantemente nel 2020 (-19,6 per cento) e l’eventuale ripresa nel 2021 sarà solo parziale (+9,0 per cento). I livelli di accumulazione nel 2020 saranno inferiori del 33,6 per cento rispetto a quelli del precedente massimo risalente al 2008. L’export regionale non potrà fornire ampio sostegno all’attività produttiva regionale (-16,3 per cento), anche se subirà una riduzione inferiore a quella sperimentata nel 2009. Saranno tuttavia le vendite all’estero a trainare la possibile ripresa nel 2021 (+11,3 per cento).</w:t>
      </w:r>
    </w:p>
    <w:p w14:paraId="064DEE1F" w14:textId="0CD61943" w:rsidR="00DD61D8" w:rsidRDefault="00DD61D8" w:rsidP="00DD61D8">
      <w:pPr>
        <w:pStyle w:val="Titolo4"/>
      </w:pPr>
      <w:r>
        <w:lastRenderedPageBreak/>
        <w:t>La formazione del valore aggiunto: i settori</w:t>
      </w:r>
    </w:p>
    <w:tbl>
      <w:tblPr>
        <w:tblpPr w:topFromText="284" w:bottomFromText="284" w:horzAnchor="margin" w:tblpXSpec="center" w:tblpYSpec="top"/>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F1554D" w14:paraId="62A9139F" w14:textId="77777777" w:rsidTr="00F1554D">
        <w:trPr>
          <w:cantSplit/>
        </w:trPr>
        <w:tc>
          <w:tcPr>
            <w:tcW w:w="9356" w:type="dxa"/>
            <w:gridSpan w:val="5"/>
            <w:tcBorders>
              <w:bottom w:val="single" w:sz="4" w:space="0" w:color="800000"/>
            </w:tcBorders>
          </w:tcPr>
          <w:p w14:paraId="54191E37" w14:textId="77777777" w:rsidR="00F1554D" w:rsidRPr="007C570B" w:rsidRDefault="00F1554D" w:rsidP="00F1554D">
            <w:pPr>
              <w:pStyle w:val="TabTitolo"/>
              <w:ind w:left="1134" w:hanging="1134"/>
            </w:pPr>
            <w:bookmarkStart w:id="3" w:name="_Hlk52806345"/>
            <w:r>
              <w:t>Previsione per l’Emilia-Romagna. Tassi di variazione percentuali</w:t>
            </w:r>
            <w:r w:rsidRPr="007C570B">
              <w:t xml:space="preserve"> su valori </w:t>
            </w:r>
            <w:r>
              <w:t xml:space="preserve">concatenati, anno di </w:t>
            </w:r>
            <w:proofErr w:type="spellStart"/>
            <w:r>
              <w:t>riferim</w:t>
            </w:r>
            <w:proofErr w:type="spellEnd"/>
            <w:r>
              <w:t>. 2010</w:t>
            </w:r>
          </w:p>
        </w:tc>
      </w:tr>
      <w:tr w:rsidR="00F1554D" w14:paraId="3B3EDEB3" w14:textId="77777777" w:rsidTr="00F1554D">
        <w:trPr>
          <w:cantSplit/>
        </w:trPr>
        <w:tc>
          <w:tcPr>
            <w:tcW w:w="4820" w:type="dxa"/>
            <w:tcBorders>
              <w:bottom w:val="single" w:sz="4" w:space="0" w:color="800000"/>
            </w:tcBorders>
            <w:vAlign w:val="bottom"/>
          </w:tcPr>
          <w:p w14:paraId="0B62AD55" w14:textId="77777777" w:rsidR="00F1554D" w:rsidRDefault="00F1554D" w:rsidP="00F1554D">
            <w:pPr>
              <w:pStyle w:val="TabIntestazioni"/>
              <w:rPr>
                <w:rFonts w:eastAsia="Arial Unicode MS"/>
              </w:rPr>
            </w:pPr>
          </w:p>
        </w:tc>
        <w:tc>
          <w:tcPr>
            <w:tcW w:w="1134" w:type="dxa"/>
            <w:tcBorders>
              <w:bottom w:val="single" w:sz="4" w:space="0" w:color="800000"/>
            </w:tcBorders>
          </w:tcPr>
          <w:p w14:paraId="63A03EF0" w14:textId="77777777" w:rsidR="00F1554D" w:rsidRPr="0085406E" w:rsidRDefault="00F1554D" w:rsidP="00F1554D">
            <w:pPr>
              <w:pStyle w:val="TabIntestazioni"/>
              <w:jc w:val="right"/>
            </w:pPr>
            <w:r w:rsidRPr="0085406E">
              <w:t>2018</w:t>
            </w:r>
          </w:p>
        </w:tc>
        <w:tc>
          <w:tcPr>
            <w:tcW w:w="1134" w:type="dxa"/>
            <w:tcBorders>
              <w:bottom w:val="single" w:sz="4" w:space="0" w:color="800000"/>
            </w:tcBorders>
          </w:tcPr>
          <w:p w14:paraId="159B6BB6" w14:textId="77777777" w:rsidR="00F1554D" w:rsidRPr="0085406E" w:rsidRDefault="00F1554D" w:rsidP="00F1554D">
            <w:pPr>
              <w:pStyle w:val="TabIntestazioni"/>
              <w:jc w:val="right"/>
            </w:pPr>
            <w:r w:rsidRPr="0085406E">
              <w:t>2019</w:t>
            </w:r>
          </w:p>
        </w:tc>
        <w:tc>
          <w:tcPr>
            <w:tcW w:w="1134" w:type="dxa"/>
            <w:tcBorders>
              <w:bottom w:val="single" w:sz="4" w:space="0" w:color="800000"/>
            </w:tcBorders>
          </w:tcPr>
          <w:p w14:paraId="067FD586" w14:textId="77777777" w:rsidR="00F1554D" w:rsidRPr="0085406E" w:rsidRDefault="00F1554D" w:rsidP="00F1554D">
            <w:pPr>
              <w:pStyle w:val="TabIntestazioni"/>
              <w:jc w:val="right"/>
            </w:pPr>
            <w:r w:rsidRPr="0085406E">
              <w:t>20</w:t>
            </w:r>
            <w:r>
              <w:t>20</w:t>
            </w:r>
          </w:p>
        </w:tc>
        <w:tc>
          <w:tcPr>
            <w:tcW w:w="1134" w:type="dxa"/>
            <w:tcBorders>
              <w:bottom w:val="single" w:sz="4" w:space="0" w:color="800000"/>
            </w:tcBorders>
          </w:tcPr>
          <w:p w14:paraId="712F3631" w14:textId="77777777" w:rsidR="00F1554D" w:rsidRPr="0085406E" w:rsidRDefault="00F1554D" w:rsidP="00F1554D">
            <w:pPr>
              <w:pStyle w:val="TabIntestazioni"/>
              <w:jc w:val="right"/>
            </w:pPr>
            <w:r w:rsidRPr="0085406E">
              <w:t>20</w:t>
            </w:r>
            <w:r>
              <w:t>21</w:t>
            </w:r>
          </w:p>
        </w:tc>
      </w:tr>
      <w:tr w:rsidR="00F1554D" w14:paraId="260B587A" w14:textId="77777777" w:rsidTr="00F1554D">
        <w:trPr>
          <w:cantSplit/>
          <w:trHeight w:hRule="exact" w:val="57"/>
        </w:trPr>
        <w:tc>
          <w:tcPr>
            <w:tcW w:w="4820" w:type="dxa"/>
            <w:tcBorders>
              <w:top w:val="single" w:sz="4" w:space="0" w:color="800000"/>
            </w:tcBorders>
          </w:tcPr>
          <w:p w14:paraId="75F25E41" w14:textId="77777777" w:rsidR="00F1554D" w:rsidRPr="00686A56" w:rsidRDefault="00F1554D" w:rsidP="00F1554D">
            <w:pPr>
              <w:pStyle w:val="TabEtichette"/>
              <w:rPr>
                <w:rFonts w:eastAsia="Arial Unicode MS"/>
              </w:rPr>
            </w:pPr>
          </w:p>
        </w:tc>
        <w:tc>
          <w:tcPr>
            <w:tcW w:w="1134" w:type="dxa"/>
            <w:tcBorders>
              <w:top w:val="single" w:sz="4" w:space="0" w:color="800000"/>
            </w:tcBorders>
          </w:tcPr>
          <w:p w14:paraId="6E16CCA9" w14:textId="77777777" w:rsidR="00F1554D" w:rsidRPr="0085406E" w:rsidRDefault="00F1554D" w:rsidP="00F1554D"/>
        </w:tc>
        <w:tc>
          <w:tcPr>
            <w:tcW w:w="1134" w:type="dxa"/>
            <w:tcBorders>
              <w:top w:val="single" w:sz="4" w:space="0" w:color="800000"/>
            </w:tcBorders>
          </w:tcPr>
          <w:p w14:paraId="7BB662B5" w14:textId="77777777" w:rsidR="00F1554D" w:rsidRPr="0085406E" w:rsidRDefault="00F1554D" w:rsidP="00F1554D"/>
        </w:tc>
        <w:tc>
          <w:tcPr>
            <w:tcW w:w="1134" w:type="dxa"/>
            <w:tcBorders>
              <w:top w:val="single" w:sz="4" w:space="0" w:color="800000"/>
            </w:tcBorders>
          </w:tcPr>
          <w:p w14:paraId="1EF5A893" w14:textId="77777777" w:rsidR="00F1554D" w:rsidRPr="0085406E" w:rsidRDefault="00F1554D" w:rsidP="00F1554D"/>
        </w:tc>
        <w:tc>
          <w:tcPr>
            <w:tcW w:w="1134" w:type="dxa"/>
            <w:tcBorders>
              <w:top w:val="single" w:sz="4" w:space="0" w:color="800000"/>
            </w:tcBorders>
          </w:tcPr>
          <w:p w14:paraId="5150DBC1" w14:textId="77777777" w:rsidR="00F1554D" w:rsidRPr="0085406E" w:rsidRDefault="00F1554D" w:rsidP="00F1554D"/>
        </w:tc>
      </w:tr>
      <w:tr w:rsidR="00F1554D" w14:paraId="31D1252C" w14:textId="77777777" w:rsidTr="00F1554D">
        <w:trPr>
          <w:cantSplit/>
          <w:trHeight w:val="227"/>
        </w:trPr>
        <w:tc>
          <w:tcPr>
            <w:tcW w:w="4820" w:type="dxa"/>
          </w:tcPr>
          <w:p w14:paraId="1C4E003D" w14:textId="77777777" w:rsidR="00F1554D" w:rsidRPr="00F039B7" w:rsidRDefault="00F1554D" w:rsidP="00F1554D">
            <w:pPr>
              <w:pStyle w:val="TabEtichetteBold"/>
              <w:rPr>
                <w:rFonts w:eastAsia="Arial Unicode MS"/>
              </w:rPr>
            </w:pPr>
            <w:r w:rsidRPr="00F039B7">
              <w:t>Conto economico</w:t>
            </w:r>
          </w:p>
        </w:tc>
        <w:tc>
          <w:tcPr>
            <w:tcW w:w="1134" w:type="dxa"/>
          </w:tcPr>
          <w:p w14:paraId="776BD54F" w14:textId="77777777" w:rsidR="00F1554D" w:rsidRPr="0085406E" w:rsidRDefault="00F1554D" w:rsidP="00F1554D">
            <w:pPr>
              <w:pStyle w:val="tabnum"/>
            </w:pPr>
          </w:p>
        </w:tc>
        <w:tc>
          <w:tcPr>
            <w:tcW w:w="1134" w:type="dxa"/>
          </w:tcPr>
          <w:p w14:paraId="7EE33DE4" w14:textId="77777777" w:rsidR="00F1554D" w:rsidRPr="0085406E" w:rsidRDefault="00F1554D" w:rsidP="00F1554D">
            <w:pPr>
              <w:pStyle w:val="tabnum"/>
            </w:pPr>
          </w:p>
        </w:tc>
        <w:tc>
          <w:tcPr>
            <w:tcW w:w="1134" w:type="dxa"/>
          </w:tcPr>
          <w:p w14:paraId="6ECA6051" w14:textId="77777777" w:rsidR="00F1554D" w:rsidRPr="0085406E" w:rsidRDefault="00F1554D" w:rsidP="00F1554D">
            <w:pPr>
              <w:pStyle w:val="tabnum"/>
            </w:pPr>
          </w:p>
        </w:tc>
        <w:tc>
          <w:tcPr>
            <w:tcW w:w="1134" w:type="dxa"/>
          </w:tcPr>
          <w:p w14:paraId="64DDF371" w14:textId="77777777" w:rsidR="00F1554D" w:rsidRPr="0085406E" w:rsidRDefault="00F1554D" w:rsidP="00F1554D">
            <w:pPr>
              <w:pStyle w:val="tabnum"/>
            </w:pPr>
          </w:p>
        </w:tc>
      </w:tr>
      <w:tr w:rsidR="00F1554D" w14:paraId="62A00160" w14:textId="77777777" w:rsidTr="00F1554D">
        <w:trPr>
          <w:cantSplit/>
          <w:trHeight w:val="227"/>
        </w:trPr>
        <w:tc>
          <w:tcPr>
            <w:tcW w:w="4820" w:type="dxa"/>
            <w:shd w:val="clear" w:color="auto" w:fill="DEEAF6" w:themeFill="accent5" w:themeFillTint="33"/>
          </w:tcPr>
          <w:p w14:paraId="3F8BCAC6" w14:textId="77777777" w:rsidR="00F1554D" w:rsidRDefault="00F1554D" w:rsidP="00F1554D">
            <w:pPr>
              <w:pStyle w:val="TabEtichette"/>
              <w:rPr>
                <w:rFonts w:eastAsia="Arial Unicode MS"/>
              </w:rPr>
            </w:pPr>
            <w:r>
              <w:t>Prodotto interno lordo</w:t>
            </w:r>
          </w:p>
        </w:tc>
        <w:tc>
          <w:tcPr>
            <w:tcW w:w="1134" w:type="dxa"/>
            <w:shd w:val="clear" w:color="auto" w:fill="DEEAF6" w:themeFill="accent5" w:themeFillTint="33"/>
          </w:tcPr>
          <w:p w14:paraId="70EED3D6" w14:textId="77777777" w:rsidR="00F1554D" w:rsidRPr="00AE376F" w:rsidRDefault="00F1554D" w:rsidP="00F1554D">
            <w:pPr>
              <w:pStyle w:val="TabNumeri"/>
            </w:pPr>
            <w:r w:rsidRPr="00DA3E62">
              <w:t>1,8</w:t>
            </w:r>
          </w:p>
        </w:tc>
        <w:tc>
          <w:tcPr>
            <w:tcW w:w="1134" w:type="dxa"/>
            <w:shd w:val="clear" w:color="auto" w:fill="DEEAF6" w:themeFill="accent5" w:themeFillTint="33"/>
          </w:tcPr>
          <w:p w14:paraId="1541A4A4" w14:textId="77777777" w:rsidR="00F1554D" w:rsidRPr="00AE376F" w:rsidRDefault="00F1554D" w:rsidP="00F1554D">
            <w:pPr>
              <w:pStyle w:val="TabNumeri"/>
            </w:pPr>
            <w:r w:rsidRPr="00DA3E62">
              <w:t>0,4</w:t>
            </w:r>
          </w:p>
        </w:tc>
        <w:tc>
          <w:tcPr>
            <w:tcW w:w="1134" w:type="dxa"/>
            <w:shd w:val="clear" w:color="auto" w:fill="DEEAF6" w:themeFill="accent5" w:themeFillTint="33"/>
          </w:tcPr>
          <w:p w14:paraId="1255F0A3" w14:textId="77777777" w:rsidR="00F1554D" w:rsidRPr="00AE376F" w:rsidRDefault="00F1554D" w:rsidP="00F1554D">
            <w:pPr>
              <w:pStyle w:val="TabNumeri"/>
            </w:pPr>
            <w:r w:rsidRPr="00DA3E62">
              <w:t>-10,6</w:t>
            </w:r>
          </w:p>
        </w:tc>
        <w:tc>
          <w:tcPr>
            <w:tcW w:w="1134" w:type="dxa"/>
            <w:shd w:val="clear" w:color="auto" w:fill="DEEAF6" w:themeFill="accent5" w:themeFillTint="33"/>
          </w:tcPr>
          <w:p w14:paraId="05FD5484" w14:textId="77777777" w:rsidR="00F1554D" w:rsidRPr="00AE376F" w:rsidRDefault="00F1554D" w:rsidP="00F1554D">
            <w:pPr>
              <w:pStyle w:val="TabNumeri"/>
            </w:pPr>
            <w:r w:rsidRPr="00DA3E62">
              <w:t>6,8</w:t>
            </w:r>
          </w:p>
        </w:tc>
      </w:tr>
      <w:tr w:rsidR="00F1554D" w14:paraId="293DDE01" w14:textId="77777777" w:rsidTr="00F1554D">
        <w:trPr>
          <w:cantSplit/>
          <w:trHeight w:val="227"/>
        </w:trPr>
        <w:tc>
          <w:tcPr>
            <w:tcW w:w="4820" w:type="dxa"/>
          </w:tcPr>
          <w:p w14:paraId="2F61AD46" w14:textId="77777777" w:rsidR="00F1554D" w:rsidRDefault="00F1554D" w:rsidP="00F1554D">
            <w:pPr>
              <w:pStyle w:val="TabEtichette"/>
              <w:rPr>
                <w:rFonts w:eastAsia="Arial Unicode MS"/>
              </w:rPr>
            </w:pPr>
            <w:r>
              <w:t>Domanda interna</w:t>
            </w:r>
            <w:r>
              <w:rPr>
                <w:vertAlign w:val="superscript"/>
              </w:rPr>
              <w:t>(1</w:t>
            </w:r>
            <w:r w:rsidRPr="002F2B82">
              <w:rPr>
                <w:vertAlign w:val="superscript"/>
              </w:rPr>
              <w:t>)</w:t>
            </w:r>
          </w:p>
        </w:tc>
        <w:tc>
          <w:tcPr>
            <w:tcW w:w="1134" w:type="dxa"/>
          </w:tcPr>
          <w:p w14:paraId="51411166" w14:textId="77777777" w:rsidR="00F1554D" w:rsidRPr="00AE376F" w:rsidRDefault="00F1554D" w:rsidP="00F1554D">
            <w:pPr>
              <w:pStyle w:val="TabNumeri"/>
            </w:pPr>
            <w:r w:rsidRPr="00DA3E62">
              <w:t>1,7</w:t>
            </w:r>
          </w:p>
        </w:tc>
        <w:tc>
          <w:tcPr>
            <w:tcW w:w="1134" w:type="dxa"/>
          </w:tcPr>
          <w:p w14:paraId="48454E05" w14:textId="77777777" w:rsidR="00F1554D" w:rsidRPr="00AE376F" w:rsidRDefault="00F1554D" w:rsidP="00F1554D">
            <w:pPr>
              <w:pStyle w:val="TabNumeri"/>
            </w:pPr>
            <w:r w:rsidRPr="00DA3E62">
              <w:t>1,1</w:t>
            </w:r>
          </w:p>
        </w:tc>
        <w:tc>
          <w:tcPr>
            <w:tcW w:w="1134" w:type="dxa"/>
          </w:tcPr>
          <w:p w14:paraId="25CEF919" w14:textId="77777777" w:rsidR="00F1554D" w:rsidRPr="00AE376F" w:rsidRDefault="00F1554D" w:rsidP="00F1554D">
            <w:pPr>
              <w:pStyle w:val="TabNumeri"/>
            </w:pPr>
            <w:r w:rsidRPr="00DA3E62">
              <w:t>-10,3</w:t>
            </w:r>
          </w:p>
        </w:tc>
        <w:tc>
          <w:tcPr>
            <w:tcW w:w="1134" w:type="dxa"/>
          </w:tcPr>
          <w:p w14:paraId="10370169" w14:textId="77777777" w:rsidR="00F1554D" w:rsidRPr="00AE376F" w:rsidRDefault="00F1554D" w:rsidP="00F1554D">
            <w:pPr>
              <w:pStyle w:val="TabNumeri"/>
            </w:pPr>
            <w:r w:rsidRPr="00DA3E62">
              <w:t>5,6</w:t>
            </w:r>
          </w:p>
        </w:tc>
      </w:tr>
      <w:tr w:rsidR="00F1554D" w14:paraId="768657C1" w14:textId="77777777" w:rsidTr="00F1554D">
        <w:trPr>
          <w:cantSplit/>
          <w:trHeight w:val="227"/>
        </w:trPr>
        <w:tc>
          <w:tcPr>
            <w:tcW w:w="4820" w:type="dxa"/>
            <w:shd w:val="clear" w:color="auto" w:fill="DEEAF6" w:themeFill="accent5" w:themeFillTint="33"/>
          </w:tcPr>
          <w:p w14:paraId="457AA36E" w14:textId="77777777" w:rsidR="00F1554D" w:rsidRDefault="00F1554D" w:rsidP="00F1554D">
            <w:pPr>
              <w:pStyle w:val="TabEtichette"/>
              <w:rPr>
                <w:rFonts w:eastAsia="Arial Unicode MS"/>
              </w:rPr>
            </w:pPr>
            <w:r>
              <w:t xml:space="preserve">   Consumi delle famiglie</w:t>
            </w:r>
          </w:p>
        </w:tc>
        <w:tc>
          <w:tcPr>
            <w:tcW w:w="1134" w:type="dxa"/>
            <w:shd w:val="clear" w:color="auto" w:fill="DEEAF6" w:themeFill="accent5" w:themeFillTint="33"/>
          </w:tcPr>
          <w:p w14:paraId="0CDC8F5A" w14:textId="77777777" w:rsidR="00F1554D" w:rsidRPr="00AE376F" w:rsidRDefault="00F1554D" w:rsidP="00F1554D">
            <w:pPr>
              <w:pStyle w:val="TabNumeri"/>
            </w:pPr>
            <w:r w:rsidRPr="00DA3E62">
              <w:t>1,0</w:t>
            </w:r>
          </w:p>
        </w:tc>
        <w:tc>
          <w:tcPr>
            <w:tcW w:w="1134" w:type="dxa"/>
            <w:shd w:val="clear" w:color="auto" w:fill="DEEAF6" w:themeFill="accent5" w:themeFillTint="33"/>
          </w:tcPr>
          <w:p w14:paraId="047421C0" w14:textId="77777777" w:rsidR="00F1554D" w:rsidRPr="00AE376F" w:rsidRDefault="00F1554D" w:rsidP="00F1554D">
            <w:pPr>
              <w:pStyle w:val="TabNumeri"/>
            </w:pPr>
            <w:r w:rsidRPr="00DA3E62">
              <w:t>0,9</w:t>
            </w:r>
          </w:p>
        </w:tc>
        <w:tc>
          <w:tcPr>
            <w:tcW w:w="1134" w:type="dxa"/>
            <w:shd w:val="clear" w:color="auto" w:fill="DEEAF6" w:themeFill="accent5" w:themeFillTint="33"/>
          </w:tcPr>
          <w:p w14:paraId="763F831C" w14:textId="77777777" w:rsidR="00F1554D" w:rsidRPr="00AE376F" w:rsidRDefault="00F1554D" w:rsidP="00F1554D">
            <w:pPr>
              <w:pStyle w:val="TabNumeri"/>
            </w:pPr>
            <w:r w:rsidRPr="00DA3E62">
              <w:t>-10,1</w:t>
            </w:r>
          </w:p>
        </w:tc>
        <w:tc>
          <w:tcPr>
            <w:tcW w:w="1134" w:type="dxa"/>
            <w:shd w:val="clear" w:color="auto" w:fill="DEEAF6" w:themeFill="accent5" w:themeFillTint="33"/>
          </w:tcPr>
          <w:p w14:paraId="7D95CA7F" w14:textId="77777777" w:rsidR="00F1554D" w:rsidRPr="00AE376F" w:rsidRDefault="00F1554D" w:rsidP="00F1554D">
            <w:pPr>
              <w:pStyle w:val="TabNumeri"/>
            </w:pPr>
            <w:r w:rsidRPr="00DA3E62">
              <w:t>6,1</w:t>
            </w:r>
          </w:p>
        </w:tc>
      </w:tr>
      <w:tr w:rsidR="00F1554D" w14:paraId="1B7A0EB7" w14:textId="77777777" w:rsidTr="00F1554D">
        <w:trPr>
          <w:cantSplit/>
          <w:trHeight w:val="227"/>
        </w:trPr>
        <w:tc>
          <w:tcPr>
            <w:tcW w:w="4820" w:type="dxa"/>
          </w:tcPr>
          <w:p w14:paraId="1AE17D6D" w14:textId="77777777" w:rsidR="00F1554D" w:rsidRDefault="00F1554D" w:rsidP="00F1554D">
            <w:pPr>
              <w:pStyle w:val="TabEtichette"/>
              <w:rPr>
                <w:rFonts w:eastAsia="Arial Unicode MS"/>
              </w:rPr>
            </w:pPr>
            <w:r>
              <w:t xml:space="preserve">   Consumi delle AAPP e ISP</w:t>
            </w:r>
          </w:p>
        </w:tc>
        <w:tc>
          <w:tcPr>
            <w:tcW w:w="1134" w:type="dxa"/>
          </w:tcPr>
          <w:p w14:paraId="5795913E" w14:textId="77777777" w:rsidR="00F1554D" w:rsidRPr="00AE376F" w:rsidRDefault="00F1554D" w:rsidP="00F1554D">
            <w:pPr>
              <w:pStyle w:val="TabNumeri"/>
            </w:pPr>
            <w:r w:rsidRPr="00DA3E62">
              <w:t>0,8</w:t>
            </w:r>
          </w:p>
        </w:tc>
        <w:tc>
          <w:tcPr>
            <w:tcW w:w="1134" w:type="dxa"/>
          </w:tcPr>
          <w:p w14:paraId="1FF1DEC7" w14:textId="77777777" w:rsidR="00F1554D" w:rsidRPr="00AE376F" w:rsidRDefault="00F1554D" w:rsidP="00F1554D">
            <w:pPr>
              <w:pStyle w:val="TabNumeri"/>
            </w:pPr>
            <w:r w:rsidRPr="00DA3E62">
              <w:t>-0,2</w:t>
            </w:r>
          </w:p>
        </w:tc>
        <w:tc>
          <w:tcPr>
            <w:tcW w:w="1134" w:type="dxa"/>
          </w:tcPr>
          <w:p w14:paraId="1CFC374F" w14:textId="77777777" w:rsidR="00F1554D" w:rsidRPr="00AE376F" w:rsidRDefault="00F1554D" w:rsidP="00F1554D">
            <w:pPr>
              <w:pStyle w:val="TabNumeri"/>
            </w:pPr>
            <w:r w:rsidRPr="00DA3E62">
              <w:t>1,7</w:t>
            </w:r>
          </w:p>
        </w:tc>
        <w:tc>
          <w:tcPr>
            <w:tcW w:w="1134" w:type="dxa"/>
          </w:tcPr>
          <w:p w14:paraId="12E2A253" w14:textId="77777777" w:rsidR="00F1554D" w:rsidRPr="00AE376F" w:rsidRDefault="00F1554D" w:rsidP="00F1554D">
            <w:pPr>
              <w:pStyle w:val="TabNumeri"/>
            </w:pPr>
            <w:r w:rsidRPr="00DA3E62">
              <w:t>0,3</w:t>
            </w:r>
          </w:p>
        </w:tc>
      </w:tr>
      <w:tr w:rsidR="00F1554D" w14:paraId="27EFC030" w14:textId="77777777" w:rsidTr="00F1554D">
        <w:trPr>
          <w:cantSplit/>
          <w:trHeight w:val="227"/>
        </w:trPr>
        <w:tc>
          <w:tcPr>
            <w:tcW w:w="4820" w:type="dxa"/>
            <w:shd w:val="clear" w:color="auto" w:fill="DEEAF6" w:themeFill="accent5" w:themeFillTint="33"/>
          </w:tcPr>
          <w:p w14:paraId="34933DAD" w14:textId="77777777" w:rsidR="00F1554D" w:rsidRDefault="00F1554D" w:rsidP="00F1554D">
            <w:pPr>
              <w:pStyle w:val="TabEtichette"/>
              <w:rPr>
                <w:rFonts w:eastAsia="Arial Unicode MS"/>
              </w:rPr>
            </w:pPr>
            <w:r>
              <w:t xml:space="preserve">   Investimenti fissi lordi</w:t>
            </w:r>
          </w:p>
        </w:tc>
        <w:tc>
          <w:tcPr>
            <w:tcW w:w="1134" w:type="dxa"/>
            <w:shd w:val="clear" w:color="auto" w:fill="DEEAF6" w:themeFill="accent5" w:themeFillTint="33"/>
          </w:tcPr>
          <w:p w14:paraId="0FB1DC5C" w14:textId="77777777" w:rsidR="00F1554D" w:rsidRPr="00AE376F" w:rsidRDefault="00F1554D" w:rsidP="00F1554D">
            <w:pPr>
              <w:pStyle w:val="TabNumeri"/>
            </w:pPr>
            <w:r w:rsidRPr="00DA3E62">
              <w:t>4,7</w:t>
            </w:r>
          </w:p>
        </w:tc>
        <w:tc>
          <w:tcPr>
            <w:tcW w:w="1134" w:type="dxa"/>
            <w:shd w:val="clear" w:color="auto" w:fill="DEEAF6" w:themeFill="accent5" w:themeFillTint="33"/>
          </w:tcPr>
          <w:p w14:paraId="355F65FA" w14:textId="77777777" w:rsidR="00F1554D" w:rsidRPr="00AE376F" w:rsidRDefault="00F1554D" w:rsidP="00F1554D">
            <w:pPr>
              <w:pStyle w:val="TabNumeri"/>
            </w:pPr>
            <w:r w:rsidRPr="00DA3E62">
              <w:t>2,9</w:t>
            </w:r>
          </w:p>
        </w:tc>
        <w:tc>
          <w:tcPr>
            <w:tcW w:w="1134" w:type="dxa"/>
            <w:shd w:val="clear" w:color="auto" w:fill="DEEAF6" w:themeFill="accent5" w:themeFillTint="33"/>
          </w:tcPr>
          <w:p w14:paraId="27D7F646" w14:textId="77777777" w:rsidR="00F1554D" w:rsidRPr="00AE376F" w:rsidRDefault="00F1554D" w:rsidP="00F1554D">
            <w:pPr>
              <w:pStyle w:val="TabNumeri"/>
            </w:pPr>
            <w:r w:rsidRPr="00DA3E62">
              <w:t>-19,6</w:t>
            </w:r>
          </w:p>
        </w:tc>
        <w:tc>
          <w:tcPr>
            <w:tcW w:w="1134" w:type="dxa"/>
            <w:shd w:val="clear" w:color="auto" w:fill="DEEAF6" w:themeFill="accent5" w:themeFillTint="33"/>
          </w:tcPr>
          <w:p w14:paraId="230F95BA" w14:textId="77777777" w:rsidR="00F1554D" w:rsidRPr="00AE376F" w:rsidRDefault="00F1554D" w:rsidP="00F1554D">
            <w:pPr>
              <w:pStyle w:val="TabNumeri"/>
            </w:pPr>
            <w:r w:rsidRPr="00DA3E62">
              <w:t>9,0</w:t>
            </w:r>
          </w:p>
        </w:tc>
      </w:tr>
      <w:tr w:rsidR="00F1554D" w14:paraId="55556EBC" w14:textId="77777777" w:rsidTr="00F1554D">
        <w:trPr>
          <w:cantSplit/>
          <w:trHeight w:val="227"/>
        </w:trPr>
        <w:tc>
          <w:tcPr>
            <w:tcW w:w="4820" w:type="dxa"/>
          </w:tcPr>
          <w:p w14:paraId="33ACAD15" w14:textId="77777777" w:rsidR="00F1554D" w:rsidRDefault="00F1554D" w:rsidP="00F1554D">
            <w:pPr>
              <w:pStyle w:val="TabEtichette"/>
              <w:rPr>
                <w:rFonts w:eastAsia="Arial Unicode MS"/>
              </w:rPr>
            </w:pPr>
            <w:r>
              <w:t>Importazioni di beni dall’estero</w:t>
            </w:r>
          </w:p>
        </w:tc>
        <w:tc>
          <w:tcPr>
            <w:tcW w:w="1134" w:type="dxa"/>
          </w:tcPr>
          <w:p w14:paraId="0278C896" w14:textId="77777777" w:rsidR="00F1554D" w:rsidRPr="00AE376F" w:rsidRDefault="00F1554D" w:rsidP="00F1554D">
            <w:pPr>
              <w:pStyle w:val="TabNumeri"/>
            </w:pPr>
            <w:r w:rsidRPr="00DA3E62">
              <w:t>0,4</w:t>
            </w:r>
          </w:p>
        </w:tc>
        <w:tc>
          <w:tcPr>
            <w:tcW w:w="1134" w:type="dxa"/>
          </w:tcPr>
          <w:p w14:paraId="6EB3E0AE" w14:textId="77777777" w:rsidR="00F1554D" w:rsidRPr="00AE376F" w:rsidRDefault="00F1554D" w:rsidP="00F1554D">
            <w:pPr>
              <w:pStyle w:val="TabNumeri"/>
            </w:pPr>
            <w:r w:rsidRPr="00DA3E62">
              <w:t>2,6</w:t>
            </w:r>
          </w:p>
        </w:tc>
        <w:tc>
          <w:tcPr>
            <w:tcW w:w="1134" w:type="dxa"/>
          </w:tcPr>
          <w:p w14:paraId="05BF6A47" w14:textId="77777777" w:rsidR="00F1554D" w:rsidRPr="00AE376F" w:rsidRDefault="00F1554D" w:rsidP="00F1554D">
            <w:pPr>
              <w:pStyle w:val="TabNumeri"/>
            </w:pPr>
            <w:r w:rsidRPr="00DA3E62">
              <w:t>-16,5</w:t>
            </w:r>
          </w:p>
        </w:tc>
        <w:tc>
          <w:tcPr>
            <w:tcW w:w="1134" w:type="dxa"/>
          </w:tcPr>
          <w:p w14:paraId="1B5CE1F7" w14:textId="77777777" w:rsidR="00F1554D" w:rsidRPr="00AE376F" w:rsidRDefault="00F1554D" w:rsidP="00F1554D">
            <w:pPr>
              <w:pStyle w:val="TabNumeri"/>
            </w:pPr>
            <w:r w:rsidRPr="00DA3E62">
              <w:t>9,4</w:t>
            </w:r>
          </w:p>
        </w:tc>
      </w:tr>
      <w:tr w:rsidR="00F1554D" w14:paraId="7234A625" w14:textId="77777777" w:rsidTr="00F1554D">
        <w:trPr>
          <w:cantSplit/>
          <w:trHeight w:val="227"/>
        </w:trPr>
        <w:tc>
          <w:tcPr>
            <w:tcW w:w="4820" w:type="dxa"/>
            <w:shd w:val="clear" w:color="auto" w:fill="DEEAF6" w:themeFill="accent5" w:themeFillTint="33"/>
          </w:tcPr>
          <w:p w14:paraId="4986105E" w14:textId="77777777" w:rsidR="00F1554D" w:rsidRDefault="00F1554D" w:rsidP="00F1554D">
            <w:pPr>
              <w:pStyle w:val="TabEtichette"/>
              <w:rPr>
                <w:rFonts w:eastAsia="Arial Unicode MS"/>
              </w:rPr>
            </w:pPr>
            <w:r>
              <w:t>Esportazioni di beni verso l’estero</w:t>
            </w:r>
          </w:p>
        </w:tc>
        <w:tc>
          <w:tcPr>
            <w:tcW w:w="1134" w:type="dxa"/>
            <w:shd w:val="clear" w:color="auto" w:fill="DEEAF6" w:themeFill="accent5" w:themeFillTint="33"/>
          </w:tcPr>
          <w:p w14:paraId="372EB978" w14:textId="77777777" w:rsidR="00F1554D" w:rsidRPr="00AE376F" w:rsidRDefault="00F1554D" w:rsidP="00F1554D">
            <w:pPr>
              <w:pStyle w:val="TabNumeri"/>
            </w:pPr>
            <w:r w:rsidRPr="00DA3E62">
              <w:t>4,4</w:t>
            </w:r>
          </w:p>
        </w:tc>
        <w:tc>
          <w:tcPr>
            <w:tcW w:w="1134" w:type="dxa"/>
            <w:shd w:val="clear" w:color="auto" w:fill="DEEAF6" w:themeFill="accent5" w:themeFillTint="33"/>
          </w:tcPr>
          <w:p w14:paraId="168E09D6" w14:textId="77777777" w:rsidR="00F1554D" w:rsidRPr="00AE376F" w:rsidRDefault="00F1554D" w:rsidP="00F1554D">
            <w:pPr>
              <w:pStyle w:val="TabNumeri"/>
            </w:pPr>
            <w:r w:rsidRPr="00DA3E62">
              <w:t>3,5</w:t>
            </w:r>
          </w:p>
        </w:tc>
        <w:tc>
          <w:tcPr>
            <w:tcW w:w="1134" w:type="dxa"/>
            <w:shd w:val="clear" w:color="auto" w:fill="DEEAF6" w:themeFill="accent5" w:themeFillTint="33"/>
          </w:tcPr>
          <w:p w14:paraId="621C1707" w14:textId="77777777" w:rsidR="00F1554D" w:rsidRPr="00AE376F" w:rsidRDefault="00F1554D" w:rsidP="00F1554D">
            <w:pPr>
              <w:pStyle w:val="TabNumeri"/>
            </w:pPr>
            <w:r w:rsidRPr="00DA3E62">
              <w:t>-16,3</w:t>
            </w:r>
          </w:p>
        </w:tc>
        <w:tc>
          <w:tcPr>
            <w:tcW w:w="1134" w:type="dxa"/>
            <w:shd w:val="clear" w:color="auto" w:fill="DEEAF6" w:themeFill="accent5" w:themeFillTint="33"/>
          </w:tcPr>
          <w:p w14:paraId="6AAC61E6" w14:textId="77777777" w:rsidR="00F1554D" w:rsidRPr="00AE376F" w:rsidRDefault="00F1554D" w:rsidP="00F1554D">
            <w:pPr>
              <w:pStyle w:val="TabNumeri"/>
            </w:pPr>
            <w:r w:rsidRPr="00DA3E62">
              <w:t>11,3</w:t>
            </w:r>
          </w:p>
        </w:tc>
      </w:tr>
      <w:tr w:rsidR="00F1554D" w14:paraId="6C72C870" w14:textId="77777777" w:rsidTr="00F1554D">
        <w:trPr>
          <w:cantSplit/>
          <w:trHeight w:val="227"/>
        </w:trPr>
        <w:tc>
          <w:tcPr>
            <w:tcW w:w="4820" w:type="dxa"/>
          </w:tcPr>
          <w:p w14:paraId="68D6C15D" w14:textId="77777777" w:rsidR="00F1554D" w:rsidRPr="00EC6592" w:rsidRDefault="00F1554D" w:rsidP="00F1554D">
            <w:pPr>
              <w:pStyle w:val="TabEtichetteBold"/>
              <w:rPr>
                <w:rFonts w:eastAsia="Arial Unicode MS"/>
              </w:rPr>
            </w:pPr>
            <w:r w:rsidRPr="00EC6592">
              <w:t>Valore aggiunto ai prezzi base</w:t>
            </w:r>
          </w:p>
        </w:tc>
        <w:tc>
          <w:tcPr>
            <w:tcW w:w="1134" w:type="dxa"/>
          </w:tcPr>
          <w:p w14:paraId="11C50A98" w14:textId="77777777" w:rsidR="00F1554D" w:rsidRPr="00AE376F" w:rsidRDefault="00F1554D" w:rsidP="00F1554D">
            <w:pPr>
              <w:pStyle w:val="TabNumeri"/>
            </w:pPr>
          </w:p>
        </w:tc>
        <w:tc>
          <w:tcPr>
            <w:tcW w:w="1134" w:type="dxa"/>
          </w:tcPr>
          <w:p w14:paraId="4F341BB8" w14:textId="77777777" w:rsidR="00F1554D" w:rsidRPr="00AE376F" w:rsidRDefault="00F1554D" w:rsidP="00F1554D">
            <w:pPr>
              <w:pStyle w:val="TabNumeri"/>
            </w:pPr>
          </w:p>
        </w:tc>
        <w:tc>
          <w:tcPr>
            <w:tcW w:w="1134" w:type="dxa"/>
          </w:tcPr>
          <w:p w14:paraId="1D184C05" w14:textId="77777777" w:rsidR="00F1554D" w:rsidRPr="00AE376F" w:rsidRDefault="00F1554D" w:rsidP="00F1554D">
            <w:pPr>
              <w:pStyle w:val="TabNumeri"/>
            </w:pPr>
          </w:p>
        </w:tc>
        <w:tc>
          <w:tcPr>
            <w:tcW w:w="1134" w:type="dxa"/>
          </w:tcPr>
          <w:p w14:paraId="48291E0E" w14:textId="77777777" w:rsidR="00F1554D" w:rsidRPr="00AE376F" w:rsidRDefault="00F1554D" w:rsidP="00F1554D">
            <w:pPr>
              <w:pStyle w:val="TabNumeri"/>
            </w:pPr>
          </w:p>
        </w:tc>
      </w:tr>
      <w:tr w:rsidR="00F1554D" w14:paraId="466527EE" w14:textId="77777777" w:rsidTr="00F1554D">
        <w:trPr>
          <w:cantSplit/>
          <w:trHeight w:val="227"/>
        </w:trPr>
        <w:tc>
          <w:tcPr>
            <w:tcW w:w="4820" w:type="dxa"/>
            <w:shd w:val="clear" w:color="auto" w:fill="DEEAF6" w:themeFill="accent5" w:themeFillTint="33"/>
          </w:tcPr>
          <w:p w14:paraId="0A806A3A" w14:textId="77777777" w:rsidR="00F1554D" w:rsidRDefault="00F1554D" w:rsidP="00F1554D">
            <w:pPr>
              <w:pStyle w:val="TabEtichette"/>
              <w:rPr>
                <w:rFonts w:eastAsia="Arial Unicode MS"/>
              </w:rPr>
            </w:pPr>
            <w:r>
              <w:t>Agricoltura</w:t>
            </w:r>
          </w:p>
        </w:tc>
        <w:tc>
          <w:tcPr>
            <w:tcW w:w="1134" w:type="dxa"/>
            <w:shd w:val="clear" w:color="auto" w:fill="DEEAF6" w:themeFill="accent5" w:themeFillTint="33"/>
          </w:tcPr>
          <w:p w14:paraId="7B77D828" w14:textId="77777777" w:rsidR="00F1554D" w:rsidRPr="00AE376F" w:rsidRDefault="00F1554D" w:rsidP="00F1554D">
            <w:pPr>
              <w:pStyle w:val="TabNumeri"/>
            </w:pPr>
            <w:r w:rsidRPr="00DA3E62">
              <w:t>-0,9</w:t>
            </w:r>
          </w:p>
        </w:tc>
        <w:tc>
          <w:tcPr>
            <w:tcW w:w="1134" w:type="dxa"/>
            <w:shd w:val="clear" w:color="auto" w:fill="DEEAF6" w:themeFill="accent5" w:themeFillTint="33"/>
          </w:tcPr>
          <w:p w14:paraId="3FAC735D" w14:textId="77777777" w:rsidR="00F1554D" w:rsidRPr="00AE376F" w:rsidRDefault="00F1554D" w:rsidP="00F1554D">
            <w:pPr>
              <w:pStyle w:val="TabNumeri"/>
            </w:pPr>
            <w:r w:rsidRPr="00DA3E62">
              <w:t>-6,7</w:t>
            </w:r>
          </w:p>
        </w:tc>
        <w:tc>
          <w:tcPr>
            <w:tcW w:w="1134" w:type="dxa"/>
            <w:shd w:val="clear" w:color="auto" w:fill="DEEAF6" w:themeFill="accent5" w:themeFillTint="33"/>
          </w:tcPr>
          <w:p w14:paraId="55D281F0" w14:textId="77777777" w:rsidR="00F1554D" w:rsidRPr="00AE376F" w:rsidRDefault="00F1554D" w:rsidP="00F1554D">
            <w:pPr>
              <w:pStyle w:val="TabNumeri"/>
            </w:pPr>
            <w:r w:rsidRPr="00DA3E62">
              <w:t>-1,4</w:t>
            </w:r>
          </w:p>
        </w:tc>
        <w:tc>
          <w:tcPr>
            <w:tcW w:w="1134" w:type="dxa"/>
            <w:shd w:val="clear" w:color="auto" w:fill="DEEAF6" w:themeFill="accent5" w:themeFillTint="33"/>
          </w:tcPr>
          <w:p w14:paraId="07CFB526" w14:textId="77777777" w:rsidR="00F1554D" w:rsidRPr="00AE376F" w:rsidRDefault="00F1554D" w:rsidP="00F1554D">
            <w:pPr>
              <w:pStyle w:val="TabNumeri"/>
            </w:pPr>
            <w:r w:rsidRPr="00DA3E62">
              <w:t>2,8</w:t>
            </w:r>
          </w:p>
        </w:tc>
      </w:tr>
      <w:tr w:rsidR="00F1554D" w14:paraId="1201A88C" w14:textId="77777777" w:rsidTr="00F1554D">
        <w:trPr>
          <w:cantSplit/>
          <w:trHeight w:val="227"/>
        </w:trPr>
        <w:tc>
          <w:tcPr>
            <w:tcW w:w="4820" w:type="dxa"/>
          </w:tcPr>
          <w:p w14:paraId="31B9A6FC" w14:textId="77777777" w:rsidR="00F1554D" w:rsidRDefault="00F1554D" w:rsidP="00F1554D">
            <w:pPr>
              <w:pStyle w:val="TabEtichette"/>
              <w:rPr>
                <w:rFonts w:eastAsia="Arial Unicode MS"/>
              </w:rPr>
            </w:pPr>
            <w:r>
              <w:t>Industria</w:t>
            </w:r>
          </w:p>
        </w:tc>
        <w:tc>
          <w:tcPr>
            <w:tcW w:w="1134" w:type="dxa"/>
          </w:tcPr>
          <w:p w14:paraId="3A47DD00" w14:textId="77777777" w:rsidR="00F1554D" w:rsidRPr="00AE376F" w:rsidRDefault="00F1554D" w:rsidP="00F1554D">
            <w:pPr>
              <w:pStyle w:val="TabNumeri"/>
            </w:pPr>
            <w:r w:rsidRPr="00DA3E62">
              <w:t>5,3</w:t>
            </w:r>
          </w:p>
        </w:tc>
        <w:tc>
          <w:tcPr>
            <w:tcW w:w="1134" w:type="dxa"/>
          </w:tcPr>
          <w:p w14:paraId="71F61F77" w14:textId="77777777" w:rsidR="00F1554D" w:rsidRPr="00AE376F" w:rsidRDefault="00F1554D" w:rsidP="00F1554D">
            <w:pPr>
              <w:pStyle w:val="TabNumeri"/>
            </w:pPr>
            <w:r w:rsidRPr="00DA3E62">
              <w:t>-0,0</w:t>
            </w:r>
          </w:p>
        </w:tc>
        <w:tc>
          <w:tcPr>
            <w:tcW w:w="1134" w:type="dxa"/>
          </w:tcPr>
          <w:p w14:paraId="0A22099A" w14:textId="77777777" w:rsidR="00F1554D" w:rsidRPr="00AE376F" w:rsidRDefault="00F1554D" w:rsidP="00F1554D">
            <w:pPr>
              <w:pStyle w:val="TabNumeri"/>
            </w:pPr>
            <w:r w:rsidRPr="00DA3E62">
              <w:t>-15,1</w:t>
            </w:r>
          </w:p>
        </w:tc>
        <w:tc>
          <w:tcPr>
            <w:tcW w:w="1134" w:type="dxa"/>
          </w:tcPr>
          <w:p w14:paraId="56D705AD" w14:textId="77777777" w:rsidR="00F1554D" w:rsidRPr="00AE376F" w:rsidRDefault="00F1554D" w:rsidP="00F1554D">
            <w:pPr>
              <w:pStyle w:val="TabNumeri"/>
            </w:pPr>
            <w:r w:rsidRPr="00DA3E62">
              <w:t>13,4</w:t>
            </w:r>
          </w:p>
        </w:tc>
      </w:tr>
      <w:tr w:rsidR="00F1554D" w14:paraId="74E6BB2F" w14:textId="77777777" w:rsidTr="00F1554D">
        <w:trPr>
          <w:cantSplit/>
          <w:trHeight w:val="227"/>
        </w:trPr>
        <w:tc>
          <w:tcPr>
            <w:tcW w:w="4820" w:type="dxa"/>
            <w:shd w:val="clear" w:color="auto" w:fill="DEEAF6" w:themeFill="accent5" w:themeFillTint="33"/>
          </w:tcPr>
          <w:p w14:paraId="64ABCF82" w14:textId="77777777" w:rsidR="00F1554D" w:rsidRDefault="00F1554D" w:rsidP="00F1554D">
            <w:pPr>
              <w:pStyle w:val="TabEtichette"/>
              <w:rPr>
                <w:rFonts w:eastAsia="Arial Unicode MS"/>
              </w:rPr>
            </w:pPr>
            <w:r>
              <w:t>Costruzioni</w:t>
            </w:r>
          </w:p>
        </w:tc>
        <w:tc>
          <w:tcPr>
            <w:tcW w:w="1134" w:type="dxa"/>
            <w:shd w:val="clear" w:color="auto" w:fill="DEEAF6" w:themeFill="accent5" w:themeFillTint="33"/>
          </w:tcPr>
          <w:p w14:paraId="2E44A776" w14:textId="77777777" w:rsidR="00F1554D" w:rsidRPr="00AE376F" w:rsidRDefault="00F1554D" w:rsidP="00F1554D">
            <w:pPr>
              <w:pStyle w:val="TabNumeri"/>
            </w:pPr>
            <w:r w:rsidRPr="00DA3E62">
              <w:t>4,3</w:t>
            </w:r>
          </w:p>
        </w:tc>
        <w:tc>
          <w:tcPr>
            <w:tcW w:w="1134" w:type="dxa"/>
            <w:shd w:val="clear" w:color="auto" w:fill="DEEAF6" w:themeFill="accent5" w:themeFillTint="33"/>
          </w:tcPr>
          <w:p w14:paraId="1AD92FAA" w14:textId="77777777" w:rsidR="00F1554D" w:rsidRPr="00AE376F" w:rsidRDefault="00F1554D" w:rsidP="00F1554D">
            <w:pPr>
              <w:pStyle w:val="TabNumeri"/>
            </w:pPr>
            <w:r w:rsidRPr="00DA3E62">
              <w:t>3,1</w:t>
            </w:r>
          </w:p>
        </w:tc>
        <w:tc>
          <w:tcPr>
            <w:tcW w:w="1134" w:type="dxa"/>
            <w:shd w:val="clear" w:color="auto" w:fill="DEEAF6" w:themeFill="accent5" w:themeFillTint="33"/>
          </w:tcPr>
          <w:p w14:paraId="19063F69" w14:textId="77777777" w:rsidR="00F1554D" w:rsidRPr="00AE376F" w:rsidRDefault="00F1554D" w:rsidP="00F1554D">
            <w:pPr>
              <w:pStyle w:val="TabNumeri"/>
            </w:pPr>
            <w:r w:rsidRPr="00DA3E62">
              <w:t>-14,1</w:t>
            </w:r>
          </w:p>
        </w:tc>
        <w:tc>
          <w:tcPr>
            <w:tcW w:w="1134" w:type="dxa"/>
            <w:shd w:val="clear" w:color="auto" w:fill="DEEAF6" w:themeFill="accent5" w:themeFillTint="33"/>
          </w:tcPr>
          <w:p w14:paraId="1FBB70E5" w14:textId="77777777" w:rsidR="00F1554D" w:rsidRPr="00AE376F" w:rsidRDefault="00F1554D" w:rsidP="00F1554D">
            <w:pPr>
              <w:pStyle w:val="TabNumeri"/>
            </w:pPr>
            <w:r w:rsidRPr="00DA3E62">
              <w:t>7,3</w:t>
            </w:r>
          </w:p>
        </w:tc>
      </w:tr>
      <w:tr w:rsidR="00F1554D" w14:paraId="04AAC1C1" w14:textId="77777777" w:rsidTr="00F1554D">
        <w:trPr>
          <w:cantSplit/>
          <w:trHeight w:val="227"/>
        </w:trPr>
        <w:tc>
          <w:tcPr>
            <w:tcW w:w="4820" w:type="dxa"/>
          </w:tcPr>
          <w:p w14:paraId="52A7EA8A" w14:textId="77777777" w:rsidR="00F1554D" w:rsidRDefault="00F1554D" w:rsidP="00F1554D">
            <w:pPr>
              <w:pStyle w:val="TabEtichette"/>
              <w:rPr>
                <w:rFonts w:eastAsia="Arial Unicode MS"/>
              </w:rPr>
            </w:pPr>
            <w:r>
              <w:t>Servizi</w:t>
            </w:r>
          </w:p>
        </w:tc>
        <w:tc>
          <w:tcPr>
            <w:tcW w:w="1134" w:type="dxa"/>
          </w:tcPr>
          <w:p w14:paraId="0EDDA2B4" w14:textId="77777777" w:rsidR="00F1554D" w:rsidRPr="00AE376F" w:rsidRDefault="00F1554D" w:rsidP="00F1554D">
            <w:pPr>
              <w:pStyle w:val="TabNumeri"/>
            </w:pPr>
            <w:r w:rsidRPr="00DA3E62">
              <w:t>0,5</w:t>
            </w:r>
          </w:p>
        </w:tc>
        <w:tc>
          <w:tcPr>
            <w:tcW w:w="1134" w:type="dxa"/>
          </w:tcPr>
          <w:p w14:paraId="67B77C73" w14:textId="77777777" w:rsidR="00F1554D" w:rsidRPr="00AE376F" w:rsidRDefault="00F1554D" w:rsidP="00F1554D">
            <w:pPr>
              <w:pStyle w:val="TabNumeri"/>
            </w:pPr>
            <w:r w:rsidRPr="00DA3E62">
              <w:t>0,7</w:t>
            </w:r>
          </w:p>
        </w:tc>
        <w:tc>
          <w:tcPr>
            <w:tcW w:w="1134" w:type="dxa"/>
          </w:tcPr>
          <w:p w14:paraId="052E364D" w14:textId="77777777" w:rsidR="00F1554D" w:rsidRPr="00AE376F" w:rsidRDefault="00F1554D" w:rsidP="00F1554D">
            <w:pPr>
              <w:pStyle w:val="TabNumeri"/>
            </w:pPr>
            <w:r w:rsidRPr="00DA3E62">
              <w:t>-8,7</w:t>
            </w:r>
          </w:p>
        </w:tc>
        <w:tc>
          <w:tcPr>
            <w:tcW w:w="1134" w:type="dxa"/>
          </w:tcPr>
          <w:p w14:paraId="58E5D860" w14:textId="77777777" w:rsidR="00F1554D" w:rsidRPr="00AE376F" w:rsidRDefault="00F1554D" w:rsidP="00F1554D">
            <w:pPr>
              <w:pStyle w:val="TabNumeri"/>
            </w:pPr>
            <w:r w:rsidRPr="00DA3E62">
              <w:t>4,3</w:t>
            </w:r>
          </w:p>
        </w:tc>
      </w:tr>
      <w:tr w:rsidR="00F1554D" w14:paraId="3280F8FE" w14:textId="77777777" w:rsidTr="00F1554D">
        <w:trPr>
          <w:cantSplit/>
          <w:trHeight w:val="227"/>
        </w:trPr>
        <w:tc>
          <w:tcPr>
            <w:tcW w:w="4820" w:type="dxa"/>
            <w:shd w:val="clear" w:color="auto" w:fill="DEEAF6" w:themeFill="accent5" w:themeFillTint="33"/>
          </w:tcPr>
          <w:p w14:paraId="25D7CBA7" w14:textId="77777777" w:rsidR="00F1554D" w:rsidRDefault="00F1554D" w:rsidP="00F1554D">
            <w:pPr>
              <w:pStyle w:val="TabEtichette"/>
              <w:rPr>
                <w:rFonts w:eastAsia="Arial Unicode MS"/>
              </w:rPr>
            </w:pPr>
            <w:r>
              <w:t>Totale</w:t>
            </w:r>
          </w:p>
        </w:tc>
        <w:tc>
          <w:tcPr>
            <w:tcW w:w="1134" w:type="dxa"/>
            <w:shd w:val="clear" w:color="auto" w:fill="DEEAF6" w:themeFill="accent5" w:themeFillTint="33"/>
          </w:tcPr>
          <w:p w14:paraId="62AC8488" w14:textId="77777777" w:rsidR="00F1554D" w:rsidRPr="00AE376F" w:rsidRDefault="00F1554D" w:rsidP="00F1554D">
            <w:pPr>
              <w:pStyle w:val="TabNumeri"/>
            </w:pPr>
            <w:r w:rsidRPr="00DA3E62">
              <w:t>1,9</w:t>
            </w:r>
          </w:p>
        </w:tc>
        <w:tc>
          <w:tcPr>
            <w:tcW w:w="1134" w:type="dxa"/>
            <w:shd w:val="clear" w:color="auto" w:fill="DEEAF6" w:themeFill="accent5" w:themeFillTint="33"/>
          </w:tcPr>
          <w:p w14:paraId="0F653E76" w14:textId="77777777" w:rsidR="00F1554D" w:rsidRPr="00AE376F" w:rsidRDefault="00F1554D" w:rsidP="00F1554D">
            <w:pPr>
              <w:pStyle w:val="TabNumeri"/>
            </w:pPr>
            <w:r w:rsidRPr="00DA3E62">
              <w:t>0,4</w:t>
            </w:r>
          </w:p>
        </w:tc>
        <w:tc>
          <w:tcPr>
            <w:tcW w:w="1134" w:type="dxa"/>
            <w:shd w:val="clear" w:color="auto" w:fill="DEEAF6" w:themeFill="accent5" w:themeFillTint="33"/>
          </w:tcPr>
          <w:p w14:paraId="3A19DB4E" w14:textId="77777777" w:rsidR="00F1554D" w:rsidRPr="00AE376F" w:rsidRDefault="00F1554D" w:rsidP="00F1554D">
            <w:pPr>
              <w:pStyle w:val="TabNumeri"/>
            </w:pPr>
            <w:r w:rsidRPr="00DA3E62">
              <w:t>-10,5</w:t>
            </w:r>
          </w:p>
        </w:tc>
        <w:tc>
          <w:tcPr>
            <w:tcW w:w="1134" w:type="dxa"/>
            <w:shd w:val="clear" w:color="auto" w:fill="DEEAF6" w:themeFill="accent5" w:themeFillTint="33"/>
          </w:tcPr>
          <w:p w14:paraId="0CFF2026" w14:textId="77777777" w:rsidR="00F1554D" w:rsidRPr="00AE376F" w:rsidRDefault="00F1554D" w:rsidP="00F1554D">
            <w:pPr>
              <w:pStyle w:val="TabNumeri"/>
            </w:pPr>
            <w:r w:rsidRPr="00DA3E62">
              <w:t>6,8</w:t>
            </w:r>
          </w:p>
        </w:tc>
      </w:tr>
      <w:tr w:rsidR="00F1554D" w14:paraId="33D3F2F2" w14:textId="77777777" w:rsidTr="00F1554D">
        <w:trPr>
          <w:cantSplit/>
          <w:trHeight w:val="227"/>
        </w:trPr>
        <w:tc>
          <w:tcPr>
            <w:tcW w:w="4820" w:type="dxa"/>
          </w:tcPr>
          <w:p w14:paraId="18DD020A" w14:textId="77777777" w:rsidR="00F1554D" w:rsidRPr="00EC6592" w:rsidRDefault="00F1554D" w:rsidP="00F1554D">
            <w:pPr>
              <w:pStyle w:val="TabEtichetteBold"/>
              <w:rPr>
                <w:rFonts w:eastAsia="Arial Unicode MS"/>
              </w:rPr>
            </w:pPr>
            <w:r w:rsidRPr="00EC6592">
              <w:t>Rapporti caratteristici</w:t>
            </w:r>
          </w:p>
        </w:tc>
        <w:tc>
          <w:tcPr>
            <w:tcW w:w="1134" w:type="dxa"/>
          </w:tcPr>
          <w:p w14:paraId="71A40455" w14:textId="77777777" w:rsidR="00F1554D" w:rsidRPr="00AE376F" w:rsidRDefault="00F1554D" w:rsidP="00F1554D">
            <w:pPr>
              <w:pStyle w:val="TabNumeri"/>
            </w:pPr>
          </w:p>
        </w:tc>
        <w:tc>
          <w:tcPr>
            <w:tcW w:w="1134" w:type="dxa"/>
          </w:tcPr>
          <w:p w14:paraId="3C4734C1" w14:textId="77777777" w:rsidR="00F1554D" w:rsidRPr="00AE376F" w:rsidRDefault="00F1554D" w:rsidP="00F1554D">
            <w:pPr>
              <w:pStyle w:val="TabNumeri"/>
            </w:pPr>
          </w:p>
        </w:tc>
        <w:tc>
          <w:tcPr>
            <w:tcW w:w="1134" w:type="dxa"/>
          </w:tcPr>
          <w:p w14:paraId="12BF9DF8" w14:textId="77777777" w:rsidR="00F1554D" w:rsidRPr="00AE376F" w:rsidRDefault="00F1554D" w:rsidP="00F1554D">
            <w:pPr>
              <w:pStyle w:val="TabNumeri"/>
            </w:pPr>
          </w:p>
        </w:tc>
        <w:tc>
          <w:tcPr>
            <w:tcW w:w="1134" w:type="dxa"/>
          </w:tcPr>
          <w:p w14:paraId="5C1BDC01" w14:textId="77777777" w:rsidR="00F1554D" w:rsidRPr="00AE376F" w:rsidRDefault="00F1554D" w:rsidP="00F1554D">
            <w:pPr>
              <w:pStyle w:val="TabNumeri"/>
            </w:pPr>
          </w:p>
        </w:tc>
      </w:tr>
      <w:tr w:rsidR="00F1554D" w14:paraId="59E6CE65" w14:textId="77777777" w:rsidTr="00F1554D">
        <w:trPr>
          <w:cantSplit/>
          <w:trHeight w:val="227"/>
        </w:trPr>
        <w:tc>
          <w:tcPr>
            <w:tcW w:w="4820" w:type="dxa"/>
            <w:shd w:val="clear" w:color="auto" w:fill="DEEAF6" w:themeFill="accent5" w:themeFillTint="33"/>
          </w:tcPr>
          <w:p w14:paraId="651C0CEC" w14:textId="77777777" w:rsidR="00F1554D" w:rsidRPr="00983308" w:rsidRDefault="00F1554D" w:rsidP="00F1554D">
            <w:pPr>
              <w:pStyle w:val="TabEtichette"/>
            </w:pPr>
            <w:r w:rsidRPr="00983308">
              <w:t>Forze di lavoro</w:t>
            </w:r>
          </w:p>
        </w:tc>
        <w:tc>
          <w:tcPr>
            <w:tcW w:w="1134" w:type="dxa"/>
            <w:shd w:val="clear" w:color="auto" w:fill="DEEAF6" w:themeFill="accent5" w:themeFillTint="33"/>
          </w:tcPr>
          <w:p w14:paraId="00289FDE" w14:textId="77777777" w:rsidR="00F1554D" w:rsidRPr="00AE376F" w:rsidRDefault="00F1554D" w:rsidP="00F1554D">
            <w:pPr>
              <w:pStyle w:val="TabNumeri"/>
            </w:pPr>
            <w:r w:rsidRPr="00DA3E62">
              <w:t>0,9</w:t>
            </w:r>
          </w:p>
        </w:tc>
        <w:tc>
          <w:tcPr>
            <w:tcW w:w="1134" w:type="dxa"/>
            <w:shd w:val="clear" w:color="auto" w:fill="DEEAF6" w:themeFill="accent5" w:themeFillTint="33"/>
          </w:tcPr>
          <w:p w14:paraId="3189AADE" w14:textId="77777777" w:rsidR="00F1554D" w:rsidRPr="00AE376F" w:rsidRDefault="00F1554D" w:rsidP="00F1554D">
            <w:pPr>
              <w:pStyle w:val="TabNumeri"/>
            </w:pPr>
            <w:r w:rsidRPr="00DA3E62">
              <w:t>1,1</w:t>
            </w:r>
          </w:p>
        </w:tc>
        <w:tc>
          <w:tcPr>
            <w:tcW w:w="1134" w:type="dxa"/>
            <w:shd w:val="clear" w:color="auto" w:fill="DEEAF6" w:themeFill="accent5" w:themeFillTint="33"/>
          </w:tcPr>
          <w:p w14:paraId="096CC85E" w14:textId="77777777" w:rsidR="00F1554D" w:rsidRPr="00AE376F" w:rsidRDefault="00F1554D" w:rsidP="00F1554D">
            <w:pPr>
              <w:pStyle w:val="TabNumeri"/>
            </w:pPr>
            <w:r w:rsidRPr="00DA3E62">
              <w:t>-2,4</w:t>
            </w:r>
          </w:p>
        </w:tc>
        <w:tc>
          <w:tcPr>
            <w:tcW w:w="1134" w:type="dxa"/>
            <w:shd w:val="clear" w:color="auto" w:fill="DEEAF6" w:themeFill="accent5" w:themeFillTint="33"/>
          </w:tcPr>
          <w:p w14:paraId="2D4F651D" w14:textId="77777777" w:rsidR="00F1554D" w:rsidRPr="00AE376F" w:rsidRDefault="00F1554D" w:rsidP="00F1554D">
            <w:pPr>
              <w:pStyle w:val="TabNumeri"/>
            </w:pPr>
            <w:r w:rsidRPr="00DA3E62">
              <w:t>1,4</w:t>
            </w:r>
          </w:p>
        </w:tc>
      </w:tr>
      <w:tr w:rsidR="00F1554D" w14:paraId="0E4B1160" w14:textId="77777777" w:rsidTr="00F1554D">
        <w:trPr>
          <w:cantSplit/>
          <w:trHeight w:val="227"/>
        </w:trPr>
        <w:tc>
          <w:tcPr>
            <w:tcW w:w="4820" w:type="dxa"/>
          </w:tcPr>
          <w:p w14:paraId="0688CFC3" w14:textId="77777777" w:rsidR="00F1554D" w:rsidRDefault="00F1554D" w:rsidP="00F1554D">
            <w:pPr>
              <w:pStyle w:val="TabEtichette"/>
            </w:pPr>
            <w:r w:rsidRPr="00983308">
              <w:t>Occupati</w:t>
            </w:r>
          </w:p>
        </w:tc>
        <w:tc>
          <w:tcPr>
            <w:tcW w:w="1134" w:type="dxa"/>
          </w:tcPr>
          <w:p w14:paraId="499721DD" w14:textId="77777777" w:rsidR="00F1554D" w:rsidRPr="00AE376F" w:rsidRDefault="00F1554D" w:rsidP="00F1554D">
            <w:pPr>
              <w:pStyle w:val="TabNumeri"/>
            </w:pPr>
            <w:r w:rsidRPr="00DA3E62">
              <w:t>1,6</w:t>
            </w:r>
          </w:p>
        </w:tc>
        <w:tc>
          <w:tcPr>
            <w:tcW w:w="1134" w:type="dxa"/>
          </w:tcPr>
          <w:p w14:paraId="45FAF3B3" w14:textId="77777777" w:rsidR="00F1554D" w:rsidRPr="00AE376F" w:rsidRDefault="00F1554D" w:rsidP="00F1554D">
            <w:pPr>
              <w:pStyle w:val="TabNumeri"/>
            </w:pPr>
            <w:r w:rsidRPr="00DA3E62">
              <w:t>1,4</w:t>
            </w:r>
          </w:p>
        </w:tc>
        <w:tc>
          <w:tcPr>
            <w:tcW w:w="1134" w:type="dxa"/>
          </w:tcPr>
          <w:p w14:paraId="476400C1" w14:textId="77777777" w:rsidR="00F1554D" w:rsidRPr="00AE376F" w:rsidRDefault="00F1554D" w:rsidP="00F1554D">
            <w:pPr>
              <w:pStyle w:val="TabNumeri"/>
            </w:pPr>
            <w:r w:rsidRPr="00DA3E62">
              <w:t>-2,7</w:t>
            </w:r>
          </w:p>
        </w:tc>
        <w:tc>
          <w:tcPr>
            <w:tcW w:w="1134" w:type="dxa"/>
          </w:tcPr>
          <w:p w14:paraId="627DC713" w14:textId="77777777" w:rsidR="00F1554D" w:rsidRPr="00AE376F" w:rsidRDefault="00F1554D" w:rsidP="00F1554D">
            <w:pPr>
              <w:pStyle w:val="TabNumeri"/>
            </w:pPr>
            <w:r w:rsidRPr="00DA3E62">
              <w:t>-0,8</w:t>
            </w:r>
          </w:p>
        </w:tc>
      </w:tr>
      <w:tr w:rsidR="00F1554D" w14:paraId="358F2879" w14:textId="77777777" w:rsidTr="00F1554D">
        <w:trPr>
          <w:cantSplit/>
          <w:trHeight w:val="227"/>
        </w:trPr>
        <w:tc>
          <w:tcPr>
            <w:tcW w:w="4820" w:type="dxa"/>
            <w:shd w:val="clear" w:color="auto" w:fill="DEEAF6" w:themeFill="accent5" w:themeFillTint="33"/>
          </w:tcPr>
          <w:p w14:paraId="70E651CF" w14:textId="77777777" w:rsidR="00F1554D" w:rsidRPr="007427DC" w:rsidRDefault="00F1554D" w:rsidP="00F1554D">
            <w:pPr>
              <w:pStyle w:val="tabetic"/>
            </w:pPr>
            <w:r>
              <w:t xml:space="preserve"> Tasso di attività (2)(3</w:t>
            </w:r>
            <w:r w:rsidRPr="007427DC">
              <w:t>)</w:t>
            </w:r>
          </w:p>
        </w:tc>
        <w:tc>
          <w:tcPr>
            <w:tcW w:w="1134" w:type="dxa"/>
            <w:shd w:val="clear" w:color="auto" w:fill="DEEAF6" w:themeFill="accent5" w:themeFillTint="33"/>
          </w:tcPr>
          <w:p w14:paraId="4EDD6C68" w14:textId="77777777" w:rsidR="00F1554D" w:rsidRPr="00AE376F" w:rsidRDefault="00F1554D" w:rsidP="00F1554D">
            <w:pPr>
              <w:pStyle w:val="TabNumeri"/>
            </w:pPr>
            <w:r w:rsidRPr="00DA3E62">
              <w:t>48,2</w:t>
            </w:r>
          </w:p>
        </w:tc>
        <w:tc>
          <w:tcPr>
            <w:tcW w:w="1134" w:type="dxa"/>
            <w:shd w:val="clear" w:color="auto" w:fill="DEEAF6" w:themeFill="accent5" w:themeFillTint="33"/>
          </w:tcPr>
          <w:p w14:paraId="1F94B583" w14:textId="77777777" w:rsidR="00F1554D" w:rsidRPr="00AE376F" w:rsidRDefault="00F1554D" w:rsidP="00F1554D">
            <w:pPr>
              <w:pStyle w:val="TabNumeri"/>
            </w:pPr>
            <w:r w:rsidRPr="00DA3E62">
              <w:t>48,6</w:t>
            </w:r>
          </w:p>
        </w:tc>
        <w:tc>
          <w:tcPr>
            <w:tcW w:w="1134" w:type="dxa"/>
            <w:shd w:val="clear" w:color="auto" w:fill="DEEAF6" w:themeFill="accent5" w:themeFillTint="33"/>
          </w:tcPr>
          <w:p w14:paraId="2704335D" w14:textId="77777777" w:rsidR="00F1554D" w:rsidRPr="00AE376F" w:rsidRDefault="00F1554D" w:rsidP="00F1554D">
            <w:pPr>
              <w:pStyle w:val="TabNumeri"/>
            </w:pPr>
            <w:r w:rsidRPr="00DA3E62">
              <w:t>47,4</w:t>
            </w:r>
          </w:p>
        </w:tc>
        <w:tc>
          <w:tcPr>
            <w:tcW w:w="1134" w:type="dxa"/>
            <w:shd w:val="clear" w:color="auto" w:fill="DEEAF6" w:themeFill="accent5" w:themeFillTint="33"/>
          </w:tcPr>
          <w:p w14:paraId="67334947" w14:textId="77777777" w:rsidR="00F1554D" w:rsidRPr="00AE376F" w:rsidRDefault="00F1554D" w:rsidP="00F1554D">
            <w:pPr>
              <w:pStyle w:val="TabNumeri"/>
            </w:pPr>
            <w:r w:rsidRPr="00DA3E62">
              <w:t>48,0</w:t>
            </w:r>
          </w:p>
        </w:tc>
      </w:tr>
      <w:tr w:rsidR="00F1554D" w14:paraId="5B06F811" w14:textId="77777777" w:rsidTr="00F1554D">
        <w:trPr>
          <w:cantSplit/>
          <w:trHeight w:val="227"/>
        </w:trPr>
        <w:tc>
          <w:tcPr>
            <w:tcW w:w="4820" w:type="dxa"/>
          </w:tcPr>
          <w:p w14:paraId="50107137" w14:textId="77777777" w:rsidR="00F1554D" w:rsidRPr="007427DC" w:rsidRDefault="00F1554D" w:rsidP="00F1554D">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14:paraId="21D41ADB" w14:textId="77777777" w:rsidR="00F1554D" w:rsidRPr="00AE376F" w:rsidRDefault="00F1554D" w:rsidP="00F1554D">
            <w:pPr>
              <w:pStyle w:val="TabNumeri"/>
            </w:pPr>
            <w:r w:rsidRPr="00DA3E62">
              <w:t>45,3</w:t>
            </w:r>
          </w:p>
        </w:tc>
        <w:tc>
          <w:tcPr>
            <w:tcW w:w="1134" w:type="dxa"/>
          </w:tcPr>
          <w:p w14:paraId="61170F29" w14:textId="77777777" w:rsidR="00F1554D" w:rsidRPr="00AE376F" w:rsidRDefault="00F1554D" w:rsidP="00F1554D">
            <w:pPr>
              <w:pStyle w:val="TabNumeri"/>
            </w:pPr>
            <w:r w:rsidRPr="00DA3E62">
              <w:t>45,9</w:t>
            </w:r>
          </w:p>
        </w:tc>
        <w:tc>
          <w:tcPr>
            <w:tcW w:w="1134" w:type="dxa"/>
          </w:tcPr>
          <w:p w14:paraId="4CAD7C4C" w14:textId="77777777" w:rsidR="00F1554D" w:rsidRPr="00AE376F" w:rsidRDefault="00F1554D" w:rsidP="00F1554D">
            <w:pPr>
              <w:pStyle w:val="TabNumeri"/>
            </w:pPr>
            <w:r w:rsidRPr="00DA3E62">
              <w:t>44,6</w:t>
            </w:r>
          </w:p>
        </w:tc>
        <w:tc>
          <w:tcPr>
            <w:tcW w:w="1134" w:type="dxa"/>
          </w:tcPr>
          <w:p w14:paraId="368658BC" w14:textId="77777777" w:rsidR="00F1554D" w:rsidRPr="00AE376F" w:rsidRDefault="00F1554D" w:rsidP="00F1554D">
            <w:pPr>
              <w:pStyle w:val="TabNumeri"/>
            </w:pPr>
            <w:r w:rsidRPr="00DA3E62">
              <w:t>44,2</w:t>
            </w:r>
          </w:p>
        </w:tc>
      </w:tr>
      <w:tr w:rsidR="00F1554D" w14:paraId="389C7D27" w14:textId="77777777" w:rsidTr="00F1554D">
        <w:trPr>
          <w:cantSplit/>
          <w:trHeight w:val="227"/>
        </w:trPr>
        <w:tc>
          <w:tcPr>
            <w:tcW w:w="4820" w:type="dxa"/>
            <w:shd w:val="clear" w:color="auto" w:fill="DEEAF6" w:themeFill="accent5" w:themeFillTint="33"/>
          </w:tcPr>
          <w:p w14:paraId="356780DD" w14:textId="77777777" w:rsidR="00F1554D" w:rsidRPr="007427DC" w:rsidRDefault="00F1554D" w:rsidP="00F1554D">
            <w:pPr>
              <w:pStyle w:val="tabetic"/>
            </w:pPr>
            <w:r>
              <w:t xml:space="preserve"> Tasso di disoccupazione (2</w:t>
            </w:r>
            <w:r w:rsidRPr="007427DC">
              <w:t>)</w:t>
            </w:r>
          </w:p>
        </w:tc>
        <w:tc>
          <w:tcPr>
            <w:tcW w:w="1134" w:type="dxa"/>
            <w:shd w:val="clear" w:color="auto" w:fill="DEEAF6" w:themeFill="accent5" w:themeFillTint="33"/>
          </w:tcPr>
          <w:p w14:paraId="5EC76C36" w14:textId="77777777" w:rsidR="00F1554D" w:rsidRPr="00AE376F" w:rsidRDefault="00F1554D" w:rsidP="00F1554D">
            <w:pPr>
              <w:pStyle w:val="TabNumeri"/>
            </w:pPr>
            <w:r w:rsidRPr="00DA3E62">
              <w:t>5,9</w:t>
            </w:r>
          </w:p>
        </w:tc>
        <w:tc>
          <w:tcPr>
            <w:tcW w:w="1134" w:type="dxa"/>
            <w:shd w:val="clear" w:color="auto" w:fill="DEEAF6" w:themeFill="accent5" w:themeFillTint="33"/>
          </w:tcPr>
          <w:p w14:paraId="238F29DD" w14:textId="77777777" w:rsidR="00F1554D" w:rsidRPr="00AE376F" w:rsidRDefault="00F1554D" w:rsidP="00F1554D">
            <w:pPr>
              <w:pStyle w:val="TabNumeri"/>
            </w:pPr>
            <w:r w:rsidRPr="00DA3E62">
              <w:t>5,5</w:t>
            </w:r>
          </w:p>
        </w:tc>
        <w:tc>
          <w:tcPr>
            <w:tcW w:w="1134" w:type="dxa"/>
            <w:shd w:val="clear" w:color="auto" w:fill="DEEAF6" w:themeFill="accent5" w:themeFillTint="33"/>
          </w:tcPr>
          <w:p w14:paraId="4645B962" w14:textId="77777777" w:rsidR="00F1554D" w:rsidRPr="00AE376F" w:rsidRDefault="00F1554D" w:rsidP="00F1554D">
            <w:pPr>
              <w:pStyle w:val="TabNumeri"/>
            </w:pPr>
            <w:r w:rsidRPr="00DA3E62">
              <w:t>5,8</w:t>
            </w:r>
          </w:p>
        </w:tc>
        <w:tc>
          <w:tcPr>
            <w:tcW w:w="1134" w:type="dxa"/>
            <w:shd w:val="clear" w:color="auto" w:fill="DEEAF6" w:themeFill="accent5" w:themeFillTint="33"/>
          </w:tcPr>
          <w:p w14:paraId="7BE5C3FB" w14:textId="77777777" w:rsidR="00F1554D" w:rsidRPr="00AE376F" w:rsidRDefault="00F1554D" w:rsidP="00F1554D">
            <w:pPr>
              <w:pStyle w:val="TabNumeri"/>
            </w:pPr>
            <w:r w:rsidRPr="00DA3E62">
              <w:t>7,8</w:t>
            </w:r>
          </w:p>
        </w:tc>
      </w:tr>
      <w:tr w:rsidR="00F1554D" w14:paraId="5BDC11E0" w14:textId="77777777" w:rsidTr="00F1554D">
        <w:trPr>
          <w:cantSplit/>
          <w:trHeight w:val="227"/>
        </w:trPr>
        <w:tc>
          <w:tcPr>
            <w:tcW w:w="4820" w:type="dxa"/>
          </w:tcPr>
          <w:p w14:paraId="667A1C81" w14:textId="77777777" w:rsidR="00F1554D" w:rsidRPr="00EC6592" w:rsidRDefault="00F1554D" w:rsidP="00F1554D">
            <w:pPr>
              <w:pStyle w:val="TabEtichetteBold"/>
            </w:pPr>
            <w:r w:rsidRPr="00EC6592">
              <w:t>Produttività e capacità di spesa</w:t>
            </w:r>
          </w:p>
        </w:tc>
        <w:tc>
          <w:tcPr>
            <w:tcW w:w="1134" w:type="dxa"/>
          </w:tcPr>
          <w:p w14:paraId="75A46ACF" w14:textId="77777777" w:rsidR="00F1554D" w:rsidRPr="00AE376F" w:rsidRDefault="00F1554D" w:rsidP="00F1554D">
            <w:pPr>
              <w:pStyle w:val="TabNumeri"/>
            </w:pPr>
          </w:p>
        </w:tc>
        <w:tc>
          <w:tcPr>
            <w:tcW w:w="1134" w:type="dxa"/>
          </w:tcPr>
          <w:p w14:paraId="3FA28142" w14:textId="77777777" w:rsidR="00F1554D" w:rsidRPr="00AE376F" w:rsidRDefault="00F1554D" w:rsidP="00F1554D">
            <w:pPr>
              <w:pStyle w:val="TabNumeri"/>
            </w:pPr>
          </w:p>
        </w:tc>
        <w:tc>
          <w:tcPr>
            <w:tcW w:w="1134" w:type="dxa"/>
          </w:tcPr>
          <w:p w14:paraId="584596C5" w14:textId="77777777" w:rsidR="00F1554D" w:rsidRPr="00AE376F" w:rsidRDefault="00F1554D" w:rsidP="00F1554D">
            <w:pPr>
              <w:pStyle w:val="TabNumeri"/>
            </w:pPr>
          </w:p>
        </w:tc>
        <w:tc>
          <w:tcPr>
            <w:tcW w:w="1134" w:type="dxa"/>
          </w:tcPr>
          <w:p w14:paraId="00B5DC96" w14:textId="77777777" w:rsidR="00F1554D" w:rsidRPr="00AE376F" w:rsidRDefault="00F1554D" w:rsidP="00F1554D">
            <w:pPr>
              <w:pStyle w:val="TabNumeri"/>
            </w:pPr>
          </w:p>
        </w:tc>
      </w:tr>
      <w:tr w:rsidR="00F1554D" w14:paraId="20A2B83E" w14:textId="77777777" w:rsidTr="00F1554D">
        <w:trPr>
          <w:cantSplit/>
          <w:trHeight w:val="227"/>
        </w:trPr>
        <w:tc>
          <w:tcPr>
            <w:tcW w:w="4820" w:type="dxa"/>
            <w:shd w:val="clear" w:color="auto" w:fill="DEEAF6" w:themeFill="accent5" w:themeFillTint="33"/>
          </w:tcPr>
          <w:p w14:paraId="24A69EBC" w14:textId="77777777" w:rsidR="00F1554D" w:rsidRPr="00B130A5" w:rsidRDefault="00F1554D" w:rsidP="00F1554D">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EEAF6" w:themeFill="accent5" w:themeFillTint="33"/>
          </w:tcPr>
          <w:p w14:paraId="272467DE" w14:textId="77777777" w:rsidR="00F1554D" w:rsidRPr="00AE376F" w:rsidRDefault="00F1554D" w:rsidP="00F1554D">
            <w:pPr>
              <w:pStyle w:val="TabNumeri"/>
            </w:pPr>
            <w:r w:rsidRPr="00DA3E62">
              <w:t>1,9</w:t>
            </w:r>
          </w:p>
        </w:tc>
        <w:tc>
          <w:tcPr>
            <w:tcW w:w="1134" w:type="dxa"/>
            <w:shd w:val="clear" w:color="auto" w:fill="DEEAF6" w:themeFill="accent5" w:themeFillTint="33"/>
          </w:tcPr>
          <w:p w14:paraId="3AB173C2" w14:textId="77777777" w:rsidR="00F1554D" w:rsidRPr="00AE376F" w:rsidRDefault="00F1554D" w:rsidP="00F1554D">
            <w:pPr>
              <w:pStyle w:val="TabNumeri"/>
            </w:pPr>
            <w:r w:rsidRPr="00DA3E62">
              <w:t>2,1</w:t>
            </w:r>
          </w:p>
        </w:tc>
        <w:tc>
          <w:tcPr>
            <w:tcW w:w="1134" w:type="dxa"/>
            <w:shd w:val="clear" w:color="auto" w:fill="DEEAF6" w:themeFill="accent5" w:themeFillTint="33"/>
          </w:tcPr>
          <w:p w14:paraId="44B2B796" w14:textId="77777777" w:rsidR="00F1554D" w:rsidRPr="00AE376F" w:rsidRDefault="00F1554D" w:rsidP="00F1554D">
            <w:pPr>
              <w:pStyle w:val="TabNumeri"/>
            </w:pPr>
            <w:r w:rsidRPr="00DA3E62">
              <w:t>-4,6</w:t>
            </w:r>
          </w:p>
        </w:tc>
        <w:tc>
          <w:tcPr>
            <w:tcW w:w="1134" w:type="dxa"/>
            <w:shd w:val="clear" w:color="auto" w:fill="DEEAF6" w:themeFill="accent5" w:themeFillTint="33"/>
          </w:tcPr>
          <w:p w14:paraId="1739D4BB" w14:textId="77777777" w:rsidR="00F1554D" w:rsidRPr="00AE376F" w:rsidRDefault="00F1554D" w:rsidP="00F1554D">
            <w:pPr>
              <w:pStyle w:val="TabNumeri"/>
            </w:pPr>
            <w:r w:rsidRPr="00DA3E62">
              <w:t>3,0</w:t>
            </w:r>
          </w:p>
        </w:tc>
      </w:tr>
      <w:tr w:rsidR="00F1554D" w14:paraId="7C920CD7" w14:textId="77777777" w:rsidTr="00F1554D">
        <w:trPr>
          <w:cantSplit/>
          <w:trHeight w:val="227"/>
        </w:trPr>
        <w:tc>
          <w:tcPr>
            <w:tcW w:w="4820" w:type="dxa"/>
          </w:tcPr>
          <w:p w14:paraId="1D82DFBE" w14:textId="77777777" w:rsidR="00F1554D" w:rsidRDefault="00F1554D" w:rsidP="00F1554D">
            <w:pPr>
              <w:pStyle w:val="TabEtichette"/>
            </w:pPr>
            <w:r w:rsidRPr="00B130A5">
              <w:t>Valore aggiunto totale per abitante (migliaia di euro)</w:t>
            </w:r>
          </w:p>
        </w:tc>
        <w:tc>
          <w:tcPr>
            <w:tcW w:w="1134" w:type="dxa"/>
          </w:tcPr>
          <w:p w14:paraId="40CE3EDC" w14:textId="77777777" w:rsidR="00F1554D" w:rsidRPr="00AE376F" w:rsidRDefault="00F1554D" w:rsidP="00F1554D">
            <w:pPr>
              <w:pStyle w:val="TabNumeri"/>
            </w:pPr>
            <w:r w:rsidRPr="00DA3E62">
              <w:t>31,8</w:t>
            </w:r>
          </w:p>
        </w:tc>
        <w:tc>
          <w:tcPr>
            <w:tcW w:w="1134" w:type="dxa"/>
          </w:tcPr>
          <w:p w14:paraId="434E58A9" w14:textId="77777777" w:rsidR="00F1554D" w:rsidRPr="00AE376F" w:rsidRDefault="00F1554D" w:rsidP="00F1554D">
            <w:pPr>
              <w:pStyle w:val="TabNumeri"/>
            </w:pPr>
            <w:r w:rsidRPr="00DA3E62">
              <w:t>31,9</w:t>
            </w:r>
          </w:p>
        </w:tc>
        <w:tc>
          <w:tcPr>
            <w:tcW w:w="1134" w:type="dxa"/>
          </w:tcPr>
          <w:p w14:paraId="2FAC23F6" w14:textId="77777777" w:rsidR="00F1554D" w:rsidRPr="00AE376F" w:rsidRDefault="00F1554D" w:rsidP="00F1554D">
            <w:pPr>
              <w:pStyle w:val="TabNumeri"/>
            </w:pPr>
            <w:r w:rsidRPr="00DA3E62">
              <w:t>28,5</w:t>
            </w:r>
          </w:p>
        </w:tc>
        <w:tc>
          <w:tcPr>
            <w:tcW w:w="1134" w:type="dxa"/>
          </w:tcPr>
          <w:p w14:paraId="79EC62AA" w14:textId="77777777" w:rsidR="00F1554D" w:rsidRDefault="00F1554D" w:rsidP="00F1554D">
            <w:pPr>
              <w:pStyle w:val="TabNumeri"/>
            </w:pPr>
            <w:r w:rsidRPr="00DA3E62">
              <w:t>30,3</w:t>
            </w:r>
          </w:p>
        </w:tc>
      </w:tr>
      <w:tr w:rsidR="00F1554D" w14:paraId="2712EC04" w14:textId="77777777" w:rsidTr="00F1554D">
        <w:trPr>
          <w:cantSplit/>
        </w:trPr>
        <w:tc>
          <w:tcPr>
            <w:tcW w:w="9356" w:type="dxa"/>
            <w:gridSpan w:val="5"/>
            <w:tcBorders>
              <w:top w:val="single" w:sz="4" w:space="0" w:color="800000"/>
            </w:tcBorders>
          </w:tcPr>
          <w:p w14:paraId="0A038254" w14:textId="77777777" w:rsidR="00F1554D" w:rsidRDefault="00F1554D" w:rsidP="00F1554D">
            <w:pPr>
              <w:pStyle w:val="TabNoteSuperiori"/>
            </w:pPr>
            <w:r>
              <w:t>(1) Al netto delle scorte. (2) Rapporto percentuale. (3) Quota sulla popolazione presente totale.</w:t>
            </w:r>
          </w:p>
          <w:p w14:paraId="43AB8B7C" w14:textId="77777777" w:rsidR="00F1554D" w:rsidRPr="007C570B" w:rsidRDefault="00F1554D" w:rsidP="00F1554D">
            <w:pPr>
              <w:pStyle w:val="TabNoteInferiori"/>
            </w:pPr>
            <w:r w:rsidRPr="00B60C06">
              <w:t xml:space="preserve">Fonte: elaborazione Unioncamere E.R. su dati Prometeia, Scenari per le economie locali, </w:t>
            </w:r>
            <w:r>
              <w:t xml:space="preserve">luglio </w:t>
            </w:r>
            <w:r>
              <w:fldChar w:fldCharType="begin"/>
            </w:r>
            <w:r>
              <w:instrText xml:space="preserve"> DATE  \@ "yyyy"  \* MERGEFORMAT </w:instrText>
            </w:r>
            <w:r>
              <w:fldChar w:fldCharType="separate"/>
            </w:r>
            <w:r>
              <w:rPr>
                <w:noProof/>
              </w:rPr>
              <w:t>2020</w:t>
            </w:r>
            <w:r>
              <w:fldChar w:fldCharType="end"/>
            </w:r>
            <w:r w:rsidRPr="00B60C06">
              <w:t>.</w:t>
            </w:r>
          </w:p>
        </w:tc>
      </w:tr>
    </w:tbl>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F1554D" w14:paraId="2B1D334E" w14:textId="77777777" w:rsidTr="00126082">
        <w:trPr>
          <w:cantSplit/>
        </w:trPr>
        <w:tc>
          <w:tcPr>
            <w:tcW w:w="9356" w:type="dxa"/>
          </w:tcPr>
          <w:bookmarkEnd w:id="3"/>
          <w:p w14:paraId="4A8FB7D8" w14:textId="77777777" w:rsidR="00F1554D" w:rsidRDefault="00F1554D" w:rsidP="00126082">
            <w:pPr>
              <w:pStyle w:val="FigTitolo"/>
              <w:ind w:left="1134" w:hanging="1134"/>
            </w:pPr>
            <w:r>
              <w:t>Il quadro regionale: tasso di variazione e numero indice del Pil (2000=100)</w:t>
            </w:r>
          </w:p>
          <w:p w14:paraId="068CC8F7" w14:textId="77777777" w:rsidR="00F1554D" w:rsidRDefault="00F1554D" w:rsidP="00126082">
            <w:pPr>
              <w:pStyle w:val="Figure"/>
            </w:pPr>
            <w:r w:rsidRPr="00AD0198">
              <w:rPr>
                <w:noProof/>
              </w:rPr>
              <w:drawing>
                <wp:inline distT="0" distB="0" distL="0" distR="0" wp14:anchorId="1A45FEBF" wp14:editId="0A4A9CD6">
                  <wp:extent cx="5904000" cy="2340000"/>
                  <wp:effectExtent l="0" t="0" r="1905" b="3175"/>
                  <wp:docPr id="5"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20669FE" w14:textId="77777777" w:rsidR="00F1554D" w:rsidRDefault="00F1554D" w:rsidP="00126082">
            <w:pPr>
              <w:pStyle w:val="TabNoteInferiori"/>
            </w:pPr>
            <w:r w:rsidRPr="0029075E">
              <w:t xml:space="preserve">Fonte: </w:t>
            </w:r>
            <w:r w:rsidRPr="00B60C06">
              <w:t xml:space="preserve">elaborazione Unioncamere E.R. su dati Prometeia, Scenari per le economie locali, </w:t>
            </w:r>
            <w:r>
              <w:t xml:space="preserve">luglio </w:t>
            </w:r>
            <w:r>
              <w:fldChar w:fldCharType="begin"/>
            </w:r>
            <w:r>
              <w:instrText xml:space="preserve"> DATE  \@ "yyyy"  \* MERGEFORMAT </w:instrText>
            </w:r>
            <w:r>
              <w:fldChar w:fldCharType="separate"/>
            </w:r>
            <w:r>
              <w:rPr>
                <w:noProof/>
              </w:rPr>
              <w:t>2020</w:t>
            </w:r>
            <w:r>
              <w:fldChar w:fldCharType="end"/>
            </w:r>
            <w:r w:rsidRPr="00B60C06">
              <w:t>..</w:t>
            </w:r>
            <w:r w:rsidRPr="0029075E">
              <w:t>.</w:t>
            </w:r>
          </w:p>
        </w:tc>
      </w:tr>
    </w:tbl>
    <w:p w14:paraId="25AED29A" w14:textId="5A14580C" w:rsidR="0093667A" w:rsidRDefault="007F34E7" w:rsidP="007F34E7">
      <w:r>
        <w:t>Nel 2020, sono l’industria e le costruzioni ad accusare il colpo più duro, ma anche nei servizi la recessione sarà pesante. Nel 2021 la ripresa sarà solo parziale in tutti i settori, ma più pronta nell’industria. In dettaglio, il valore aggiunto dell’industria in senso stretto regionale subirà una caduta del 15,1 per cento e risulterà inferiore dell’8,9 per cento rispetto al precedente massimo del 2007. La tendenza positiva sarà ripresa nel 2021: sarà l’attività industriale a trainare la ripresa con decisione (+13,4 per cento). Il valore aggiunto delle costruzioni nel 2020 dovrebbe subire una caduta notevole (-14,1 per cento) e risulterà inferiore del 47,4 per cento rispetto agli eccessi del precedente massimo del 2007. Nel 2021 il rimbalzo sarà relativamente contenuto (+7,3 per cento). Nel 2020 il valore aggiunto dei servizi subirà una riduzione più contenuta rispetto agli altri macro-settori (-8,7 per cento) e dovrebbe risultare inferiore del 5,7 per cento rispetto al precedente massimo toccato nel 2008, ma la tendenza positiva nel 2021 non sarà forte come per gli altri settori (+4,3 per cento)</w:t>
      </w:r>
      <w:r w:rsidR="0093667A">
        <w:t>.</w:t>
      </w:r>
    </w:p>
    <w:p w14:paraId="137FC269" w14:textId="77777777" w:rsidR="00DD61D8" w:rsidRDefault="00DD61D8" w:rsidP="00DD61D8">
      <w:pPr>
        <w:pStyle w:val="Titolo4"/>
      </w:pPr>
      <w:r>
        <w:lastRenderedPageBreak/>
        <w:t>Il mercato del lavoro</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F1554D" w14:paraId="6190D5F5" w14:textId="77777777" w:rsidTr="00126082">
        <w:trPr>
          <w:cantSplit/>
        </w:trPr>
        <w:tc>
          <w:tcPr>
            <w:tcW w:w="9356" w:type="dxa"/>
          </w:tcPr>
          <w:p w14:paraId="02977B19" w14:textId="77777777" w:rsidR="00F1554D" w:rsidRDefault="00F1554D" w:rsidP="00126082">
            <w:pPr>
              <w:pStyle w:val="FigTitolo"/>
              <w:ind w:left="1134" w:hanging="1134"/>
            </w:pPr>
            <w:r>
              <w:t>Il quadro regionale, i settori : tassi di variazione e numeri indice del valore aggiunto (2000=100)</w:t>
            </w:r>
          </w:p>
          <w:p w14:paraId="085A230F" w14:textId="77777777" w:rsidR="00F1554D" w:rsidRDefault="00F1554D" w:rsidP="00126082">
            <w:pPr>
              <w:pStyle w:val="Figure"/>
            </w:pPr>
            <w:r w:rsidRPr="00AD0198">
              <w:rPr>
                <w:noProof/>
              </w:rPr>
              <w:drawing>
                <wp:inline distT="0" distB="0" distL="0" distR="0" wp14:anchorId="0C6CFBC4" wp14:editId="4C034008">
                  <wp:extent cx="5904000" cy="2340000"/>
                  <wp:effectExtent l="0" t="0" r="1905" b="3175"/>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4FFBA0A" w14:textId="77777777" w:rsidR="00F1554D" w:rsidRDefault="00F1554D" w:rsidP="00126082">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luglio </w:t>
            </w:r>
            <w:r>
              <w:fldChar w:fldCharType="begin"/>
            </w:r>
            <w:r>
              <w:instrText xml:space="preserve"> DATE  \@ "yyyy"  \* MERGEFORMAT </w:instrText>
            </w:r>
            <w:r>
              <w:fldChar w:fldCharType="separate"/>
            </w:r>
            <w:r>
              <w:rPr>
                <w:noProof/>
              </w:rPr>
              <w:t>2020</w:t>
            </w:r>
            <w:r>
              <w:fldChar w:fldCharType="end"/>
            </w:r>
            <w:r w:rsidRPr="006F0EA1">
              <w:t>.</w:t>
            </w:r>
          </w:p>
        </w:tc>
      </w:tr>
    </w:tbl>
    <w:p w14:paraId="420FE954" w14:textId="3555FB9F" w:rsidR="0093667A" w:rsidRDefault="007F34E7" w:rsidP="007F34E7">
      <w:r>
        <w:t>Le forze di lavoro si ridurranno decisamente nel 2020 (-2,4 per cento), per effetto dell’uscita dal mercato del lavoro di lavoratori non tutelati, non occupabili e scoraggiati. Nel 2021 la crescita dovrebbe riprendere, ma compensare solo parzialmente la perdita subita (+1,4 per cento). L’occupazione nel 2020 si ridurrà del 2,7 per cento e continuerà a ridursi anche nel 2021 (-0,8 per cento). Le misure di sostegno all’occupazione limiteranno solo temporaneamente gli effetti negativi della pandemia sul tasso di disoccupazione che nel 2020 salirà al 5,8 per cento, ma nel 2021 dovrebbe giungere sino al 7,8 per cento, il livello più elevato dal 2014</w:t>
      </w:r>
      <w:r w:rsidR="0093667A">
        <w:t>.</w:t>
      </w:r>
    </w:p>
    <w:sectPr w:rsidR="0093667A" w:rsidSect="00EC7F1C">
      <w:footerReference w:type="even" r:id="rId13"/>
      <w:footerReference w:type="default" r:id="rId1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3C01D" w14:textId="77777777" w:rsidR="00F1031F" w:rsidRDefault="00F1031F">
      <w:r>
        <w:separator/>
      </w:r>
    </w:p>
    <w:p w14:paraId="647E033B" w14:textId="77777777" w:rsidR="00F1031F" w:rsidRDefault="00F1031F"/>
  </w:endnote>
  <w:endnote w:type="continuationSeparator" w:id="0">
    <w:p w14:paraId="5A2BCBA6" w14:textId="77777777" w:rsidR="00F1031F" w:rsidRDefault="00F1031F">
      <w:r>
        <w:continuationSeparator/>
      </w:r>
    </w:p>
    <w:p w14:paraId="5D307519" w14:textId="77777777" w:rsidR="00F1031F" w:rsidRDefault="00F103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C9B68"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09653C">
      <w:rPr>
        <w:rStyle w:val="Numeropagina"/>
        <w:noProof/>
      </w:rPr>
      <w:t>2</w:t>
    </w:r>
    <w:r>
      <w:rPr>
        <w:rStyle w:val="Numeropagina"/>
      </w:rPr>
      <w:fldChar w:fldCharType="end"/>
    </w:r>
  </w:p>
  <w:p w14:paraId="0302C42C"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AEEB"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71DC6">
      <w:rPr>
        <w:rStyle w:val="Numeropagina"/>
        <w:noProof/>
      </w:rPr>
      <w:t>3</w:t>
    </w:r>
    <w:r>
      <w:rPr>
        <w:rStyle w:val="Numeropagina"/>
      </w:rPr>
      <w:fldChar w:fldCharType="end"/>
    </w:r>
  </w:p>
  <w:p w14:paraId="4DB46F25"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131C0F" w14:textId="77777777" w:rsidR="00F1031F" w:rsidRDefault="00F1031F">
      <w:r>
        <w:separator/>
      </w:r>
    </w:p>
    <w:p w14:paraId="27286FC7" w14:textId="77777777" w:rsidR="00F1031F" w:rsidRDefault="00F1031F"/>
  </w:footnote>
  <w:footnote w:type="continuationSeparator" w:id="0">
    <w:p w14:paraId="353A7626" w14:textId="77777777" w:rsidR="00F1031F" w:rsidRDefault="00F1031F">
      <w:r>
        <w:continuationSeparator/>
      </w:r>
    </w:p>
    <w:p w14:paraId="1ED36F57" w14:textId="77777777" w:rsidR="00F1031F" w:rsidRDefault="00F103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15:restartNumberingAfterBreak="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BFF"/>
    <w:rsid w:val="00006FF0"/>
    <w:rsid w:val="000163E8"/>
    <w:rsid w:val="0003480D"/>
    <w:rsid w:val="000355D6"/>
    <w:rsid w:val="00060534"/>
    <w:rsid w:val="00072096"/>
    <w:rsid w:val="000722A1"/>
    <w:rsid w:val="00085A8D"/>
    <w:rsid w:val="000954C7"/>
    <w:rsid w:val="0009653C"/>
    <w:rsid w:val="000A136A"/>
    <w:rsid w:val="000A47C0"/>
    <w:rsid w:val="000A526B"/>
    <w:rsid w:val="000A7ACE"/>
    <w:rsid w:val="000B711D"/>
    <w:rsid w:val="000C35DD"/>
    <w:rsid w:val="000C3780"/>
    <w:rsid w:val="000C5215"/>
    <w:rsid w:val="000C731A"/>
    <w:rsid w:val="000D0BF8"/>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6D46"/>
    <w:rsid w:val="0019786B"/>
    <w:rsid w:val="00197B24"/>
    <w:rsid w:val="001A2E23"/>
    <w:rsid w:val="001B00BB"/>
    <w:rsid w:val="001C5D44"/>
    <w:rsid w:val="001C6A2C"/>
    <w:rsid w:val="001C7B8A"/>
    <w:rsid w:val="001D3F9B"/>
    <w:rsid w:val="001E2EB1"/>
    <w:rsid w:val="001F0E1F"/>
    <w:rsid w:val="00200ADC"/>
    <w:rsid w:val="00205EB4"/>
    <w:rsid w:val="002106D6"/>
    <w:rsid w:val="002112CA"/>
    <w:rsid w:val="00215734"/>
    <w:rsid w:val="0021718E"/>
    <w:rsid w:val="00226FD7"/>
    <w:rsid w:val="0023194D"/>
    <w:rsid w:val="002331F6"/>
    <w:rsid w:val="00233DDE"/>
    <w:rsid w:val="002624CD"/>
    <w:rsid w:val="00280045"/>
    <w:rsid w:val="00290F90"/>
    <w:rsid w:val="00295CB4"/>
    <w:rsid w:val="00297826"/>
    <w:rsid w:val="002A4363"/>
    <w:rsid w:val="002A67C3"/>
    <w:rsid w:val="002A7EDC"/>
    <w:rsid w:val="002B3250"/>
    <w:rsid w:val="002B4A67"/>
    <w:rsid w:val="002D0E0B"/>
    <w:rsid w:val="002E0C1E"/>
    <w:rsid w:val="002F3B2B"/>
    <w:rsid w:val="003079C8"/>
    <w:rsid w:val="00311B8C"/>
    <w:rsid w:val="00326BDD"/>
    <w:rsid w:val="00343BBA"/>
    <w:rsid w:val="00350098"/>
    <w:rsid w:val="00370DD3"/>
    <w:rsid w:val="00374C2B"/>
    <w:rsid w:val="0037602F"/>
    <w:rsid w:val="00392CCA"/>
    <w:rsid w:val="00397DE8"/>
    <w:rsid w:val="003A03B0"/>
    <w:rsid w:val="003A4CBD"/>
    <w:rsid w:val="003A7986"/>
    <w:rsid w:val="003C6E43"/>
    <w:rsid w:val="003D4594"/>
    <w:rsid w:val="003F658D"/>
    <w:rsid w:val="003F66B1"/>
    <w:rsid w:val="00403C5A"/>
    <w:rsid w:val="004045CE"/>
    <w:rsid w:val="00421C45"/>
    <w:rsid w:val="004308CF"/>
    <w:rsid w:val="00471071"/>
    <w:rsid w:val="004727C6"/>
    <w:rsid w:val="00474F23"/>
    <w:rsid w:val="0047569C"/>
    <w:rsid w:val="00475E64"/>
    <w:rsid w:val="0048031B"/>
    <w:rsid w:val="00480CA0"/>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42EBF"/>
    <w:rsid w:val="00576C2B"/>
    <w:rsid w:val="005A3111"/>
    <w:rsid w:val="005A35E9"/>
    <w:rsid w:val="005B1DC4"/>
    <w:rsid w:val="005E16BE"/>
    <w:rsid w:val="005E72BF"/>
    <w:rsid w:val="005F729A"/>
    <w:rsid w:val="006017C5"/>
    <w:rsid w:val="0060388C"/>
    <w:rsid w:val="006127E5"/>
    <w:rsid w:val="0061438E"/>
    <w:rsid w:val="00615949"/>
    <w:rsid w:val="006232D9"/>
    <w:rsid w:val="00624FD5"/>
    <w:rsid w:val="00627304"/>
    <w:rsid w:val="0063075B"/>
    <w:rsid w:val="00640CC3"/>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23CDE"/>
    <w:rsid w:val="00736E99"/>
    <w:rsid w:val="007413B2"/>
    <w:rsid w:val="007579C8"/>
    <w:rsid w:val="007709BA"/>
    <w:rsid w:val="007767D7"/>
    <w:rsid w:val="00776C28"/>
    <w:rsid w:val="00782A90"/>
    <w:rsid w:val="00785036"/>
    <w:rsid w:val="007864F5"/>
    <w:rsid w:val="007974D7"/>
    <w:rsid w:val="007B585C"/>
    <w:rsid w:val="007C32E7"/>
    <w:rsid w:val="007D4EF0"/>
    <w:rsid w:val="007E6D32"/>
    <w:rsid w:val="007F2453"/>
    <w:rsid w:val="007F34E7"/>
    <w:rsid w:val="007F4A37"/>
    <w:rsid w:val="008001F3"/>
    <w:rsid w:val="008050F6"/>
    <w:rsid w:val="0080528A"/>
    <w:rsid w:val="0081512A"/>
    <w:rsid w:val="00823044"/>
    <w:rsid w:val="0083021E"/>
    <w:rsid w:val="00832B4E"/>
    <w:rsid w:val="00847E0A"/>
    <w:rsid w:val="0085510F"/>
    <w:rsid w:val="008575CD"/>
    <w:rsid w:val="00863834"/>
    <w:rsid w:val="00865D33"/>
    <w:rsid w:val="00872B5F"/>
    <w:rsid w:val="008761FF"/>
    <w:rsid w:val="00885A3D"/>
    <w:rsid w:val="008917D4"/>
    <w:rsid w:val="0089214E"/>
    <w:rsid w:val="008973E5"/>
    <w:rsid w:val="008A3332"/>
    <w:rsid w:val="008A59C8"/>
    <w:rsid w:val="008C1121"/>
    <w:rsid w:val="008D2187"/>
    <w:rsid w:val="008E1F7C"/>
    <w:rsid w:val="008F762B"/>
    <w:rsid w:val="00904F49"/>
    <w:rsid w:val="00906A3E"/>
    <w:rsid w:val="009124B3"/>
    <w:rsid w:val="009135F2"/>
    <w:rsid w:val="00914F9B"/>
    <w:rsid w:val="00924ED4"/>
    <w:rsid w:val="00927E9E"/>
    <w:rsid w:val="009317C6"/>
    <w:rsid w:val="0093667A"/>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631D6"/>
    <w:rsid w:val="00A7082C"/>
    <w:rsid w:val="00A72937"/>
    <w:rsid w:val="00A730F5"/>
    <w:rsid w:val="00A837D0"/>
    <w:rsid w:val="00A848DA"/>
    <w:rsid w:val="00A90F5A"/>
    <w:rsid w:val="00A92FA0"/>
    <w:rsid w:val="00A97F64"/>
    <w:rsid w:val="00AA3813"/>
    <w:rsid w:val="00AA5434"/>
    <w:rsid w:val="00AA704C"/>
    <w:rsid w:val="00AB3C50"/>
    <w:rsid w:val="00AC1912"/>
    <w:rsid w:val="00AC6CE4"/>
    <w:rsid w:val="00AD3962"/>
    <w:rsid w:val="00AF53FD"/>
    <w:rsid w:val="00AF633E"/>
    <w:rsid w:val="00B0117D"/>
    <w:rsid w:val="00B141FF"/>
    <w:rsid w:val="00B27432"/>
    <w:rsid w:val="00B300CF"/>
    <w:rsid w:val="00B33405"/>
    <w:rsid w:val="00B3596A"/>
    <w:rsid w:val="00B37865"/>
    <w:rsid w:val="00B510DE"/>
    <w:rsid w:val="00B71DC6"/>
    <w:rsid w:val="00B74896"/>
    <w:rsid w:val="00B937FD"/>
    <w:rsid w:val="00BA4E1E"/>
    <w:rsid w:val="00BA52D3"/>
    <w:rsid w:val="00BA6EC0"/>
    <w:rsid w:val="00BB3C16"/>
    <w:rsid w:val="00BB4979"/>
    <w:rsid w:val="00BC1241"/>
    <w:rsid w:val="00BC5420"/>
    <w:rsid w:val="00BC64BC"/>
    <w:rsid w:val="00BD16F9"/>
    <w:rsid w:val="00BD7C77"/>
    <w:rsid w:val="00BD7ED5"/>
    <w:rsid w:val="00BE0883"/>
    <w:rsid w:val="00BF1BE3"/>
    <w:rsid w:val="00BF4352"/>
    <w:rsid w:val="00C10760"/>
    <w:rsid w:val="00C17423"/>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089"/>
    <w:rsid w:val="00D32334"/>
    <w:rsid w:val="00D468AC"/>
    <w:rsid w:val="00D70926"/>
    <w:rsid w:val="00D765FD"/>
    <w:rsid w:val="00D8389E"/>
    <w:rsid w:val="00D91F47"/>
    <w:rsid w:val="00DB7F10"/>
    <w:rsid w:val="00DC7E2A"/>
    <w:rsid w:val="00DD14C1"/>
    <w:rsid w:val="00DD43EA"/>
    <w:rsid w:val="00DD61D8"/>
    <w:rsid w:val="00DF3629"/>
    <w:rsid w:val="00DF42E6"/>
    <w:rsid w:val="00E01DC4"/>
    <w:rsid w:val="00E167FF"/>
    <w:rsid w:val="00E3114E"/>
    <w:rsid w:val="00E31DFE"/>
    <w:rsid w:val="00E52DE6"/>
    <w:rsid w:val="00E534DF"/>
    <w:rsid w:val="00E55380"/>
    <w:rsid w:val="00E678F3"/>
    <w:rsid w:val="00E67F80"/>
    <w:rsid w:val="00E743E6"/>
    <w:rsid w:val="00E8313E"/>
    <w:rsid w:val="00E85754"/>
    <w:rsid w:val="00EA259C"/>
    <w:rsid w:val="00EA3B0A"/>
    <w:rsid w:val="00EC7093"/>
    <w:rsid w:val="00EC790A"/>
    <w:rsid w:val="00EC7F1C"/>
    <w:rsid w:val="00ED09E7"/>
    <w:rsid w:val="00ED3E7E"/>
    <w:rsid w:val="00EE07CF"/>
    <w:rsid w:val="00EE115B"/>
    <w:rsid w:val="00EE2F9D"/>
    <w:rsid w:val="00F1031F"/>
    <w:rsid w:val="00F1554D"/>
    <w:rsid w:val="00F216E5"/>
    <w:rsid w:val="00F27067"/>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708"/>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99375"/>
  <w15:docId w15:val="{DB6C4158-A813-41AF-80F4-229C3081A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tichetteBold">
    <w:name w:val="Tab Etichette Bold"/>
    <w:basedOn w:val="TabEtichette"/>
    <w:rsid w:val="00F1554D"/>
    <w:rPr>
      <w:b/>
      <w:bCs/>
    </w:rPr>
  </w:style>
  <w:style w:type="paragraph" w:customStyle="1" w:styleId="tabnum">
    <w:name w:val="tab num"/>
    <w:basedOn w:val="Normale"/>
    <w:qFormat/>
    <w:rsid w:val="00F1554D"/>
    <w:pPr>
      <w:keepLines/>
      <w:spacing w:line="240" w:lineRule="auto"/>
      <w:ind w:firstLine="0"/>
      <w:jc w:val="right"/>
    </w:pPr>
    <w:rPr>
      <w:sz w:val="16"/>
      <w:szCs w:val="24"/>
    </w:rPr>
  </w:style>
  <w:style w:type="paragraph" w:customStyle="1" w:styleId="tabetic">
    <w:name w:val="tab etic"/>
    <w:basedOn w:val="Normale"/>
    <w:qFormat/>
    <w:rsid w:val="00F1554D"/>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5FC-49D9-B52A-6F0290042F07}"/>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5FC-49D9-B52A-6F0290042F07}"/>
                </c:ext>
              </c:extLst>
            </c:dLbl>
            <c:numFmt formatCode="0.0;[Red]\-0.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2.391530279459575</c:v>
                </c:pt>
                <c:pt idx="1">
                  <c:v>-0.93204009612679606</c:v>
                </c:pt>
                <c:pt idx="2">
                  <c:v>-6.6972449348851271</c:v>
                </c:pt>
                <c:pt idx="3">
                  <c:v>2.2055064983735218</c:v>
                </c:pt>
                <c:pt idx="4">
                  <c:v>2.6405205145021426</c:v>
                </c:pt>
                <c:pt idx="5">
                  <c:v>-2.8586457435854418</c:v>
                </c:pt>
                <c:pt idx="6">
                  <c:v>-0.73800762952651588</c:v>
                </c:pt>
                <c:pt idx="7">
                  <c:v>1.0096462934914063</c:v>
                </c:pt>
                <c:pt idx="8">
                  <c:v>0.53568021273482369</c:v>
                </c:pt>
                <c:pt idx="9">
                  <c:v>1.6937762975938631</c:v>
                </c:pt>
                <c:pt idx="10">
                  <c:v>2.3152123305648642</c:v>
                </c:pt>
                <c:pt idx="11">
                  <c:v>1.7549174363135966</c:v>
                </c:pt>
                <c:pt idx="12">
                  <c:v>0.42942414997748646</c:v>
                </c:pt>
                <c:pt idx="13">
                  <c:v>-10.569658199211974</c:v>
                </c:pt>
                <c:pt idx="14">
                  <c:v>6.8413748317472933</c:v>
                </c:pt>
              </c:numCache>
            </c:numRef>
          </c:val>
          <c:extLst>
            <c:ext xmlns:c16="http://schemas.microsoft.com/office/drawing/2014/chart" uri="{C3380CC4-5D6E-409C-BE32-E72D297353CC}">
              <c16:uniqueId val="{00000002-35FC-49D9-B52A-6F0290042F07}"/>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1.487072980367854</c:v>
                </c:pt>
                <c:pt idx="1">
                  <c:v>-0.96201284057929604</c:v>
                </c:pt>
                <c:pt idx="2">
                  <c:v>-5.2809372082931016</c:v>
                </c:pt>
                <c:pt idx="3">
                  <c:v>1.7132958391692155</c:v>
                </c:pt>
                <c:pt idx="4">
                  <c:v>0.7073333470344334</c:v>
                </c:pt>
                <c:pt idx="5">
                  <c:v>-2.9809057682377071</c:v>
                </c:pt>
                <c:pt idx="6">
                  <c:v>-1.8410654508824953</c:v>
                </c:pt>
                <c:pt idx="7">
                  <c:v>-4.5475423638197121E-3</c:v>
                </c:pt>
                <c:pt idx="8">
                  <c:v>0.77830435071657433</c:v>
                </c:pt>
                <c:pt idx="9">
                  <c:v>1.293462731559103</c:v>
                </c:pt>
                <c:pt idx="10">
                  <c:v>1.6678590410685645</c:v>
                </c:pt>
                <c:pt idx="11">
                  <c:v>0.79811935303633064</c:v>
                </c:pt>
                <c:pt idx="12">
                  <c:v>0.30125616125766808</c:v>
                </c:pt>
                <c:pt idx="13">
                  <c:v>-10.102429831567006</c:v>
                </c:pt>
                <c:pt idx="14">
                  <c:v>5.9144587579386343</c:v>
                </c:pt>
              </c:numCache>
            </c:numRef>
          </c:val>
          <c:extLst>
            <c:ext xmlns:c16="http://schemas.microsoft.com/office/drawing/2014/chart" uri="{C3380CC4-5D6E-409C-BE32-E72D297353CC}">
              <c16:uniqueId val="{00000003-35FC-49D9-B52A-6F0290042F07}"/>
            </c:ext>
          </c:extLst>
        </c:ser>
        <c:dLbls>
          <c:showLegendKey val="0"/>
          <c:showVal val="0"/>
          <c:showCatName val="0"/>
          <c:showSerName val="0"/>
          <c:showPercent val="0"/>
          <c:showBubbleSize val="0"/>
        </c:dLbls>
        <c:gapWidth val="100"/>
        <c:axId val="289369600"/>
        <c:axId val="29038355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8"/>
              <c:delete val="1"/>
              <c:extLst>
                <c:ext xmlns:c15="http://schemas.microsoft.com/office/drawing/2012/chart" uri="{CE6537A1-D6FC-4f65-9D91-7224C49458BB}"/>
                <c:ext xmlns:c16="http://schemas.microsoft.com/office/drawing/2014/chart" uri="{C3380CC4-5D6E-409C-BE32-E72D297353CC}">
                  <c16:uniqueId val="{00000004-35FC-49D9-B52A-6F0290042F07}"/>
                </c:ext>
              </c:extLst>
            </c:dLbl>
            <c:dLbl>
              <c:idx val="12"/>
              <c:delete val="1"/>
              <c:extLst>
                <c:ext xmlns:c15="http://schemas.microsoft.com/office/drawing/2012/chart" uri="{CE6537A1-D6FC-4f65-9D91-7224C49458BB}"/>
                <c:ext xmlns:c16="http://schemas.microsoft.com/office/drawing/2014/chart" uri="{C3380CC4-5D6E-409C-BE32-E72D297353CC}">
                  <c16:uniqueId val="{00000005-35FC-49D9-B52A-6F0290042F07}"/>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5FC-49D9-B52A-6F0290042F07}"/>
                </c:ext>
              </c:extLst>
            </c:dLbl>
            <c:dLbl>
              <c:idx val="14"/>
              <c:delete val="1"/>
              <c:extLst>
                <c:ext xmlns:c15="http://schemas.microsoft.com/office/drawing/2012/chart" uri="{CE6537A1-D6FC-4f65-9D91-7224C49458BB}"/>
                <c:ext xmlns:c16="http://schemas.microsoft.com/office/drawing/2014/chart" uri="{C3380CC4-5D6E-409C-BE32-E72D297353CC}">
                  <c16:uniqueId val="{00000007-35FC-49D9-B52A-6F0290042F07}"/>
                </c:ext>
              </c:extLst>
            </c:dLbl>
            <c:dLbl>
              <c:idx val="1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5FC-49D9-B52A-6F0290042F07}"/>
                </c:ext>
              </c:extLst>
            </c:dLbl>
            <c:dLbl>
              <c:idx val="18"/>
              <c:layout>
                <c:manualLayout>
                  <c:x val="-3.9821985094851006E-2"/>
                  <c:y val="4.0165597856969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5FC-49D9-B52A-6F0290042F07}"/>
                </c:ext>
              </c:extLst>
            </c:dLbl>
            <c:dLbl>
              <c:idx val="2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5FC-49D9-B52A-6F0290042F07}"/>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110.35138435852645</c:v>
                </c:pt>
                <c:pt idx="1">
                  <c:v>109.32286520967401</c:v>
                </c:pt>
                <c:pt idx="2">
                  <c:v>102.00124515674781</c:v>
                </c:pt>
                <c:pt idx="3">
                  <c:v>104.25088924710178</c:v>
                </c:pt>
                <c:pt idx="4">
                  <c:v>107.00365536422241</c:v>
                </c:pt>
                <c:pt idx="5">
                  <c:v>103.94479992467222</c:v>
                </c:pt>
                <c:pt idx="6">
                  <c:v>103.17767937073208</c:v>
                </c:pt>
                <c:pt idx="7">
                  <c:v>104.21940898620912</c:v>
                </c:pt>
                <c:pt idx="8">
                  <c:v>104.77769173797742</c:v>
                </c:pt>
                <c:pt idx="9">
                  <c:v>106.55239144580126</c:v>
                </c:pt>
                <c:pt idx="10">
                  <c:v>109.01930555106618</c:v>
                </c:pt>
                <c:pt idx="11">
                  <c:v>110.93250435312983</c:v>
                </c:pt>
                <c:pt idx="12">
                  <c:v>111.40887531699701</c:v>
                </c:pt>
                <c:pt idx="13">
                  <c:v>99.633337992404194</c:v>
                </c:pt>
                <c:pt idx="14">
                  <c:v>106.44962810184624</c:v>
                </c:pt>
              </c:numCache>
            </c:numRef>
          </c:val>
          <c:smooth val="0"/>
          <c:extLst>
            <c:ext xmlns:c16="http://schemas.microsoft.com/office/drawing/2014/chart" uri="{C3380CC4-5D6E-409C-BE32-E72D297353CC}">
              <c16:uniqueId val="{0000000B-35FC-49D9-B52A-6F0290042F07}"/>
            </c:ext>
          </c:extLst>
        </c:ser>
        <c:ser>
          <c:idx val="1"/>
          <c:order val="1"/>
          <c:tx>
            <c:strRef>
              <c:f>Foglio1!$C$1</c:f>
              <c:strCache>
                <c:ptCount val="1"/>
                <c:pt idx="0">
                  <c:v>Ita</c:v>
                </c:pt>
              </c:strCache>
            </c:strRef>
          </c:tx>
          <c:spPr>
            <a:ln w="34925">
              <a:solidFill>
                <a:srgbClr val="376092"/>
              </a:solidFill>
            </a:ln>
          </c:spPr>
          <c:marker>
            <c:symbol val="none"/>
          </c:marker>
          <c:dLbls>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35FC-49D9-B52A-6F0290042F07}"/>
                </c:ext>
              </c:extLst>
            </c:dLbl>
            <c:numFmt formatCode="#,##0.0" sourceLinked="0"/>
            <c:spPr>
              <a:noFill/>
              <a:ln>
                <a:noFill/>
              </a:ln>
              <a:effectLst/>
            </c:spPr>
            <c:txPr>
              <a:bodyPr/>
              <a:lstStyle/>
              <a:p>
                <a:pPr>
                  <a:defRPr>
                    <a:solidFill>
                      <a:srgbClr val="0070C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108.11629677456659</c:v>
                </c:pt>
                <c:pt idx="1">
                  <c:v>107.07620411683644</c:v>
                </c:pt>
                <c:pt idx="2">
                  <c:v>101.42157701240255</c:v>
                </c:pt>
                <c:pt idx="3">
                  <c:v>103.15922867137584</c:v>
                </c:pt>
                <c:pt idx="4">
                  <c:v>103.888908296312</c:v>
                </c:pt>
                <c:pt idx="5">
                  <c:v>100.79207783634804</c:v>
                </c:pt>
                <c:pt idx="6">
                  <c:v>98.936429714076453</c:v>
                </c:pt>
                <c:pt idx="7">
                  <c:v>98.931930538021959</c:v>
                </c:pt>
                <c:pt idx="8">
                  <c:v>99.70192205764728</c:v>
                </c:pt>
                <c:pt idx="9">
                  <c:v>100.99152926211103</c:v>
                </c:pt>
                <c:pt idx="10">
                  <c:v>102.67592561362257</c:v>
                </c:pt>
                <c:pt idx="11">
                  <c:v>103.49540204685407</c:v>
                </c:pt>
                <c:pt idx="12">
                  <c:v>103.8071883221386</c:v>
                </c:pt>
                <c:pt idx="13">
                  <c:v>93.320139961771943</c:v>
                </c:pt>
                <c:pt idx="14">
                  <c:v>98.839521152661547</c:v>
                </c:pt>
              </c:numCache>
            </c:numRef>
          </c:val>
          <c:smooth val="0"/>
          <c:extLst>
            <c:ext xmlns:c16="http://schemas.microsoft.com/office/drawing/2014/chart" uri="{C3380CC4-5D6E-409C-BE32-E72D297353CC}">
              <c16:uniqueId val="{0000000D-35FC-49D9-B52A-6F0290042F07}"/>
            </c:ext>
          </c:extLst>
        </c:ser>
        <c:dLbls>
          <c:showLegendKey val="0"/>
          <c:showVal val="0"/>
          <c:showCatName val="0"/>
          <c:showSerName val="0"/>
          <c:showPercent val="0"/>
          <c:showBubbleSize val="0"/>
        </c:dLbls>
        <c:marker val="1"/>
        <c:smooth val="0"/>
        <c:axId val="289366528"/>
        <c:axId val="290382976"/>
      </c:lineChart>
      <c:catAx>
        <c:axId val="289366528"/>
        <c:scaling>
          <c:orientation val="minMax"/>
        </c:scaling>
        <c:delete val="0"/>
        <c:axPos val="b"/>
        <c:numFmt formatCode="General" sourceLinked="1"/>
        <c:majorTickMark val="out"/>
        <c:minorTickMark val="none"/>
        <c:tickLblPos val="nextTo"/>
        <c:crossAx val="290382976"/>
        <c:crosses val="autoZero"/>
        <c:auto val="1"/>
        <c:lblAlgn val="ctr"/>
        <c:lblOffset val="200"/>
        <c:noMultiLvlLbl val="0"/>
      </c:catAx>
      <c:valAx>
        <c:axId val="290382976"/>
        <c:scaling>
          <c:orientation val="minMax"/>
          <c:max val="112"/>
          <c:min val="90"/>
        </c:scaling>
        <c:delete val="0"/>
        <c:axPos val="l"/>
        <c:majorGridlines>
          <c:spPr>
            <a:ln w="9525">
              <a:prstDash val="dash"/>
            </a:ln>
          </c:spPr>
        </c:majorGridlines>
        <c:numFmt formatCode="0" sourceLinked="0"/>
        <c:majorTickMark val="out"/>
        <c:minorTickMark val="none"/>
        <c:tickLblPos val="nextTo"/>
        <c:crossAx val="289366528"/>
        <c:crosses val="autoZero"/>
        <c:crossBetween val="between"/>
        <c:majorUnit val="2"/>
      </c:valAx>
      <c:valAx>
        <c:axId val="290383552"/>
        <c:scaling>
          <c:orientation val="minMax"/>
        </c:scaling>
        <c:delete val="0"/>
        <c:axPos val="r"/>
        <c:numFmt formatCode="0.0" sourceLinked="1"/>
        <c:majorTickMark val="out"/>
        <c:minorTickMark val="none"/>
        <c:tickLblPos val="nextTo"/>
        <c:crossAx val="289369600"/>
        <c:crosses val="max"/>
        <c:crossBetween val="between"/>
        <c:majorUnit val="4"/>
      </c:valAx>
      <c:catAx>
        <c:axId val="289369600"/>
        <c:scaling>
          <c:orientation val="minMax"/>
        </c:scaling>
        <c:delete val="0"/>
        <c:axPos val="b"/>
        <c:numFmt formatCode="General" sourceLinked="1"/>
        <c:majorTickMark val="none"/>
        <c:minorTickMark val="none"/>
        <c:tickLblPos val="none"/>
        <c:crossAx val="29038355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40801426927152012"/>
          <c:y val="4.7767176999754274E-2"/>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chemeClr val="accent2">
                <a:lumMod val="60000"/>
                <a:lumOff val="40000"/>
              </a:schemeClr>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4.1564230792923595</c:v>
                </c:pt>
                <c:pt idx="1">
                  <c:v>-2.2213679303614842</c:v>
                </c:pt>
                <c:pt idx="2">
                  <c:v>-20.000824821632314</c:v>
                </c:pt>
                <c:pt idx="3">
                  <c:v>13.716581491499081</c:v>
                </c:pt>
                <c:pt idx="4">
                  <c:v>4.7869318181818166</c:v>
                </c:pt>
                <c:pt idx="5">
                  <c:v>-4.1165900916880886</c:v>
                </c:pt>
                <c:pt idx="6">
                  <c:v>1.2817119171233848</c:v>
                </c:pt>
                <c:pt idx="7">
                  <c:v>1.575850813912405</c:v>
                </c:pt>
                <c:pt idx="8">
                  <c:v>2.2572241406028315</c:v>
                </c:pt>
                <c:pt idx="9">
                  <c:v>3.5364120629165496</c:v>
                </c:pt>
                <c:pt idx="10">
                  <c:v>4.6788050847691887</c:v>
                </c:pt>
                <c:pt idx="11">
                  <c:v>5.3176024883720308</c:v>
                </c:pt>
                <c:pt idx="12">
                  <c:v>-2.0375778218950646E-2</c:v>
                </c:pt>
                <c:pt idx="13">
                  <c:v>-15.092404521958469</c:v>
                </c:pt>
                <c:pt idx="14">
                  <c:v>13.401304572234917</c:v>
                </c:pt>
              </c:numCache>
            </c:numRef>
          </c:val>
          <c:extLst>
            <c:ext xmlns:c16="http://schemas.microsoft.com/office/drawing/2014/chart" uri="{C3380CC4-5D6E-409C-BE32-E72D297353CC}">
              <c16:uniqueId val="{00000000-1CC3-4F1A-9196-8FC15C8D2024}"/>
            </c:ext>
          </c:extLst>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Foglio1!$F$2:$F$16</c:f>
              <c:numCache>
                <c:formatCode>0.0</c:formatCode>
                <c:ptCount val="15"/>
                <c:pt idx="0">
                  <c:v>0.59272696591290419</c:v>
                </c:pt>
                <c:pt idx="1">
                  <c:v>-5.4949778774979414</c:v>
                </c:pt>
                <c:pt idx="2">
                  <c:v>-8.4926278886583777</c:v>
                </c:pt>
                <c:pt idx="3">
                  <c:v>-9.9221648359642209</c:v>
                </c:pt>
                <c:pt idx="4">
                  <c:v>-6.0472691054940908</c:v>
                </c:pt>
                <c:pt idx="5">
                  <c:v>-9.5609197048921892</c:v>
                </c:pt>
                <c:pt idx="6">
                  <c:v>-4.7773676957437727</c:v>
                </c:pt>
                <c:pt idx="7">
                  <c:v>-10.380104799134992</c:v>
                </c:pt>
                <c:pt idx="8">
                  <c:v>-3.3373549883990772</c:v>
                </c:pt>
                <c:pt idx="9">
                  <c:v>3.1261401386408538</c:v>
                </c:pt>
                <c:pt idx="10">
                  <c:v>1.1972814449306535</c:v>
                </c:pt>
                <c:pt idx="11">
                  <c:v>4.3203061750202387</c:v>
                </c:pt>
                <c:pt idx="12">
                  <c:v>3.0939374569984857</c:v>
                </c:pt>
                <c:pt idx="13">
                  <c:v>-14.110246763285927</c:v>
                </c:pt>
                <c:pt idx="14">
                  <c:v>7.338113837322835</c:v>
                </c:pt>
              </c:numCache>
            </c:numRef>
          </c:val>
          <c:extLst>
            <c:ext xmlns:c16="http://schemas.microsoft.com/office/drawing/2014/chart" uri="{C3380CC4-5D6E-409C-BE32-E72D297353CC}">
              <c16:uniqueId val="{00000001-1CC3-4F1A-9196-8FC15C8D2024}"/>
            </c:ext>
          </c:extLst>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Foglio1!$G$2:$G$16</c:f>
              <c:numCache>
                <c:formatCode>0.0</c:formatCode>
                <c:ptCount val="15"/>
                <c:pt idx="0">
                  <c:v>2.0536510105374495</c:v>
                </c:pt>
                <c:pt idx="1">
                  <c:v>0.25126352190103507</c:v>
                </c:pt>
                <c:pt idx="2">
                  <c:v>-2.0110402683450768</c:v>
                </c:pt>
                <c:pt idx="3">
                  <c:v>-0.28601504879179895</c:v>
                </c:pt>
                <c:pt idx="4">
                  <c:v>2.3518243186668286</c:v>
                </c:pt>
                <c:pt idx="5">
                  <c:v>-1.3586611052580966</c:v>
                </c:pt>
                <c:pt idx="6">
                  <c:v>-0.91204861270658411</c:v>
                </c:pt>
                <c:pt idx="7">
                  <c:v>1.5647992001257771</c:v>
                </c:pt>
                <c:pt idx="8">
                  <c:v>0.27450683427359124</c:v>
                </c:pt>
                <c:pt idx="9">
                  <c:v>0.86113551278874656</c:v>
                </c:pt>
                <c:pt idx="10">
                  <c:v>1.6318117404560573</c:v>
                </c:pt>
                <c:pt idx="11">
                  <c:v>0.49750111861912583</c:v>
                </c:pt>
                <c:pt idx="12">
                  <c:v>0.71205221087038417</c:v>
                </c:pt>
                <c:pt idx="13">
                  <c:v>-8.7111815513557289</c:v>
                </c:pt>
                <c:pt idx="14">
                  <c:v>4.3247640230455575</c:v>
                </c:pt>
              </c:numCache>
            </c:numRef>
          </c:val>
          <c:extLst>
            <c:ext xmlns:c16="http://schemas.microsoft.com/office/drawing/2014/chart" uri="{C3380CC4-5D6E-409C-BE32-E72D297353CC}">
              <c16:uniqueId val="{00000002-1CC3-4F1A-9196-8FC15C8D2024}"/>
            </c:ext>
          </c:extLst>
        </c:ser>
        <c:dLbls>
          <c:showLegendKey val="0"/>
          <c:showVal val="0"/>
          <c:showCatName val="0"/>
          <c:showSerName val="0"/>
          <c:showPercent val="0"/>
          <c:showBubbleSize val="0"/>
        </c:dLbls>
        <c:gapWidth val="100"/>
        <c:axId val="298619904"/>
        <c:axId val="290385856"/>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3"/>
              <c:delete val="1"/>
              <c:extLst>
                <c:ext xmlns:c15="http://schemas.microsoft.com/office/drawing/2012/chart" uri="{CE6537A1-D6FC-4f65-9D91-7224C49458BB}"/>
                <c:ext xmlns:c16="http://schemas.microsoft.com/office/drawing/2014/chart" uri="{C3380CC4-5D6E-409C-BE32-E72D297353CC}">
                  <c16:uniqueId val="{00000003-1CC3-4F1A-9196-8FC15C8D2024}"/>
                </c:ext>
              </c:extLst>
            </c:dLbl>
            <c:dLbl>
              <c:idx val="4"/>
              <c:delete val="1"/>
              <c:extLst>
                <c:ext xmlns:c15="http://schemas.microsoft.com/office/drawing/2012/chart" uri="{CE6537A1-D6FC-4f65-9D91-7224C49458BB}"/>
                <c:ext xmlns:c16="http://schemas.microsoft.com/office/drawing/2014/chart" uri="{C3380CC4-5D6E-409C-BE32-E72D297353CC}">
                  <c16:uniqueId val="{00000004-1CC3-4F1A-9196-8FC15C8D2024}"/>
                </c:ext>
              </c:extLst>
            </c:dLbl>
            <c:dLbl>
              <c:idx val="5"/>
              <c:delete val="1"/>
              <c:extLst>
                <c:ext xmlns:c15="http://schemas.microsoft.com/office/drawing/2012/chart" uri="{CE6537A1-D6FC-4f65-9D91-7224C49458BB}"/>
                <c:ext xmlns:c16="http://schemas.microsoft.com/office/drawing/2014/chart" uri="{C3380CC4-5D6E-409C-BE32-E72D297353CC}">
                  <c16:uniqueId val="{00000005-1CC3-4F1A-9196-8FC15C8D2024}"/>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CC3-4F1A-9196-8FC15C8D2024}"/>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113.91219667552704</c:v>
                </c:pt>
                <c:pt idx="1">
                  <c:v>111.38178766980658</c:v>
                </c:pt>
                <c:pt idx="2">
                  <c:v>89.104511434766096</c:v>
                </c:pt>
                <c:pt idx="3">
                  <c:v>101.32660435831792</c:v>
                </c:pt>
                <c:pt idx="4">
                  <c:v>106.17703982262945</c:v>
                </c:pt>
                <c:pt idx="5">
                  <c:v>101.80616632164337</c:v>
                </c:pt>
                <c:pt idx="6">
                  <c:v>103.11102808775432</c:v>
                </c:pt>
                <c:pt idx="7">
                  <c:v>104.73590406310866</c:v>
                </c:pt>
                <c:pt idx="8">
                  <c:v>107.10002817349978</c:v>
                </c:pt>
                <c:pt idx="9">
                  <c:v>110.88752648921445</c:v>
                </c:pt>
                <c:pt idx="10">
                  <c:v>116.07573771696659</c:v>
                </c:pt>
                <c:pt idx="11">
                  <c:v>122.24818403420018</c:v>
                </c:pt>
                <c:pt idx="12">
                  <c:v>122.22327501534467</c:v>
                </c:pt>
                <c:pt idx="13">
                  <c:v>103.77684393004306</c:v>
                </c:pt>
                <c:pt idx="14">
                  <c:v>117.68429486056102</c:v>
                </c:pt>
              </c:numCache>
            </c:numRef>
          </c:val>
          <c:smooth val="0"/>
          <c:extLst>
            <c:ext xmlns:c16="http://schemas.microsoft.com/office/drawing/2014/chart" uri="{C3380CC4-5D6E-409C-BE32-E72D297353CC}">
              <c16:uniqueId val="{00000007-1CC3-4F1A-9196-8FC15C8D2024}"/>
            </c:ext>
          </c:extLst>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CC3-4F1A-9196-8FC15C8D2024}"/>
                </c:ext>
              </c:extLst>
            </c:dLbl>
            <c:dLbl>
              <c:idx val="18"/>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CC3-4F1A-9196-8FC15C8D2024}"/>
                </c:ext>
              </c:extLst>
            </c:dLbl>
            <c:numFmt formatCode="#,##0.0" sourceLinked="0"/>
            <c:spPr>
              <a:noFill/>
              <a:ln>
                <a:noFill/>
              </a:ln>
              <a:effectLst/>
            </c:spPr>
            <c:txPr>
              <a:bodyPr/>
              <a:lstStyle/>
              <a:p>
                <a:pPr>
                  <a:defRPr>
                    <a:solidFill>
                      <a:schemeClr val="tx1">
                        <a:lumMod val="65000"/>
                        <a:lumOff val="35000"/>
                      </a:schemeClr>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137.16940157910631</c:v>
                </c:pt>
                <c:pt idx="1">
                  <c:v>129.63197330763811</c:v>
                </c:pt>
                <c:pt idx="2">
                  <c:v>118.62281218989546</c:v>
                </c:pt>
                <c:pt idx="3">
                  <c:v>106.85286123135776</c:v>
                </c:pt>
                <c:pt idx="4">
                  <c:v>100.3911811657774</c:v>
                </c:pt>
                <c:pt idx="5">
                  <c:v>90.792860943724563</c:v>
                </c:pt>
                <c:pt idx="6">
                  <c:v>86.455352134957494</c:v>
                </c:pt>
                <c:pt idx="7">
                  <c:v>77.481195978887726</c:v>
                </c:pt>
                <c:pt idx="8">
                  <c:v>74.895373419815044</c:v>
                </c:pt>
                <c:pt idx="9">
                  <c:v>77.23670775027685</c:v>
                </c:pt>
                <c:pt idx="10">
                  <c:v>78.161448520846221</c:v>
                </c:pt>
                <c:pt idx="11">
                  <c:v>81.538262407777594</c:v>
                </c:pt>
                <c:pt idx="12">
                  <c:v>84.061005250197553</c:v>
                </c:pt>
                <c:pt idx="13">
                  <c:v>72.199789977695943</c:v>
                </c:pt>
                <c:pt idx="14">
                  <c:v>77.497892756567268</c:v>
                </c:pt>
              </c:numCache>
            </c:numRef>
          </c:val>
          <c:smooth val="0"/>
          <c:extLst>
            <c:ext xmlns:c16="http://schemas.microsoft.com/office/drawing/2014/chart" uri="{C3380CC4-5D6E-409C-BE32-E72D297353CC}">
              <c16:uniqueId val="{0000000A-1CC3-4F1A-9196-8FC15C8D2024}"/>
            </c:ext>
          </c:extLst>
        </c:ser>
        <c:ser>
          <c:idx val="2"/>
          <c:order val="2"/>
          <c:tx>
            <c:strRef>
              <c:f>Foglio1!$D$1</c:f>
              <c:strCache>
                <c:ptCount val="1"/>
                <c:pt idx="0">
                  <c:v>Servizi-i</c:v>
                </c:pt>
              </c:strCache>
            </c:strRef>
          </c:tx>
          <c:spPr>
            <a:ln w="34925">
              <a:solidFill>
                <a:srgbClr val="6699FF"/>
              </a:solidFill>
            </a:ln>
          </c:spPr>
          <c:marker>
            <c:symbol val="none"/>
          </c:marker>
          <c:dLbls>
            <c:dLbl>
              <c:idx val="1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CC3-4F1A-9196-8FC15C8D2024}"/>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108.89542785002016</c:v>
                </c:pt>
                <c:pt idx="1">
                  <c:v>109.16904233722532</c:v>
                </c:pt>
                <c:pt idx="2">
                  <c:v>106.97360893525703</c:v>
                </c:pt>
                <c:pt idx="3">
                  <c:v>106.66764831546652</c:v>
                </c:pt>
                <c:pt idx="4">
                  <c:v>109.17628400869965</c:v>
                </c:pt>
                <c:pt idx="5">
                  <c:v>107.69294830170735</c:v>
                </c:pt>
                <c:pt idx="6">
                  <c:v>106.7107362607388</c:v>
                </c:pt>
                <c:pt idx="7">
                  <c:v>108.38054500819516</c:v>
                </c:pt>
                <c:pt idx="8">
                  <c:v>108.67805701126562</c:v>
                </c:pt>
                <c:pt idx="9">
                  <c:v>109.61392235479845</c:v>
                </c:pt>
                <c:pt idx="10">
                  <c:v>111.40261520895842</c:v>
                </c:pt>
                <c:pt idx="11">
                  <c:v>111.95684446579396</c:v>
                </c:pt>
                <c:pt idx="12">
                  <c:v>112.75403565203337</c:v>
                </c:pt>
                <c:pt idx="13">
                  <c:v>102.93182689990439</c:v>
                </c:pt>
                <c:pt idx="14">
                  <c:v>107.38338551793495</c:v>
                </c:pt>
              </c:numCache>
            </c:numRef>
          </c:val>
          <c:smooth val="0"/>
          <c:extLst>
            <c:ext xmlns:c16="http://schemas.microsoft.com/office/drawing/2014/chart" uri="{C3380CC4-5D6E-409C-BE32-E72D297353CC}">
              <c16:uniqueId val="{0000000C-1CC3-4F1A-9196-8FC15C8D2024}"/>
            </c:ext>
          </c:extLst>
        </c:ser>
        <c:dLbls>
          <c:showLegendKey val="0"/>
          <c:showVal val="0"/>
          <c:showCatName val="0"/>
          <c:showSerName val="0"/>
          <c:showPercent val="0"/>
          <c:showBubbleSize val="0"/>
        </c:dLbls>
        <c:marker val="1"/>
        <c:smooth val="0"/>
        <c:axId val="298619392"/>
        <c:axId val="290385280"/>
      </c:lineChart>
      <c:catAx>
        <c:axId val="298619392"/>
        <c:scaling>
          <c:orientation val="minMax"/>
        </c:scaling>
        <c:delete val="0"/>
        <c:axPos val="b"/>
        <c:majorGridlines/>
        <c:numFmt formatCode="0" sourceLinked="0"/>
        <c:majorTickMark val="out"/>
        <c:minorTickMark val="none"/>
        <c:tickLblPos val="low"/>
        <c:spPr>
          <a:ln w="3175">
            <a:solidFill>
              <a:schemeClr val="tx1"/>
            </a:solidFill>
          </a:ln>
        </c:spPr>
        <c:crossAx val="290385280"/>
        <c:crossesAt val="100"/>
        <c:auto val="1"/>
        <c:lblAlgn val="ctr"/>
        <c:lblOffset val="400"/>
        <c:noMultiLvlLbl val="0"/>
      </c:catAx>
      <c:valAx>
        <c:axId val="290385280"/>
        <c:scaling>
          <c:orientation val="minMax"/>
          <c:max val="140"/>
          <c:min val="70"/>
        </c:scaling>
        <c:delete val="0"/>
        <c:axPos val="l"/>
        <c:numFmt formatCode="0" sourceLinked="0"/>
        <c:majorTickMark val="out"/>
        <c:minorTickMark val="none"/>
        <c:tickLblPos val="nextTo"/>
        <c:crossAx val="298619392"/>
        <c:crossesAt val="1"/>
        <c:crossBetween val="between"/>
        <c:majorUnit val="10"/>
        <c:minorUnit val="5"/>
      </c:valAx>
      <c:valAx>
        <c:axId val="290385856"/>
        <c:scaling>
          <c:orientation val="minMax"/>
          <c:min val="-20"/>
        </c:scaling>
        <c:delete val="0"/>
        <c:axPos val="r"/>
        <c:numFmt formatCode="0_ ;[Red]\-0\ " sourceLinked="0"/>
        <c:majorTickMark val="out"/>
        <c:minorTickMark val="none"/>
        <c:tickLblPos val="nextTo"/>
        <c:crossAx val="298619904"/>
        <c:crosses val="max"/>
        <c:crossBetween val="between"/>
      </c:valAx>
      <c:catAx>
        <c:axId val="298619904"/>
        <c:scaling>
          <c:orientation val="minMax"/>
        </c:scaling>
        <c:delete val="0"/>
        <c:axPos val="b"/>
        <c:numFmt formatCode="General" sourceLinked="1"/>
        <c:majorTickMark val="none"/>
        <c:minorTickMark val="none"/>
        <c:tickLblPos val="none"/>
        <c:crossAx val="290385856"/>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39277863742346825"/>
          <c:y val="2.5869079797861076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71857-BBF4-432F-BC86-614461A2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6</TotalTime>
  <Pages>7</Pages>
  <Words>3666</Words>
  <Characters>20898</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Guaitoli</dc:creator>
  <cp:keywords/>
  <cp:lastModifiedBy>Mauro Guaitoli</cp:lastModifiedBy>
  <cp:revision>8</cp:revision>
  <cp:lastPrinted>2012-03-30T09:15:00Z</cp:lastPrinted>
  <dcterms:created xsi:type="dcterms:W3CDTF">2020-10-05T13:38:00Z</dcterms:created>
  <dcterms:modified xsi:type="dcterms:W3CDTF">2020-10-05T14:06:00Z</dcterms:modified>
</cp:coreProperties>
</file>