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B82EE5" w14:textId="77777777" w:rsidR="00541FB1" w:rsidRDefault="00BD7C77" w:rsidP="00072096">
      <w:pPr>
        <w:pStyle w:val="Titolo1"/>
      </w:pPr>
      <w:bookmarkStart w:id="0" w:name="_Toc448399716"/>
      <w:bookmarkStart w:id="1" w:name="_Toc509407738"/>
      <w:r>
        <w:t>X</w:t>
      </w:r>
      <w:r w:rsidR="00FF4238">
        <w:t>.</w:t>
      </w:r>
      <w:r w:rsidR="00072096">
        <w:tab/>
        <w:t>Scenario economico</w:t>
      </w:r>
      <w:bookmarkEnd w:id="0"/>
      <w:bookmarkEnd w:id="1"/>
    </w:p>
    <w:p w14:paraId="51EBEAB2" w14:textId="77777777" w:rsidR="004B18C5" w:rsidRDefault="004B18C5" w:rsidP="004B18C5"/>
    <w:p w14:paraId="629790E5" w14:textId="77777777" w:rsidR="00AF52FB" w:rsidRDefault="004B18C5">
      <w:pPr>
        <w:pStyle w:val="Sommario1"/>
        <w:tabs>
          <w:tab w:val="left" w:pos="66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09407738" w:history="1">
        <w:r w:rsidR="00AF52FB" w:rsidRPr="00B360AA">
          <w:rPr>
            <w:rStyle w:val="Collegamentoipertestuale"/>
            <w:noProof/>
          </w:rPr>
          <w:t>X.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Scenario economico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_Toc509407738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1</w:t>
        </w:r>
        <w:r w:rsidR="00AF52FB">
          <w:rPr>
            <w:noProof/>
            <w:webHidden/>
          </w:rPr>
          <w:fldChar w:fldCharType="end"/>
        </w:r>
      </w:hyperlink>
    </w:p>
    <w:p w14:paraId="6B9E800C" w14:textId="77777777" w:rsidR="00AF52FB" w:rsidRDefault="00F612C7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39" w:history="1">
        <w:r w:rsidR="00AF52FB" w:rsidRPr="00B360AA">
          <w:rPr>
            <w:rStyle w:val="Collegamentoipertestuale"/>
            <w:noProof/>
          </w:rPr>
          <w:t>X.1.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internazionale.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_Toc509407739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2</w:t>
        </w:r>
        <w:r w:rsidR="00AF52FB">
          <w:rPr>
            <w:noProof/>
            <w:webHidden/>
          </w:rPr>
          <w:fldChar w:fldCharType="end"/>
        </w:r>
      </w:hyperlink>
    </w:p>
    <w:p w14:paraId="3AA34AEA" w14:textId="77777777" w:rsidR="00AF52FB" w:rsidRDefault="00F612C7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40" w:history="1">
        <w:r w:rsidR="00AF52FB" w:rsidRPr="00B360AA">
          <w:rPr>
            <w:rStyle w:val="Collegamentoipertestuale"/>
            <w:noProof/>
          </w:rPr>
          <w:t>X.2.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nazionale.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_Toc509407740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4</w:t>
        </w:r>
        <w:r w:rsidR="00AF52FB">
          <w:rPr>
            <w:noProof/>
            <w:webHidden/>
          </w:rPr>
          <w:fldChar w:fldCharType="end"/>
        </w:r>
      </w:hyperlink>
    </w:p>
    <w:p w14:paraId="257DC4E8" w14:textId="77777777" w:rsidR="00AF52FB" w:rsidRDefault="00F612C7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41" w:history="1">
        <w:r w:rsidR="00AF52FB" w:rsidRPr="00B360AA">
          <w:rPr>
            <w:rStyle w:val="Collegamentoipertestuale"/>
            <w:noProof/>
          </w:rPr>
          <w:t>X.3.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regionale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_Toc509407741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6</w:t>
        </w:r>
        <w:r w:rsidR="00AF52FB">
          <w:rPr>
            <w:noProof/>
            <w:webHidden/>
          </w:rPr>
          <w:fldChar w:fldCharType="end"/>
        </w:r>
      </w:hyperlink>
    </w:p>
    <w:p w14:paraId="64F7C036" w14:textId="77777777" w:rsidR="004B18C5" w:rsidRDefault="004B18C5" w:rsidP="004B18C5">
      <w:r>
        <w:fldChar w:fldCharType="end"/>
      </w:r>
    </w:p>
    <w:p w14:paraId="0F95BFD9" w14:textId="77777777" w:rsidR="004B18C5" w:rsidRPr="00386683" w:rsidRDefault="004B18C5" w:rsidP="00386683">
      <w:bookmarkStart w:id="2" w:name="_Toc448399717"/>
      <w:r w:rsidRPr="00386683">
        <w:br w:type="page"/>
      </w:r>
    </w:p>
    <w:p w14:paraId="7EED8E57" w14:textId="77777777" w:rsidR="00002661" w:rsidRDefault="00002661" w:rsidP="00002661">
      <w:pPr>
        <w:pStyle w:val="Titolo2"/>
      </w:pPr>
      <w:bookmarkStart w:id="3" w:name="_Toc509407739"/>
      <w:r>
        <w:lastRenderedPageBreak/>
        <w:t>X.1.</w:t>
      </w:r>
      <w:r>
        <w:tab/>
      </w:r>
      <w:r w:rsidRPr="00AB2CA8">
        <w:t>Il quadro internazionale.</w:t>
      </w:r>
      <w:bookmarkEnd w:id="2"/>
      <w:bookmarkEnd w:id="3"/>
    </w:p>
    <w:p w14:paraId="7A7AADBE" w14:textId="77777777" w:rsidR="00E40A1B" w:rsidRPr="00962B46" w:rsidRDefault="00E40A1B" w:rsidP="00E40A1B">
      <w:bookmarkStart w:id="4" w:name="_Toc476318563"/>
    </w:p>
    <w:tbl>
      <w:tblPr>
        <w:tblpPr w:topFromText="284" w:bottomFromText="284" w:tblpXSpec="center" w:tblpYSpec="bottom"/>
        <w:tblOverlap w:val="never"/>
        <w:tblW w:w="9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10"/>
        <w:gridCol w:w="510"/>
        <w:gridCol w:w="510"/>
        <w:gridCol w:w="340"/>
        <w:gridCol w:w="2552"/>
        <w:gridCol w:w="510"/>
        <w:gridCol w:w="510"/>
        <w:gridCol w:w="514"/>
      </w:tblGrid>
      <w:tr w:rsidR="007F7D9B" w:rsidRPr="00BC2A0C" w14:paraId="332D85DF" w14:textId="77777777" w:rsidTr="00121FB9">
        <w:trPr>
          <w:cantSplit/>
        </w:trPr>
        <w:tc>
          <w:tcPr>
            <w:tcW w:w="9358" w:type="dxa"/>
            <w:gridSpan w:val="9"/>
            <w:tcBorders>
              <w:bottom w:val="single" w:sz="4" w:space="0" w:color="800000"/>
            </w:tcBorders>
          </w:tcPr>
          <w:p w14:paraId="0D0C7D3F" w14:textId="77777777" w:rsidR="007F7D9B" w:rsidRPr="00BC2A0C" w:rsidRDefault="007F7D9B" w:rsidP="00121FB9">
            <w:pPr>
              <w:pStyle w:val="TabTitolo"/>
            </w:pPr>
            <w:bookmarkStart w:id="5" w:name="_Hlk52804732"/>
            <w:r w:rsidRPr="007C3BBD">
              <w:t>La previsione del Fondo Monetario Internazionale (a)(b)</w:t>
            </w:r>
          </w:p>
        </w:tc>
      </w:tr>
      <w:tr w:rsidR="007F7D9B" w:rsidRPr="00BC2A0C" w14:paraId="6F9CBBB8" w14:textId="77777777" w:rsidTr="00121FB9">
        <w:trPr>
          <w:cantSplit/>
        </w:trPr>
        <w:tc>
          <w:tcPr>
            <w:tcW w:w="3402" w:type="dxa"/>
            <w:tcBorders>
              <w:top w:val="single" w:sz="4" w:space="0" w:color="800000"/>
              <w:bottom w:val="single" w:sz="4" w:space="0" w:color="800000"/>
            </w:tcBorders>
          </w:tcPr>
          <w:p w14:paraId="74758763" w14:textId="77777777" w:rsidR="007F7D9B" w:rsidRPr="00BC2A0C" w:rsidRDefault="007F7D9B" w:rsidP="00121FB9">
            <w:pPr>
              <w:pStyle w:val="TabIntestazioni"/>
            </w:pP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5BD7D6D3" w14:textId="77777777" w:rsidR="007F7D9B" w:rsidRPr="003234B1" w:rsidRDefault="007F7D9B" w:rsidP="00121FB9">
            <w:pPr>
              <w:pStyle w:val="TabIntestazioni"/>
            </w:pPr>
            <w:r w:rsidRPr="003234B1">
              <w:t>201</w:t>
            </w:r>
            <w:r>
              <w:t>8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02595238" w14:textId="77777777" w:rsidR="007F7D9B" w:rsidRPr="003234B1" w:rsidRDefault="007F7D9B" w:rsidP="00121FB9">
            <w:pPr>
              <w:pStyle w:val="TabIntestazioni"/>
            </w:pPr>
            <w:r w:rsidRPr="003234B1">
              <w:t>201</w:t>
            </w:r>
            <w:r>
              <w:t>9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37B3E198" w14:textId="77777777" w:rsidR="007F7D9B" w:rsidRPr="003234B1" w:rsidRDefault="007F7D9B" w:rsidP="00121FB9">
            <w:pPr>
              <w:pStyle w:val="TabIntestazioni"/>
            </w:pPr>
            <w:r w:rsidRPr="003234B1">
              <w:t>20</w:t>
            </w:r>
            <w:r>
              <w:t>20</w:t>
            </w:r>
          </w:p>
        </w:tc>
        <w:tc>
          <w:tcPr>
            <w:tcW w:w="340" w:type="dxa"/>
            <w:tcBorders>
              <w:top w:val="single" w:sz="4" w:space="0" w:color="800000"/>
              <w:bottom w:val="single" w:sz="4" w:space="0" w:color="800000"/>
            </w:tcBorders>
          </w:tcPr>
          <w:p w14:paraId="0AE2675B" w14:textId="77777777" w:rsidR="007F7D9B" w:rsidRPr="00BC2A0C" w:rsidRDefault="007F7D9B" w:rsidP="00121FB9">
            <w:pPr>
              <w:pStyle w:val="TabIntestazioni"/>
            </w:pPr>
          </w:p>
        </w:tc>
        <w:tc>
          <w:tcPr>
            <w:tcW w:w="2552" w:type="dxa"/>
            <w:tcBorders>
              <w:top w:val="single" w:sz="4" w:space="0" w:color="800000"/>
              <w:bottom w:val="single" w:sz="4" w:space="0" w:color="800000"/>
            </w:tcBorders>
          </w:tcPr>
          <w:p w14:paraId="2AA3BE17" w14:textId="77777777" w:rsidR="007F7D9B" w:rsidRPr="00BC2A0C" w:rsidRDefault="007F7D9B" w:rsidP="00121FB9">
            <w:pPr>
              <w:pStyle w:val="TabIntestazioni"/>
            </w:pP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66C03C63" w14:textId="77777777" w:rsidR="007F7D9B" w:rsidRPr="003234B1" w:rsidRDefault="007F7D9B" w:rsidP="00121FB9">
            <w:pPr>
              <w:pStyle w:val="TabIntestazioni"/>
            </w:pPr>
            <w:r w:rsidRPr="003234B1">
              <w:t>201</w:t>
            </w:r>
            <w:r>
              <w:t>8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77D99F77" w14:textId="77777777" w:rsidR="007F7D9B" w:rsidRPr="003234B1" w:rsidRDefault="007F7D9B" w:rsidP="00121FB9">
            <w:pPr>
              <w:pStyle w:val="TabIntestazioni"/>
            </w:pPr>
            <w:r w:rsidRPr="003234B1">
              <w:t>201</w:t>
            </w:r>
            <w:r>
              <w:t>9</w:t>
            </w:r>
          </w:p>
        </w:tc>
        <w:tc>
          <w:tcPr>
            <w:tcW w:w="514" w:type="dxa"/>
            <w:tcBorders>
              <w:top w:val="single" w:sz="4" w:space="0" w:color="800000"/>
              <w:bottom w:val="single" w:sz="4" w:space="0" w:color="800000"/>
            </w:tcBorders>
          </w:tcPr>
          <w:p w14:paraId="72C7A1F2" w14:textId="77777777" w:rsidR="007F7D9B" w:rsidRPr="003234B1" w:rsidRDefault="007F7D9B" w:rsidP="00121FB9">
            <w:pPr>
              <w:pStyle w:val="TabIntestazioni"/>
            </w:pPr>
            <w:r w:rsidRPr="003234B1">
              <w:t>20</w:t>
            </w:r>
            <w:r>
              <w:t>20</w:t>
            </w:r>
          </w:p>
        </w:tc>
      </w:tr>
      <w:tr w:rsidR="007F7D9B" w:rsidRPr="00BC2A0C" w14:paraId="5A126B3F" w14:textId="77777777" w:rsidTr="00121FB9">
        <w:trPr>
          <w:cantSplit/>
          <w:trHeight w:val="255"/>
        </w:trPr>
        <w:tc>
          <w:tcPr>
            <w:tcW w:w="9358" w:type="dxa"/>
            <w:gridSpan w:val="9"/>
            <w:shd w:val="clear" w:color="auto" w:fill="F2F2F2" w:themeFill="background1" w:themeFillShade="F2"/>
          </w:tcPr>
          <w:p w14:paraId="6ADA76F4" w14:textId="77777777" w:rsidR="007F7D9B" w:rsidRPr="00997C5D" w:rsidRDefault="007F7D9B" w:rsidP="00121FB9">
            <w:pPr>
              <w:pStyle w:val="TabIntestaSup"/>
            </w:pPr>
            <w:r>
              <w:t>Prodotto</w:t>
            </w:r>
          </w:p>
        </w:tc>
      </w:tr>
      <w:tr w:rsidR="007F7D9B" w:rsidRPr="00BC2A0C" w14:paraId="567D8604" w14:textId="77777777" w:rsidTr="00121FB9">
        <w:trPr>
          <w:cantSplit/>
          <w:trHeight w:val="255"/>
        </w:trPr>
        <w:tc>
          <w:tcPr>
            <w:tcW w:w="3402" w:type="dxa"/>
          </w:tcPr>
          <w:p w14:paraId="0FA92C6D" w14:textId="77777777" w:rsidR="007F7D9B" w:rsidRPr="00BC2A0C" w:rsidRDefault="007F7D9B" w:rsidP="00121FB9">
            <w:pPr>
              <w:pStyle w:val="TabEtichette"/>
            </w:pPr>
            <w:r w:rsidRPr="00BC2A0C">
              <w:t>Prodotto mondiale</w:t>
            </w:r>
          </w:p>
        </w:tc>
        <w:tc>
          <w:tcPr>
            <w:tcW w:w="510" w:type="dxa"/>
          </w:tcPr>
          <w:p w14:paraId="681A1196" w14:textId="77777777" w:rsidR="007F7D9B" w:rsidRPr="00642B29" w:rsidRDefault="007F7D9B" w:rsidP="00121FB9">
            <w:pPr>
              <w:pStyle w:val="TabNumeri"/>
            </w:pPr>
            <w:r w:rsidRPr="00733B32">
              <w:t xml:space="preserve">2,9 </w:t>
            </w:r>
          </w:p>
        </w:tc>
        <w:tc>
          <w:tcPr>
            <w:tcW w:w="510" w:type="dxa"/>
          </w:tcPr>
          <w:p w14:paraId="4B2185FA" w14:textId="77777777" w:rsidR="007F7D9B" w:rsidRPr="00642B29" w:rsidRDefault="007F7D9B" w:rsidP="00121FB9">
            <w:pPr>
              <w:pStyle w:val="TabNumeri"/>
            </w:pPr>
            <w:r w:rsidRPr="00733B32">
              <w:t xml:space="preserve">-4,9 </w:t>
            </w:r>
          </w:p>
        </w:tc>
        <w:tc>
          <w:tcPr>
            <w:tcW w:w="510" w:type="dxa"/>
          </w:tcPr>
          <w:p w14:paraId="601DA388" w14:textId="77777777" w:rsidR="007F7D9B" w:rsidRPr="00642B29" w:rsidRDefault="007F7D9B" w:rsidP="00121FB9">
            <w:pPr>
              <w:pStyle w:val="TabNumeri"/>
            </w:pPr>
            <w:r w:rsidRPr="00733B32">
              <w:t xml:space="preserve">5,4 </w:t>
            </w:r>
          </w:p>
        </w:tc>
        <w:tc>
          <w:tcPr>
            <w:tcW w:w="340" w:type="dxa"/>
          </w:tcPr>
          <w:p w14:paraId="6C177ED5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</w:tcPr>
          <w:p w14:paraId="5C6996D5" w14:textId="77777777" w:rsidR="007F7D9B" w:rsidRPr="00903CBB" w:rsidRDefault="007F7D9B" w:rsidP="00121FB9">
            <w:pPr>
              <w:pStyle w:val="TabEtichette"/>
            </w:pPr>
            <w:r w:rsidRPr="00903CBB">
              <w:t>Stati Uniti</w:t>
            </w:r>
          </w:p>
        </w:tc>
        <w:tc>
          <w:tcPr>
            <w:tcW w:w="510" w:type="dxa"/>
          </w:tcPr>
          <w:p w14:paraId="59CC411E" w14:textId="77777777" w:rsidR="007F7D9B" w:rsidRPr="00D23E31" w:rsidRDefault="007F7D9B" w:rsidP="00121FB9">
            <w:pPr>
              <w:pStyle w:val="TabNumeri"/>
            </w:pPr>
            <w:r w:rsidRPr="005D2A46">
              <w:t xml:space="preserve">2,3 </w:t>
            </w:r>
          </w:p>
        </w:tc>
        <w:tc>
          <w:tcPr>
            <w:tcW w:w="510" w:type="dxa"/>
          </w:tcPr>
          <w:p w14:paraId="0BEB10A4" w14:textId="77777777" w:rsidR="007F7D9B" w:rsidRPr="00D23E31" w:rsidRDefault="007F7D9B" w:rsidP="00121FB9">
            <w:pPr>
              <w:pStyle w:val="TabNumeri"/>
            </w:pPr>
            <w:r w:rsidRPr="005D2A46">
              <w:t xml:space="preserve">-8,0 </w:t>
            </w:r>
          </w:p>
        </w:tc>
        <w:tc>
          <w:tcPr>
            <w:tcW w:w="514" w:type="dxa"/>
          </w:tcPr>
          <w:p w14:paraId="53EA16E7" w14:textId="77777777" w:rsidR="007F7D9B" w:rsidRPr="00D23E31" w:rsidRDefault="007F7D9B" w:rsidP="00121FB9">
            <w:pPr>
              <w:pStyle w:val="TabNumeri"/>
            </w:pPr>
            <w:r w:rsidRPr="005D2A46">
              <w:t xml:space="preserve">4,5 </w:t>
            </w:r>
          </w:p>
        </w:tc>
      </w:tr>
      <w:tr w:rsidR="007F7D9B" w:rsidRPr="00BC2A0C" w14:paraId="041132CE" w14:textId="77777777" w:rsidTr="00121FB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288B2916" w14:textId="77777777" w:rsidR="007F7D9B" w:rsidRPr="00BC2A0C" w:rsidRDefault="007F7D9B" w:rsidP="00121FB9">
            <w:pPr>
              <w:pStyle w:val="TabEtichette"/>
            </w:pPr>
            <w:r w:rsidRPr="00B85524">
              <w:t>Economie avanzate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7DB3FE77" w14:textId="77777777" w:rsidR="007F7D9B" w:rsidRPr="00642B29" w:rsidRDefault="007F7D9B" w:rsidP="00121FB9">
            <w:pPr>
              <w:pStyle w:val="TabNumeri"/>
            </w:pPr>
            <w:r w:rsidRPr="00733B32">
              <w:t xml:space="preserve">1,7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7D361463" w14:textId="77777777" w:rsidR="007F7D9B" w:rsidRPr="00642B29" w:rsidRDefault="007F7D9B" w:rsidP="00121FB9">
            <w:pPr>
              <w:pStyle w:val="TabNumeri"/>
            </w:pPr>
            <w:r w:rsidRPr="00733B32">
              <w:t xml:space="preserve">-8,0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EB90F3B" w14:textId="77777777" w:rsidR="007F7D9B" w:rsidRPr="00642B29" w:rsidRDefault="007F7D9B" w:rsidP="00121FB9">
            <w:pPr>
              <w:pStyle w:val="TabNumeri"/>
            </w:pPr>
            <w:r w:rsidRPr="00733B32">
              <w:t xml:space="preserve">4,8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3C8A0840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166B5379" w14:textId="77777777" w:rsidR="007F7D9B" w:rsidRPr="00903CBB" w:rsidRDefault="007F7D9B" w:rsidP="00121FB9">
            <w:pPr>
              <w:pStyle w:val="TabEtichette"/>
            </w:pPr>
            <w:r w:rsidRPr="00903CBB">
              <w:t>Cina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2E6E02BA" w14:textId="77777777" w:rsidR="007F7D9B" w:rsidRPr="00D23E31" w:rsidRDefault="007F7D9B" w:rsidP="00121FB9">
            <w:pPr>
              <w:pStyle w:val="TabNumeri"/>
            </w:pPr>
            <w:r w:rsidRPr="005D2A46">
              <w:t xml:space="preserve">6,1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D6B7522" w14:textId="77777777" w:rsidR="007F7D9B" w:rsidRPr="00D23E31" w:rsidRDefault="007F7D9B" w:rsidP="00121FB9">
            <w:pPr>
              <w:pStyle w:val="TabNumeri"/>
            </w:pPr>
            <w:r w:rsidRPr="005D2A46">
              <w:t xml:space="preserve">1,0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2E7971D8" w14:textId="77777777" w:rsidR="007F7D9B" w:rsidRPr="00D23E31" w:rsidRDefault="007F7D9B" w:rsidP="00121FB9">
            <w:pPr>
              <w:pStyle w:val="TabNumeri"/>
            </w:pPr>
            <w:r w:rsidRPr="005D2A46">
              <w:t xml:space="preserve">8,2 </w:t>
            </w:r>
          </w:p>
        </w:tc>
      </w:tr>
      <w:tr w:rsidR="007F7D9B" w:rsidRPr="00BC2A0C" w14:paraId="39DFD4B9" w14:textId="77777777" w:rsidTr="00121FB9">
        <w:trPr>
          <w:cantSplit/>
          <w:trHeight w:val="255"/>
        </w:trPr>
        <w:tc>
          <w:tcPr>
            <w:tcW w:w="3402" w:type="dxa"/>
          </w:tcPr>
          <w:p w14:paraId="22D6B951" w14:textId="77777777" w:rsidR="007F7D9B" w:rsidRPr="00BC2A0C" w:rsidRDefault="007F7D9B" w:rsidP="00121FB9">
            <w:pPr>
              <w:pStyle w:val="TabEtichette"/>
            </w:pPr>
            <w:r w:rsidRPr="00BC2A0C">
              <w:t>Economie emergenti e in sviluppo</w:t>
            </w:r>
          </w:p>
        </w:tc>
        <w:tc>
          <w:tcPr>
            <w:tcW w:w="510" w:type="dxa"/>
          </w:tcPr>
          <w:p w14:paraId="22901FE9" w14:textId="77777777" w:rsidR="007F7D9B" w:rsidRPr="00642B29" w:rsidRDefault="007F7D9B" w:rsidP="00121FB9">
            <w:pPr>
              <w:pStyle w:val="TabNumeri"/>
            </w:pPr>
            <w:r w:rsidRPr="00733B32">
              <w:t xml:space="preserve">3,7 </w:t>
            </w:r>
          </w:p>
        </w:tc>
        <w:tc>
          <w:tcPr>
            <w:tcW w:w="510" w:type="dxa"/>
          </w:tcPr>
          <w:p w14:paraId="0E24EC10" w14:textId="77777777" w:rsidR="007F7D9B" w:rsidRPr="00642B29" w:rsidRDefault="007F7D9B" w:rsidP="00121FB9">
            <w:pPr>
              <w:pStyle w:val="TabNumeri"/>
            </w:pPr>
            <w:r w:rsidRPr="00733B32">
              <w:t xml:space="preserve">-3,0 </w:t>
            </w:r>
          </w:p>
        </w:tc>
        <w:tc>
          <w:tcPr>
            <w:tcW w:w="510" w:type="dxa"/>
          </w:tcPr>
          <w:p w14:paraId="3980E10D" w14:textId="77777777" w:rsidR="007F7D9B" w:rsidRPr="00642B29" w:rsidRDefault="007F7D9B" w:rsidP="00121FB9">
            <w:pPr>
              <w:pStyle w:val="TabNumeri"/>
            </w:pPr>
            <w:r w:rsidRPr="00733B32">
              <w:t xml:space="preserve">5,9 </w:t>
            </w:r>
          </w:p>
        </w:tc>
        <w:tc>
          <w:tcPr>
            <w:tcW w:w="340" w:type="dxa"/>
          </w:tcPr>
          <w:p w14:paraId="20469541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</w:tcPr>
          <w:p w14:paraId="4ED896CF" w14:textId="77777777" w:rsidR="007F7D9B" w:rsidRPr="00903CBB" w:rsidRDefault="007F7D9B" w:rsidP="00121FB9">
            <w:pPr>
              <w:pStyle w:val="TabEtichette"/>
            </w:pPr>
            <w:r w:rsidRPr="00903CBB">
              <w:t>Giappone</w:t>
            </w:r>
          </w:p>
        </w:tc>
        <w:tc>
          <w:tcPr>
            <w:tcW w:w="510" w:type="dxa"/>
          </w:tcPr>
          <w:p w14:paraId="661E65E1" w14:textId="77777777" w:rsidR="007F7D9B" w:rsidRPr="00D23E31" w:rsidRDefault="007F7D9B" w:rsidP="00121FB9">
            <w:pPr>
              <w:pStyle w:val="TabNumeri"/>
            </w:pPr>
            <w:r w:rsidRPr="005D2A46">
              <w:t xml:space="preserve">0,7 </w:t>
            </w:r>
          </w:p>
        </w:tc>
        <w:tc>
          <w:tcPr>
            <w:tcW w:w="510" w:type="dxa"/>
          </w:tcPr>
          <w:p w14:paraId="37374B0C" w14:textId="77777777" w:rsidR="007F7D9B" w:rsidRPr="00D23E31" w:rsidRDefault="007F7D9B" w:rsidP="00121FB9">
            <w:pPr>
              <w:pStyle w:val="TabNumeri"/>
            </w:pPr>
            <w:r w:rsidRPr="005D2A46">
              <w:t xml:space="preserve">-5,8 </w:t>
            </w:r>
          </w:p>
        </w:tc>
        <w:tc>
          <w:tcPr>
            <w:tcW w:w="514" w:type="dxa"/>
          </w:tcPr>
          <w:p w14:paraId="5F46CAD2" w14:textId="77777777" w:rsidR="007F7D9B" w:rsidRPr="00D23E31" w:rsidRDefault="007F7D9B" w:rsidP="00121FB9">
            <w:pPr>
              <w:pStyle w:val="TabNumeri"/>
            </w:pPr>
            <w:r w:rsidRPr="005D2A46">
              <w:t xml:space="preserve">2,4 </w:t>
            </w:r>
          </w:p>
        </w:tc>
      </w:tr>
      <w:tr w:rsidR="007F7D9B" w:rsidRPr="00BC2A0C" w14:paraId="1837BD0C" w14:textId="77777777" w:rsidTr="00121FB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5AF08F67" w14:textId="77777777" w:rsidR="007F7D9B" w:rsidRPr="00C103CD" w:rsidRDefault="007F7D9B" w:rsidP="00121FB9">
            <w:pPr>
              <w:pStyle w:val="TabEtichette"/>
            </w:pPr>
            <w:r>
              <w:t xml:space="preserve">  Europa e</w:t>
            </w:r>
            <w:r w:rsidRPr="00C103CD">
              <w:t>mergente e in sviluppo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9BA4639" w14:textId="77777777" w:rsidR="007F7D9B" w:rsidRPr="00642B29" w:rsidRDefault="007F7D9B" w:rsidP="00121FB9">
            <w:pPr>
              <w:pStyle w:val="TabNumeri"/>
            </w:pPr>
            <w:r w:rsidRPr="00733B32">
              <w:t xml:space="preserve">2,1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A24D072" w14:textId="77777777" w:rsidR="007F7D9B" w:rsidRPr="00642B29" w:rsidRDefault="007F7D9B" w:rsidP="00121FB9">
            <w:pPr>
              <w:pStyle w:val="TabNumeri"/>
            </w:pPr>
            <w:r w:rsidRPr="00733B32">
              <w:t xml:space="preserve">-5,8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15D9A27" w14:textId="77777777" w:rsidR="007F7D9B" w:rsidRPr="00642B29" w:rsidRDefault="007F7D9B" w:rsidP="00121FB9">
            <w:pPr>
              <w:pStyle w:val="TabNumeri"/>
            </w:pPr>
            <w:r w:rsidRPr="00733B32">
              <w:t xml:space="preserve">4,3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0EEFA3DC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1A6DF2A9" w14:textId="77777777" w:rsidR="007F7D9B" w:rsidRPr="00903CBB" w:rsidRDefault="007F7D9B" w:rsidP="00121FB9">
            <w:pPr>
              <w:pStyle w:val="TabEtichette"/>
            </w:pPr>
            <w:r w:rsidRPr="00903CBB">
              <w:t>Area dell'euro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702F8AB" w14:textId="77777777" w:rsidR="007F7D9B" w:rsidRPr="00D23E31" w:rsidRDefault="007F7D9B" w:rsidP="00121FB9">
            <w:pPr>
              <w:pStyle w:val="TabNumeri"/>
            </w:pPr>
            <w:r w:rsidRPr="005D2A46">
              <w:t xml:space="preserve">1,3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80A5F3D" w14:textId="77777777" w:rsidR="007F7D9B" w:rsidRPr="00D23E31" w:rsidRDefault="007F7D9B" w:rsidP="00121FB9">
            <w:pPr>
              <w:pStyle w:val="TabNumeri"/>
            </w:pPr>
            <w:r w:rsidRPr="005D2A46">
              <w:t xml:space="preserve">-10,2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60F45397" w14:textId="77777777" w:rsidR="007F7D9B" w:rsidRPr="00D23E31" w:rsidRDefault="007F7D9B" w:rsidP="00121FB9">
            <w:pPr>
              <w:pStyle w:val="TabNumeri"/>
            </w:pPr>
            <w:r w:rsidRPr="005D2A46">
              <w:t xml:space="preserve">6,0 </w:t>
            </w:r>
          </w:p>
        </w:tc>
      </w:tr>
      <w:tr w:rsidR="007F7D9B" w:rsidRPr="00BC2A0C" w14:paraId="47C3A1A8" w14:textId="77777777" w:rsidTr="00121FB9">
        <w:trPr>
          <w:cantSplit/>
          <w:trHeight w:val="255"/>
        </w:trPr>
        <w:tc>
          <w:tcPr>
            <w:tcW w:w="3402" w:type="dxa"/>
          </w:tcPr>
          <w:p w14:paraId="2D5C2C22" w14:textId="77777777" w:rsidR="007F7D9B" w:rsidRPr="002C2F16" w:rsidRDefault="007F7D9B" w:rsidP="00121FB9">
            <w:pPr>
              <w:pStyle w:val="TabEtichette"/>
            </w:pPr>
            <w:r w:rsidRPr="002C2F16">
              <w:t xml:space="preserve">  Paesi Asiatici in sviluppo </w:t>
            </w:r>
            <w:proofErr w:type="gramStart"/>
            <w:r w:rsidRPr="002C2F16">
              <w:t>e</w:t>
            </w:r>
            <w:proofErr w:type="gramEnd"/>
            <w:r w:rsidRPr="002C2F16">
              <w:t xml:space="preserve"> emergenti</w:t>
            </w:r>
          </w:p>
        </w:tc>
        <w:tc>
          <w:tcPr>
            <w:tcW w:w="510" w:type="dxa"/>
          </w:tcPr>
          <w:p w14:paraId="4415E5B9" w14:textId="77777777" w:rsidR="007F7D9B" w:rsidRPr="00642B29" w:rsidRDefault="007F7D9B" w:rsidP="00121FB9">
            <w:pPr>
              <w:pStyle w:val="TabNumeri"/>
            </w:pPr>
            <w:r w:rsidRPr="00733B32">
              <w:t xml:space="preserve">5,5 </w:t>
            </w:r>
          </w:p>
        </w:tc>
        <w:tc>
          <w:tcPr>
            <w:tcW w:w="510" w:type="dxa"/>
          </w:tcPr>
          <w:p w14:paraId="171ACE17" w14:textId="77777777" w:rsidR="007F7D9B" w:rsidRPr="00642B29" w:rsidRDefault="007F7D9B" w:rsidP="00121FB9">
            <w:pPr>
              <w:pStyle w:val="TabNumeri"/>
            </w:pPr>
            <w:r w:rsidRPr="00733B32">
              <w:t xml:space="preserve">-0,8 </w:t>
            </w:r>
          </w:p>
        </w:tc>
        <w:tc>
          <w:tcPr>
            <w:tcW w:w="510" w:type="dxa"/>
          </w:tcPr>
          <w:p w14:paraId="7A6100B3" w14:textId="77777777" w:rsidR="007F7D9B" w:rsidRPr="00642B29" w:rsidRDefault="007F7D9B" w:rsidP="00121FB9">
            <w:pPr>
              <w:pStyle w:val="TabNumeri"/>
            </w:pPr>
            <w:r w:rsidRPr="00733B32">
              <w:t xml:space="preserve">7,4 </w:t>
            </w:r>
          </w:p>
        </w:tc>
        <w:tc>
          <w:tcPr>
            <w:tcW w:w="340" w:type="dxa"/>
          </w:tcPr>
          <w:p w14:paraId="7664C3A4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</w:tcPr>
          <w:p w14:paraId="12B26B15" w14:textId="77777777" w:rsidR="007F7D9B" w:rsidRPr="00903CBB" w:rsidRDefault="007F7D9B" w:rsidP="00121FB9">
            <w:pPr>
              <w:pStyle w:val="TabEtichette"/>
            </w:pPr>
            <w:r w:rsidRPr="00903CBB">
              <w:t xml:space="preserve">  Germania</w:t>
            </w:r>
          </w:p>
        </w:tc>
        <w:tc>
          <w:tcPr>
            <w:tcW w:w="510" w:type="dxa"/>
          </w:tcPr>
          <w:p w14:paraId="61C2CBE2" w14:textId="77777777" w:rsidR="007F7D9B" w:rsidRPr="00D23E31" w:rsidRDefault="007F7D9B" w:rsidP="00121FB9">
            <w:pPr>
              <w:pStyle w:val="TabNumeri"/>
            </w:pPr>
            <w:r w:rsidRPr="005D2A46">
              <w:t xml:space="preserve">0,6 </w:t>
            </w:r>
          </w:p>
        </w:tc>
        <w:tc>
          <w:tcPr>
            <w:tcW w:w="510" w:type="dxa"/>
          </w:tcPr>
          <w:p w14:paraId="09149358" w14:textId="77777777" w:rsidR="007F7D9B" w:rsidRPr="00D23E31" w:rsidRDefault="007F7D9B" w:rsidP="00121FB9">
            <w:pPr>
              <w:pStyle w:val="TabNumeri"/>
            </w:pPr>
            <w:r w:rsidRPr="005D2A46">
              <w:t xml:space="preserve">-7,8 </w:t>
            </w:r>
          </w:p>
        </w:tc>
        <w:tc>
          <w:tcPr>
            <w:tcW w:w="514" w:type="dxa"/>
          </w:tcPr>
          <w:p w14:paraId="75653C35" w14:textId="77777777" w:rsidR="007F7D9B" w:rsidRPr="00D23E31" w:rsidRDefault="007F7D9B" w:rsidP="00121FB9">
            <w:pPr>
              <w:pStyle w:val="TabNumeri"/>
            </w:pPr>
            <w:r w:rsidRPr="005D2A46">
              <w:t xml:space="preserve">5,4 </w:t>
            </w:r>
          </w:p>
        </w:tc>
      </w:tr>
      <w:tr w:rsidR="007F7D9B" w:rsidRPr="00BC2A0C" w14:paraId="6D4289FE" w14:textId="77777777" w:rsidTr="00121FB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371D9328" w14:textId="77777777" w:rsidR="007F7D9B" w:rsidRPr="002C2F16" w:rsidRDefault="007F7D9B" w:rsidP="00121FB9">
            <w:pPr>
              <w:pStyle w:val="TabEtichette"/>
            </w:pPr>
            <w:r w:rsidRPr="002C2F16">
              <w:t xml:space="preserve">  M. Oriente, Nord Africa, Afganistan, Pakistan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4A3394E" w14:textId="77777777" w:rsidR="007F7D9B" w:rsidRPr="00642B29" w:rsidRDefault="007F7D9B" w:rsidP="00121FB9">
            <w:pPr>
              <w:pStyle w:val="TabNumeri"/>
            </w:pPr>
            <w:r w:rsidRPr="00733B32">
              <w:t xml:space="preserve">1,0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4DA1BAA" w14:textId="77777777" w:rsidR="007F7D9B" w:rsidRPr="00642B29" w:rsidRDefault="007F7D9B" w:rsidP="00121FB9">
            <w:pPr>
              <w:pStyle w:val="TabNumeri"/>
            </w:pPr>
            <w:r w:rsidRPr="00733B32">
              <w:t xml:space="preserve">-4,7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E63F052" w14:textId="77777777" w:rsidR="007F7D9B" w:rsidRPr="00642B29" w:rsidRDefault="007F7D9B" w:rsidP="00121FB9">
            <w:pPr>
              <w:pStyle w:val="TabNumeri"/>
            </w:pPr>
            <w:r w:rsidRPr="00733B32">
              <w:t xml:space="preserve">3,3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1B075009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02961F5F" w14:textId="77777777" w:rsidR="007F7D9B" w:rsidRPr="00903CBB" w:rsidRDefault="007F7D9B" w:rsidP="00121FB9">
            <w:pPr>
              <w:pStyle w:val="TabEtichette"/>
            </w:pPr>
            <w:r w:rsidRPr="00903CBB">
              <w:t xml:space="preserve">  Francia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43E3888" w14:textId="77777777" w:rsidR="007F7D9B" w:rsidRPr="00D23E31" w:rsidRDefault="007F7D9B" w:rsidP="00121FB9">
            <w:pPr>
              <w:pStyle w:val="TabNumeri"/>
            </w:pPr>
            <w:r w:rsidRPr="005D2A46">
              <w:t xml:space="preserve">1,5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720B9C03" w14:textId="77777777" w:rsidR="007F7D9B" w:rsidRPr="00D23E31" w:rsidRDefault="007F7D9B" w:rsidP="00121FB9">
            <w:pPr>
              <w:pStyle w:val="TabNumeri"/>
            </w:pPr>
            <w:r w:rsidRPr="005D2A46">
              <w:t xml:space="preserve">-12,5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426D116E" w14:textId="77777777" w:rsidR="007F7D9B" w:rsidRPr="00D23E31" w:rsidRDefault="007F7D9B" w:rsidP="00121FB9">
            <w:pPr>
              <w:pStyle w:val="TabNumeri"/>
            </w:pPr>
            <w:r w:rsidRPr="005D2A46">
              <w:t xml:space="preserve">7,3 </w:t>
            </w:r>
          </w:p>
        </w:tc>
      </w:tr>
      <w:tr w:rsidR="007F7D9B" w:rsidRPr="00BC2A0C" w14:paraId="6B13044E" w14:textId="77777777" w:rsidTr="00121FB9">
        <w:trPr>
          <w:cantSplit/>
          <w:trHeight w:val="255"/>
        </w:trPr>
        <w:tc>
          <w:tcPr>
            <w:tcW w:w="3402" w:type="dxa"/>
          </w:tcPr>
          <w:p w14:paraId="2CB4B7BB" w14:textId="77777777" w:rsidR="007F7D9B" w:rsidRPr="002C2F16" w:rsidRDefault="007F7D9B" w:rsidP="00121FB9">
            <w:pPr>
              <w:pStyle w:val="TabEtichette"/>
            </w:pPr>
            <w:r w:rsidRPr="002C2F16">
              <w:t xml:space="preserve">  Africa Sub-Sahariana</w:t>
            </w:r>
          </w:p>
        </w:tc>
        <w:tc>
          <w:tcPr>
            <w:tcW w:w="510" w:type="dxa"/>
          </w:tcPr>
          <w:p w14:paraId="2BF94E7C" w14:textId="77777777" w:rsidR="007F7D9B" w:rsidRPr="00642B29" w:rsidRDefault="007F7D9B" w:rsidP="00121FB9">
            <w:pPr>
              <w:pStyle w:val="TabNumeri"/>
            </w:pPr>
            <w:r w:rsidRPr="00733B32">
              <w:t xml:space="preserve">3,1 </w:t>
            </w:r>
          </w:p>
        </w:tc>
        <w:tc>
          <w:tcPr>
            <w:tcW w:w="510" w:type="dxa"/>
          </w:tcPr>
          <w:p w14:paraId="1644C4D0" w14:textId="77777777" w:rsidR="007F7D9B" w:rsidRPr="00642B29" w:rsidRDefault="007F7D9B" w:rsidP="00121FB9">
            <w:pPr>
              <w:pStyle w:val="TabNumeri"/>
            </w:pPr>
            <w:r w:rsidRPr="00733B32">
              <w:t xml:space="preserve">-3,2 </w:t>
            </w:r>
          </w:p>
        </w:tc>
        <w:tc>
          <w:tcPr>
            <w:tcW w:w="510" w:type="dxa"/>
          </w:tcPr>
          <w:p w14:paraId="673F2A44" w14:textId="77777777" w:rsidR="007F7D9B" w:rsidRPr="00642B29" w:rsidRDefault="007F7D9B" w:rsidP="00121FB9">
            <w:pPr>
              <w:pStyle w:val="TabNumeri"/>
            </w:pPr>
            <w:r w:rsidRPr="00733B32">
              <w:t xml:space="preserve">3,4 </w:t>
            </w:r>
          </w:p>
        </w:tc>
        <w:tc>
          <w:tcPr>
            <w:tcW w:w="340" w:type="dxa"/>
          </w:tcPr>
          <w:p w14:paraId="7D455036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</w:tcPr>
          <w:p w14:paraId="67231BD4" w14:textId="77777777" w:rsidR="007F7D9B" w:rsidRPr="00903CBB" w:rsidRDefault="007F7D9B" w:rsidP="00121FB9">
            <w:pPr>
              <w:pStyle w:val="TabEtichette"/>
            </w:pPr>
            <w:r w:rsidRPr="00903CBB">
              <w:t>Russia</w:t>
            </w:r>
          </w:p>
        </w:tc>
        <w:tc>
          <w:tcPr>
            <w:tcW w:w="510" w:type="dxa"/>
          </w:tcPr>
          <w:p w14:paraId="48EF89BA" w14:textId="77777777" w:rsidR="007F7D9B" w:rsidRPr="00D23E31" w:rsidRDefault="007F7D9B" w:rsidP="00121FB9">
            <w:pPr>
              <w:pStyle w:val="TabNumeri"/>
            </w:pPr>
            <w:r w:rsidRPr="005D2A46">
              <w:t xml:space="preserve">1,3 </w:t>
            </w:r>
          </w:p>
        </w:tc>
        <w:tc>
          <w:tcPr>
            <w:tcW w:w="510" w:type="dxa"/>
          </w:tcPr>
          <w:p w14:paraId="28838C1F" w14:textId="77777777" w:rsidR="007F7D9B" w:rsidRPr="00D23E31" w:rsidRDefault="007F7D9B" w:rsidP="00121FB9">
            <w:pPr>
              <w:pStyle w:val="TabNumeri"/>
            </w:pPr>
            <w:r w:rsidRPr="005D2A46">
              <w:t xml:space="preserve">-6,6 </w:t>
            </w:r>
          </w:p>
        </w:tc>
        <w:tc>
          <w:tcPr>
            <w:tcW w:w="514" w:type="dxa"/>
          </w:tcPr>
          <w:p w14:paraId="59A35C26" w14:textId="77777777" w:rsidR="007F7D9B" w:rsidRPr="00D23E31" w:rsidRDefault="007F7D9B" w:rsidP="00121FB9">
            <w:pPr>
              <w:pStyle w:val="TabNumeri"/>
            </w:pPr>
            <w:r w:rsidRPr="005D2A46">
              <w:t xml:space="preserve">4,1 </w:t>
            </w:r>
          </w:p>
        </w:tc>
      </w:tr>
      <w:tr w:rsidR="007F7D9B" w:rsidRPr="00BC2A0C" w14:paraId="3049DE71" w14:textId="77777777" w:rsidTr="00121FB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539910C2" w14:textId="77777777" w:rsidR="007F7D9B" w:rsidRDefault="007F7D9B" w:rsidP="00121FB9">
            <w:pPr>
              <w:pStyle w:val="TabEtichette"/>
            </w:pPr>
            <w:r w:rsidRPr="002C2F16">
              <w:t xml:space="preserve">  America Latina e Caraibi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224B606" w14:textId="77777777" w:rsidR="007F7D9B" w:rsidRPr="00642B29" w:rsidRDefault="007F7D9B" w:rsidP="00121FB9">
            <w:pPr>
              <w:pStyle w:val="TabNumeri"/>
            </w:pPr>
            <w:r w:rsidRPr="00733B32">
              <w:t xml:space="preserve">0,1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567CBF6" w14:textId="77777777" w:rsidR="007F7D9B" w:rsidRPr="00642B29" w:rsidRDefault="007F7D9B" w:rsidP="00121FB9">
            <w:pPr>
              <w:pStyle w:val="TabNumeri"/>
            </w:pPr>
            <w:r w:rsidRPr="00733B32">
              <w:t xml:space="preserve">-9,4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A0876A8" w14:textId="77777777" w:rsidR="007F7D9B" w:rsidRPr="00642B29" w:rsidRDefault="007F7D9B" w:rsidP="00121FB9">
            <w:pPr>
              <w:pStyle w:val="TabNumeri"/>
            </w:pPr>
            <w:r w:rsidRPr="00733B32">
              <w:t xml:space="preserve">3,7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71BCE026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75EFF8D4" w14:textId="77777777" w:rsidR="007F7D9B" w:rsidRPr="00903CBB" w:rsidRDefault="007F7D9B" w:rsidP="00121FB9">
            <w:pPr>
              <w:pStyle w:val="TabEtichette"/>
            </w:pPr>
            <w:r w:rsidRPr="00903CBB">
              <w:t>India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229D3EE" w14:textId="77777777" w:rsidR="007F7D9B" w:rsidRPr="00D23E31" w:rsidRDefault="007F7D9B" w:rsidP="00121FB9">
            <w:pPr>
              <w:pStyle w:val="TabNumeri"/>
            </w:pPr>
            <w:r w:rsidRPr="005D2A46">
              <w:t xml:space="preserve">4,2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9B40F20" w14:textId="77777777" w:rsidR="007F7D9B" w:rsidRPr="00D23E31" w:rsidRDefault="007F7D9B" w:rsidP="00121FB9">
            <w:pPr>
              <w:pStyle w:val="TabNumeri"/>
            </w:pPr>
            <w:r w:rsidRPr="005D2A46">
              <w:t xml:space="preserve">-4,5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3BB52B46" w14:textId="77777777" w:rsidR="007F7D9B" w:rsidRPr="00D23E31" w:rsidRDefault="007F7D9B" w:rsidP="00121FB9">
            <w:pPr>
              <w:pStyle w:val="TabNumeri"/>
            </w:pPr>
            <w:r w:rsidRPr="005D2A46">
              <w:t xml:space="preserve">6,0 </w:t>
            </w:r>
          </w:p>
        </w:tc>
      </w:tr>
      <w:tr w:rsidR="007F7D9B" w:rsidRPr="00BC2A0C" w14:paraId="3D576B3B" w14:textId="77777777" w:rsidTr="00121FB9">
        <w:trPr>
          <w:cantSplit/>
          <w:trHeight w:val="255"/>
        </w:trPr>
        <w:tc>
          <w:tcPr>
            <w:tcW w:w="3402" w:type="dxa"/>
          </w:tcPr>
          <w:p w14:paraId="1CE76FDE" w14:textId="77777777" w:rsidR="007F7D9B" w:rsidRDefault="007F7D9B" w:rsidP="00121FB9">
            <w:pPr>
              <w:pStyle w:val="TabEtichette"/>
            </w:pPr>
          </w:p>
        </w:tc>
        <w:tc>
          <w:tcPr>
            <w:tcW w:w="510" w:type="dxa"/>
          </w:tcPr>
          <w:p w14:paraId="75BB50D1" w14:textId="77777777" w:rsidR="007F7D9B" w:rsidRPr="00642B29" w:rsidRDefault="007F7D9B" w:rsidP="00121FB9">
            <w:pPr>
              <w:pStyle w:val="TabNumeri"/>
            </w:pPr>
          </w:p>
        </w:tc>
        <w:tc>
          <w:tcPr>
            <w:tcW w:w="510" w:type="dxa"/>
          </w:tcPr>
          <w:p w14:paraId="2E185278" w14:textId="77777777" w:rsidR="007F7D9B" w:rsidRPr="00642B29" w:rsidRDefault="007F7D9B" w:rsidP="00121FB9">
            <w:pPr>
              <w:pStyle w:val="TabNumeri"/>
            </w:pPr>
          </w:p>
        </w:tc>
        <w:tc>
          <w:tcPr>
            <w:tcW w:w="510" w:type="dxa"/>
          </w:tcPr>
          <w:p w14:paraId="762098D6" w14:textId="77777777" w:rsidR="007F7D9B" w:rsidRDefault="007F7D9B" w:rsidP="00121FB9">
            <w:pPr>
              <w:pStyle w:val="TabNumeri"/>
            </w:pPr>
          </w:p>
        </w:tc>
        <w:tc>
          <w:tcPr>
            <w:tcW w:w="340" w:type="dxa"/>
          </w:tcPr>
          <w:p w14:paraId="5B944260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</w:tcPr>
          <w:p w14:paraId="61C347CC" w14:textId="77777777" w:rsidR="007F7D9B" w:rsidRPr="00903CBB" w:rsidRDefault="007F7D9B" w:rsidP="00121FB9">
            <w:pPr>
              <w:pStyle w:val="TabEtichette"/>
            </w:pPr>
            <w:r w:rsidRPr="00903CBB">
              <w:t>Brasile</w:t>
            </w:r>
          </w:p>
        </w:tc>
        <w:tc>
          <w:tcPr>
            <w:tcW w:w="510" w:type="dxa"/>
          </w:tcPr>
          <w:p w14:paraId="1BA63EAB" w14:textId="77777777" w:rsidR="007F7D9B" w:rsidRPr="00D23E31" w:rsidRDefault="007F7D9B" w:rsidP="00121FB9">
            <w:pPr>
              <w:pStyle w:val="TabNumeri"/>
            </w:pPr>
            <w:r w:rsidRPr="005D2A46">
              <w:t xml:space="preserve">1,1 </w:t>
            </w:r>
          </w:p>
        </w:tc>
        <w:tc>
          <w:tcPr>
            <w:tcW w:w="510" w:type="dxa"/>
          </w:tcPr>
          <w:p w14:paraId="53BEECA1" w14:textId="77777777" w:rsidR="007F7D9B" w:rsidRPr="00D23E31" w:rsidRDefault="007F7D9B" w:rsidP="00121FB9">
            <w:pPr>
              <w:pStyle w:val="TabNumeri"/>
            </w:pPr>
            <w:r w:rsidRPr="005D2A46">
              <w:t xml:space="preserve">-9,1 </w:t>
            </w:r>
          </w:p>
        </w:tc>
        <w:tc>
          <w:tcPr>
            <w:tcW w:w="514" w:type="dxa"/>
          </w:tcPr>
          <w:p w14:paraId="5E88B367" w14:textId="77777777" w:rsidR="007F7D9B" w:rsidRPr="00D23E31" w:rsidRDefault="007F7D9B" w:rsidP="00121FB9">
            <w:pPr>
              <w:pStyle w:val="TabNumeri"/>
            </w:pPr>
            <w:r w:rsidRPr="005D2A46">
              <w:t xml:space="preserve">3,6 </w:t>
            </w:r>
          </w:p>
        </w:tc>
      </w:tr>
      <w:tr w:rsidR="007F7D9B" w:rsidRPr="00BC2A0C" w14:paraId="42E95F08" w14:textId="77777777" w:rsidTr="00121FB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5DB99717" w14:textId="77777777" w:rsidR="007F7D9B" w:rsidRPr="007C2916" w:rsidRDefault="007F7D9B" w:rsidP="00121FB9">
            <w:pPr>
              <w:pStyle w:val="TabEtichette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33E63355" w14:textId="77777777" w:rsidR="007F7D9B" w:rsidRPr="003234B1" w:rsidRDefault="007F7D9B" w:rsidP="00121FB9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214C25E3" w14:textId="77777777" w:rsidR="007F7D9B" w:rsidRPr="003234B1" w:rsidRDefault="007F7D9B" w:rsidP="00121FB9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01563F6C" w14:textId="77777777" w:rsidR="007F7D9B" w:rsidRPr="003234B1" w:rsidRDefault="007F7D9B" w:rsidP="00121FB9">
            <w:pPr>
              <w:pStyle w:val="TabNumeri"/>
            </w:pPr>
          </w:p>
        </w:tc>
        <w:tc>
          <w:tcPr>
            <w:tcW w:w="340" w:type="dxa"/>
            <w:shd w:val="clear" w:color="auto" w:fill="F2F2F2" w:themeFill="background1" w:themeFillShade="F2"/>
          </w:tcPr>
          <w:p w14:paraId="64CBD06C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7A07B64B" w14:textId="77777777" w:rsidR="007F7D9B" w:rsidRDefault="007F7D9B" w:rsidP="00121FB9">
            <w:pPr>
              <w:pStyle w:val="TabEtichette"/>
            </w:pPr>
            <w:r w:rsidRPr="00903CBB">
              <w:t>Messico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4E9589B" w14:textId="77777777" w:rsidR="007F7D9B" w:rsidRPr="00D23E31" w:rsidRDefault="007F7D9B" w:rsidP="00121FB9">
            <w:pPr>
              <w:pStyle w:val="TabNumeri"/>
            </w:pPr>
            <w:r w:rsidRPr="005D2A46">
              <w:t xml:space="preserve">-0,3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6F8E170" w14:textId="77777777" w:rsidR="007F7D9B" w:rsidRPr="00D23E31" w:rsidRDefault="007F7D9B" w:rsidP="00121FB9">
            <w:pPr>
              <w:pStyle w:val="TabNumeri"/>
            </w:pPr>
            <w:r w:rsidRPr="005D2A46">
              <w:t xml:space="preserve">-10,5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24ED6932" w14:textId="77777777" w:rsidR="007F7D9B" w:rsidRDefault="007F7D9B" w:rsidP="00121FB9">
            <w:pPr>
              <w:pStyle w:val="TabNumeri"/>
            </w:pPr>
            <w:r w:rsidRPr="005D2A46">
              <w:t xml:space="preserve">3,3 </w:t>
            </w:r>
          </w:p>
        </w:tc>
      </w:tr>
      <w:tr w:rsidR="007F7D9B" w:rsidRPr="00BC2A0C" w14:paraId="3B2AFB65" w14:textId="77777777" w:rsidTr="00121FB9">
        <w:trPr>
          <w:cantSplit/>
          <w:trHeight w:val="255"/>
        </w:trPr>
        <w:tc>
          <w:tcPr>
            <w:tcW w:w="9358" w:type="dxa"/>
            <w:gridSpan w:val="9"/>
          </w:tcPr>
          <w:p w14:paraId="0DEF94C5" w14:textId="77777777" w:rsidR="007F7D9B" w:rsidRPr="009100D8" w:rsidRDefault="007F7D9B" w:rsidP="00121FB9">
            <w:pPr>
              <w:pStyle w:val="TabIntestaSup"/>
            </w:pPr>
            <w:r>
              <w:t>Commercio mondiale e tassi di interesse</w:t>
            </w:r>
          </w:p>
        </w:tc>
      </w:tr>
      <w:tr w:rsidR="007F7D9B" w:rsidRPr="00BC2A0C" w14:paraId="77A48C22" w14:textId="77777777" w:rsidTr="00121FB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7AFB2383" w14:textId="77777777" w:rsidR="007F7D9B" w:rsidRPr="00BC2A0C" w:rsidRDefault="007F7D9B" w:rsidP="00121FB9">
            <w:pPr>
              <w:pStyle w:val="TabEtichette"/>
            </w:pPr>
            <w:r w:rsidRPr="00BC2A0C">
              <w:t>Commercio mondiale(c)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F8E3FEB" w14:textId="77777777" w:rsidR="007F7D9B" w:rsidRPr="00901440" w:rsidRDefault="007F7D9B" w:rsidP="00121FB9">
            <w:pPr>
              <w:pStyle w:val="TabNumeri"/>
            </w:pPr>
            <w:r w:rsidRPr="004E638A">
              <w:t xml:space="preserve">0,9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F36E06D" w14:textId="77777777" w:rsidR="007F7D9B" w:rsidRPr="00901440" w:rsidRDefault="007F7D9B" w:rsidP="00121FB9">
            <w:pPr>
              <w:pStyle w:val="TabNumeri"/>
            </w:pPr>
            <w:r w:rsidRPr="004E638A">
              <w:t xml:space="preserve">-11,9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74CAF6E" w14:textId="77777777" w:rsidR="007F7D9B" w:rsidRPr="00901440" w:rsidRDefault="007F7D9B" w:rsidP="00121FB9">
            <w:pPr>
              <w:pStyle w:val="TabNumeri"/>
            </w:pPr>
            <w:r w:rsidRPr="004E638A">
              <w:t xml:space="preserve">8,0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33F2F623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0AD97B21" w14:textId="77777777" w:rsidR="007F7D9B" w:rsidRPr="00BC2A0C" w:rsidRDefault="007F7D9B" w:rsidP="00121FB9">
            <w:pPr>
              <w:pStyle w:val="TabEtichette"/>
            </w:pPr>
            <w:r>
              <w:t xml:space="preserve">Libor su depositi in </w:t>
            </w:r>
            <w:r w:rsidRPr="00BC2A0C">
              <w:t>Dollari Usa</w:t>
            </w:r>
            <w:r>
              <w:t xml:space="preserve"> (f)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4554F5E" w14:textId="77777777" w:rsidR="007F7D9B" w:rsidRPr="00C448AA" w:rsidRDefault="007F7D9B" w:rsidP="00121FB9">
            <w:pPr>
              <w:pStyle w:val="TabNumeri"/>
            </w:pPr>
            <w:r w:rsidRPr="00BB75A7">
              <w:t xml:space="preserve">2,3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7D2B3B2" w14:textId="77777777" w:rsidR="007F7D9B" w:rsidRPr="00C448AA" w:rsidRDefault="007F7D9B" w:rsidP="00121FB9">
            <w:pPr>
              <w:pStyle w:val="TabNumeri"/>
            </w:pPr>
            <w:r w:rsidRPr="00BB75A7">
              <w:t xml:space="preserve">0,9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194498BF" w14:textId="77777777" w:rsidR="007F7D9B" w:rsidRPr="00C448AA" w:rsidRDefault="007F7D9B" w:rsidP="00121FB9">
            <w:pPr>
              <w:pStyle w:val="TabNumeri"/>
            </w:pPr>
            <w:r w:rsidRPr="00BB75A7">
              <w:t xml:space="preserve">0,6 </w:t>
            </w:r>
          </w:p>
        </w:tc>
      </w:tr>
      <w:tr w:rsidR="007F7D9B" w:rsidRPr="00BC2A0C" w14:paraId="0612429D" w14:textId="77777777" w:rsidTr="00121FB9">
        <w:trPr>
          <w:cantSplit/>
          <w:trHeight w:val="255"/>
        </w:trPr>
        <w:tc>
          <w:tcPr>
            <w:tcW w:w="3402" w:type="dxa"/>
          </w:tcPr>
          <w:p w14:paraId="7EA0EFC1" w14:textId="77777777" w:rsidR="007F7D9B" w:rsidRPr="003F3E03" w:rsidRDefault="007F7D9B" w:rsidP="00121FB9">
            <w:pPr>
              <w:pStyle w:val="TabEtichette"/>
            </w:pPr>
            <w:r w:rsidRPr="003F3E03">
              <w:t xml:space="preserve">  Economie avanzate</w:t>
            </w:r>
          </w:p>
        </w:tc>
        <w:tc>
          <w:tcPr>
            <w:tcW w:w="510" w:type="dxa"/>
          </w:tcPr>
          <w:p w14:paraId="7F1AC59B" w14:textId="77777777" w:rsidR="007F7D9B" w:rsidRPr="00901440" w:rsidRDefault="007F7D9B" w:rsidP="00121FB9">
            <w:pPr>
              <w:pStyle w:val="TabNumeri"/>
            </w:pPr>
            <w:r w:rsidRPr="004E638A">
              <w:t xml:space="preserve">1,5 </w:t>
            </w:r>
          </w:p>
        </w:tc>
        <w:tc>
          <w:tcPr>
            <w:tcW w:w="510" w:type="dxa"/>
          </w:tcPr>
          <w:p w14:paraId="411BCD4F" w14:textId="77777777" w:rsidR="007F7D9B" w:rsidRPr="00901440" w:rsidRDefault="007F7D9B" w:rsidP="00121FB9">
            <w:pPr>
              <w:pStyle w:val="TabNumeri"/>
            </w:pPr>
            <w:r w:rsidRPr="004E638A">
              <w:t xml:space="preserve">-13,4 </w:t>
            </w:r>
          </w:p>
        </w:tc>
        <w:tc>
          <w:tcPr>
            <w:tcW w:w="510" w:type="dxa"/>
          </w:tcPr>
          <w:p w14:paraId="62A02F3B" w14:textId="77777777" w:rsidR="007F7D9B" w:rsidRPr="00901440" w:rsidRDefault="007F7D9B" w:rsidP="00121FB9">
            <w:pPr>
              <w:pStyle w:val="TabNumeri"/>
            </w:pPr>
            <w:r w:rsidRPr="004E638A">
              <w:t xml:space="preserve">7,2 </w:t>
            </w:r>
          </w:p>
        </w:tc>
        <w:tc>
          <w:tcPr>
            <w:tcW w:w="340" w:type="dxa"/>
          </w:tcPr>
          <w:p w14:paraId="3640DAFA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</w:tcPr>
          <w:p w14:paraId="711D7BEA" w14:textId="77777777" w:rsidR="007F7D9B" w:rsidRPr="00BC2A0C" w:rsidRDefault="007F7D9B" w:rsidP="00121FB9">
            <w:pPr>
              <w:pStyle w:val="TabEtichette"/>
            </w:pPr>
            <w:r>
              <w:t xml:space="preserve">Libor su depositi in </w:t>
            </w:r>
            <w:proofErr w:type="gramStart"/>
            <w:r w:rsidRPr="00BC2A0C">
              <w:t>Euro</w:t>
            </w:r>
            <w:proofErr w:type="gramEnd"/>
            <w:r>
              <w:t xml:space="preserve"> (f)</w:t>
            </w:r>
          </w:p>
        </w:tc>
        <w:tc>
          <w:tcPr>
            <w:tcW w:w="510" w:type="dxa"/>
          </w:tcPr>
          <w:p w14:paraId="1327AAB5" w14:textId="77777777" w:rsidR="007F7D9B" w:rsidRPr="00C448AA" w:rsidRDefault="007F7D9B" w:rsidP="00121FB9">
            <w:pPr>
              <w:pStyle w:val="TabNumeri"/>
            </w:pPr>
            <w:r w:rsidRPr="00BB75A7">
              <w:t xml:space="preserve">-0,4 </w:t>
            </w:r>
          </w:p>
        </w:tc>
        <w:tc>
          <w:tcPr>
            <w:tcW w:w="510" w:type="dxa"/>
          </w:tcPr>
          <w:p w14:paraId="73CCAE67" w14:textId="77777777" w:rsidR="007F7D9B" w:rsidRPr="00C448AA" w:rsidRDefault="007F7D9B" w:rsidP="00121FB9">
            <w:pPr>
              <w:pStyle w:val="TabNumeri"/>
            </w:pPr>
            <w:r w:rsidRPr="00BB75A7">
              <w:t xml:space="preserve">-0,4 </w:t>
            </w:r>
          </w:p>
        </w:tc>
        <w:tc>
          <w:tcPr>
            <w:tcW w:w="514" w:type="dxa"/>
          </w:tcPr>
          <w:p w14:paraId="0E4B9EA8" w14:textId="77777777" w:rsidR="007F7D9B" w:rsidRPr="00C448AA" w:rsidRDefault="007F7D9B" w:rsidP="00121FB9">
            <w:pPr>
              <w:pStyle w:val="TabNumeri"/>
            </w:pPr>
            <w:r w:rsidRPr="00BB75A7">
              <w:t xml:space="preserve">-0,4 </w:t>
            </w:r>
          </w:p>
        </w:tc>
      </w:tr>
      <w:tr w:rsidR="007F7D9B" w:rsidRPr="00BC2A0C" w14:paraId="07D187FE" w14:textId="77777777" w:rsidTr="00121FB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059241A1" w14:textId="77777777" w:rsidR="007F7D9B" w:rsidRDefault="007F7D9B" w:rsidP="00121FB9">
            <w:pPr>
              <w:pStyle w:val="TabEtichette"/>
            </w:pPr>
            <w:r w:rsidRPr="003F3E03">
              <w:t xml:space="preserve">  Economie emergenti e in sviluppo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6EC60A1" w14:textId="77777777" w:rsidR="007F7D9B" w:rsidRPr="00901440" w:rsidRDefault="007F7D9B" w:rsidP="00121FB9">
            <w:pPr>
              <w:pStyle w:val="TabNumeri"/>
            </w:pPr>
            <w:r w:rsidRPr="004E638A">
              <w:t xml:space="preserve">0,1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543E198" w14:textId="77777777" w:rsidR="007F7D9B" w:rsidRPr="00901440" w:rsidRDefault="007F7D9B" w:rsidP="00121FB9">
            <w:pPr>
              <w:pStyle w:val="TabNumeri"/>
            </w:pPr>
            <w:r w:rsidRPr="004E638A">
              <w:t xml:space="preserve">-9,4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8326DA4" w14:textId="77777777" w:rsidR="007F7D9B" w:rsidRDefault="007F7D9B" w:rsidP="00121FB9">
            <w:pPr>
              <w:pStyle w:val="TabNumeri"/>
            </w:pPr>
            <w:r w:rsidRPr="004E638A">
              <w:t xml:space="preserve">9,4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21A51C39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563882E8" w14:textId="77777777" w:rsidR="007F7D9B" w:rsidRPr="00BC2A0C" w:rsidRDefault="007F7D9B" w:rsidP="00121FB9">
            <w:pPr>
              <w:pStyle w:val="TabEtichette"/>
            </w:pPr>
            <w:r>
              <w:t xml:space="preserve">Libor su depositi in </w:t>
            </w:r>
            <w:r w:rsidRPr="00BC2A0C">
              <w:t xml:space="preserve">Yen </w:t>
            </w:r>
            <w:r>
              <w:t>(f)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102F411" w14:textId="77777777" w:rsidR="007F7D9B" w:rsidRPr="00C448AA" w:rsidRDefault="007F7D9B" w:rsidP="00121FB9">
            <w:pPr>
              <w:pStyle w:val="TabNumeri"/>
            </w:pPr>
            <w:r w:rsidRPr="00BB75A7">
              <w:t xml:space="preserve">0,0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795A1EB1" w14:textId="77777777" w:rsidR="007F7D9B" w:rsidRPr="00C448AA" w:rsidRDefault="007F7D9B" w:rsidP="00121FB9">
            <w:pPr>
              <w:pStyle w:val="TabNumeri"/>
            </w:pPr>
            <w:r w:rsidRPr="00BB75A7">
              <w:t xml:space="preserve">0,0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1158696F" w14:textId="77777777" w:rsidR="007F7D9B" w:rsidRDefault="007F7D9B" w:rsidP="00121FB9">
            <w:pPr>
              <w:pStyle w:val="TabNumeri"/>
            </w:pPr>
            <w:r w:rsidRPr="00BB75A7">
              <w:t xml:space="preserve">-0,1 </w:t>
            </w:r>
          </w:p>
        </w:tc>
      </w:tr>
      <w:tr w:rsidR="007F7D9B" w:rsidRPr="00BC2A0C" w14:paraId="11531D97" w14:textId="77777777" w:rsidTr="00121FB9">
        <w:trPr>
          <w:cantSplit/>
          <w:trHeight w:val="255"/>
        </w:trPr>
        <w:tc>
          <w:tcPr>
            <w:tcW w:w="9358" w:type="dxa"/>
            <w:gridSpan w:val="9"/>
          </w:tcPr>
          <w:p w14:paraId="0C5AC563" w14:textId="77777777" w:rsidR="007F7D9B" w:rsidRPr="009100D8" w:rsidRDefault="007F7D9B" w:rsidP="00121FB9">
            <w:pPr>
              <w:pStyle w:val="TabIntestaSup"/>
            </w:pPr>
            <w:r>
              <w:t>Prezzi</w:t>
            </w:r>
          </w:p>
        </w:tc>
      </w:tr>
      <w:tr w:rsidR="007F7D9B" w:rsidRPr="00BC2A0C" w14:paraId="45A350A5" w14:textId="77777777" w:rsidTr="00121FB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3CA2ED4B" w14:textId="77777777" w:rsidR="007F7D9B" w:rsidRPr="00BC2A0C" w:rsidRDefault="007F7D9B" w:rsidP="00121FB9">
            <w:pPr>
              <w:pStyle w:val="TabEtichette"/>
            </w:pPr>
            <w:r w:rsidRPr="00BC2A0C">
              <w:t xml:space="preserve">Prezzi materie prime (in </w:t>
            </w:r>
            <w:proofErr w:type="spellStart"/>
            <w:r w:rsidRPr="00BC2A0C">
              <w:t>Usd</w:t>
            </w:r>
            <w:proofErr w:type="spellEnd"/>
            <w:r w:rsidRPr="00BC2A0C">
              <w:t>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1761C01" w14:textId="77777777" w:rsidR="007F7D9B" w:rsidRPr="006129FC" w:rsidRDefault="007F7D9B" w:rsidP="00121FB9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3B1D3053" w14:textId="77777777" w:rsidR="007F7D9B" w:rsidRPr="006129FC" w:rsidRDefault="007F7D9B" w:rsidP="00121FB9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69D3B173" w14:textId="77777777" w:rsidR="007F7D9B" w:rsidRPr="006129FC" w:rsidRDefault="007F7D9B" w:rsidP="00121FB9">
            <w:pPr>
              <w:pStyle w:val="TabNumeri"/>
            </w:pPr>
          </w:p>
        </w:tc>
        <w:tc>
          <w:tcPr>
            <w:tcW w:w="340" w:type="dxa"/>
            <w:shd w:val="clear" w:color="auto" w:fill="F2F2F2" w:themeFill="background1" w:themeFillShade="F2"/>
          </w:tcPr>
          <w:p w14:paraId="794B65AF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5C88F3C4" w14:textId="77777777" w:rsidR="007F7D9B" w:rsidRPr="00BC2A0C" w:rsidRDefault="007F7D9B" w:rsidP="00121FB9">
            <w:pPr>
              <w:pStyle w:val="TabEtichette"/>
            </w:pPr>
            <w:r w:rsidRPr="00BC2A0C">
              <w:t>Prezzi al consumo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CFC9686" w14:textId="77777777" w:rsidR="007F7D9B" w:rsidRPr="006129FC" w:rsidRDefault="007F7D9B" w:rsidP="00121FB9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512750DF" w14:textId="77777777" w:rsidR="007F7D9B" w:rsidRPr="006129FC" w:rsidRDefault="007F7D9B" w:rsidP="00121FB9">
            <w:pPr>
              <w:pStyle w:val="TabNumeri"/>
            </w:pPr>
          </w:p>
        </w:tc>
        <w:tc>
          <w:tcPr>
            <w:tcW w:w="514" w:type="dxa"/>
            <w:shd w:val="clear" w:color="auto" w:fill="F2F2F2" w:themeFill="background1" w:themeFillShade="F2"/>
          </w:tcPr>
          <w:p w14:paraId="6C564BB5" w14:textId="77777777" w:rsidR="007F7D9B" w:rsidRPr="006129FC" w:rsidRDefault="007F7D9B" w:rsidP="00121FB9">
            <w:pPr>
              <w:pStyle w:val="TabNumeri"/>
            </w:pPr>
          </w:p>
        </w:tc>
      </w:tr>
      <w:tr w:rsidR="007F7D9B" w:rsidRPr="00BC2A0C" w14:paraId="4005244E" w14:textId="77777777" w:rsidTr="00121FB9">
        <w:trPr>
          <w:cantSplit/>
          <w:trHeight w:val="255"/>
        </w:trPr>
        <w:tc>
          <w:tcPr>
            <w:tcW w:w="3402" w:type="dxa"/>
            <w:shd w:val="clear" w:color="auto" w:fill="auto"/>
          </w:tcPr>
          <w:p w14:paraId="2559A761" w14:textId="77777777" w:rsidR="007F7D9B" w:rsidRPr="00BC2A0C" w:rsidRDefault="007F7D9B" w:rsidP="00121FB9">
            <w:pPr>
              <w:pStyle w:val="TabEtichette"/>
            </w:pPr>
            <w:r w:rsidRPr="00BC2A0C">
              <w:t xml:space="preserve"> - Petrolio (d)</w:t>
            </w:r>
          </w:p>
        </w:tc>
        <w:tc>
          <w:tcPr>
            <w:tcW w:w="510" w:type="dxa"/>
            <w:shd w:val="clear" w:color="auto" w:fill="auto"/>
          </w:tcPr>
          <w:p w14:paraId="7B76FB1E" w14:textId="77777777" w:rsidR="007F7D9B" w:rsidRPr="005175A4" w:rsidRDefault="007F7D9B" w:rsidP="00121FB9">
            <w:pPr>
              <w:pStyle w:val="TabNumeri"/>
            </w:pPr>
            <w:r w:rsidRPr="0057501E">
              <w:t xml:space="preserve">-10,2 </w:t>
            </w:r>
          </w:p>
        </w:tc>
        <w:tc>
          <w:tcPr>
            <w:tcW w:w="510" w:type="dxa"/>
            <w:shd w:val="clear" w:color="auto" w:fill="auto"/>
          </w:tcPr>
          <w:p w14:paraId="1E8CA7A9" w14:textId="77777777" w:rsidR="007F7D9B" w:rsidRPr="005175A4" w:rsidRDefault="007F7D9B" w:rsidP="00121FB9">
            <w:pPr>
              <w:pStyle w:val="TabNumeri"/>
            </w:pPr>
            <w:r w:rsidRPr="0057501E">
              <w:t xml:space="preserve">-41,1 </w:t>
            </w:r>
          </w:p>
        </w:tc>
        <w:tc>
          <w:tcPr>
            <w:tcW w:w="510" w:type="dxa"/>
            <w:shd w:val="clear" w:color="auto" w:fill="auto"/>
          </w:tcPr>
          <w:p w14:paraId="1508B851" w14:textId="77777777" w:rsidR="007F7D9B" w:rsidRPr="005175A4" w:rsidRDefault="007F7D9B" w:rsidP="00121FB9">
            <w:pPr>
              <w:pStyle w:val="TabNumeri"/>
            </w:pPr>
            <w:r w:rsidRPr="0057501E">
              <w:t xml:space="preserve">3,8 </w:t>
            </w:r>
          </w:p>
        </w:tc>
        <w:tc>
          <w:tcPr>
            <w:tcW w:w="340" w:type="dxa"/>
            <w:shd w:val="clear" w:color="auto" w:fill="auto"/>
          </w:tcPr>
          <w:p w14:paraId="0A93BE91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  <w:shd w:val="clear" w:color="auto" w:fill="auto"/>
          </w:tcPr>
          <w:p w14:paraId="61026A8F" w14:textId="77777777" w:rsidR="007F7D9B" w:rsidRPr="00BC2A0C" w:rsidRDefault="007F7D9B" w:rsidP="00121FB9">
            <w:pPr>
              <w:pStyle w:val="TabEtichette"/>
            </w:pPr>
            <w:r w:rsidRPr="00BC2A0C">
              <w:t xml:space="preserve">  Economie avanzate</w:t>
            </w:r>
          </w:p>
        </w:tc>
        <w:tc>
          <w:tcPr>
            <w:tcW w:w="510" w:type="dxa"/>
            <w:shd w:val="clear" w:color="auto" w:fill="auto"/>
          </w:tcPr>
          <w:p w14:paraId="34BEDE65" w14:textId="77777777" w:rsidR="007F7D9B" w:rsidRPr="00C01CE2" w:rsidRDefault="007F7D9B" w:rsidP="00121FB9">
            <w:pPr>
              <w:pStyle w:val="TabNumeri"/>
            </w:pPr>
            <w:r w:rsidRPr="0028713B">
              <w:t xml:space="preserve">1,4 </w:t>
            </w:r>
          </w:p>
        </w:tc>
        <w:tc>
          <w:tcPr>
            <w:tcW w:w="510" w:type="dxa"/>
            <w:shd w:val="clear" w:color="auto" w:fill="auto"/>
          </w:tcPr>
          <w:p w14:paraId="1966987E" w14:textId="77777777" w:rsidR="007F7D9B" w:rsidRPr="00C01CE2" w:rsidRDefault="007F7D9B" w:rsidP="00121FB9">
            <w:pPr>
              <w:pStyle w:val="TabNumeri"/>
            </w:pPr>
            <w:r w:rsidRPr="0028713B">
              <w:t xml:space="preserve">0,3 </w:t>
            </w:r>
          </w:p>
        </w:tc>
        <w:tc>
          <w:tcPr>
            <w:tcW w:w="514" w:type="dxa"/>
            <w:shd w:val="clear" w:color="auto" w:fill="auto"/>
          </w:tcPr>
          <w:p w14:paraId="0FF4DE69" w14:textId="77777777" w:rsidR="007F7D9B" w:rsidRPr="00C01CE2" w:rsidRDefault="007F7D9B" w:rsidP="00121FB9">
            <w:pPr>
              <w:pStyle w:val="TabNumeri"/>
            </w:pPr>
            <w:r w:rsidRPr="0028713B">
              <w:t xml:space="preserve">1,1 </w:t>
            </w:r>
          </w:p>
        </w:tc>
      </w:tr>
      <w:tr w:rsidR="007F7D9B" w:rsidRPr="00BC2A0C" w14:paraId="0238E9FF" w14:textId="77777777" w:rsidTr="00121FB9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204EAD17" w14:textId="77777777" w:rsidR="007F7D9B" w:rsidRPr="00BC2A0C" w:rsidRDefault="007F7D9B" w:rsidP="00121FB9">
            <w:pPr>
              <w:pStyle w:val="TabEtichette"/>
            </w:pPr>
            <w:r w:rsidRPr="00BC2A0C">
              <w:t xml:space="preserve"> - Materie prime non energetiche(e)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552FC4A" w14:textId="77777777" w:rsidR="007F7D9B" w:rsidRPr="005175A4" w:rsidRDefault="007F7D9B" w:rsidP="00121FB9">
            <w:pPr>
              <w:pStyle w:val="TabNumeri"/>
            </w:pPr>
            <w:r w:rsidRPr="0057501E">
              <w:t xml:space="preserve">0,8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BA54772" w14:textId="77777777" w:rsidR="007F7D9B" w:rsidRPr="005175A4" w:rsidRDefault="007F7D9B" w:rsidP="00121FB9">
            <w:pPr>
              <w:pStyle w:val="TabNumeri"/>
            </w:pPr>
            <w:r w:rsidRPr="0057501E">
              <w:t xml:space="preserve">0,2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EB2D2D4" w14:textId="77777777" w:rsidR="007F7D9B" w:rsidRDefault="007F7D9B" w:rsidP="00121FB9">
            <w:pPr>
              <w:pStyle w:val="TabNumeri"/>
            </w:pPr>
            <w:r w:rsidRPr="0057501E">
              <w:t xml:space="preserve">0,8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5D4EF6DD" w14:textId="77777777" w:rsidR="007F7D9B" w:rsidRPr="00BC2A0C" w:rsidRDefault="007F7D9B" w:rsidP="00121FB9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39617332" w14:textId="77777777" w:rsidR="007F7D9B" w:rsidRPr="00BC2A0C" w:rsidRDefault="007F7D9B" w:rsidP="00121FB9">
            <w:pPr>
              <w:pStyle w:val="TabEtichette"/>
            </w:pPr>
            <w:r w:rsidRPr="00BC2A0C">
              <w:t xml:space="preserve">  Economie emergenti e in sviluppo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A8D291E" w14:textId="77777777" w:rsidR="007F7D9B" w:rsidRPr="00C01CE2" w:rsidRDefault="007F7D9B" w:rsidP="00121FB9">
            <w:pPr>
              <w:pStyle w:val="TabNumeri"/>
            </w:pPr>
            <w:r w:rsidRPr="0028713B">
              <w:t xml:space="preserve">5,1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46F4994" w14:textId="77777777" w:rsidR="007F7D9B" w:rsidRPr="00C01CE2" w:rsidRDefault="007F7D9B" w:rsidP="00121FB9">
            <w:pPr>
              <w:pStyle w:val="TabNumeri"/>
            </w:pPr>
            <w:r w:rsidRPr="0028713B">
              <w:t xml:space="preserve">4,4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7C6678E5" w14:textId="77777777" w:rsidR="007F7D9B" w:rsidRDefault="007F7D9B" w:rsidP="00121FB9">
            <w:pPr>
              <w:pStyle w:val="TabNumeri"/>
            </w:pPr>
            <w:r w:rsidRPr="0028713B">
              <w:t xml:space="preserve">4,5 </w:t>
            </w:r>
          </w:p>
        </w:tc>
      </w:tr>
      <w:tr w:rsidR="007F7D9B" w:rsidRPr="00B46941" w14:paraId="7A88B516" w14:textId="77777777" w:rsidTr="00121FB9">
        <w:trPr>
          <w:cantSplit/>
        </w:trPr>
        <w:tc>
          <w:tcPr>
            <w:tcW w:w="9358" w:type="dxa"/>
            <w:gridSpan w:val="9"/>
            <w:tcBorders>
              <w:top w:val="single" w:sz="4" w:space="0" w:color="800000"/>
            </w:tcBorders>
          </w:tcPr>
          <w:p w14:paraId="5C759867" w14:textId="77777777" w:rsidR="007F7D9B" w:rsidRPr="002A4A23" w:rsidRDefault="007F7D9B" w:rsidP="00121FB9">
            <w:pPr>
              <w:pStyle w:val="TabNoteSuperiori"/>
            </w:pPr>
            <w:r w:rsidRPr="00BC2A0C">
              <w:t xml:space="preserve">a) </w:t>
            </w:r>
            <w:r>
              <w:t xml:space="preserve">Le </w:t>
            </w:r>
            <w:r w:rsidRPr="00BC2A0C">
              <w:t>assunzioni della previsione economica</w:t>
            </w:r>
            <w:r>
              <w:t xml:space="preserve"> sono alla sezione </w:t>
            </w:r>
            <w:proofErr w:type="spellStart"/>
            <w:r>
              <w:t>Assumption</w:t>
            </w:r>
            <w:proofErr w:type="spellEnd"/>
            <w:r>
              <w:t xml:space="preserve"> and Conventions.</w:t>
            </w:r>
            <w:r w:rsidRPr="00BC2A0C">
              <w:t xml:space="preserve"> (b) Tasso di variazione percentuale sul periodo precedente. (c) Beni e servizi in volume. (d) Media dei prezzi spot del petrolio </w:t>
            </w:r>
            <w:proofErr w:type="gramStart"/>
            <w:r w:rsidRPr="00BC2A0C">
              <w:t>greggio  Brent</w:t>
            </w:r>
            <w:proofErr w:type="gramEnd"/>
            <w:r w:rsidRPr="00BC2A0C">
              <w:t xml:space="preserve">, Dubai e West </w:t>
            </w:r>
            <w:proofErr w:type="spellStart"/>
            <w:r w:rsidRPr="00BC2A0C">
              <w:t>texas</w:t>
            </w:r>
            <w:proofErr w:type="spellEnd"/>
            <w:r w:rsidRPr="00BC2A0C">
              <w:t xml:space="preserve"> Intermediate. (e) Media dei prezzi mondiali delle materie prime non </w:t>
            </w:r>
            <w:proofErr w:type="spellStart"/>
            <w:r w:rsidRPr="00BC2A0C">
              <w:t>fuel</w:t>
            </w:r>
            <w:proofErr w:type="spellEnd"/>
            <w:r w:rsidRPr="00BC2A0C">
              <w:t xml:space="preserve"> (energia) pesata per la loro quota media delle esportazioni di materie prime. (f) LIBOR (London </w:t>
            </w:r>
            <w:proofErr w:type="spellStart"/>
            <w:r w:rsidRPr="00BC2A0C">
              <w:t>interbank</w:t>
            </w:r>
            <w:proofErr w:type="spellEnd"/>
            <w:r w:rsidRPr="00BC2A0C">
              <w:t xml:space="preserve"> </w:t>
            </w:r>
            <w:proofErr w:type="spellStart"/>
            <w:r w:rsidRPr="00BC2A0C">
              <w:t>offered</w:t>
            </w:r>
            <w:proofErr w:type="spellEnd"/>
            <w:r w:rsidRPr="00BC2A0C">
              <w:t xml:space="preserve"> rate), t</w:t>
            </w:r>
            <w:r>
              <w:t>asso di interesse percentuale:</w:t>
            </w:r>
            <w:r w:rsidRPr="00BC2A0C">
              <w:t xml:space="preserve"> sui depositi a 6 mesi in U.S.$; sui depositi a 6 mesi in yen; sui depositi a 3 mesi in euro. </w:t>
            </w:r>
          </w:p>
          <w:p w14:paraId="26648D2D" w14:textId="77777777" w:rsidR="007F7D9B" w:rsidRPr="00BC2A0C" w:rsidRDefault="007F7D9B" w:rsidP="00121FB9">
            <w:pPr>
              <w:pStyle w:val="TabNoteSuperiori"/>
              <w:rPr>
                <w:lang w:val="en-US"/>
              </w:rPr>
            </w:pPr>
            <w:r w:rsidRPr="00BC2A0C">
              <w:rPr>
                <w:lang w:val="en-GB"/>
              </w:rPr>
              <w:t xml:space="preserve">IMF, World Economic </w:t>
            </w:r>
            <w:r w:rsidRPr="001D6DE6">
              <w:rPr>
                <w:lang w:val="en-GB"/>
              </w:rPr>
              <w:t xml:space="preserve">Outlook, </w:t>
            </w:r>
            <w:r>
              <w:rPr>
                <w:lang w:val="en-GB"/>
              </w:rPr>
              <w:t>24</w:t>
            </w:r>
            <w:r w:rsidRPr="001D6DE6"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giugn</w:t>
            </w:r>
            <w:r w:rsidRPr="001D6DE6">
              <w:rPr>
                <w:lang w:val="en-GB"/>
              </w:rPr>
              <w:t>o</w:t>
            </w:r>
            <w:proofErr w:type="spellEnd"/>
            <w:r w:rsidRPr="001D6DE6">
              <w:rPr>
                <w:lang w:val="en-GB"/>
              </w:rPr>
              <w:t xml:space="preserve"> </w:t>
            </w:r>
            <w:r w:rsidRPr="001D6DE6">
              <w:rPr>
                <w:lang w:val="en-US"/>
              </w:rPr>
              <w:t>20</w:t>
            </w:r>
            <w:r>
              <w:rPr>
                <w:lang w:val="en-US"/>
              </w:rPr>
              <w:t>20</w:t>
            </w:r>
          </w:p>
        </w:tc>
      </w:tr>
    </w:tbl>
    <w:bookmarkEnd w:id="5"/>
    <w:p w14:paraId="5AA97820" w14:textId="77777777" w:rsidR="00E40A1B" w:rsidRDefault="00E40A1B" w:rsidP="00E40A1B">
      <w:r>
        <w:t xml:space="preserve">Ancora </w:t>
      </w:r>
    </w:p>
    <w:p w14:paraId="32725A3D" w14:textId="77777777" w:rsidR="00E40A1B" w:rsidRPr="007862B1" w:rsidRDefault="00E40A1B" w:rsidP="00E40A1B"/>
    <w:p w14:paraId="67FC9E3D" w14:textId="77777777" w:rsidR="00E40A1B" w:rsidRPr="007862B1" w:rsidRDefault="00E40A1B" w:rsidP="00E40A1B">
      <w:pPr>
        <w:spacing w:line="240" w:lineRule="auto"/>
        <w:ind w:firstLine="0"/>
        <w:jc w:val="left"/>
      </w:pPr>
      <w:r w:rsidRPr="007862B1">
        <w:br w:type="page"/>
      </w:r>
    </w:p>
    <w:bookmarkEnd w:id="4"/>
    <w:p w14:paraId="614F8052" w14:textId="77777777" w:rsidR="00EB042A" w:rsidRPr="00962B46" w:rsidRDefault="00EB042A" w:rsidP="00EB042A"/>
    <w:tbl>
      <w:tblPr>
        <w:tblStyle w:val="Grigliatabella"/>
        <w:tblpPr w:topFromText="284" w:bottomFromText="284" w:horzAnchor="margin" w:tblpXSpec="right" w:tblpYSpec="top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577102" w:rsidRPr="002B550F" w14:paraId="7E71F1A0" w14:textId="77777777" w:rsidTr="00577102">
        <w:tc>
          <w:tcPr>
            <w:tcW w:w="9356" w:type="dxa"/>
          </w:tcPr>
          <w:p w14:paraId="78A8CA9D" w14:textId="77777777" w:rsidR="00577102" w:rsidRPr="002B550F" w:rsidRDefault="00577102" w:rsidP="00577102">
            <w:pPr>
              <w:pStyle w:val="FigTitolo"/>
            </w:pPr>
            <w:bookmarkStart w:id="6" w:name="_Hlk52804775"/>
            <w:r w:rsidRPr="002B550F">
              <w:t>La previsione del</w:t>
            </w:r>
            <w:r>
              <w:t xml:space="preserve">l’Ocse, </w:t>
            </w:r>
            <w:r w:rsidRPr="002B550F">
              <w:t xml:space="preserve">tasso di variazione del </w:t>
            </w:r>
            <w:r>
              <w:t>p</w:t>
            </w:r>
            <w:r w:rsidRPr="002B550F">
              <w:t>rodotto interno lordo</w:t>
            </w:r>
          </w:p>
        </w:tc>
      </w:tr>
      <w:tr w:rsidR="00577102" w:rsidRPr="002B550F" w14:paraId="2ACAEA78" w14:textId="77777777" w:rsidTr="00577102">
        <w:tc>
          <w:tcPr>
            <w:tcW w:w="9356" w:type="dxa"/>
          </w:tcPr>
          <w:p w14:paraId="744F8C6B" w14:textId="77777777" w:rsidR="00577102" w:rsidRPr="004C3A94" w:rsidRDefault="00577102" w:rsidP="00577102">
            <w:pPr>
              <w:pStyle w:val="Figure"/>
            </w:pPr>
            <w:r w:rsidRPr="008D1A3D">
              <w:rPr>
                <w:noProof/>
              </w:rPr>
              <w:drawing>
                <wp:inline distT="0" distB="0" distL="0" distR="0" wp14:anchorId="068CDAFC" wp14:editId="64B9A43A">
                  <wp:extent cx="5941060" cy="1553845"/>
                  <wp:effectExtent l="0" t="0" r="0" b="0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1060" cy="1553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7102" w:rsidRPr="00BC439F" w14:paraId="3D808576" w14:textId="77777777" w:rsidTr="00577102">
        <w:tc>
          <w:tcPr>
            <w:tcW w:w="9356" w:type="dxa"/>
          </w:tcPr>
          <w:p w14:paraId="4591D256" w14:textId="77777777" w:rsidR="00577102" w:rsidRDefault="00577102" w:rsidP="00577102">
            <w:pPr>
              <w:pStyle w:val="Fineoggettoword"/>
            </w:pPr>
          </w:p>
          <w:p w14:paraId="063F17CB" w14:textId="3F2977FC" w:rsidR="00577102" w:rsidRPr="007C05D9" w:rsidRDefault="00577102" w:rsidP="00577102">
            <w:pPr>
              <w:pStyle w:val="TabNoteInferiori"/>
            </w:pPr>
            <w:r w:rsidRPr="007C05D9">
              <w:t xml:space="preserve">Fonte: Oecd, Interim </w:t>
            </w:r>
            <w:proofErr w:type="spellStart"/>
            <w:r w:rsidRPr="007C05D9">
              <w:t>Economic</w:t>
            </w:r>
            <w:proofErr w:type="spellEnd"/>
            <w:r w:rsidRPr="007C05D9">
              <w:t xml:space="preserve"> Outlook, </w:t>
            </w:r>
            <w:r>
              <w:t>16</w:t>
            </w:r>
            <w:r w:rsidRPr="007C05D9">
              <w:t xml:space="preserve"> </w:t>
            </w:r>
            <w:r>
              <w:t>settembre</w:t>
            </w:r>
            <w:r w:rsidRPr="007C05D9">
              <w:t xml:space="preserve"> </w:t>
            </w:r>
            <w:r w:rsidRPr="007C05D9">
              <w:rPr>
                <w:lang w:val="en-US"/>
              </w:rPr>
              <w:fldChar w:fldCharType="begin"/>
            </w:r>
            <w:r w:rsidRPr="007C05D9">
              <w:rPr>
                <w:lang w:val="en-US"/>
              </w:rPr>
              <w:instrText xml:space="preserve"> DATE  \@ "yyyy"  \* MERGEFORMAT </w:instrText>
            </w:r>
            <w:r w:rsidRPr="007C05D9">
              <w:rPr>
                <w:lang w:val="en-US"/>
              </w:rPr>
              <w:fldChar w:fldCharType="separate"/>
            </w:r>
            <w:r w:rsidR="00B46941">
              <w:rPr>
                <w:noProof/>
                <w:lang w:val="en-US"/>
              </w:rPr>
              <w:t>2020</w:t>
            </w:r>
            <w:r w:rsidRPr="007C05D9">
              <w:rPr>
                <w:lang w:val="en-US"/>
              </w:rPr>
              <w:fldChar w:fldCharType="end"/>
            </w:r>
            <w:r w:rsidRPr="007C05D9">
              <w:rPr>
                <w:lang w:val="en-US"/>
              </w:rPr>
              <w:t>.</w:t>
            </w:r>
          </w:p>
        </w:tc>
      </w:tr>
    </w:tbl>
    <w:bookmarkEnd w:id="6"/>
    <w:p w14:paraId="2A74B657" w14:textId="77777777" w:rsidR="00EB042A" w:rsidRDefault="00EB042A" w:rsidP="00EB042A">
      <w:r>
        <w:t>ancora</w:t>
      </w:r>
    </w:p>
    <w:p w14:paraId="5A83F801" w14:textId="77777777" w:rsidR="00EB042A" w:rsidRPr="00E40A1B" w:rsidRDefault="00EB042A" w:rsidP="00EB042A"/>
    <w:p w14:paraId="13CE1462" w14:textId="77777777" w:rsidR="00EB042A" w:rsidRPr="00E40A1B" w:rsidRDefault="00EB042A" w:rsidP="00EB042A">
      <w:pPr>
        <w:spacing w:line="240" w:lineRule="auto"/>
        <w:ind w:firstLine="0"/>
        <w:jc w:val="left"/>
      </w:pPr>
      <w:r w:rsidRPr="00E40A1B">
        <w:br w:type="page"/>
      </w:r>
    </w:p>
    <w:p w14:paraId="574823C6" w14:textId="77777777" w:rsidR="002A3FE8" w:rsidRDefault="002A3FE8" w:rsidP="002A3FE8">
      <w:bookmarkStart w:id="7" w:name="_Toc448399721"/>
      <w:bookmarkStart w:id="8" w:name="_Toc509407740"/>
    </w:p>
    <w:tbl>
      <w:tblPr>
        <w:tblStyle w:val="Grigliatabella"/>
        <w:tblpPr w:topFromText="284" w:bottomFromText="284" w:horzAnchor="margin" w:tblpXSpec="center" w:tblpYSpec="bottom"/>
        <w:tblOverlap w:val="never"/>
        <w:tblW w:w="93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1"/>
        <w:gridCol w:w="737"/>
        <w:gridCol w:w="737"/>
        <w:gridCol w:w="737"/>
        <w:gridCol w:w="510"/>
        <w:gridCol w:w="2211"/>
        <w:gridCol w:w="737"/>
        <w:gridCol w:w="737"/>
        <w:gridCol w:w="737"/>
        <w:gridCol w:w="16"/>
      </w:tblGrid>
      <w:tr w:rsidR="00577102" w14:paraId="71628C5F" w14:textId="77777777" w:rsidTr="00126082">
        <w:trPr>
          <w:cantSplit/>
          <w:trHeight w:val="255"/>
        </w:trPr>
        <w:tc>
          <w:tcPr>
            <w:tcW w:w="9370" w:type="dxa"/>
            <w:gridSpan w:val="10"/>
            <w:tcBorders>
              <w:bottom w:val="single" w:sz="4" w:space="0" w:color="632423" w:themeColor="accent2" w:themeShade="80"/>
            </w:tcBorders>
            <w:noWrap/>
          </w:tcPr>
          <w:p w14:paraId="32E76034" w14:textId="77777777" w:rsidR="00577102" w:rsidRDefault="00577102" w:rsidP="00126082">
            <w:pPr>
              <w:pStyle w:val="TabTitolo"/>
            </w:pPr>
            <w:bookmarkStart w:id="9" w:name="_Hlk44093893"/>
            <w:r>
              <w:t xml:space="preserve">Proiezioni </w:t>
            </w:r>
            <w:proofErr w:type="gramStart"/>
            <w:r>
              <w:t>macro economiche</w:t>
            </w:r>
            <w:proofErr w:type="gramEnd"/>
            <w:r>
              <w:t xml:space="preserve"> per l’area dell’euro.</w:t>
            </w:r>
          </w:p>
        </w:tc>
      </w:tr>
      <w:tr w:rsidR="00577102" w:rsidRPr="00DD211F" w14:paraId="5F03BD44" w14:textId="77777777" w:rsidTr="00126082">
        <w:tblPrEx>
          <w:tblBorders>
            <w:top w:val="single" w:sz="4" w:space="0" w:color="632423" w:themeColor="accent2" w:themeShade="80"/>
            <w:bottom w:val="single" w:sz="4" w:space="0" w:color="632423" w:themeColor="accent2" w:themeShade="80"/>
          </w:tblBorders>
        </w:tblPrEx>
        <w:trPr>
          <w:gridAfter w:val="1"/>
          <w:wAfter w:w="16" w:type="dxa"/>
          <w:cantSplit/>
        </w:trPr>
        <w:tc>
          <w:tcPr>
            <w:tcW w:w="2211" w:type="dxa"/>
            <w:noWrap/>
          </w:tcPr>
          <w:p w14:paraId="6CAFFE69" w14:textId="77777777" w:rsidR="00577102" w:rsidRPr="00DD211F" w:rsidRDefault="00577102" w:rsidP="00126082">
            <w:pPr>
              <w:pStyle w:val="TabIntestazioni"/>
            </w:pPr>
          </w:p>
        </w:tc>
        <w:tc>
          <w:tcPr>
            <w:tcW w:w="737" w:type="dxa"/>
            <w:noWrap/>
          </w:tcPr>
          <w:p w14:paraId="36C0038C" w14:textId="77777777" w:rsidR="00577102" w:rsidRPr="00DD211F" w:rsidRDefault="00577102" w:rsidP="00126082">
            <w:pPr>
              <w:pStyle w:val="TabIntestazioni"/>
            </w:pPr>
            <w:r>
              <w:t>2019</w:t>
            </w:r>
          </w:p>
        </w:tc>
        <w:tc>
          <w:tcPr>
            <w:tcW w:w="737" w:type="dxa"/>
          </w:tcPr>
          <w:p w14:paraId="7F54E002" w14:textId="77777777" w:rsidR="00577102" w:rsidRPr="00DD211F" w:rsidRDefault="00577102" w:rsidP="00126082">
            <w:pPr>
              <w:pStyle w:val="TabIntestazioni"/>
            </w:pPr>
            <w:r>
              <w:t>2020</w:t>
            </w:r>
          </w:p>
        </w:tc>
        <w:tc>
          <w:tcPr>
            <w:tcW w:w="737" w:type="dxa"/>
          </w:tcPr>
          <w:p w14:paraId="762297DF" w14:textId="77777777" w:rsidR="00577102" w:rsidRPr="00DD211F" w:rsidRDefault="00577102" w:rsidP="00126082">
            <w:pPr>
              <w:pStyle w:val="TabIntestazioni"/>
            </w:pPr>
            <w:r>
              <w:t>2021</w:t>
            </w:r>
          </w:p>
        </w:tc>
        <w:tc>
          <w:tcPr>
            <w:tcW w:w="510" w:type="dxa"/>
            <w:noWrap/>
          </w:tcPr>
          <w:p w14:paraId="28293CA0" w14:textId="77777777" w:rsidR="00577102" w:rsidRPr="00DD211F" w:rsidRDefault="00577102" w:rsidP="00126082">
            <w:pPr>
              <w:pStyle w:val="TabIntestazioni"/>
            </w:pPr>
          </w:p>
        </w:tc>
        <w:tc>
          <w:tcPr>
            <w:tcW w:w="2211" w:type="dxa"/>
          </w:tcPr>
          <w:p w14:paraId="51078E48" w14:textId="77777777" w:rsidR="00577102" w:rsidRPr="00DD211F" w:rsidRDefault="00577102" w:rsidP="00126082">
            <w:pPr>
              <w:pStyle w:val="TabIntestazioni"/>
            </w:pPr>
          </w:p>
        </w:tc>
        <w:tc>
          <w:tcPr>
            <w:tcW w:w="737" w:type="dxa"/>
          </w:tcPr>
          <w:p w14:paraId="29EA36ED" w14:textId="77777777" w:rsidR="00577102" w:rsidRPr="00DD211F" w:rsidRDefault="00577102" w:rsidP="00126082">
            <w:pPr>
              <w:pStyle w:val="TabIntestazioni"/>
            </w:pPr>
            <w:r>
              <w:t>2019</w:t>
            </w:r>
          </w:p>
        </w:tc>
        <w:tc>
          <w:tcPr>
            <w:tcW w:w="737" w:type="dxa"/>
          </w:tcPr>
          <w:p w14:paraId="1949E29D" w14:textId="77777777" w:rsidR="00577102" w:rsidRPr="00DD211F" w:rsidRDefault="00577102" w:rsidP="00126082">
            <w:pPr>
              <w:pStyle w:val="TabIntestazioni"/>
            </w:pPr>
            <w:r>
              <w:t>2020</w:t>
            </w:r>
          </w:p>
        </w:tc>
        <w:tc>
          <w:tcPr>
            <w:tcW w:w="737" w:type="dxa"/>
          </w:tcPr>
          <w:p w14:paraId="42876392" w14:textId="77777777" w:rsidR="00577102" w:rsidRPr="00DD211F" w:rsidRDefault="00577102" w:rsidP="00126082">
            <w:pPr>
              <w:pStyle w:val="TabIntestazioni"/>
            </w:pPr>
            <w:r>
              <w:t>2021</w:t>
            </w:r>
          </w:p>
        </w:tc>
      </w:tr>
      <w:tr w:rsidR="00577102" w14:paraId="1214AC0F" w14:textId="77777777" w:rsidTr="00126082">
        <w:trPr>
          <w:gridAfter w:val="1"/>
          <w:wAfter w:w="16" w:type="dxa"/>
          <w:cantSplit/>
          <w:trHeight w:hRule="exact" w:val="113"/>
        </w:trPr>
        <w:tc>
          <w:tcPr>
            <w:tcW w:w="2211" w:type="dxa"/>
            <w:tcBorders>
              <w:top w:val="single" w:sz="4" w:space="0" w:color="632423" w:themeColor="accent2" w:themeShade="80"/>
            </w:tcBorders>
            <w:noWrap/>
          </w:tcPr>
          <w:p w14:paraId="2D80C2C1" w14:textId="77777777" w:rsidR="00577102" w:rsidRDefault="00577102" w:rsidP="00126082">
            <w:pPr>
              <w:pStyle w:val="TabEtichette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3FBC32EA" w14:textId="77777777" w:rsidR="00577102" w:rsidRDefault="00577102" w:rsidP="00126082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31FA1BD1" w14:textId="77777777" w:rsidR="00577102" w:rsidRDefault="00577102" w:rsidP="00126082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6309EE7A" w14:textId="77777777" w:rsidR="00577102" w:rsidRDefault="00577102" w:rsidP="00126082">
            <w:pPr>
              <w:pStyle w:val="TabNumeri"/>
            </w:pPr>
          </w:p>
        </w:tc>
        <w:tc>
          <w:tcPr>
            <w:tcW w:w="510" w:type="dxa"/>
            <w:tcBorders>
              <w:top w:val="single" w:sz="4" w:space="0" w:color="632423" w:themeColor="accent2" w:themeShade="80"/>
            </w:tcBorders>
            <w:noWrap/>
          </w:tcPr>
          <w:p w14:paraId="0F0E9816" w14:textId="77777777" w:rsidR="00577102" w:rsidRDefault="00577102" w:rsidP="00126082">
            <w:pPr>
              <w:pStyle w:val="TabNumeri"/>
            </w:pPr>
          </w:p>
        </w:tc>
        <w:tc>
          <w:tcPr>
            <w:tcW w:w="2211" w:type="dxa"/>
            <w:tcBorders>
              <w:top w:val="single" w:sz="4" w:space="0" w:color="632423" w:themeColor="accent2" w:themeShade="80"/>
            </w:tcBorders>
          </w:tcPr>
          <w:p w14:paraId="3DED4EB2" w14:textId="77777777" w:rsidR="00577102" w:rsidRDefault="00577102" w:rsidP="00126082">
            <w:pPr>
              <w:pStyle w:val="TabEtichette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53F0E02C" w14:textId="77777777" w:rsidR="00577102" w:rsidRDefault="00577102" w:rsidP="00126082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</w:tcPr>
          <w:p w14:paraId="5AD4EC32" w14:textId="77777777" w:rsidR="00577102" w:rsidRDefault="00577102" w:rsidP="00126082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35762FCD" w14:textId="77777777" w:rsidR="00577102" w:rsidRDefault="00577102" w:rsidP="00126082">
            <w:pPr>
              <w:pStyle w:val="TabNumeri"/>
            </w:pPr>
          </w:p>
        </w:tc>
      </w:tr>
      <w:tr w:rsidR="00577102" w14:paraId="2C698050" w14:textId="77777777" w:rsidTr="00126082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14:paraId="3E197418" w14:textId="77777777" w:rsidR="00577102" w:rsidRPr="00233F5C" w:rsidRDefault="00577102" w:rsidP="00126082">
            <w:pPr>
              <w:pStyle w:val="TabEtichette"/>
            </w:pPr>
            <w:r w:rsidRPr="00233F5C">
              <w:t>Prodotto interno lordo</w:t>
            </w:r>
            <w:r>
              <w:t xml:space="preserve"> (1, 2)</w:t>
            </w:r>
          </w:p>
        </w:tc>
        <w:tc>
          <w:tcPr>
            <w:tcW w:w="737" w:type="dxa"/>
            <w:noWrap/>
          </w:tcPr>
          <w:p w14:paraId="7187A2D8" w14:textId="77777777" w:rsidR="00577102" w:rsidRPr="00902005" w:rsidRDefault="00577102" w:rsidP="00126082">
            <w:pPr>
              <w:pStyle w:val="TabNumeri"/>
            </w:pPr>
            <w:r w:rsidRPr="00950126">
              <w:t>1,3</w:t>
            </w:r>
          </w:p>
        </w:tc>
        <w:tc>
          <w:tcPr>
            <w:tcW w:w="737" w:type="dxa"/>
            <w:noWrap/>
          </w:tcPr>
          <w:p w14:paraId="7B7F2869" w14:textId="77777777" w:rsidR="00577102" w:rsidRPr="00902005" w:rsidRDefault="00577102" w:rsidP="00126082">
            <w:pPr>
              <w:pStyle w:val="TabNumeri"/>
            </w:pPr>
            <w:r w:rsidRPr="00950126">
              <w:t>-8,0</w:t>
            </w:r>
          </w:p>
        </w:tc>
        <w:tc>
          <w:tcPr>
            <w:tcW w:w="737" w:type="dxa"/>
            <w:noWrap/>
          </w:tcPr>
          <w:p w14:paraId="583E2C5E" w14:textId="77777777" w:rsidR="00577102" w:rsidRPr="00902005" w:rsidRDefault="00577102" w:rsidP="00126082">
            <w:pPr>
              <w:pStyle w:val="TabNumeri"/>
            </w:pPr>
            <w:r w:rsidRPr="00950126">
              <w:t>5,0</w:t>
            </w:r>
          </w:p>
        </w:tc>
        <w:tc>
          <w:tcPr>
            <w:tcW w:w="510" w:type="dxa"/>
            <w:noWrap/>
          </w:tcPr>
          <w:p w14:paraId="64390576" w14:textId="77777777" w:rsidR="00577102" w:rsidRPr="000770A1" w:rsidRDefault="00577102" w:rsidP="00126082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14:paraId="7A936E9C" w14:textId="77777777" w:rsidR="00577102" w:rsidRPr="00233F5C" w:rsidRDefault="00577102" w:rsidP="00126082">
            <w:pPr>
              <w:pStyle w:val="TabEtichette"/>
            </w:pPr>
            <w:r>
              <w:t>Saldo di conto corrente (4)</w:t>
            </w:r>
          </w:p>
        </w:tc>
        <w:tc>
          <w:tcPr>
            <w:tcW w:w="737" w:type="dxa"/>
            <w:noWrap/>
          </w:tcPr>
          <w:p w14:paraId="05074259" w14:textId="77777777" w:rsidR="00577102" w:rsidRPr="008D37A3" w:rsidRDefault="00577102" w:rsidP="00126082">
            <w:pPr>
              <w:pStyle w:val="TabNumeri"/>
            </w:pPr>
            <w:r w:rsidRPr="00C871E3">
              <w:t>2,7</w:t>
            </w:r>
          </w:p>
        </w:tc>
        <w:tc>
          <w:tcPr>
            <w:tcW w:w="737" w:type="dxa"/>
          </w:tcPr>
          <w:p w14:paraId="02890490" w14:textId="77777777" w:rsidR="00577102" w:rsidRPr="008D37A3" w:rsidRDefault="00577102" w:rsidP="00126082">
            <w:pPr>
              <w:pStyle w:val="TabNumeri"/>
            </w:pPr>
            <w:r w:rsidRPr="00C871E3">
              <w:t>2,0</w:t>
            </w:r>
          </w:p>
        </w:tc>
        <w:tc>
          <w:tcPr>
            <w:tcW w:w="737" w:type="dxa"/>
            <w:noWrap/>
          </w:tcPr>
          <w:p w14:paraId="5D80AC94" w14:textId="77777777" w:rsidR="00577102" w:rsidRPr="008D37A3" w:rsidRDefault="00577102" w:rsidP="00126082">
            <w:pPr>
              <w:pStyle w:val="TabNumeri"/>
            </w:pPr>
            <w:r w:rsidRPr="00C871E3">
              <w:t>2,6</w:t>
            </w:r>
          </w:p>
        </w:tc>
      </w:tr>
      <w:tr w:rsidR="00577102" w14:paraId="77422775" w14:textId="77777777" w:rsidTr="00126082">
        <w:trPr>
          <w:gridAfter w:val="1"/>
          <w:wAfter w:w="16" w:type="dxa"/>
          <w:cantSplit/>
          <w:trHeight w:val="255"/>
        </w:trPr>
        <w:tc>
          <w:tcPr>
            <w:tcW w:w="2211" w:type="dxa"/>
            <w:shd w:val="clear" w:color="auto" w:fill="EAF1DD" w:themeFill="accent3" w:themeFillTint="33"/>
            <w:noWrap/>
          </w:tcPr>
          <w:p w14:paraId="666C3FAC" w14:textId="77777777" w:rsidR="00577102" w:rsidRPr="00233F5C" w:rsidRDefault="00577102" w:rsidP="00126082">
            <w:pPr>
              <w:pStyle w:val="TabEtichette"/>
            </w:pPr>
            <w:r w:rsidRPr="00233F5C">
              <w:t xml:space="preserve">Consumi </w:t>
            </w:r>
            <w:r>
              <w:t>privati (1, 2)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61D395AE" w14:textId="77777777" w:rsidR="00577102" w:rsidRPr="00902005" w:rsidRDefault="00577102" w:rsidP="00126082">
            <w:pPr>
              <w:pStyle w:val="TabNumeri"/>
            </w:pPr>
            <w:r w:rsidRPr="00950126">
              <w:t>1,3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0D221925" w14:textId="77777777" w:rsidR="00577102" w:rsidRPr="00902005" w:rsidRDefault="00577102" w:rsidP="00126082">
            <w:pPr>
              <w:pStyle w:val="TabNumeri"/>
            </w:pPr>
            <w:r w:rsidRPr="00950126">
              <w:t>-8,0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702B4740" w14:textId="77777777" w:rsidR="00577102" w:rsidRPr="00902005" w:rsidRDefault="00577102" w:rsidP="00126082">
            <w:pPr>
              <w:pStyle w:val="TabNumeri"/>
            </w:pPr>
            <w:r w:rsidRPr="00950126">
              <w:t>5,9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475965E6" w14:textId="77777777" w:rsidR="00577102" w:rsidRPr="000770A1" w:rsidRDefault="00577102" w:rsidP="00126082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shd w:val="clear" w:color="auto" w:fill="EAF1DD" w:themeFill="accent3" w:themeFillTint="33"/>
          </w:tcPr>
          <w:p w14:paraId="4BA707F0" w14:textId="77777777" w:rsidR="00577102" w:rsidRPr="00233F5C" w:rsidRDefault="00577102" w:rsidP="00126082">
            <w:pPr>
              <w:pStyle w:val="TabEtichette"/>
            </w:pPr>
            <w:r>
              <w:t>Occupazione (1)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61E864CB" w14:textId="77777777" w:rsidR="00577102" w:rsidRPr="008D37A3" w:rsidRDefault="00577102" w:rsidP="00126082">
            <w:pPr>
              <w:pStyle w:val="TabNumeri"/>
            </w:pPr>
            <w:r w:rsidRPr="00C871E3">
              <w:t>1,2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14:paraId="2B6F9B16" w14:textId="77777777" w:rsidR="00577102" w:rsidRPr="008D37A3" w:rsidRDefault="00577102" w:rsidP="00126082">
            <w:pPr>
              <w:pStyle w:val="TabNumeri"/>
            </w:pPr>
            <w:r w:rsidRPr="00C871E3">
              <w:t>-2,3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739D5E93" w14:textId="77777777" w:rsidR="00577102" w:rsidRPr="008D37A3" w:rsidRDefault="00577102" w:rsidP="00126082">
            <w:pPr>
              <w:pStyle w:val="TabNumeri"/>
            </w:pPr>
            <w:r w:rsidRPr="00C871E3">
              <w:t>0,1</w:t>
            </w:r>
          </w:p>
        </w:tc>
      </w:tr>
      <w:tr w:rsidR="00577102" w14:paraId="3421FEEB" w14:textId="77777777" w:rsidTr="00126082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14:paraId="3FF0AFA9" w14:textId="77777777" w:rsidR="00577102" w:rsidRPr="00233F5C" w:rsidRDefault="00577102" w:rsidP="00126082">
            <w:pPr>
              <w:pStyle w:val="TabEtichette"/>
            </w:pPr>
            <w:r w:rsidRPr="00233F5C">
              <w:t xml:space="preserve">Consumi </w:t>
            </w:r>
            <w:r>
              <w:t>pubblici (1, 2)</w:t>
            </w:r>
          </w:p>
        </w:tc>
        <w:tc>
          <w:tcPr>
            <w:tcW w:w="737" w:type="dxa"/>
            <w:noWrap/>
          </w:tcPr>
          <w:p w14:paraId="0F8FBF7D" w14:textId="77777777" w:rsidR="00577102" w:rsidRPr="00902005" w:rsidRDefault="00577102" w:rsidP="00126082">
            <w:pPr>
              <w:pStyle w:val="TabNumeri"/>
            </w:pPr>
            <w:r w:rsidRPr="00950126">
              <w:t>1,8</w:t>
            </w:r>
          </w:p>
        </w:tc>
        <w:tc>
          <w:tcPr>
            <w:tcW w:w="737" w:type="dxa"/>
            <w:noWrap/>
          </w:tcPr>
          <w:p w14:paraId="18B1D0C4" w14:textId="77777777" w:rsidR="00577102" w:rsidRPr="00902005" w:rsidRDefault="00577102" w:rsidP="00126082">
            <w:pPr>
              <w:pStyle w:val="TabNumeri"/>
            </w:pPr>
            <w:r w:rsidRPr="00950126">
              <w:t>1,7</w:t>
            </w:r>
          </w:p>
        </w:tc>
        <w:tc>
          <w:tcPr>
            <w:tcW w:w="737" w:type="dxa"/>
            <w:noWrap/>
          </w:tcPr>
          <w:p w14:paraId="78A2A513" w14:textId="77777777" w:rsidR="00577102" w:rsidRPr="00902005" w:rsidRDefault="00577102" w:rsidP="00126082">
            <w:pPr>
              <w:pStyle w:val="TabNumeri"/>
            </w:pPr>
            <w:r w:rsidRPr="00950126">
              <w:t>1,7</w:t>
            </w:r>
          </w:p>
        </w:tc>
        <w:tc>
          <w:tcPr>
            <w:tcW w:w="510" w:type="dxa"/>
            <w:noWrap/>
          </w:tcPr>
          <w:p w14:paraId="12A3BABF" w14:textId="77777777" w:rsidR="00577102" w:rsidRPr="000770A1" w:rsidRDefault="00577102" w:rsidP="00126082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14:paraId="2E3FFA25" w14:textId="77777777" w:rsidR="00577102" w:rsidRPr="00233F5C" w:rsidRDefault="00577102" w:rsidP="00126082">
            <w:pPr>
              <w:pStyle w:val="TabEtichette"/>
            </w:pPr>
            <w:r>
              <w:t>Tasso di d</w:t>
            </w:r>
            <w:r w:rsidRPr="00233F5C">
              <w:t>isoccupazione [</w:t>
            </w:r>
            <w:r>
              <w:t>5</w:t>
            </w:r>
            <w:r w:rsidRPr="00233F5C">
              <w:t>]</w:t>
            </w:r>
          </w:p>
        </w:tc>
        <w:tc>
          <w:tcPr>
            <w:tcW w:w="737" w:type="dxa"/>
            <w:noWrap/>
          </w:tcPr>
          <w:p w14:paraId="676C1F3A" w14:textId="77777777" w:rsidR="00577102" w:rsidRPr="008D37A3" w:rsidRDefault="00577102" w:rsidP="00126082">
            <w:pPr>
              <w:pStyle w:val="TabNumeri"/>
            </w:pPr>
            <w:r w:rsidRPr="00C871E3">
              <w:t>7,6</w:t>
            </w:r>
          </w:p>
        </w:tc>
        <w:tc>
          <w:tcPr>
            <w:tcW w:w="737" w:type="dxa"/>
          </w:tcPr>
          <w:p w14:paraId="39F6E058" w14:textId="77777777" w:rsidR="00577102" w:rsidRPr="008D37A3" w:rsidRDefault="00577102" w:rsidP="00126082">
            <w:pPr>
              <w:pStyle w:val="TabNumeri"/>
            </w:pPr>
            <w:r w:rsidRPr="00C871E3">
              <w:t>8,5</w:t>
            </w:r>
          </w:p>
        </w:tc>
        <w:tc>
          <w:tcPr>
            <w:tcW w:w="737" w:type="dxa"/>
            <w:noWrap/>
          </w:tcPr>
          <w:p w14:paraId="4F095580" w14:textId="77777777" w:rsidR="00577102" w:rsidRPr="008D37A3" w:rsidRDefault="00577102" w:rsidP="00126082">
            <w:pPr>
              <w:pStyle w:val="TabNumeri"/>
            </w:pPr>
            <w:r w:rsidRPr="00C871E3">
              <w:t>9,5</w:t>
            </w:r>
          </w:p>
        </w:tc>
      </w:tr>
      <w:tr w:rsidR="00577102" w14:paraId="0DDBF933" w14:textId="77777777" w:rsidTr="00126082">
        <w:trPr>
          <w:gridAfter w:val="1"/>
          <w:wAfter w:w="16" w:type="dxa"/>
          <w:cantSplit/>
          <w:trHeight w:val="255"/>
        </w:trPr>
        <w:tc>
          <w:tcPr>
            <w:tcW w:w="2211" w:type="dxa"/>
            <w:shd w:val="clear" w:color="auto" w:fill="EAF1DD" w:themeFill="accent3" w:themeFillTint="33"/>
            <w:noWrap/>
          </w:tcPr>
          <w:p w14:paraId="173D5B09" w14:textId="77777777" w:rsidR="00577102" w:rsidRPr="00233F5C" w:rsidRDefault="00577102" w:rsidP="00126082">
            <w:pPr>
              <w:pStyle w:val="TabEtichette"/>
            </w:pPr>
            <w:r w:rsidRPr="00233F5C">
              <w:t>Investimenti fissi lordi</w:t>
            </w:r>
            <w:r>
              <w:t xml:space="preserve"> (1, 2)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27DA1DB2" w14:textId="77777777" w:rsidR="00577102" w:rsidRPr="00902005" w:rsidRDefault="00577102" w:rsidP="00126082">
            <w:pPr>
              <w:pStyle w:val="TabNumeri"/>
            </w:pPr>
            <w:r w:rsidRPr="00950126">
              <w:t>5,0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75B1FCB1" w14:textId="77777777" w:rsidR="00577102" w:rsidRPr="00902005" w:rsidRDefault="00577102" w:rsidP="00126082">
            <w:pPr>
              <w:pStyle w:val="TabNumeri"/>
            </w:pPr>
            <w:r w:rsidRPr="00950126">
              <w:t>-12,3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483819FF" w14:textId="77777777" w:rsidR="00577102" w:rsidRPr="00902005" w:rsidRDefault="00577102" w:rsidP="00126082">
            <w:pPr>
              <w:pStyle w:val="TabNumeri"/>
            </w:pPr>
            <w:r w:rsidRPr="00950126">
              <w:t>6,3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2B4A23AE" w14:textId="77777777" w:rsidR="00577102" w:rsidRPr="000770A1" w:rsidRDefault="00577102" w:rsidP="00126082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shd w:val="clear" w:color="auto" w:fill="EAF1DD" w:themeFill="accent3" w:themeFillTint="33"/>
          </w:tcPr>
          <w:p w14:paraId="56478E18" w14:textId="77777777" w:rsidR="00577102" w:rsidRPr="00233F5C" w:rsidRDefault="00577102" w:rsidP="00126082">
            <w:pPr>
              <w:pStyle w:val="TabEtichette"/>
            </w:pPr>
            <w:r w:rsidRPr="00233F5C">
              <w:t>Prezzi al consumo</w:t>
            </w:r>
            <w:r>
              <w:t xml:space="preserve"> [1, 6]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12231E4A" w14:textId="77777777" w:rsidR="00577102" w:rsidRPr="008D37A3" w:rsidRDefault="00577102" w:rsidP="00126082">
            <w:pPr>
              <w:pStyle w:val="TabNumeri"/>
            </w:pPr>
            <w:r w:rsidRPr="00C871E3">
              <w:t>1,2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14:paraId="684DC21D" w14:textId="77777777" w:rsidR="00577102" w:rsidRPr="008D37A3" w:rsidRDefault="00577102" w:rsidP="00126082">
            <w:pPr>
              <w:pStyle w:val="TabNumeri"/>
            </w:pPr>
            <w:r w:rsidRPr="00C871E3">
              <w:t>0,3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0A1CCC72" w14:textId="77777777" w:rsidR="00577102" w:rsidRPr="008D37A3" w:rsidRDefault="00577102" w:rsidP="00126082">
            <w:pPr>
              <w:pStyle w:val="TabNumeri"/>
            </w:pPr>
            <w:r w:rsidRPr="00C871E3">
              <w:t>1,0</w:t>
            </w:r>
          </w:p>
        </w:tc>
      </w:tr>
      <w:tr w:rsidR="00577102" w14:paraId="28D3D105" w14:textId="77777777" w:rsidTr="00126082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14:paraId="4AF3CD74" w14:textId="77777777" w:rsidR="00577102" w:rsidRPr="00233F5C" w:rsidRDefault="00577102" w:rsidP="00126082">
            <w:pPr>
              <w:pStyle w:val="TabEtichette"/>
            </w:pPr>
            <w:r w:rsidRPr="00233F5C">
              <w:t>Esportazioni</w:t>
            </w:r>
            <w:r>
              <w:t xml:space="preserve"> (1, 2, 3)</w:t>
            </w:r>
          </w:p>
        </w:tc>
        <w:tc>
          <w:tcPr>
            <w:tcW w:w="737" w:type="dxa"/>
            <w:noWrap/>
          </w:tcPr>
          <w:p w14:paraId="061DB043" w14:textId="77777777" w:rsidR="00577102" w:rsidRPr="00902005" w:rsidRDefault="00577102" w:rsidP="00126082">
            <w:pPr>
              <w:pStyle w:val="TabNumeri"/>
            </w:pPr>
            <w:r w:rsidRPr="00950126">
              <w:t>2,5</w:t>
            </w:r>
          </w:p>
        </w:tc>
        <w:tc>
          <w:tcPr>
            <w:tcW w:w="737" w:type="dxa"/>
            <w:noWrap/>
          </w:tcPr>
          <w:p w14:paraId="3BFFBB01" w14:textId="77777777" w:rsidR="00577102" w:rsidRPr="00902005" w:rsidRDefault="00577102" w:rsidP="00126082">
            <w:pPr>
              <w:pStyle w:val="TabNumeri"/>
            </w:pPr>
            <w:r w:rsidRPr="00950126">
              <w:t>-13,7</w:t>
            </w:r>
          </w:p>
        </w:tc>
        <w:tc>
          <w:tcPr>
            <w:tcW w:w="737" w:type="dxa"/>
            <w:noWrap/>
          </w:tcPr>
          <w:p w14:paraId="5CB5E5D6" w14:textId="77777777" w:rsidR="00577102" w:rsidRPr="00902005" w:rsidRDefault="00577102" w:rsidP="00126082">
            <w:pPr>
              <w:pStyle w:val="TabNumeri"/>
            </w:pPr>
            <w:r w:rsidRPr="00950126">
              <w:t>7,4</w:t>
            </w:r>
          </w:p>
        </w:tc>
        <w:tc>
          <w:tcPr>
            <w:tcW w:w="510" w:type="dxa"/>
            <w:noWrap/>
          </w:tcPr>
          <w:p w14:paraId="493F1FBA" w14:textId="77777777" w:rsidR="00577102" w:rsidRPr="000770A1" w:rsidRDefault="00577102" w:rsidP="00126082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14:paraId="15B10C5F" w14:textId="77777777" w:rsidR="00577102" w:rsidRPr="00233F5C" w:rsidRDefault="00577102" w:rsidP="00126082">
            <w:pPr>
              <w:pStyle w:val="TabEtichette"/>
            </w:pPr>
            <w:r w:rsidRPr="00233F5C">
              <w:t>Ind</w:t>
            </w:r>
            <w:r>
              <w:t>ebitamento della P.A. [4]</w:t>
            </w:r>
          </w:p>
        </w:tc>
        <w:tc>
          <w:tcPr>
            <w:tcW w:w="737" w:type="dxa"/>
            <w:noWrap/>
          </w:tcPr>
          <w:p w14:paraId="44345E45" w14:textId="77777777" w:rsidR="00577102" w:rsidRPr="008D37A3" w:rsidRDefault="00577102" w:rsidP="00126082">
            <w:pPr>
              <w:pStyle w:val="TabNumeri"/>
            </w:pPr>
            <w:r w:rsidRPr="00C871E3">
              <w:t>0,6</w:t>
            </w:r>
          </w:p>
        </w:tc>
        <w:tc>
          <w:tcPr>
            <w:tcW w:w="737" w:type="dxa"/>
          </w:tcPr>
          <w:p w14:paraId="28115B07" w14:textId="77777777" w:rsidR="00577102" w:rsidRPr="008D37A3" w:rsidRDefault="00577102" w:rsidP="00126082">
            <w:pPr>
              <w:pStyle w:val="TabNumeri"/>
            </w:pPr>
            <w:r w:rsidRPr="00C871E3">
              <w:t>8,8</w:t>
            </w:r>
          </w:p>
        </w:tc>
        <w:tc>
          <w:tcPr>
            <w:tcW w:w="737" w:type="dxa"/>
            <w:noWrap/>
          </w:tcPr>
          <w:p w14:paraId="3CDDECD7" w14:textId="77777777" w:rsidR="00577102" w:rsidRPr="008D37A3" w:rsidRDefault="00577102" w:rsidP="00126082">
            <w:pPr>
              <w:pStyle w:val="TabNumeri"/>
            </w:pPr>
            <w:r w:rsidRPr="00C871E3">
              <w:t>4,9</w:t>
            </w:r>
          </w:p>
        </w:tc>
      </w:tr>
      <w:tr w:rsidR="00577102" w14:paraId="34E8BA59" w14:textId="77777777" w:rsidTr="00126082">
        <w:trPr>
          <w:gridAfter w:val="1"/>
          <w:wAfter w:w="16" w:type="dxa"/>
          <w:cantSplit/>
          <w:trHeight w:val="255"/>
        </w:trPr>
        <w:tc>
          <w:tcPr>
            <w:tcW w:w="221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61066948" w14:textId="77777777" w:rsidR="00577102" w:rsidRDefault="00577102" w:rsidP="00126082">
            <w:pPr>
              <w:pStyle w:val="TabEtichette"/>
            </w:pPr>
            <w:r w:rsidRPr="00233F5C">
              <w:t>Importazioni</w:t>
            </w:r>
            <w:r>
              <w:t xml:space="preserve"> (1, 2, 3)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4E01DF66" w14:textId="77777777" w:rsidR="00577102" w:rsidRPr="00902005" w:rsidRDefault="00577102" w:rsidP="00126082">
            <w:pPr>
              <w:pStyle w:val="TabNumeri"/>
            </w:pPr>
            <w:r w:rsidRPr="00950126">
              <w:t>3,9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38E429A4" w14:textId="77777777" w:rsidR="00577102" w:rsidRPr="00902005" w:rsidRDefault="00577102" w:rsidP="00126082">
            <w:pPr>
              <w:pStyle w:val="TabNumeri"/>
            </w:pPr>
            <w:r w:rsidRPr="00950126">
              <w:t>-11,7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241E4D66" w14:textId="77777777" w:rsidR="00577102" w:rsidRDefault="00577102" w:rsidP="00126082">
            <w:pPr>
              <w:pStyle w:val="TabNumeri"/>
            </w:pPr>
            <w:r w:rsidRPr="00950126">
              <w:t>7,0</w:t>
            </w:r>
          </w:p>
        </w:tc>
        <w:tc>
          <w:tcPr>
            <w:tcW w:w="51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398C0D35" w14:textId="77777777" w:rsidR="00577102" w:rsidRPr="000770A1" w:rsidRDefault="00577102" w:rsidP="00126082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14:paraId="4CE38B36" w14:textId="77777777" w:rsidR="00577102" w:rsidRDefault="00577102" w:rsidP="00126082">
            <w:pPr>
              <w:pStyle w:val="TabEtichette"/>
            </w:pPr>
            <w:r>
              <w:t>Debito lordo della. P.A. [4</w:t>
            </w:r>
            <w:r w:rsidRPr="00233F5C">
              <w:t>]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5060721B" w14:textId="77777777" w:rsidR="00577102" w:rsidRPr="008D37A3" w:rsidRDefault="00577102" w:rsidP="00126082">
            <w:pPr>
              <w:pStyle w:val="TabNumeri"/>
            </w:pPr>
            <w:r w:rsidRPr="00C871E3">
              <w:t>84,0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14:paraId="1F064755" w14:textId="77777777" w:rsidR="00577102" w:rsidRPr="008D37A3" w:rsidRDefault="00577102" w:rsidP="00126082">
            <w:pPr>
              <w:pStyle w:val="TabNumeri"/>
            </w:pPr>
            <w:r w:rsidRPr="00C871E3">
              <w:t>100,7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4EEB5355" w14:textId="77777777" w:rsidR="00577102" w:rsidRDefault="00577102" w:rsidP="00126082">
            <w:pPr>
              <w:pStyle w:val="TabNumeri"/>
            </w:pPr>
            <w:r w:rsidRPr="00C871E3">
              <w:t>100,0</w:t>
            </w:r>
          </w:p>
        </w:tc>
      </w:tr>
      <w:tr w:rsidR="00577102" w:rsidRPr="000A72A5" w14:paraId="6CEBB227" w14:textId="77777777" w:rsidTr="00126082">
        <w:trPr>
          <w:cantSplit/>
          <w:trHeight w:val="255"/>
        </w:trPr>
        <w:tc>
          <w:tcPr>
            <w:tcW w:w="9370" w:type="dxa"/>
            <w:gridSpan w:val="10"/>
            <w:tcBorders>
              <w:top w:val="single" w:sz="4" w:space="0" w:color="632423" w:themeColor="accent2" w:themeShade="80"/>
            </w:tcBorders>
            <w:noWrap/>
          </w:tcPr>
          <w:p w14:paraId="5F41B355" w14:textId="77777777" w:rsidR="00577102" w:rsidRPr="00D76DB6" w:rsidRDefault="00577102" w:rsidP="00126082">
            <w:pPr>
              <w:pStyle w:val="TabNoteSuperiori"/>
            </w:pPr>
            <w:r>
              <w:t>[1] T</w:t>
            </w:r>
            <w:r w:rsidRPr="000465E3">
              <w:t>assi di variazione tendenziale</w:t>
            </w:r>
            <w:r>
              <w:t xml:space="preserve"> percentuale- [2] Dati </w:t>
            </w:r>
            <w:r w:rsidRPr="000125CF">
              <w:t>corretti per il numero di giornate</w:t>
            </w:r>
            <w:r>
              <w:t xml:space="preserve"> lavorative. [3] Compreso il commercio all’interno dell’area dell’euro. </w:t>
            </w:r>
            <w:r w:rsidRPr="00D76DB6">
              <w:t>[</w:t>
            </w:r>
            <w:r>
              <w:t>4</w:t>
            </w:r>
            <w:r w:rsidRPr="00D76DB6">
              <w:t xml:space="preserve">] </w:t>
            </w:r>
            <w:r>
              <w:t>In p</w:t>
            </w:r>
            <w:r w:rsidRPr="00D76DB6">
              <w:t xml:space="preserve">ercentuale </w:t>
            </w:r>
            <w:r>
              <w:t>de</w:t>
            </w:r>
            <w:r w:rsidRPr="00D76DB6">
              <w:t xml:space="preserve">l Pil. </w:t>
            </w:r>
            <w:r>
              <w:t xml:space="preserve">[5] Percentuale della forza lavoro. [6] </w:t>
            </w:r>
            <w:r w:rsidRPr="00D76DB6">
              <w:t xml:space="preserve">Tasso di inflazione </w:t>
            </w:r>
            <w:r w:rsidRPr="0073321F">
              <w:t>armonizzato</w:t>
            </w:r>
            <w:r w:rsidRPr="00D76DB6">
              <w:t xml:space="preserve"> Ue. </w:t>
            </w:r>
          </w:p>
          <w:p w14:paraId="353FD56E" w14:textId="7300DA49" w:rsidR="00577102" w:rsidRPr="00B46941" w:rsidRDefault="00577102" w:rsidP="00577102">
            <w:pPr>
              <w:pStyle w:val="TabNoteInferiori"/>
            </w:pPr>
            <w:r w:rsidRPr="00B46941">
              <w:t xml:space="preserve">Fonte: </w:t>
            </w:r>
            <w:proofErr w:type="spellStart"/>
            <w:r w:rsidRPr="00B46941">
              <w:t>European</w:t>
            </w:r>
            <w:proofErr w:type="spellEnd"/>
            <w:r w:rsidRPr="00B46941">
              <w:t xml:space="preserve"> Central Bank, ECB </w:t>
            </w:r>
            <w:proofErr w:type="spellStart"/>
            <w:r w:rsidRPr="00B46941">
              <w:t>macroeconomic</w:t>
            </w:r>
            <w:proofErr w:type="spellEnd"/>
            <w:r w:rsidRPr="00B46941">
              <w:t xml:space="preserve"> </w:t>
            </w:r>
            <w:proofErr w:type="spellStart"/>
            <w:r w:rsidRPr="00B46941">
              <w:t>projections</w:t>
            </w:r>
            <w:proofErr w:type="spellEnd"/>
            <w:r w:rsidRPr="00B46941">
              <w:t xml:space="preserve"> for the euro area, </w:t>
            </w:r>
            <w:r w:rsidRPr="00B46941">
              <w:rPr>
                <w:color w:val="0070C0"/>
              </w:rPr>
              <w:t xml:space="preserve">10 settembre </w:t>
            </w:r>
            <w:r w:rsidRPr="00BD248C">
              <w:rPr>
                <w:color w:val="0070C0"/>
                <w:lang w:val="en-US"/>
              </w:rPr>
              <w:fldChar w:fldCharType="begin"/>
            </w:r>
            <w:r w:rsidRPr="00BD248C">
              <w:rPr>
                <w:color w:val="0070C0"/>
                <w:lang w:val="en-US"/>
              </w:rPr>
              <w:instrText xml:space="preserve"> DATE  \@ "yyyy"  \* MERGEFORMAT </w:instrText>
            </w:r>
            <w:r w:rsidRPr="00BD248C">
              <w:rPr>
                <w:color w:val="0070C0"/>
                <w:lang w:val="en-US"/>
              </w:rPr>
              <w:fldChar w:fldCharType="separate"/>
            </w:r>
            <w:r w:rsidR="00B46941">
              <w:rPr>
                <w:noProof/>
                <w:color w:val="0070C0"/>
                <w:lang w:val="en-US"/>
              </w:rPr>
              <w:t>2020</w:t>
            </w:r>
            <w:r w:rsidRPr="00BD248C">
              <w:rPr>
                <w:color w:val="0070C0"/>
                <w:lang w:val="en-US"/>
              </w:rPr>
              <w:fldChar w:fldCharType="end"/>
            </w:r>
          </w:p>
        </w:tc>
      </w:tr>
    </w:tbl>
    <w:bookmarkEnd w:id="9"/>
    <w:p w14:paraId="33B32033" w14:textId="77777777" w:rsidR="002A3FE8" w:rsidRDefault="002A3FE8" w:rsidP="002A3FE8">
      <w:r>
        <w:t>ancora</w:t>
      </w:r>
    </w:p>
    <w:p w14:paraId="79E70842" w14:textId="77777777" w:rsidR="002A3FE8" w:rsidRPr="00E40A1B" w:rsidRDefault="002A3FE8" w:rsidP="002A3FE8"/>
    <w:p w14:paraId="2F34D3F9" w14:textId="77777777" w:rsidR="002A3FE8" w:rsidRPr="00E40A1B" w:rsidRDefault="002A3FE8" w:rsidP="002A3FE8">
      <w:pPr>
        <w:spacing w:line="240" w:lineRule="auto"/>
        <w:ind w:firstLine="0"/>
        <w:jc w:val="left"/>
      </w:pPr>
      <w:r w:rsidRPr="00E40A1B">
        <w:br w:type="page"/>
      </w:r>
    </w:p>
    <w:p w14:paraId="35353617" w14:textId="77777777" w:rsidR="00EF2792" w:rsidRDefault="00EF2792" w:rsidP="00EF2792"/>
    <w:tbl>
      <w:tblPr>
        <w:tblStyle w:val="Grigliatabella"/>
        <w:tblpPr w:topFromText="284" w:bottomFromText="284" w:horzAnchor="margin" w:tblpXSpec="center" w:tblpYSpec="top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722AB2" w:rsidRPr="002B550F" w14:paraId="66A613E4" w14:textId="77777777" w:rsidTr="00126082">
        <w:tc>
          <w:tcPr>
            <w:tcW w:w="9356" w:type="dxa"/>
          </w:tcPr>
          <w:p w14:paraId="2B8D4BEA" w14:textId="77777777" w:rsidR="00722AB2" w:rsidRPr="002B550F" w:rsidRDefault="00722AB2" w:rsidP="00126082">
            <w:pPr>
              <w:pStyle w:val="FigTitolo"/>
            </w:pPr>
            <w:r w:rsidRPr="002B550F">
              <w:t xml:space="preserve">Tasso di variazione del </w:t>
            </w:r>
            <w:r>
              <w:t>p</w:t>
            </w:r>
            <w:r w:rsidRPr="002B550F">
              <w:t>rodotto interno lordo</w:t>
            </w:r>
            <w:r>
              <w:t xml:space="preserve"> per l’area dell’euro, l’Unione europea e alcuni paesi europei</w:t>
            </w:r>
          </w:p>
        </w:tc>
      </w:tr>
      <w:tr w:rsidR="00722AB2" w:rsidRPr="002B550F" w14:paraId="5A806B4A" w14:textId="77777777" w:rsidTr="00126082">
        <w:tc>
          <w:tcPr>
            <w:tcW w:w="9356" w:type="dxa"/>
          </w:tcPr>
          <w:p w14:paraId="0C560166" w14:textId="77777777" w:rsidR="00722AB2" w:rsidRPr="00674C12" w:rsidRDefault="00722AB2" w:rsidP="00126082">
            <w:pPr>
              <w:pStyle w:val="Figure"/>
            </w:pPr>
            <w:r w:rsidRPr="000A72A5">
              <w:rPr>
                <w:noProof/>
              </w:rPr>
              <w:drawing>
                <wp:inline distT="0" distB="0" distL="0" distR="0" wp14:anchorId="195F7B51" wp14:editId="7F0A812D">
                  <wp:extent cx="5905500" cy="1800225"/>
                  <wp:effectExtent l="0" t="0" r="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0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2AB2" w:rsidRPr="007862B1" w14:paraId="325C48BE" w14:textId="77777777" w:rsidTr="00126082">
        <w:tc>
          <w:tcPr>
            <w:tcW w:w="9356" w:type="dxa"/>
          </w:tcPr>
          <w:p w14:paraId="0BA0C96E" w14:textId="77777777" w:rsidR="00722AB2" w:rsidRPr="00860890" w:rsidRDefault="00722AB2" w:rsidP="00126082">
            <w:pPr>
              <w:pStyle w:val="TabNoteSuperiori"/>
            </w:pPr>
            <w:r w:rsidRPr="00E62C8F">
              <w:t>Prometeia, Rapport</w:t>
            </w:r>
            <w:r>
              <w:t>o di previsione, 25 settembre 2020</w:t>
            </w:r>
          </w:p>
        </w:tc>
      </w:tr>
    </w:tbl>
    <w:p w14:paraId="75DFED7C" w14:textId="77777777" w:rsidR="00EF2792" w:rsidRDefault="00EF2792" w:rsidP="00EF2792">
      <w:r>
        <w:t>ancora</w:t>
      </w:r>
    </w:p>
    <w:p w14:paraId="2AA6B046" w14:textId="77777777" w:rsidR="00EF2792" w:rsidRPr="00E40A1B" w:rsidRDefault="00EF2792" w:rsidP="00EF2792"/>
    <w:p w14:paraId="57C53B94" w14:textId="77777777" w:rsidR="00EF2792" w:rsidRPr="00E40A1B" w:rsidRDefault="00EF2792" w:rsidP="00EF2792">
      <w:pPr>
        <w:spacing w:line="240" w:lineRule="auto"/>
        <w:ind w:firstLine="0"/>
        <w:jc w:val="left"/>
      </w:pPr>
      <w:r w:rsidRPr="00E40A1B">
        <w:br w:type="page"/>
      </w:r>
    </w:p>
    <w:p w14:paraId="11CC253D" w14:textId="77777777" w:rsidR="00F81CE8" w:rsidRDefault="00CF2079" w:rsidP="00F81CE8">
      <w:pPr>
        <w:pStyle w:val="Titolo2"/>
      </w:pPr>
      <w:r>
        <w:lastRenderedPageBreak/>
        <w:t>X</w:t>
      </w:r>
      <w:r w:rsidR="00F81CE8">
        <w:t>.2.</w:t>
      </w:r>
      <w:r w:rsidR="00F81CE8">
        <w:tab/>
      </w:r>
      <w:r w:rsidR="00F81CE8" w:rsidRPr="00F81CE8">
        <w:t xml:space="preserve">Il quadro </w:t>
      </w:r>
      <w:r w:rsidR="006C2562">
        <w:t>nazionale.</w:t>
      </w:r>
      <w:bookmarkEnd w:id="7"/>
      <w:bookmarkEnd w:id="8"/>
    </w:p>
    <w:p w14:paraId="5FBD4B8E" w14:textId="77777777" w:rsidR="002958B5" w:rsidRDefault="002958B5" w:rsidP="002958B5"/>
    <w:tbl>
      <w:tblPr>
        <w:tblpPr w:topFromText="284" w:bottomFromText="284" w:horzAnchor="margin" w:tblpXSpec="center" w:tblpYSpec="top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A13F9E" w14:paraId="580CDC8E" w14:textId="77777777" w:rsidTr="00A13F9E">
        <w:tc>
          <w:tcPr>
            <w:tcW w:w="9356" w:type="dxa"/>
          </w:tcPr>
          <w:p w14:paraId="64241A2B" w14:textId="77777777" w:rsidR="00A13F9E" w:rsidRDefault="00A13F9E" w:rsidP="00A13F9E">
            <w:pPr>
              <w:pStyle w:val="FigTitolo"/>
            </w:pPr>
            <w:bookmarkStart w:id="10" w:name="_Hlk52805834"/>
            <w:r>
              <w:t>Prodotto interno lordo, valori concatenati (anno di riferimento 2015), dati destagionalizzati e corretti.</w:t>
            </w:r>
            <w:r>
              <w:br/>
              <w:t>Numero indice (2015=100) e tasso di variazione sul trimestre precedente.</w:t>
            </w:r>
          </w:p>
        </w:tc>
      </w:tr>
      <w:tr w:rsidR="00A13F9E" w14:paraId="4CE51526" w14:textId="77777777" w:rsidTr="00A13F9E">
        <w:tblPrEx>
          <w:tblCellMar>
            <w:left w:w="70" w:type="dxa"/>
            <w:right w:w="70" w:type="dxa"/>
          </w:tblCellMar>
        </w:tblPrEx>
        <w:tc>
          <w:tcPr>
            <w:tcW w:w="9356" w:type="dxa"/>
          </w:tcPr>
          <w:p w14:paraId="007613DF" w14:textId="77777777" w:rsidR="00A13F9E" w:rsidRPr="00064064" w:rsidRDefault="00A13F9E" w:rsidP="00A13F9E">
            <w:pPr>
              <w:pStyle w:val="Figure"/>
            </w:pPr>
            <w:r w:rsidRPr="00CA195C">
              <w:rPr>
                <w:noProof/>
              </w:rPr>
              <w:drawing>
                <wp:inline distT="0" distB="0" distL="0" distR="0" wp14:anchorId="57FC45A2" wp14:editId="04083225">
                  <wp:extent cx="5893435" cy="2182495"/>
                  <wp:effectExtent l="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3435" cy="2182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3F9E" w14:paraId="5B72A3A1" w14:textId="77777777" w:rsidTr="00A13F9E">
        <w:tc>
          <w:tcPr>
            <w:tcW w:w="9356" w:type="dxa"/>
          </w:tcPr>
          <w:p w14:paraId="0B69230F" w14:textId="77777777" w:rsidR="00A13F9E" w:rsidRDefault="00A13F9E" w:rsidP="00A13F9E">
            <w:pPr>
              <w:pStyle w:val="TabNoteSuperiori"/>
            </w:pPr>
            <w:r>
              <w:t>Fonte Istat</w:t>
            </w:r>
          </w:p>
        </w:tc>
      </w:tr>
    </w:tbl>
    <w:bookmarkEnd w:id="10"/>
    <w:p w14:paraId="7D1117FA" w14:textId="77777777" w:rsidR="002958B5" w:rsidRPr="00E0114B" w:rsidRDefault="002958B5" w:rsidP="002958B5">
      <w:pPr>
        <w:rPr>
          <w:color w:val="FF0000"/>
        </w:rPr>
      </w:pPr>
      <w:r w:rsidRPr="00E0114B">
        <w:rPr>
          <w:color w:val="FF0000"/>
        </w:rPr>
        <w:t xml:space="preserve">Ancora </w:t>
      </w:r>
      <w:r>
        <w:rPr>
          <w:color w:val="FF0000"/>
        </w:rPr>
        <w:t>grafico</w:t>
      </w:r>
    </w:p>
    <w:p w14:paraId="13D1D46C" w14:textId="77777777" w:rsidR="002958B5" w:rsidRDefault="002958B5" w:rsidP="002958B5"/>
    <w:p w14:paraId="73CEFDC9" w14:textId="77777777" w:rsidR="002958B5" w:rsidRDefault="002958B5" w:rsidP="002958B5">
      <w:r>
        <w:br w:type="page"/>
      </w:r>
    </w:p>
    <w:p w14:paraId="66EAFDF4" w14:textId="77777777" w:rsidR="00E0114B" w:rsidRDefault="00E0114B" w:rsidP="003D7D2C"/>
    <w:p w14:paraId="6DB6F60F" w14:textId="77777777" w:rsidR="00250494" w:rsidRDefault="00250494" w:rsidP="00250494"/>
    <w:p w14:paraId="7BAC2590" w14:textId="77777777" w:rsidR="00A13F9E" w:rsidRDefault="00A13F9E" w:rsidP="00A13F9E"/>
    <w:tbl>
      <w:tblPr>
        <w:tblStyle w:val="Grigliatabella"/>
        <w:tblpPr w:topFromText="284" w:bottomFromText="284" w:tblpXSpec="center" w:tblpYSpec="bottom"/>
        <w:tblOverlap w:val="never"/>
        <w:tblW w:w="9359" w:type="dxa"/>
        <w:tbl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70C0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680"/>
        <w:gridCol w:w="228"/>
        <w:gridCol w:w="680"/>
        <w:gridCol w:w="228"/>
        <w:gridCol w:w="680"/>
        <w:gridCol w:w="227"/>
        <w:gridCol w:w="680"/>
        <w:gridCol w:w="228"/>
        <w:gridCol w:w="113"/>
        <w:gridCol w:w="680"/>
        <w:gridCol w:w="228"/>
        <w:gridCol w:w="680"/>
        <w:gridCol w:w="228"/>
        <w:gridCol w:w="680"/>
        <w:gridCol w:w="227"/>
        <w:gridCol w:w="680"/>
        <w:gridCol w:w="227"/>
      </w:tblGrid>
      <w:tr w:rsidR="00F87FC1" w14:paraId="554666C0" w14:textId="77777777" w:rsidTr="00F87FC1">
        <w:trPr>
          <w:cantSplit/>
          <w:trHeight w:val="255"/>
        </w:trPr>
        <w:tc>
          <w:tcPr>
            <w:tcW w:w="9359" w:type="dxa"/>
            <w:gridSpan w:val="18"/>
            <w:noWrap/>
          </w:tcPr>
          <w:p w14:paraId="299BB39D" w14:textId="77777777" w:rsidR="00F87FC1" w:rsidRDefault="00F87FC1" w:rsidP="00F87FC1">
            <w:pPr>
              <w:pStyle w:val="TabTitolo"/>
            </w:pPr>
            <w:r>
              <w:t>L'economia italiana. Consuntivo e previsioni recenti, variazioni percentuali annue a prezzi costanti salvo diversa indicazione.</w:t>
            </w:r>
          </w:p>
        </w:tc>
      </w:tr>
      <w:tr w:rsidR="00F87FC1" w:rsidRPr="00C744DD" w14:paraId="4014B3C9" w14:textId="77777777" w:rsidTr="00F87FC1">
        <w:trPr>
          <w:cantSplit/>
          <w:trHeight w:val="255"/>
        </w:trPr>
        <w:tc>
          <w:tcPr>
            <w:tcW w:w="1985" w:type="dxa"/>
            <w:noWrap/>
          </w:tcPr>
          <w:p w14:paraId="08E0AFFE" w14:textId="77777777" w:rsidR="00F87FC1" w:rsidRPr="00C744DD" w:rsidRDefault="00F87FC1" w:rsidP="00F87FC1">
            <w:pPr>
              <w:pStyle w:val="TabIntestaSup"/>
            </w:pPr>
          </w:p>
        </w:tc>
        <w:tc>
          <w:tcPr>
            <w:tcW w:w="3631" w:type="dxa"/>
            <w:gridSpan w:val="8"/>
            <w:noWrap/>
          </w:tcPr>
          <w:p w14:paraId="2ECC4764" w14:textId="77777777" w:rsidR="00F87FC1" w:rsidRPr="00C744DD" w:rsidRDefault="00F87FC1" w:rsidP="00F87FC1">
            <w:pPr>
              <w:pStyle w:val="TabIntestaSupBordo"/>
            </w:pPr>
            <w:r w:rsidRPr="00C744DD">
              <w:t>Previsioni 20</w:t>
            </w:r>
            <w:r>
              <w:t>20</w:t>
            </w:r>
          </w:p>
        </w:tc>
        <w:tc>
          <w:tcPr>
            <w:tcW w:w="113" w:type="dxa"/>
            <w:shd w:val="clear" w:color="auto" w:fill="auto"/>
            <w:noWrap/>
          </w:tcPr>
          <w:p w14:paraId="6DDB8FEE" w14:textId="77777777" w:rsidR="00F87FC1" w:rsidRPr="00C744DD" w:rsidRDefault="00F87FC1" w:rsidP="00F87FC1">
            <w:pPr>
              <w:pStyle w:val="TabIntestaSup"/>
            </w:pPr>
          </w:p>
        </w:tc>
        <w:tc>
          <w:tcPr>
            <w:tcW w:w="3630" w:type="dxa"/>
            <w:gridSpan w:val="8"/>
          </w:tcPr>
          <w:p w14:paraId="1B2D9E0A" w14:textId="77777777" w:rsidR="00F87FC1" w:rsidRPr="00C744DD" w:rsidRDefault="00F87FC1" w:rsidP="00F87FC1">
            <w:pPr>
              <w:pStyle w:val="TabIntestaSupBordo"/>
            </w:pPr>
            <w:r>
              <w:t>Previsioni 2021</w:t>
            </w:r>
          </w:p>
        </w:tc>
      </w:tr>
      <w:tr w:rsidR="00F87FC1" w:rsidRPr="00C744DD" w14:paraId="796D13BA" w14:textId="77777777" w:rsidTr="00F87FC1">
        <w:trPr>
          <w:cantSplit/>
          <w:trHeight w:val="255"/>
        </w:trPr>
        <w:tc>
          <w:tcPr>
            <w:tcW w:w="1985" w:type="dxa"/>
            <w:shd w:val="clear" w:color="auto" w:fill="auto"/>
            <w:noWrap/>
          </w:tcPr>
          <w:p w14:paraId="7541EACD" w14:textId="77777777" w:rsidR="00F87FC1" w:rsidRPr="00907898" w:rsidRDefault="00F87FC1" w:rsidP="00F87FC1">
            <w:pPr>
              <w:pStyle w:val="TabIntestaSup"/>
            </w:pPr>
          </w:p>
        </w:tc>
        <w:tc>
          <w:tcPr>
            <w:tcW w:w="908" w:type="dxa"/>
            <w:gridSpan w:val="2"/>
            <w:noWrap/>
          </w:tcPr>
          <w:p w14:paraId="7CD9B0EE" w14:textId="77777777" w:rsidR="00F87FC1" w:rsidRPr="00C744DD" w:rsidRDefault="00F87FC1" w:rsidP="00F87FC1">
            <w:pPr>
              <w:pStyle w:val="TabIntestaSup"/>
            </w:pPr>
            <w:r w:rsidRPr="00C744DD">
              <w:t>Ue</w:t>
            </w:r>
          </w:p>
        </w:tc>
        <w:tc>
          <w:tcPr>
            <w:tcW w:w="1815" w:type="dxa"/>
            <w:gridSpan w:val="4"/>
            <w:noWrap/>
          </w:tcPr>
          <w:p w14:paraId="4665A168" w14:textId="77777777" w:rsidR="00F87FC1" w:rsidRPr="00C744DD" w:rsidRDefault="00F87FC1" w:rsidP="00F87FC1">
            <w:pPr>
              <w:pStyle w:val="TabIntestaSupBordo"/>
            </w:pPr>
            <w:r w:rsidRPr="00C744DD">
              <w:t>Ocse</w:t>
            </w:r>
            <w:r>
              <w:t xml:space="preserve"> - giu-20 [1]</w:t>
            </w:r>
          </w:p>
        </w:tc>
        <w:tc>
          <w:tcPr>
            <w:tcW w:w="908" w:type="dxa"/>
            <w:gridSpan w:val="2"/>
          </w:tcPr>
          <w:p w14:paraId="43EDF1DE" w14:textId="77777777" w:rsidR="00F87FC1" w:rsidRPr="00C744DD" w:rsidRDefault="00F87FC1" w:rsidP="00F87FC1">
            <w:pPr>
              <w:pStyle w:val="TabIntestaSup"/>
            </w:pPr>
            <w:r w:rsidRPr="00C744DD">
              <w:t>Prometeia</w:t>
            </w:r>
          </w:p>
        </w:tc>
        <w:tc>
          <w:tcPr>
            <w:tcW w:w="113" w:type="dxa"/>
            <w:shd w:val="clear" w:color="auto" w:fill="auto"/>
            <w:noWrap/>
          </w:tcPr>
          <w:p w14:paraId="1A649862" w14:textId="77777777" w:rsidR="00F87FC1" w:rsidRPr="00C744DD" w:rsidRDefault="00F87FC1" w:rsidP="00F87FC1">
            <w:pPr>
              <w:pStyle w:val="TabIntestaSup"/>
            </w:pPr>
          </w:p>
        </w:tc>
        <w:tc>
          <w:tcPr>
            <w:tcW w:w="908" w:type="dxa"/>
            <w:gridSpan w:val="2"/>
          </w:tcPr>
          <w:p w14:paraId="2036AD10" w14:textId="77777777" w:rsidR="00F87FC1" w:rsidRPr="00C744DD" w:rsidRDefault="00F87FC1" w:rsidP="00F87FC1">
            <w:pPr>
              <w:pStyle w:val="TabIntestaSup"/>
            </w:pPr>
            <w:r w:rsidRPr="00C744DD">
              <w:t>Ue</w:t>
            </w:r>
          </w:p>
        </w:tc>
        <w:tc>
          <w:tcPr>
            <w:tcW w:w="1815" w:type="dxa"/>
            <w:gridSpan w:val="4"/>
            <w:noWrap/>
          </w:tcPr>
          <w:p w14:paraId="6C9A00E6" w14:textId="77777777" w:rsidR="00F87FC1" w:rsidRPr="00C744DD" w:rsidRDefault="00F87FC1" w:rsidP="00F87FC1">
            <w:pPr>
              <w:pStyle w:val="TabIntestaSupBordo"/>
            </w:pPr>
            <w:r w:rsidRPr="00C744DD">
              <w:t>Ocse</w:t>
            </w:r>
            <w:r>
              <w:t xml:space="preserve"> - giu-20 [1]</w:t>
            </w:r>
          </w:p>
        </w:tc>
        <w:tc>
          <w:tcPr>
            <w:tcW w:w="907" w:type="dxa"/>
            <w:gridSpan w:val="2"/>
          </w:tcPr>
          <w:p w14:paraId="6B215955" w14:textId="77777777" w:rsidR="00F87FC1" w:rsidRPr="00C744DD" w:rsidRDefault="00F87FC1" w:rsidP="00F87FC1">
            <w:pPr>
              <w:pStyle w:val="TabIntestaSup"/>
            </w:pPr>
            <w:r w:rsidRPr="00C744DD">
              <w:t>Prometeia</w:t>
            </w:r>
          </w:p>
        </w:tc>
      </w:tr>
      <w:tr w:rsidR="00F87FC1" w14:paraId="1AF4D7AA" w14:textId="77777777" w:rsidTr="00F87FC1">
        <w:trPr>
          <w:cantSplit/>
          <w:trHeight w:val="255"/>
        </w:trPr>
        <w:tc>
          <w:tcPr>
            <w:tcW w:w="1985" w:type="dxa"/>
            <w:noWrap/>
          </w:tcPr>
          <w:p w14:paraId="689ABE87" w14:textId="77777777" w:rsidR="00F87FC1" w:rsidRDefault="00F87FC1" w:rsidP="00F87FC1">
            <w:pPr>
              <w:pStyle w:val="TabIntestaInf"/>
            </w:pPr>
          </w:p>
        </w:tc>
        <w:tc>
          <w:tcPr>
            <w:tcW w:w="908" w:type="dxa"/>
            <w:gridSpan w:val="2"/>
            <w:tcBorders>
              <w:right w:val="single" w:sz="4" w:space="0" w:color="0070C0"/>
            </w:tcBorders>
            <w:noWrap/>
          </w:tcPr>
          <w:p w14:paraId="138C39E8" w14:textId="77777777" w:rsidR="00F87FC1" w:rsidRDefault="00F87FC1" w:rsidP="00F87FC1">
            <w:pPr>
              <w:pStyle w:val="TabIntestaInf"/>
            </w:pPr>
            <w:r>
              <w:t>mag-20</w:t>
            </w:r>
          </w:p>
        </w:tc>
        <w:tc>
          <w:tcPr>
            <w:tcW w:w="908" w:type="dxa"/>
            <w:gridSpan w:val="2"/>
            <w:tcBorders>
              <w:left w:val="single" w:sz="4" w:space="0" w:color="0070C0"/>
            </w:tcBorders>
            <w:noWrap/>
          </w:tcPr>
          <w:p w14:paraId="05962C3D" w14:textId="77777777" w:rsidR="00F87FC1" w:rsidRDefault="00F87FC1" w:rsidP="00F87FC1">
            <w:pPr>
              <w:pStyle w:val="TabIntestaInf"/>
            </w:pPr>
            <w:r>
              <w:t>Single hit</w:t>
            </w:r>
          </w:p>
        </w:tc>
        <w:tc>
          <w:tcPr>
            <w:tcW w:w="907" w:type="dxa"/>
            <w:gridSpan w:val="2"/>
            <w:tcBorders>
              <w:right w:val="single" w:sz="4" w:space="0" w:color="0070C0"/>
            </w:tcBorders>
            <w:noWrap/>
          </w:tcPr>
          <w:p w14:paraId="6D2BC10D" w14:textId="77777777" w:rsidR="00F87FC1" w:rsidRDefault="00F87FC1" w:rsidP="00F87FC1">
            <w:pPr>
              <w:pStyle w:val="TabIntestaInf"/>
            </w:pPr>
            <w:r>
              <w:t>Double hit</w:t>
            </w:r>
          </w:p>
        </w:tc>
        <w:tc>
          <w:tcPr>
            <w:tcW w:w="908" w:type="dxa"/>
            <w:gridSpan w:val="2"/>
            <w:tcBorders>
              <w:left w:val="single" w:sz="4" w:space="0" w:color="0070C0"/>
            </w:tcBorders>
            <w:noWrap/>
          </w:tcPr>
          <w:p w14:paraId="429A05F6" w14:textId="77777777" w:rsidR="00F87FC1" w:rsidRDefault="00F87FC1" w:rsidP="00F87FC1">
            <w:pPr>
              <w:pStyle w:val="TabIntestaInf"/>
            </w:pPr>
            <w:r>
              <w:t>set-20 [1]</w:t>
            </w:r>
          </w:p>
        </w:tc>
        <w:tc>
          <w:tcPr>
            <w:tcW w:w="113" w:type="dxa"/>
            <w:shd w:val="clear" w:color="auto" w:fill="auto"/>
            <w:noWrap/>
          </w:tcPr>
          <w:p w14:paraId="29E37A1F" w14:textId="77777777" w:rsidR="00F87FC1" w:rsidRDefault="00F87FC1" w:rsidP="00F87FC1">
            <w:pPr>
              <w:pStyle w:val="TabIntestaInf"/>
            </w:pPr>
          </w:p>
        </w:tc>
        <w:tc>
          <w:tcPr>
            <w:tcW w:w="908" w:type="dxa"/>
            <w:gridSpan w:val="2"/>
            <w:tcBorders>
              <w:right w:val="single" w:sz="4" w:space="0" w:color="0070C0"/>
            </w:tcBorders>
          </w:tcPr>
          <w:p w14:paraId="16D0C33E" w14:textId="77777777" w:rsidR="00F87FC1" w:rsidRDefault="00F87FC1" w:rsidP="00F87FC1">
            <w:pPr>
              <w:pStyle w:val="TabIntestaInf"/>
            </w:pPr>
            <w:r>
              <w:t>mag-20 [1]</w:t>
            </w:r>
          </w:p>
        </w:tc>
        <w:tc>
          <w:tcPr>
            <w:tcW w:w="908" w:type="dxa"/>
            <w:gridSpan w:val="2"/>
            <w:tcBorders>
              <w:left w:val="single" w:sz="4" w:space="0" w:color="0070C0"/>
            </w:tcBorders>
            <w:noWrap/>
          </w:tcPr>
          <w:p w14:paraId="61DEDC0A" w14:textId="77777777" w:rsidR="00F87FC1" w:rsidRDefault="00F87FC1" w:rsidP="00F87FC1">
            <w:pPr>
              <w:pStyle w:val="TabIntestaInf"/>
            </w:pPr>
            <w:r>
              <w:t>mag-20</w:t>
            </w:r>
          </w:p>
        </w:tc>
        <w:tc>
          <w:tcPr>
            <w:tcW w:w="907" w:type="dxa"/>
            <w:gridSpan w:val="2"/>
            <w:tcBorders>
              <w:right w:val="single" w:sz="4" w:space="0" w:color="0070C0"/>
            </w:tcBorders>
            <w:noWrap/>
          </w:tcPr>
          <w:p w14:paraId="3DAC6684" w14:textId="77777777" w:rsidR="00F87FC1" w:rsidRDefault="00F87FC1" w:rsidP="00F87FC1">
            <w:pPr>
              <w:pStyle w:val="TabIntestaInf"/>
            </w:pPr>
            <w:r>
              <w:t>Single hit</w:t>
            </w:r>
          </w:p>
        </w:tc>
        <w:tc>
          <w:tcPr>
            <w:tcW w:w="907" w:type="dxa"/>
            <w:gridSpan w:val="2"/>
            <w:tcBorders>
              <w:left w:val="single" w:sz="4" w:space="0" w:color="0070C0"/>
            </w:tcBorders>
            <w:noWrap/>
          </w:tcPr>
          <w:p w14:paraId="19E5AB99" w14:textId="77777777" w:rsidR="00F87FC1" w:rsidRDefault="00F87FC1" w:rsidP="00F87FC1">
            <w:pPr>
              <w:pStyle w:val="TabIntestaInf"/>
            </w:pPr>
            <w:r>
              <w:t>set-20 [1]</w:t>
            </w:r>
          </w:p>
        </w:tc>
      </w:tr>
      <w:tr w:rsidR="00F87FC1" w14:paraId="11B9DD6D" w14:textId="77777777" w:rsidTr="00F87FC1">
        <w:trPr>
          <w:cantSplit/>
          <w:trHeight w:hRule="exact" w:val="113"/>
        </w:trPr>
        <w:tc>
          <w:tcPr>
            <w:tcW w:w="1985" w:type="dxa"/>
            <w:noWrap/>
          </w:tcPr>
          <w:p w14:paraId="3E024862" w14:textId="77777777" w:rsidR="00F87FC1" w:rsidRDefault="00F87FC1" w:rsidP="00F87FC1">
            <w:pPr>
              <w:pStyle w:val="TabNumeri"/>
            </w:pPr>
          </w:p>
        </w:tc>
        <w:tc>
          <w:tcPr>
            <w:tcW w:w="680" w:type="dxa"/>
            <w:noWrap/>
          </w:tcPr>
          <w:p w14:paraId="789FB735" w14:textId="77777777" w:rsidR="00F87FC1" w:rsidRDefault="00F87FC1" w:rsidP="00F87FC1">
            <w:pPr>
              <w:pStyle w:val="TabNumeri"/>
            </w:pPr>
          </w:p>
        </w:tc>
        <w:tc>
          <w:tcPr>
            <w:tcW w:w="228" w:type="dxa"/>
            <w:tcBorders>
              <w:right w:val="single" w:sz="4" w:space="0" w:color="0070C0"/>
            </w:tcBorders>
            <w:noWrap/>
          </w:tcPr>
          <w:p w14:paraId="224463C4" w14:textId="77777777" w:rsidR="00F87FC1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34B42541" w14:textId="77777777" w:rsidR="00F87FC1" w:rsidRDefault="00F87FC1" w:rsidP="00F87FC1">
            <w:pPr>
              <w:pStyle w:val="TabNumeri"/>
            </w:pPr>
          </w:p>
        </w:tc>
        <w:tc>
          <w:tcPr>
            <w:tcW w:w="228" w:type="dxa"/>
            <w:noWrap/>
          </w:tcPr>
          <w:p w14:paraId="7E05FA4A" w14:textId="77777777" w:rsidR="00F87FC1" w:rsidRDefault="00F87FC1" w:rsidP="00F87FC1">
            <w:pPr>
              <w:pStyle w:val="TabNumeri"/>
            </w:pPr>
          </w:p>
        </w:tc>
        <w:tc>
          <w:tcPr>
            <w:tcW w:w="680" w:type="dxa"/>
            <w:noWrap/>
          </w:tcPr>
          <w:p w14:paraId="465FD441" w14:textId="77777777" w:rsidR="00F87FC1" w:rsidRDefault="00F87FC1" w:rsidP="00F87FC1">
            <w:pPr>
              <w:pStyle w:val="TabNumeri"/>
            </w:pPr>
          </w:p>
        </w:tc>
        <w:tc>
          <w:tcPr>
            <w:tcW w:w="227" w:type="dxa"/>
            <w:tcBorders>
              <w:right w:val="single" w:sz="4" w:space="0" w:color="0070C0"/>
            </w:tcBorders>
            <w:noWrap/>
          </w:tcPr>
          <w:p w14:paraId="655EA6B1" w14:textId="77777777" w:rsidR="00F87FC1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7B2DAF69" w14:textId="77777777" w:rsidR="00F87FC1" w:rsidRDefault="00F87FC1" w:rsidP="00F87FC1">
            <w:pPr>
              <w:pStyle w:val="TabNumeri"/>
            </w:pPr>
          </w:p>
        </w:tc>
        <w:tc>
          <w:tcPr>
            <w:tcW w:w="228" w:type="dxa"/>
          </w:tcPr>
          <w:p w14:paraId="22AF4A8E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113" w:type="dxa"/>
            <w:shd w:val="clear" w:color="auto" w:fill="auto"/>
            <w:noWrap/>
          </w:tcPr>
          <w:p w14:paraId="39CBE35B" w14:textId="77777777" w:rsidR="00F87FC1" w:rsidRDefault="00F87FC1" w:rsidP="00F87FC1">
            <w:pPr>
              <w:pStyle w:val="TabNumeri"/>
            </w:pPr>
          </w:p>
        </w:tc>
        <w:tc>
          <w:tcPr>
            <w:tcW w:w="680" w:type="dxa"/>
          </w:tcPr>
          <w:p w14:paraId="5DDDF59F" w14:textId="77777777" w:rsidR="00F87FC1" w:rsidRDefault="00F87FC1" w:rsidP="00F87FC1">
            <w:pPr>
              <w:pStyle w:val="TabNumeri"/>
            </w:pPr>
          </w:p>
        </w:tc>
        <w:tc>
          <w:tcPr>
            <w:tcW w:w="228" w:type="dxa"/>
            <w:tcBorders>
              <w:right w:val="single" w:sz="4" w:space="0" w:color="0070C0"/>
            </w:tcBorders>
            <w:noWrap/>
          </w:tcPr>
          <w:p w14:paraId="2724AD41" w14:textId="77777777" w:rsidR="00F87FC1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45175DF2" w14:textId="77777777" w:rsidR="00F87FC1" w:rsidRDefault="00F87FC1" w:rsidP="00F87FC1">
            <w:pPr>
              <w:pStyle w:val="TabNumeri"/>
            </w:pPr>
          </w:p>
        </w:tc>
        <w:tc>
          <w:tcPr>
            <w:tcW w:w="228" w:type="dxa"/>
            <w:noWrap/>
          </w:tcPr>
          <w:p w14:paraId="2C7BE3C2" w14:textId="77777777" w:rsidR="00F87FC1" w:rsidRDefault="00F87FC1" w:rsidP="00F87FC1">
            <w:pPr>
              <w:pStyle w:val="TabNumeri"/>
            </w:pPr>
          </w:p>
        </w:tc>
        <w:tc>
          <w:tcPr>
            <w:tcW w:w="680" w:type="dxa"/>
            <w:noWrap/>
          </w:tcPr>
          <w:p w14:paraId="27DD50F6" w14:textId="77777777" w:rsidR="00F87FC1" w:rsidRDefault="00F87FC1" w:rsidP="00F87FC1">
            <w:pPr>
              <w:pStyle w:val="TabNumeri"/>
            </w:pPr>
          </w:p>
        </w:tc>
        <w:tc>
          <w:tcPr>
            <w:tcW w:w="227" w:type="dxa"/>
            <w:tcBorders>
              <w:right w:val="single" w:sz="4" w:space="0" w:color="0070C0"/>
            </w:tcBorders>
            <w:noWrap/>
          </w:tcPr>
          <w:p w14:paraId="7077ABC8" w14:textId="77777777" w:rsidR="00F87FC1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3A05FD42" w14:textId="77777777" w:rsidR="00F87FC1" w:rsidRDefault="00F87FC1" w:rsidP="00F87FC1">
            <w:pPr>
              <w:pStyle w:val="TabNumeri"/>
            </w:pPr>
          </w:p>
        </w:tc>
        <w:tc>
          <w:tcPr>
            <w:tcW w:w="227" w:type="dxa"/>
            <w:noWrap/>
          </w:tcPr>
          <w:p w14:paraId="12D1B282" w14:textId="77777777" w:rsidR="00F87FC1" w:rsidRDefault="00F87FC1" w:rsidP="00F87FC1">
            <w:pPr>
              <w:pStyle w:val="TabNumeri"/>
            </w:pPr>
          </w:p>
        </w:tc>
      </w:tr>
      <w:tr w:rsidR="00F87FC1" w14:paraId="68EAA501" w14:textId="77777777" w:rsidTr="00F87FC1">
        <w:trPr>
          <w:cantSplit/>
          <w:trHeight w:val="255"/>
        </w:trPr>
        <w:tc>
          <w:tcPr>
            <w:tcW w:w="1985" w:type="dxa"/>
            <w:noWrap/>
          </w:tcPr>
          <w:p w14:paraId="22705AEB" w14:textId="77777777" w:rsidR="00F87FC1" w:rsidRPr="00233F5C" w:rsidRDefault="00F87FC1" w:rsidP="00F87FC1">
            <w:pPr>
              <w:pStyle w:val="TabEtichette"/>
            </w:pPr>
            <w:r w:rsidRPr="00233F5C">
              <w:t>Prodotto interno lordo</w:t>
            </w:r>
          </w:p>
        </w:tc>
        <w:tc>
          <w:tcPr>
            <w:tcW w:w="680" w:type="dxa"/>
            <w:noWrap/>
          </w:tcPr>
          <w:p w14:paraId="4B5CA550" w14:textId="77777777" w:rsidR="00F87FC1" w:rsidRPr="00F86988" w:rsidRDefault="00F87FC1" w:rsidP="00F87FC1">
            <w:pPr>
              <w:pStyle w:val="TabNumeri"/>
            </w:pPr>
            <w:r w:rsidRPr="00E615CA">
              <w:t>-9,5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noWrap/>
          </w:tcPr>
          <w:p w14:paraId="3C3ED3E4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5153A5E6" w14:textId="77777777" w:rsidR="00F87FC1" w:rsidRPr="00D65A6F" w:rsidRDefault="00F87FC1" w:rsidP="00F87FC1">
            <w:pPr>
              <w:pStyle w:val="TabNumeri"/>
            </w:pPr>
            <w:r w:rsidRPr="00F60BFA">
              <w:t>-11,3</w:t>
            </w:r>
          </w:p>
        </w:tc>
        <w:tc>
          <w:tcPr>
            <w:tcW w:w="228" w:type="dxa"/>
            <w:noWrap/>
          </w:tcPr>
          <w:p w14:paraId="11103AC1" w14:textId="77777777" w:rsidR="00F87FC1" w:rsidRPr="00C32B54" w:rsidRDefault="00F87FC1" w:rsidP="00F87FC1">
            <w:pPr>
              <w:pStyle w:val="TabNumeri"/>
            </w:pPr>
          </w:p>
        </w:tc>
        <w:tc>
          <w:tcPr>
            <w:tcW w:w="680" w:type="dxa"/>
            <w:noWrap/>
          </w:tcPr>
          <w:p w14:paraId="36AABB8E" w14:textId="77777777" w:rsidR="00F87FC1" w:rsidRPr="00904DA8" w:rsidRDefault="00F87FC1" w:rsidP="00F87FC1">
            <w:pPr>
              <w:pStyle w:val="TabNumeri"/>
            </w:pPr>
            <w:r w:rsidRPr="00F60BFA">
              <w:t>-14,0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noWrap/>
          </w:tcPr>
          <w:p w14:paraId="4EEA0E54" w14:textId="77777777" w:rsidR="00F87FC1" w:rsidRPr="00904DA8" w:rsidRDefault="00F87FC1" w:rsidP="00F87FC1">
            <w:pPr>
              <w:pStyle w:val="TabNumeri"/>
              <w:jc w:val="center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04347AE5" w14:textId="77777777" w:rsidR="00F87FC1" w:rsidRPr="003C782D" w:rsidRDefault="00F87FC1" w:rsidP="00F87FC1">
            <w:pPr>
              <w:pStyle w:val="TabNumeri"/>
            </w:pPr>
            <w:r w:rsidRPr="00E94ED2">
              <w:t>-9,6</w:t>
            </w:r>
          </w:p>
        </w:tc>
        <w:tc>
          <w:tcPr>
            <w:tcW w:w="228" w:type="dxa"/>
          </w:tcPr>
          <w:p w14:paraId="6C5B5684" w14:textId="77777777" w:rsidR="00F87FC1" w:rsidRPr="00AA375C" w:rsidRDefault="00F87FC1" w:rsidP="00F87FC1">
            <w:pPr>
              <w:pStyle w:val="TabNumeri"/>
            </w:pPr>
          </w:p>
        </w:tc>
        <w:tc>
          <w:tcPr>
            <w:tcW w:w="113" w:type="dxa"/>
            <w:shd w:val="clear" w:color="auto" w:fill="auto"/>
            <w:noWrap/>
          </w:tcPr>
          <w:p w14:paraId="0712F00E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</w:tcPr>
          <w:p w14:paraId="7C90045A" w14:textId="77777777" w:rsidR="00F87FC1" w:rsidRPr="009E61ED" w:rsidRDefault="00F87FC1" w:rsidP="00F87FC1">
            <w:pPr>
              <w:pStyle w:val="TabNumeri"/>
            </w:pPr>
            <w:r w:rsidRPr="00F9232D">
              <w:t>6,5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noWrap/>
          </w:tcPr>
          <w:p w14:paraId="3C03E489" w14:textId="77777777" w:rsidR="00F87FC1" w:rsidRPr="00811B57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7C632EB6" w14:textId="77777777" w:rsidR="00F87FC1" w:rsidRPr="00A27A0A" w:rsidRDefault="00F87FC1" w:rsidP="00F87FC1">
            <w:pPr>
              <w:pStyle w:val="TabNumeri"/>
            </w:pPr>
            <w:r w:rsidRPr="005F653E">
              <w:t>7,7</w:t>
            </w:r>
          </w:p>
        </w:tc>
        <w:tc>
          <w:tcPr>
            <w:tcW w:w="228" w:type="dxa"/>
            <w:noWrap/>
          </w:tcPr>
          <w:p w14:paraId="0403FF3F" w14:textId="77777777" w:rsidR="00F87FC1" w:rsidRPr="00DC6642" w:rsidRDefault="00F87FC1" w:rsidP="00F87FC1">
            <w:pPr>
              <w:pStyle w:val="TabNumeri"/>
            </w:pPr>
          </w:p>
        </w:tc>
        <w:tc>
          <w:tcPr>
            <w:tcW w:w="680" w:type="dxa"/>
            <w:noWrap/>
          </w:tcPr>
          <w:p w14:paraId="2863C292" w14:textId="77777777" w:rsidR="00F87FC1" w:rsidRPr="00986A4F" w:rsidRDefault="00F87FC1" w:rsidP="00F87FC1">
            <w:pPr>
              <w:pStyle w:val="TabNumeri"/>
            </w:pPr>
            <w:r w:rsidRPr="005F653E">
              <w:t>5,3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noWrap/>
          </w:tcPr>
          <w:p w14:paraId="162C14BD" w14:textId="77777777" w:rsidR="00F87FC1" w:rsidRPr="00986A4F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342444E4" w14:textId="77777777" w:rsidR="00F87FC1" w:rsidRPr="00413582" w:rsidRDefault="00F87FC1" w:rsidP="00F87FC1">
            <w:pPr>
              <w:pStyle w:val="TabNumeri"/>
            </w:pPr>
            <w:r w:rsidRPr="00E209DA">
              <w:t>6,2</w:t>
            </w:r>
          </w:p>
        </w:tc>
        <w:tc>
          <w:tcPr>
            <w:tcW w:w="227" w:type="dxa"/>
            <w:noWrap/>
          </w:tcPr>
          <w:p w14:paraId="6E73BB70" w14:textId="77777777" w:rsidR="00F87FC1" w:rsidRPr="00A319C0" w:rsidRDefault="00F87FC1" w:rsidP="00F87FC1">
            <w:pPr>
              <w:pStyle w:val="TabNumeri"/>
            </w:pPr>
          </w:p>
        </w:tc>
      </w:tr>
      <w:tr w:rsidR="00F87FC1" w14:paraId="06E5BE84" w14:textId="77777777" w:rsidTr="00F87FC1">
        <w:trPr>
          <w:cantSplit/>
          <w:trHeight w:val="255"/>
        </w:trPr>
        <w:tc>
          <w:tcPr>
            <w:tcW w:w="1985" w:type="dxa"/>
            <w:shd w:val="clear" w:color="auto" w:fill="D6E3BC" w:themeFill="accent3" w:themeFillTint="66"/>
            <w:noWrap/>
          </w:tcPr>
          <w:p w14:paraId="0CC9182B" w14:textId="77777777" w:rsidR="00F87FC1" w:rsidRPr="00233F5C" w:rsidRDefault="00F87FC1" w:rsidP="00F87FC1">
            <w:pPr>
              <w:pStyle w:val="TabEtichette"/>
            </w:pPr>
            <w:r w:rsidRPr="00233F5C">
              <w:t>Importazioni</w:t>
            </w:r>
          </w:p>
        </w:tc>
        <w:tc>
          <w:tcPr>
            <w:tcW w:w="680" w:type="dxa"/>
            <w:shd w:val="clear" w:color="auto" w:fill="D6E3BC" w:themeFill="accent3" w:themeFillTint="66"/>
            <w:noWrap/>
          </w:tcPr>
          <w:p w14:paraId="19B0E651" w14:textId="77777777" w:rsidR="00F87FC1" w:rsidRPr="00F86988" w:rsidRDefault="00F87FC1" w:rsidP="00F87FC1">
            <w:pPr>
              <w:pStyle w:val="TabNumeri"/>
            </w:pPr>
            <w:r w:rsidRPr="00E615CA">
              <w:t>-13,6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shd w:val="clear" w:color="auto" w:fill="D6E3BC" w:themeFill="accent3" w:themeFillTint="66"/>
            <w:noWrap/>
          </w:tcPr>
          <w:p w14:paraId="328069D9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D6E3BC" w:themeFill="accent3" w:themeFillTint="66"/>
            <w:noWrap/>
          </w:tcPr>
          <w:p w14:paraId="03697B0F" w14:textId="77777777" w:rsidR="00F87FC1" w:rsidRPr="00D65A6F" w:rsidRDefault="00F87FC1" w:rsidP="00F87FC1">
            <w:pPr>
              <w:pStyle w:val="TabNumeri"/>
            </w:pPr>
            <w:r w:rsidRPr="00F60BFA">
              <w:t>-13,6</w:t>
            </w:r>
          </w:p>
        </w:tc>
        <w:tc>
          <w:tcPr>
            <w:tcW w:w="228" w:type="dxa"/>
            <w:shd w:val="clear" w:color="auto" w:fill="D6E3BC" w:themeFill="accent3" w:themeFillTint="66"/>
            <w:noWrap/>
          </w:tcPr>
          <w:p w14:paraId="00A29E08" w14:textId="77777777" w:rsidR="00F87FC1" w:rsidRPr="00C32B54" w:rsidRDefault="00F87FC1" w:rsidP="00F87FC1">
            <w:pPr>
              <w:pStyle w:val="TabNumeri"/>
            </w:pPr>
          </w:p>
        </w:tc>
        <w:tc>
          <w:tcPr>
            <w:tcW w:w="680" w:type="dxa"/>
            <w:shd w:val="clear" w:color="auto" w:fill="D6E3BC" w:themeFill="accent3" w:themeFillTint="66"/>
            <w:noWrap/>
          </w:tcPr>
          <w:p w14:paraId="7995597E" w14:textId="77777777" w:rsidR="00F87FC1" w:rsidRPr="00904DA8" w:rsidRDefault="00F87FC1" w:rsidP="00F87FC1">
            <w:pPr>
              <w:pStyle w:val="TabNumeri"/>
            </w:pPr>
            <w:r w:rsidRPr="00F60BFA">
              <w:t>-17,2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shd w:val="clear" w:color="auto" w:fill="D6E3BC" w:themeFill="accent3" w:themeFillTint="66"/>
            <w:noWrap/>
          </w:tcPr>
          <w:p w14:paraId="719726A4" w14:textId="77777777" w:rsidR="00F87FC1" w:rsidRPr="00904DA8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D6E3BC" w:themeFill="accent3" w:themeFillTint="66"/>
            <w:noWrap/>
          </w:tcPr>
          <w:p w14:paraId="4EB24E4C" w14:textId="77777777" w:rsidR="00F87FC1" w:rsidRPr="003C782D" w:rsidRDefault="00F87FC1" w:rsidP="00F87FC1">
            <w:pPr>
              <w:pStyle w:val="TabNumeri"/>
            </w:pPr>
            <w:r w:rsidRPr="00E94ED2">
              <w:t>-14,0</w:t>
            </w:r>
          </w:p>
        </w:tc>
        <w:tc>
          <w:tcPr>
            <w:tcW w:w="228" w:type="dxa"/>
            <w:shd w:val="clear" w:color="auto" w:fill="D6E3BC" w:themeFill="accent3" w:themeFillTint="66"/>
          </w:tcPr>
          <w:p w14:paraId="2972A908" w14:textId="77777777" w:rsidR="00F87FC1" w:rsidRPr="00AA375C" w:rsidRDefault="00F87FC1" w:rsidP="00F87FC1">
            <w:pPr>
              <w:pStyle w:val="TabNumeri"/>
            </w:pPr>
          </w:p>
        </w:tc>
        <w:tc>
          <w:tcPr>
            <w:tcW w:w="113" w:type="dxa"/>
            <w:shd w:val="clear" w:color="auto" w:fill="auto"/>
            <w:noWrap/>
          </w:tcPr>
          <w:p w14:paraId="2ECB4F34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14:paraId="48AA59AD" w14:textId="77777777" w:rsidR="00F87FC1" w:rsidRPr="009E61ED" w:rsidRDefault="00F87FC1" w:rsidP="00F87FC1">
            <w:pPr>
              <w:pStyle w:val="TabNumeri"/>
            </w:pPr>
            <w:r w:rsidRPr="00F9232D">
              <w:t>12,2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shd w:val="clear" w:color="auto" w:fill="EAF1DD" w:themeFill="accent3" w:themeFillTint="33"/>
            <w:noWrap/>
          </w:tcPr>
          <w:p w14:paraId="4A3F2F3E" w14:textId="77777777" w:rsidR="00F87FC1" w:rsidRPr="00811B57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EAF1DD" w:themeFill="accent3" w:themeFillTint="33"/>
            <w:noWrap/>
          </w:tcPr>
          <w:p w14:paraId="75043EDA" w14:textId="77777777" w:rsidR="00F87FC1" w:rsidRPr="00A27A0A" w:rsidRDefault="00F87FC1" w:rsidP="00F87FC1">
            <w:pPr>
              <w:pStyle w:val="TabNumeri"/>
            </w:pPr>
            <w:r w:rsidRPr="005F653E">
              <w:t>11,5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3EEC2F86" w14:textId="77777777" w:rsidR="00F87FC1" w:rsidRPr="00DC6642" w:rsidRDefault="00F87FC1" w:rsidP="00F87FC1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05E80B1D" w14:textId="77777777" w:rsidR="00F87FC1" w:rsidRPr="00986A4F" w:rsidRDefault="00F87FC1" w:rsidP="00F87FC1">
            <w:pPr>
              <w:pStyle w:val="TabNumeri"/>
            </w:pPr>
            <w:r w:rsidRPr="005F653E">
              <w:t>6,8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shd w:val="clear" w:color="auto" w:fill="EAF1DD" w:themeFill="accent3" w:themeFillTint="33"/>
            <w:noWrap/>
          </w:tcPr>
          <w:p w14:paraId="31FF0C70" w14:textId="77777777" w:rsidR="00F87FC1" w:rsidRPr="00986A4F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EAF1DD" w:themeFill="accent3" w:themeFillTint="33"/>
            <w:noWrap/>
          </w:tcPr>
          <w:p w14:paraId="208CE14F" w14:textId="77777777" w:rsidR="00F87FC1" w:rsidRPr="00413582" w:rsidRDefault="00F87FC1" w:rsidP="00F87FC1">
            <w:pPr>
              <w:pStyle w:val="TabNumeri"/>
            </w:pPr>
            <w:r w:rsidRPr="00E209DA">
              <w:t>15,1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57AC4527" w14:textId="77777777" w:rsidR="00F87FC1" w:rsidRPr="00A319C0" w:rsidRDefault="00F87FC1" w:rsidP="00F87FC1">
            <w:pPr>
              <w:pStyle w:val="TabNumeri"/>
            </w:pPr>
          </w:p>
        </w:tc>
      </w:tr>
      <w:tr w:rsidR="00F87FC1" w14:paraId="7005A2ED" w14:textId="77777777" w:rsidTr="00F87FC1">
        <w:trPr>
          <w:cantSplit/>
          <w:trHeight w:val="255"/>
        </w:trPr>
        <w:tc>
          <w:tcPr>
            <w:tcW w:w="1985" w:type="dxa"/>
            <w:noWrap/>
          </w:tcPr>
          <w:p w14:paraId="36CA7D29" w14:textId="77777777" w:rsidR="00F87FC1" w:rsidRPr="00233F5C" w:rsidRDefault="00F87FC1" w:rsidP="00F87FC1">
            <w:pPr>
              <w:pStyle w:val="TabEtichette"/>
            </w:pPr>
            <w:r w:rsidRPr="00233F5C">
              <w:t>Esportazioni</w:t>
            </w:r>
          </w:p>
        </w:tc>
        <w:tc>
          <w:tcPr>
            <w:tcW w:w="680" w:type="dxa"/>
            <w:noWrap/>
          </w:tcPr>
          <w:p w14:paraId="11305202" w14:textId="77777777" w:rsidR="00F87FC1" w:rsidRPr="00F86988" w:rsidRDefault="00F87FC1" w:rsidP="00F87FC1">
            <w:pPr>
              <w:pStyle w:val="TabNumeri"/>
            </w:pPr>
            <w:r w:rsidRPr="00E615CA">
              <w:t>-13,0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noWrap/>
          </w:tcPr>
          <w:p w14:paraId="05C6CE7A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36EBD731" w14:textId="77777777" w:rsidR="00F87FC1" w:rsidRPr="00D65A6F" w:rsidRDefault="00F87FC1" w:rsidP="00F87FC1">
            <w:pPr>
              <w:pStyle w:val="TabNumeri"/>
            </w:pPr>
            <w:r w:rsidRPr="00F60BFA">
              <w:t>-14,4</w:t>
            </w:r>
          </w:p>
        </w:tc>
        <w:tc>
          <w:tcPr>
            <w:tcW w:w="228" w:type="dxa"/>
            <w:noWrap/>
          </w:tcPr>
          <w:p w14:paraId="10AB4779" w14:textId="77777777" w:rsidR="00F87FC1" w:rsidRPr="00C32B54" w:rsidRDefault="00F87FC1" w:rsidP="00F87FC1">
            <w:pPr>
              <w:pStyle w:val="TabNumeri"/>
            </w:pPr>
          </w:p>
        </w:tc>
        <w:tc>
          <w:tcPr>
            <w:tcW w:w="680" w:type="dxa"/>
            <w:noWrap/>
          </w:tcPr>
          <w:p w14:paraId="15E1AA2D" w14:textId="77777777" w:rsidR="00F87FC1" w:rsidRPr="00904DA8" w:rsidRDefault="00F87FC1" w:rsidP="00F87FC1">
            <w:pPr>
              <w:pStyle w:val="TabNumeri"/>
            </w:pPr>
            <w:r w:rsidRPr="00F60BFA">
              <w:t>-17,8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noWrap/>
          </w:tcPr>
          <w:p w14:paraId="0D4A4330" w14:textId="77777777" w:rsidR="00F87FC1" w:rsidRPr="00904DA8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75003CCF" w14:textId="77777777" w:rsidR="00F87FC1" w:rsidRPr="003C782D" w:rsidRDefault="00F87FC1" w:rsidP="00F87FC1">
            <w:pPr>
              <w:pStyle w:val="TabNumeri"/>
            </w:pPr>
            <w:r w:rsidRPr="00E94ED2">
              <w:t>-16,9</w:t>
            </w:r>
          </w:p>
        </w:tc>
        <w:tc>
          <w:tcPr>
            <w:tcW w:w="228" w:type="dxa"/>
          </w:tcPr>
          <w:p w14:paraId="2529D021" w14:textId="77777777" w:rsidR="00F87FC1" w:rsidRPr="00AA375C" w:rsidRDefault="00F87FC1" w:rsidP="00F87FC1">
            <w:pPr>
              <w:pStyle w:val="TabNumeri"/>
            </w:pPr>
          </w:p>
        </w:tc>
        <w:tc>
          <w:tcPr>
            <w:tcW w:w="113" w:type="dxa"/>
            <w:shd w:val="clear" w:color="auto" w:fill="auto"/>
            <w:noWrap/>
          </w:tcPr>
          <w:p w14:paraId="50225070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</w:tcPr>
          <w:p w14:paraId="4F74B958" w14:textId="77777777" w:rsidR="00F87FC1" w:rsidRPr="009E61ED" w:rsidRDefault="00F87FC1" w:rsidP="00F87FC1">
            <w:pPr>
              <w:pStyle w:val="TabNumeri"/>
            </w:pPr>
            <w:r w:rsidRPr="00F9232D">
              <w:t>10,5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noWrap/>
          </w:tcPr>
          <w:p w14:paraId="4BF74AF2" w14:textId="77777777" w:rsidR="00F87FC1" w:rsidRPr="00811B57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690307EB" w14:textId="77777777" w:rsidR="00F87FC1" w:rsidRPr="00A27A0A" w:rsidRDefault="00F87FC1" w:rsidP="00F87FC1">
            <w:pPr>
              <w:pStyle w:val="TabNumeri"/>
            </w:pPr>
            <w:r w:rsidRPr="005F653E">
              <w:t>12,0</w:t>
            </w:r>
          </w:p>
        </w:tc>
        <w:tc>
          <w:tcPr>
            <w:tcW w:w="228" w:type="dxa"/>
            <w:noWrap/>
          </w:tcPr>
          <w:p w14:paraId="3453B2B1" w14:textId="77777777" w:rsidR="00F87FC1" w:rsidRPr="00DC6642" w:rsidRDefault="00F87FC1" w:rsidP="00F87FC1">
            <w:pPr>
              <w:pStyle w:val="TabNumeri"/>
            </w:pPr>
          </w:p>
        </w:tc>
        <w:tc>
          <w:tcPr>
            <w:tcW w:w="680" w:type="dxa"/>
            <w:noWrap/>
          </w:tcPr>
          <w:p w14:paraId="09FAEE7F" w14:textId="77777777" w:rsidR="00F87FC1" w:rsidRPr="00986A4F" w:rsidRDefault="00F87FC1" w:rsidP="00F87FC1">
            <w:pPr>
              <w:pStyle w:val="TabNumeri"/>
            </w:pPr>
            <w:r w:rsidRPr="005F653E">
              <w:t>7,7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noWrap/>
          </w:tcPr>
          <w:p w14:paraId="7A9C2878" w14:textId="77777777" w:rsidR="00F87FC1" w:rsidRPr="00986A4F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53C9757C" w14:textId="77777777" w:rsidR="00F87FC1" w:rsidRPr="00413582" w:rsidRDefault="00F87FC1" w:rsidP="00F87FC1">
            <w:pPr>
              <w:pStyle w:val="TabNumeri"/>
            </w:pPr>
            <w:r w:rsidRPr="00E209DA">
              <w:t>15,4</w:t>
            </w:r>
          </w:p>
        </w:tc>
        <w:tc>
          <w:tcPr>
            <w:tcW w:w="227" w:type="dxa"/>
            <w:noWrap/>
          </w:tcPr>
          <w:p w14:paraId="72ACF37B" w14:textId="77777777" w:rsidR="00F87FC1" w:rsidRPr="00A319C0" w:rsidRDefault="00F87FC1" w:rsidP="00F87FC1">
            <w:pPr>
              <w:pStyle w:val="TabNumeri"/>
            </w:pPr>
          </w:p>
        </w:tc>
      </w:tr>
      <w:tr w:rsidR="00F87FC1" w14:paraId="38463382" w14:textId="77777777" w:rsidTr="00F87FC1">
        <w:trPr>
          <w:cantSplit/>
          <w:trHeight w:val="255"/>
        </w:trPr>
        <w:tc>
          <w:tcPr>
            <w:tcW w:w="1985" w:type="dxa"/>
            <w:shd w:val="clear" w:color="auto" w:fill="D6E3BC" w:themeFill="accent3" w:themeFillTint="66"/>
            <w:noWrap/>
          </w:tcPr>
          <w:p w14:paraId="23485802" w14:textId="77777777" w:rsidR="00F87FC1" w:rsidRPr="00233F5C" w:rsidRDefault="00F87FC1" w:rsidP="00F87FC1">
            <w:pPr>
              <w:pStyle w:val="TabEtichette"/>
            </w:pPr>
            <w:r w:rsidRPr="00233F5C">
              <w:t>Domanda interna</w:t>
            </w:r>
          </w:p>
        </w:tc>
        <w:tc>
          <w:tcPr>
            <w:tcW w:w="680" w:type="dxa"/>
            <w:shd w:val="clear" w:color="auto" w:fill="D6E3BC" w:themeFill="accent3" w:themeFillTint="66"/>
            <w:noWrap/>
          </w:tcPr>
          <w:p w14:paraId="29650C96" w14:textId="77777777" w:rsidR="00F87FC1" w:rsidRPr="00F86988" w:rsidRDefault="00F87FC1" w:rsidP="00F87FC1">
            <w:pPr>
              <w:pStyle w:val="TabNumeri"/>
            </w:pPr>
            <w:r w:rsidRPr="00E615CA">
              <w:t>-9,6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shd w:val="clear" w:color="auto" w:fill="D6E3BC" w:themeFill="accent3" w:themeFillTint="66"/>
            <w:noWrap/>
          </w:tcPr>
          <w:p w14:paraId="24A09163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D6E3BC" w:themeFill="accent3" w:themeFillTint="66"/>
            <w:noWrap/>
          </w:tcPr>
          <w:p w14:paraId="3EF653F6" w14:textId="77777777" w:rsidR="00F87FC1" w:rsidRPr="00D65A6F" w:rsidRDefault="00F87FC1" w:rsidP="00F87FC1">
            <w:pPr>
              <w:pStyle w:val="TabNumeri"/>
            </w:pPr>
            <w:r w:rsidRPr="00F60BFA">
              <w:t>-10,9</w:t>
            </w:r>
          </w:p>
        </w:tc>
        <w:tc>
          <w:tcPr>
            <w:tcW w:w="228" w:type="dxa"/>
            <w:shd w:val="clear" w:color="auto" w:fill="D6E3BC" w:themeFill="accent3" w:themeFillTint="66"/>
            <w:noWrap/>
          </w:tcPr>
          <w:p w14:paraId="0AFFEBC6" w14:textId="77777777" w:rsidR="00F87FC1" w:rsidRPr="00C32B54" w:rsidRDefault="00F87FC1" w:rsidP="00F87FC1">
            <w:pPr>
              <w:pStyle w:val="TabNumeri"/>
            </w:pPr>
          </w:p>
        </w:tc>
        <w:tc>
          <w:tcPr>
            <w:tcW w:w="680" w:type="dxa"/>
            <w:shd w:val="clear" w:color="auto" w:fill="D6E3BC" w:themeFill="accent3" w:themeFillTint="66"/>
            <w:noWrap/>
          </w:tcPr>
          <w:p w14:paraId="1704B185" w14:textId="77777777" w:rsidR="00F87FC1" w:rsidRPr="00904DA8" w:rsidRDefault="00F87FC1" w:rsidP="00F87FC1">
            <w:pPr>
              <w:pStyle w:val="TabNumeri"/>
            </w:pPr>
            <w:r w:rsidRPr="00F60BFA">
              <w:t>-13,7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shd w:val="clear" w:color="auto" w:fill="D6E3BC" w:themeFill="accent3" w:themeFillTint="66"/>
            <w:noWrap/>
          </w:tcPr>
          <w:p w14:paraId="2A1B03B3" w14:textId="77777777" w:rsidR="00F87FC1" w:rsidRPr="00904DA8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D6E3BC" w:themeFill="accent3" w:themeFillTint="66"/>
            <w:noWrap/>
          </w:tcPr>
          <w:p w14:paraId="6969AF55" w14:textId="77777777" w:rsidR="00F87FC1" w:rsidRPr="003C782D" w:rsidRDefault="00F87FC1" w:rsidP="00F87FC1">
            <w:pPr>
              <w:pStyle w:val="TabNumeri"/>
            </w:pPr>
            <w:r w:rsidRPr="00E94ED2">
              <w:t>-8,6</w:t>
            </w:r>
          </w:p>
        </w:tc>
        <w:tc>
          <w:tcPr>
            <w:tcW w:w="228" w:type="dxa"/>
            <w:shd w:val="clear" w:color="auto" w:fill="D6E3BC" w:themeFill="accent3" w:themeFillTint="66"/>
          </w:tcPr>
          <w:p w14:paraId="167850C2" w14:textId="77777777" w:rsidR="00F87FC1" w:rsidRPr="00AA375C" w:rsidRDefault="00F87FC1" w:rsidP="00F87FC1">
            <w:pPr>
              <w:pStyle w:val="TabNumeri"/>
            </w:pPr>
          </w:p>
        </w:tc>
        <w:tc>
          <w:tcPr>
            <w:tcW w:w="113" w:type="dxa"/>
            <w:shd w:val="clear" w:color="auto" w:fill="auto"/>
            <w:noWrap/>
          </w:tcPr>
          <w:p w14:paraId="20BEE624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14:paraId="568FA761" w14:textId="77777777" w:rsidR="00F87FC1" w:rsidRPr="009E61ED" w:rsidRDefault="00F87FC1" w:rsidP="00F87FC1">
            <w:pPr>
              <w:pStyle w:val="TabNumeri"/>
            </w:pPr>
            <w:r w:rsidRPr="00F9232D">
              <w:t>6,9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shd w:val="clear" w:color="auto" w:fill="EAF1DD" w:themeFill="accent3" w:themeFillTint="33"/>
            <w:noWrap/>
          </w:tcPr>
          <w:p w14:paraId="601505D5" w14:textId="77777777" w:rsidR="00F87FC1" w:rsidRPr="00811B57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EAF1DD" w:themeFill="accent3" w:themeFillTint="33"/>
            <w:noWrap/>
          </w:tcPr>
          <w:p w14:paraId="218DB52A" w14:textId="77777777" w:rsidR="00F87FC1" w:rsidRPr="00A27A0A" w:rsidRDefault="00F87FC1" w:rsidP="00F87FC1">
            <w:pPr>
              <w:pStyle w:val="TabNumeri"/>
            </w:pPr>
            <w:r w:rsidRPr="005F653E">
              <w:t>7,4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546BDE9A" w14:textId="77777777" w:rsidR="00F87FC1" w:rsidRPr="00DC6642" w:rsidRDefault="00F87FC1" w:rsidP="00F87FC1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4947ABB0" w14:textId="77777777" w:rsidR="00F87FC1" w:rsidRPr="00986A4F" w:rsidRDefault="00F87FC1" w:rsidP="00F87FC1">
            <w:pPr>
              <w:pStyle w:val="TabNumeri"/>
            </w:pPr>
            <w:r w:rsidRPr="005F653E">
              <w:t>5,0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shd w:val="clear" w:color="auto" w:fill="EAF1DD" w:themeFill="accent3" w:themeFillTint="33"/>
            <w:noWrap/>
          </w:tcPr>
          <w:p w14:paraId="5D924E6F" w14:textId="77777777" w:rsidR="00F87FC1" w:rsidRPr="00986A4F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EAF1DD" w:themeFill="accent3" w:themeFillTint="33"/>
            <w:noWrap/>
          </w:tcPr>
          <w:p w14:paraId="50D7EDD0" w14:textId="77777777" w:rsidR="00F87FC1" w:rsidRPr="00413582" w:rsidRDefault="00F87FC1" w:rsidP="00F87FC1">
            <w:pPr>
              <w:pStyle w:val="TabNumeri"/>
            </w:pPr>
            <w:r w:rsidRPr="00E209DA">
              <w:t>6,0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06CB1736" w14:textId="77777777" w:rsidR="00F87FC1" w:rsidRPr="00A319C0" w:rsidRDefault="00F87FC1" w:rsidP="00F87FC1">
            <w:pPr>
              <w:pStyle w:val="TabNumeri"/>
            </w:pPr>
          </w:p>
        </w:tc>
      </w:tr>
      <w:tr w:rsidR="00F87FC1" w14:paraId="7BD6E685" w14:textId="77777777" w:rsidTr="00F87FC1">
        <w:trPr>
          <w:cantSplit/>
          <w:trHeight w:val="255"/>
        </w:trPr>
        <w:tc>
          <w:tcPr>
            <w:tcW w:w="1985" w:type="dxa"/>
            <w:noWrap/>
          </w:tcPr>
          <w:p w14:paraId="7832C13D" w14:textId="77777777" w:rsidR="00F87FC1" w:rsidRPr="00233F5C" w:rsidRDefault="00F87FC1" w:rsidP="00F87FC1">
            <w:pPr>
              <w:pStyle w:val="TabEtichette"/>
            </w:pPr>
            <w:r w:rsidRPr="00233F5C">
              <w:t xml:space="preserve">Consumi </w:t>
            </w:r>
            <w:r>
              <w:t xml:space="preserve">delle </w:t>
            </w:r>
            <w:r w:rsidRPr="00233F5C">
              <w:t>famiglie</w:t>
            </w:r>
          </w:p>
        </w:tc>
        <w:tc>
          <w:tcPr>
            <w:tcW w:w="680" w:type="dxa"/>
            <w:noWrap/>
          </w:tcPr>
          <w:p w14:paraId="4E2C3825" w14:textId="77777777" w:rsidR="00F87FC1" w:rsidRPr="00F86988" w:rsidRDefault="00F87FC1" w:rsidP="00F87FC1">
            <w:pPr>
              <w:pStyle w:val="TabNumeri"/>
            </w:pPr>
            <w:r w:rsidRPr="00E615CA">
              <w:t>-10,9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noWrap/>
          </w:tcPr>
          <w:p w14:paraId="1172CE5E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7C63A757" w14:textId="77777777" w:rsidR="00F87FC1" w:rsidRPr="00D65A6F" w:rsidRDefault="00F87FC1" w:rsidP="00F87FC1">
            <w:pPr>
              <w:pStyle w:val="TabNumeri"/>
            </w:pPr>
            <w:r w:rsidRPr="00F60BFA">
              <w:t>-10,5</w:t>
            </w:r>
          </w:p>
        </w:tc>
        <w:tc>
          <w:tcPr>
            <w:tcW w:w="228" w:type="dxa"/>
            <w:noWrap/>
          </w:tcPr>
          <w:p w14:paraId="1617A17B" w14:textId="77777777" w:rsidR="00F87FC1" w:rsidRPr="00C32B54" w:rsidRDefault="00F87FC1" w:rsidP="00F87FC1">
            <w:pPr>
              <w:pStyle w:val="TabNumeri"/>
            </w:pPr>
          </w:p>
        </w:tc>
        <w:tc>
          <w:tcPr>
            <w:tcW w:w="680" w:type="dxa"/>
            <w:noWrap/>
          </w:tcPr>
          <w:p w14:paraId="239A9C50" w14:textId="77777777" w:rsidR="00F87FC1" w:rsidRPr="00904DA8" w:rsidRDefault="00F87FC1" w:rsidP="00F87FC1">
            <w:pPr>
              <w:pStyle w:val="TabNumeri"/>
            </w:pPr>
            <w:r w:rsidRPr="00F60BFA">
              <w:t>-13,3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noWrap/>
          </w:tcPr>
          <w:p w14:paraId="7D6B7E7A" w14:textId="77777777" w:rsidR="00F87FC1" w:rsidRPr="00904DA8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1FE01139" w14:textId="77777777" w:rsidR="00F87FC1" w:rsidRPr="003C782D" w:rsidRDefault="00F87FC1" w:rsidP="00F87FC1">
            <w:pPr>
              <w:pStyle w:val="TabNumeri"/>
            </w:pPr>
            <w:r w:rsidRPr="00E94ED2">
              <w:t>-10,6</w:t>
            </w:r>
          </w:p>
        </w:tc>
        <w:tc>
          <w:tcPr>
            <w:tcW w:w="228" w:type="dxa"/>
          </w:tcPr>
          <w:p w14:paraId="720177C5" w14:textId="77777777" w:rsidR="00F87FC1" w:rsidRPr="00AA375C" w:rsidRDefault="00F87FC1" w:rsidP="00F87FC1">
            <w:pPr>
              <w:pStyle w:val="TabNumeri"/>
            </w:pPr>
          </w:p>
        </w:tc>
        <w:tc>
          <w:tcPr>
            <w:tcW w:w="113" w:type="dxa"/>
            <w:shd w:val="clear" w:color="auto" w:fill="auto"/>
            <w:noWrap/>
          </w:tcPr>
          <w:p w14:paraId="3D5CA605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</w:tcPr>
          <w:p w14:paraId="2659E58F" w14:textId="77777777" w:rsidR="00F87FC1" w:rsidRPr="009E61ED" w:rsidRDefault="00F87FC1" w:rsidP="00F87FC1">
            <w:pPr>
              <w:pStyle w:val="TabNumeri"/>
            </w:pPr>
            <w:r w:rsidRPr="00F9232D">
              <w:t>7,3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noWrap/>
          </w:tcPr>
          <w:p w14:paraId="61C86D53" w14:textId="77777777" w:rsidR="00F87FC1" w:rsidRPr="00811B57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6116E2D7" w14:textId="77777777" w:rsidR="00F87FC1" w:rsidRPr="00A27A0A" w:rsidRDefault="00F87FC1" w:rsidP="00F87FC1">
            <w:pPr>
              <w:pStyle w:val="TabNumeri"/>
            </w:pPr>
            <w:r w:rsidRPr="005F653E">
              <w:t>9,0</w:t>
            </w:r>
          </w:p>
        </w:tc>
        <w:tc>
          <w:tcPr>
            <w:tcW w:w="228" w:type="dxa"/>
            <w:noWrap/>
          </w:tcPr>
          <w:p w14:paraId="46093C34" w14:textId="77777777" w:rsidR="00F87FC1" w:rsidRPr="00DC6642" w:rsidRDefault="00F87FC1" w:rsidP="00F87FC1">
            <w:pPr>
              <w:pStyle w:val="TabNumeri"/>
            </w:pPr>
          </w:p>
        </w:tc>
        <w:tc>
          <w:tcPr>
            <w:tcW w:w="680" w:type="dxa"/>
            <w:noWrap/>
          </w:tcPr>
          <w:p w14:paraId="6B577885" w14:textId="77777777" w:rsidR="00F87FC1" w:rsidRPr="00986A4F" w:rsidRDefault="00F87FC1" w:rsidP="00F87FC1">
            <w:pPr>
              <w:pStyle w:val="TabNumeri"/>
            </w:pPr>
            <w:r w:rsidRPr="005F653E">
              <w:t>6,8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noWrap/>
          </w:tcPr>
          <w:p w14:paraId="15B77A29" w14:textId="77777777" w:rsidR="00F87FC1" w:rsidRPr="00986A4F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3AD6237A" w14:textId="77777777" w:rsidR="00F87FC1" w:rsidRPr="00413582" w:rsidRDefault="00F87FC1" w:rsidP="00F87FC1">
            <w:pPr>
              <w:pStyle w:val="TabNumeri"/>
            </w:pPr>
            <w:r w:rsidRPr="00E209DA">
              <w:t>5,7</w:t>
            </w:r>
          </w:p>
        </w:tc>
        <w:tc>
          <w:tcPr>
            <w:tcW w:w="227" w:type="dxa"/>
            <w:noWrap/>
          </w:tcPr>
          <w:p w14:paraId="441BDC15" w14:textId="77777777" w:rsidR="00F87FC1" w:rsidRPr="00A319C0" w:rsidRDefault="00F87FC1" w:rsidP="00F87FC1">
            <w:pPr>
              <w:pStyle w:val="TabNumeri"/>
            </w:pPr>
          </w:p>
        </w:tc>
      </w:tr>
      <w:tr w:rsidR="00F87FC1" w14:paraId="050012C7" w14:textId="77777777" w:rsidTr="00F87FC1">
        <w:trPr>
          <w:cantSplit/>
          <w:trHeight w:val="255"/>
        </w:trPr>
        <w:tc>
          <w:tcPr>
            <w:tcW w:w="1985" w:type="dxa"/>
            <w:shd w:val="clear" w:color="auto" w:fill="D6E3BC" w:themeFill="accent3" w:themeFillTint="66"/>
            <w:noWrap/>
          </w:tcPr>
          <w:p w14:paraId="7E5674CC" w14:textId="77777777" w:rsidR="00F87FC1" w:rsidRPr="00233F5C" w:rsidRDefault="00F87FC1" w:rsidP="00F87FC1">
            <w:pPr>
              <w:pStyle w:val="TabEtichette"/>
            </w:pPr>
            <w:r w:rsidRPr="00233F5C">
              <w:t>Consumi collettivi</w:t>
            </w:r>
          </w:p>
        </w:tc>
        <w:tc>
          <w:tcPr>
            <w:tcW w:w="680" w:type="dxa"/>
            <w:shd w:val="clear" w:color="auto" w:fill="D6E3BC" w:themeFill="accent3" w:themeFillTint="66"/>
            <w:noWrap/>
          </w:tcPr>
          <w:p w14:paraId="55CBB94F" w14:textId="77777777" w:rsidR="00F87FC1" w:rsidRPr="00F86988" w:rsidRDefault="00F87FC1" w:rsidP="00F87FC1">
            <w:pPr>
              <w:pStyle w:val="TabNumeri"/>
            </w:pPr>
            <w:r w:rsidRPr="00E615CA">
              <w:t>2,6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shd w:val="clear" w:color="auto" w:fill="D6E3BC" w:themeFill="accent3" w:themeFillTint="66"/>
            <w:noWrap/>
          </w:tcPr>
          <w:p w14:paraId="0390E7A4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D6E3BC" w:themeFill="accent3" w:themeFillTint="66"/>
            <w:noWrap/>
          </w:tcPr>
          <w:p w14:paraId="69132D2E" w14:textId="77777777" w:rsidR="00F87FC1" w:rsidRPr="00D65A6F" w:rsidRDefault="00F87FC1" w:rsidP="00F87FC1">
            <w:pPr>
              <w:pStyle w:val="TabNumeri"/>
            </w:pPr>
            <w:r w:rsidRPr="00F60BFA">
              <w:t>0,4</w:t>
            </w:r>
          </w:p>
        </w:tc>
        <w:tc>
          <w:tcPr>
            <w:tcW w:w="228" w:type="dxa"/>
            <w:shd w:val="clear" w:color="auto" w:fill="D6E3BC" w:themeFill="accent3" w:themeFillTint="66"/>
            <w:noWrap/>
          </w:tcPr>
          <w:p w14:paraId="1FB93D2B" w14:textId="77777777" w:rsidR="00F87FC1" w:rsidRPr="00C32B54" w:rsidRDefault="00F87FC1" w:rsidP="00F87FC1">
            <w:pPr>
              <w:pStyle w:val="TabNumeri"/>
            </w:pPr>
          </w:p>
        </w:tc>
        <w:tc>
          <w:tcPr>
            <w:tcW w:w="680" w:type="dxa"/>
            <w:shd w:val="clear" w:color="auto" w:fill="D6E3BC" w:themeFill="accent3" w:themeFillTint="66"/>
            <w:noWrap/>
          </w:tcPr>
          <w:p w14:paraId="206C4CFA" w14:textId="77777777" w:rsidR="00F87FC1" w:rsidRPr="00904DA8" w:rsidRDefault="00F87FC1" w:rsidP="00F87FC1">
            <w:pPr>
              <w:pStyle w:val="TabNumeri"/>
            </w:pPr>
            <w:r w:rsidRPr="00F60BFA">
              <w:t>0,5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shd w:val="clear" w:color="auto" w:fill="D6E3BC" w:themeFill="accent3" w:themeFillTint="66"/>
            <w:noWrap/>
          </w:tcPr>
          <w:p w14:paraId="75D1C8B1" w14:textId="77777777" w:rsidR="00F87FC1" w:rsidRPr="00904DA8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D6E3BC" w:themeFill="accent3" w:themeFillTint="66"/>
            <w:noWrap/>
          </w:tcPr>
          <w:p w14:paraId="0C0D1F25" w14:textId="77777777" w:rsidR="00F87FC1" w:rsidRPr="003C782D" w:rsidRDefault="00F87FC1" w:rsidP="00F87FC1">
            <w:pPr>
              <w:pStyle w:val="TabNumeri"/>
            </w:pPr>
            <w:r w:rsidRPr="00E94ED2">
              <w:t>0,2</w:t>
            </w:r>
          </w:p>
        </w:tc>
        <w:tc>
          <w:tcPr>
            <w:tcW w:w="228" w:type="dxa"/>
            <w:shd w:val="clear" w:color="auto" w:fill="D6E3BC" w:themeFill="accent3" w:themeFillTint="66"/>
          </w:tcPr>
          <w:p w14:paraId="6E709732" w14:textId="77777777" w:rsidR="00F87FC1" w:rsidRPr="00AA375C" w:rsidRDefault="00F87FC1" w:rsidP="00F87FC1">
            <w:pPr>
              <w:pStyle w:val="TabNumeri"/>
            </w:pPr>
          </w:p>
        </w:tc>
        <w:tc>
          <w:tcPr>
            <w:tcW w:w="113" w:type="dxa"/>
            <w:shd w:val="clear" w:color="auto" w:fill="auto"/>
            <w:noWrap/>
          </w:tcPr>
          <w:p w14:paraId="70654150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14:paraId="7787867B" w14:textId="77777777" w:rsidR="00F87FC1" w:rsidRPr="009E61ED" w:rsidRDefault="00F87FC1" w:rsidP="00F87FC1">
            <w:pPr>
              <w:pStyle w:val="TabNumeri"/>
            </w:pPr>
            <w:r w:rsidRPr="00F9232D">
              <w:t>-0,6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shd w:val="clear" w:color="auto" w:fill="EAF1DD" w:themeFill="accent3" w:themeFillTint="33"/>
            <w:noWrap/>
          </w:tcPr>
          <w:p w14:paraId="253F1698" w14:textId="77777777" w:rsidR="00F87FC1" w:rsidRPr="00811B57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EAF1DD" w:themeFill="accent3" w:themeFillTint="33"/>
            <w:noWrap/>
          </w:tcPr>
          <w:p w14:paraId="00528D14" w14:textId="77777777" w:rsidR="00F87FC1" w:rsidRPr="00A27A0A" w:rsidRDefault="00F87FC1" w:rsidP="00F87FC1">
            <w:pPr>
              <w:pStyle w:val="TabNumeri"/>
            </w:pPr>
            <w:r w:rsidRPr="005F653E">
              <w:t>0,2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79FAF328" w14:textId="77777777" w:rsidR="00F87FC1" w:rsidRPr="00DC6642" w:rsidRDefault="00F87FC1" w:rsidP="00F87FC1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2B4F3CE5" w14:textId="77777777" w:rsidR="00F87FC1" w:rsidRPr="00986A4F" w:rsidRDefault="00F87FC1" w:rsidP="00F87FC1">
            <w:pPr>
              <w:pStyle w:val="TabNumeri"/>
            </w:pPr>
            <w:r w:rsidRPr="005F653E">
              <w:t>0,4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shd w:val="clear" w:color="auto" w:fill="EAF1DD" w:themeFill="accent3" w:themeFillTint="33"/>
            <w:noWrap/>
          </w:tcPr>
          <w:p w14:paraId="19DFECB1" w14:textId="77777777" w:rsidR="00F87FC1" w:rsidRPr="00986A4F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EAF1DD" w:themeFill="accent3" w:themeFillTint="33"/>
            <w:noWrap/>
          </w:tcPr>
          <w:p w14:paraId="3E88116D" w14:textId="77777777" w:rsidR="00F87FC1" w:rsidRPr="00413582" w:rsidRDefault="00F87FC1" w:rsidP="00F87FC1">
            <w:pPr>
              <w:pStyle w:val="TabNumeri"/>
            </w:pPr>
            <w:r w:rsidRPr="00E209DA">
              <w:t>2,6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0511553F" w14:textId="77777777" w:rsidR="00F87FC1" w:rsidRPr="00A319C0" w:rsidRDefault="00F87FC1" w:rsidP="00F87FC1">
            <w:pPr>
              <w:pStyle w:val="TabNumeri"/>
            </w:pPr>
          </w:p>
        </w:tc>
      </w:tr>
      <w:tr w:rsidR="00F87FC1" w14:paraId="726F557A" w14:textId="77777777" w:rsidTr="00F87FC1">
        <w:trPr>
          <w:cantSplit/>
          <w:trHeight w:val="255"/>
        </w:trPr>
        <w:tc>
          <w:tcPr>
            <w:tcW w:w="1985" w:type="dxa"/>
            <w:noWrap/>
          </w:tcPr>
          <w:p w14:paraId="6EDD1B4E" w14:textId="77777777" w:rsidR="00F87FC1" w:rsidRPr="00233F5C" w:rsidRDefault="00F87FC1" w:rsidP="00F87FC1">
            <w:pPr>
              <w:pStyle w:val="TabEtichette"/>
            </w:pPr>
            <w:r w:rsidRPr="00233F5C">
              <w:t>Investimenti fissi lordi</w:t>
            </w:r>
          </w:p>
        </w:tc>
        <w:tc>
          <w:tcPr>
            <w:tcW w:w="680" w:type="dxa"/>
            <w:noWrap/>
          </w:tcPr>
          <w:p w14:paraId="336D7653" w14:textId="77777777" w:rsidR="00F87FC1" w:rsidRPr="00F86988" w:rsidRDefault="00F87FC1" w:rsidP="00F87FC1">
            <w:pPr>
              <w:pStyle w:val="TabNumeri"/>
            </w:pPr>
            <w:r w:rsidRPr="00E615CA">
              <w:t>-14,2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noWrap/>
          </w:tcPr>
          <w:p w14:paraId="096112B7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6C17B1AC" w14:textId="77777777" w:rsidR="00F87FC1" w:rsidRPr="00D65A6F" w:rsidRDefault="00F87FC1" w:rsidP="00F87FC1">
            <w:pPr>
              <w:pStyle w:val="TabNumeri"/>
            </w:pPr>
            <w:r w:rsidRPr="00F60BFA">
              <w:t>-18,8</w:t>
            </w:r>
          </w:p>
        </w:tc>
        <w:tc>
          <w:tcPr>
            <w:tcW w:w="228" w:type="dxa"/>
            <w:noWrap/>
          </w:tcPr>
          <w:p w14:paraId="6408005A" w14:textId="77777777" w:rsidR="00F87FC1" w:rsidRPr="00C32B54" w:rsidRDefault="00F87FC1" w:rsidP="00F87FC1">
            <w:pPr>
              <w:pStyle w:val="TabNumeri"/>
            </w:pPr>
          </w:p>
        </w:tc>
        <w:tc>
          <w:tcPr>
            <w:tcW w:w="680" w:type="dxa"/>
            <w:noWrap/>
          </w:tcPr>
          <w:p w14:paraId="22027A0D" w14:textId="77777777" w:rsidR="00F87FC1" w:rsidRPr="00904DA8" w:rsidRDefault="00F87FC1" w:rsidP="00F87FC1">
            <w:pPr>
              <w:pStyle w:val="TabNumeri"/>
            </w:pPr>
            <w:r w:rsidRPr="00F60BFA">
              <w:t>-23,4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noWrap/>
          </w:tcPr>
          <w:p w14:paraId="54111A24" w14:textId="77777777" w:rsidR="00F87FC1" w:rsidRPr="00904DA8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2F24B39E" w14:textId="77777777" w:rsidR="00F87FC1" w:rsidRPr="003C782D" w:rsidRDefault="00F87FC1" w:rsidP="00F87FC1">
            <w:pPr>
              <w:pStyle w:val="TabNumeri"/>
            </w:pPr>
            <w:r w:rsidRPr="00E94ED2">
              <w:t>-12,7</w:t>
            </w:r>
          </w:p>
        </w:tc>
        <w:tc>
          <w:tcPr>
            <w:tcW w:w="228" w:type="dxa"/>
          </w:tcPr>
          <w:p w14:paraId="2E0B7463" w14:textId="77777777" w:rsidR="00F87FC1" w:rsidRPr="00AA375C" w:rsidRDefault="00F87FC1" w:rsidP="00F87FC1">
            <w:pPr>
              <w:pStyle w:val="TabNumeri"/>
            </w:pPr>
          </w:p>
        </w:tc>
        <w:tc>
          <w:tcPr>
            <w:tcW w:w="113" w:type="dxa"/>
            <w:shd w:val="clear" w:color="auto" w:fill="auto"/>
            <w:noWrap/>
          </w:tcPr>
          <w:p w14:paraId="087CD874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</w:tcPr>
          <w:p w14:paraId="38888F7E" w14:textId="77777777" w:rsidR="00F87FC1" w:rsidRPr="009E61ED" w:rsidRDefault="00F87FC1" w:rsidP="00F87FC1">
            <w:pPr>
              <w:pStyle w:val="TabNumeri"/>
            </w:pPr>
            <w:r w:rsidRPr="00F9232D">
              <w:t>13,0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noWrap/>
          </w:tcPr>
          <w:p w14:paraId="69F594D6" w14:textId="77777777" w:rsidR="00F87FC1" w:rsidRPr="00811B57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0D5BBB33" w14:textId="77777777" w:rsidR="00F87FC1" w:rsidRPr="00A27A0A" w:rsidRDefault="00F87FC1" w:rsidP="00F87FC1">
            <w:pPr>
              <w:pStyle w:val="TabNumeri"/>
            </w:pPr>
            <w:r w:rsidRPr="005F653E">
              <w:t>12,7</w:t>
            </w:r>
          </w:p>
        </w:tc>
        <w:tc>
          <w:tcPr>
            <w:tcW w:w="228" w:type="dxa"/>
            <w:noWrap/>
          </w:tcPr>
          <w:p w14:paraId="132944C2" w14:textId="77777777" w:rsidR="00F87FC1" w:rsidRPr="00DC6642" w:rsidRDefault="00F87FC1" w:rsidP="00F87FC1">
            <w:pPr>
              <w:pStyle w:val="TabNumeri"/>
            </w:pPr>
          </w:p>
        </w:tc>
        <w:tc>
          <w:tcPr>
            <w:tcW w:w="680" w:type="dxa"/>
            <w:noWrap/>
          </w:tcPr>
          <w:p w14:paraId="313F86EB" w14:textId="77777777" w:rsidR="00F87FC1" w:rsidRPr="00986A4F" w:rsidRDefault="00F87FC1" w:rsidP="00F87FC1">
            <w:pPr>
              <w:pStyle w:val="TabNumeri"/>
            </w:pPr>
            <w:r w:rsidRPr="005F653E">
              <w:t>5,6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noWrap/>
          </w:tcPr>
          <w:p w14:paraId="6D27A0F0" w14:textId="77777777" w:rsidR="00F87FC1" w:rsidRPr="00986A4F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2456008A" w14:textId="77777777" w:rsidR="00F87FC1" w:rsidRPr="00413582" w:rsidRDefault="00F87FC1" w:rsidP="00F87FC1">
            <w:pPr>
              <w:pStyle w:val="TabNumeri"/>
            </w:pPr>
            <w:r w:rsidRPr="00E209DA">
              <w:t>10,5</w:t>
            </w:r>
          </w:p>
        </w:tc>
        <w:tc>
          <w:tcPr>
            <w:tcW w:w="227" w:type="dxa"/>
            <w:noWrap/>
          </w:tcPr>
          <w:p w14:paraId="125F7099" w14:textId="77777777" w:rsidR="00F87FC1" w:rsidRPr="00A319C0" w:rsidRDefault="00F87FC1" w:rsidP="00F87FC1">
            <w:pPr>
              <w:pStyle w:val="TabNumeri"/>
            </w:pPr>
          </w:p>
        </w:tc>
      </w:tr>
      <w:tr w:rsidR="00F87FC1" w14:paraId="09FCCC57" w14:textId="77777777" w:rsidTr="00F87FC1">
        <w:trPr>
          <w:cantSplit/>
          <w:trHeight w:val="255"/>
        </w:trPr>
        <w:tc>
          <w:tcPr>
            <w:tcW w:w="1985" w:type="dxa"/>
            <w:shd w:val="clear" w:color="auto" w:fill="D6E3BC" w:themeFill="accent3" w:themeFillTint="66"/>
            <w:noWrap/>
          </w:tcPr>
          <w:p w14:paraId="342F167E" w14:textId="77777777" w:rsidR="00F87FC1" w:rsidRPr="00233F5C" w:rsidRDefault="00F87FC1" w:rsidP="00F87FC1">
            <w:pPr>
              <w:pStyle w:val="TabEtichette"/>
            </w:pPr>
            <w:r w:rsidRPr="00233F5C">
              <w:t xml:space="preserve">- </w:t>
            </w:r>
            <w:proofErr w:type="spellStart"/>
            <w:r w:rsidRPr="00233F5C">
              <w:t>mac</w:t>
            </w:r>
            <w:proofErr w:type="spellEnd"/>
            <w:r w:rsidRPr="00233F5C">
              <w:t xml:space="preserve">. </w:t>
            </w:r>
            <w:proofErr w:type="spellStart"/>
            <w:r w:rsidRPr="00233F5C">
              <w:t>attr</w:t>
            </w:r>
            <w:proofErr w:type="spellEnd"/>
            <w:r w:rsidRPr="00233F5C">
              <w:t xml:space="preserve">. </w:t>
            </w:r>
            <w:proofErr w:type="spellStart"/>
            <w:r w:rsidRPr="00233F5C">
              <w:t>mez</w:t>
            </w:r>
            <w:proofErr w:type="spellEnd"/>
            <w:r>
              <w:t>.</w:t>
            </w:r>
            <w:r w:rsidRPr="00233F5C">
              <w:t xml:space="preserve"> </w:t>
            </w:r>
            <w:proofErr w:type="spellStart"/>
            <w:r w:rsidRPr="00233F5C">
              <w:t>trasp</w:t>
            </w:r>
            <w:proofErr w:type="spellEnd"/>
            <w:r w:rsidRPr="00233F5C">
              <w:t>.</w:t>
            </w:r>
          </w:p>
        </w:tc>
        <w:tc>
          <w:tcPr>
            <w:tcW w:w="680" w:type="dxa"/>
            <w:shd w:val="clear" w:color="auto" w:fill="D6E3BC" w:themeFill="accent3" w:themeFillTint="66"/>
            <w:noWrap/>
          </w:tcPr>
          <w:p w14:paraId="0D7EAC47" w14:textId="77777777" w:rsidR="00F87FC1" w:rsidRPr="00F86988" w:rsidRDefault="00F87FC1" w:rsidP="00F87FC1">
            <w:pPr>
              <w:pStyle w:val="TabNumeri"/>
            </w:pPr>
            <w:r w:rsidRPr="00E615CA">
              <w:t>-20,7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shd w:val="clear" w:color="auto" w:fill="D6E3BC" w:themeFill="accent3" w:themeFillTint="66"/>
            <w:noWrap/>
          </w:tcPr>
          <w:p w14:paraId="4FA3E4BA" w14:textId="77777777" w:rsidR="00F87FC1" w:rsidRPr="00B64650" w:rsidRDefault="00F87FC1" w:rsidP="00F87FC1">
            <w:pPr>
              <w:pStyle w:val="TabNumeri"/>
            </w:pPr>
            <w:r w:rsidRPr="00E615CA">
              <w:t>[2]</w:t>
            </w: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D6E3BC" w:themeFill="accent3" w:themeFillTint="66"/>
            <w:noWrap/>
          </w:tcPr>
          <w:p w14:paraId="5D8A919B" w14:textId="77777777" w:rsidR="00F87FC1" w:rsidRPr="00D65A6F" w:rsidRDefault="00F87FC1" w:rsidP="00F87FC1">
            <w:pPr>
              <w:pStyle w:val="TabNumeri"/>
            </w:pPr>
            <w:proofErr w:type="spellStart"/>
            <w:r w:rsidRPr="00F60BFA">
              <w:t>n.d.</w:t>
            </w:r>
            <w:proofErr w:type="spellEnd"/>
          </w:p>
        </w:tc>
        <w:tc>
          <w:tcPr>
            <w:tcW w:w="228" w:type="dxa"/>
            <w:shd w:val="clear" w:color="auto" w:fill="D6E3BC" w:themeFill="accent3" w:themeFillTint="66"/>
            <w:noWrap/>
          </w:tcPr>
          <w:p w14:paraId="2800BF93" w14:textId="77777777" w:rsidR="00F87FC1" w:rsidRPr="00C32B54" w:rsidRDefault="00F87FC1" w:rsidP="00F87FC1">
            <w:pPr>
              <w:pStyle w:val="TabNumeri"/>
            </w:pPr>
          </w:p>
        </w:tc>
        <w:tc>
          <w:tcPr>
            <w:tcW w:w="680" w:type="dxa"/>
            <w:shd w:val="clear" w:color="auto" w:fill="D6E3BC" w:themeFill="accent3" w:themeFillTint="66"/>
            <w:noWrap/>
          </w:tcPr>
          <w:p w14:paraId="3FC24331" w14:textId="77777777" w:rsidR="00F87FC1" w:rsidRPr="00904DA8" w:rsidRDefault="00F87FC1" w:rsidP="00F87FC1">
            <w:pPr>
              <w:pStyle w:val="TabNumeri"/>
            </w:pPr>
            <w:proofErr w:type="spellStart"/>
            <w:r w:rsidRPr="00F60BFA">
              <w:t>n.d.</w:t>
            </w:r>
            <w:proofErr w:type="spellEnd"/>
          </w:p>
        </w:tc>
        <w:tc>
          <w:tcPr>
            <w:tcW w:w="227" w:type="dxa"/>
            <w:tcBorders>
              <w:right w:val="single" w:sz="4" w:space="0" w:color="0070C0"/>
            </w:tcBorders>
            <w:shd w:val="clear" w:color="auto" w:fill="D6E3BC" w:themeFill="accent3" w:themeFillTint="66"/>
            <w:noWrap/>
          </w:tcPr>
          <w:p w14:paraId="1A989202" w14:textId="77777777" w:rsidR="00F87FC1" w:rsidRPr="00904DA8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D6E3BC" w:themeFill="accent3" w:themeFillTint="66"/>
            <w:noWrap/>
          </w:tcPr>
          <w:p w14:paraId="6A261D15" w14:textId="77777777" w:rsidR="00F87FC1" w:rsidRPr="003C782D" w:rsidRDefault="00F87FC1" w:rsidP="00F87FC1">
            <w:pPr>
              <w:pStyle w:val="TabNumeri"/>
            </w:pPr>
            <w:r w:rsidRPr="00E94ED2">
              <w:t>-14,2</w:t>
            </w:r>
          </w:p>
        </w:tc>
        <w:tc>
          <w:tcPr>
            <w:tcW w:w="228" w:type="dxa"/>
            <w:shd w:val="clear" w:color="auto" w:fill="D6E3BC" w:themeFill="accent3" w:themeFillTint="66"/>
          </w:tcPr>
          <w:p w14:paraId="53369DF9" w14:textId="77777777" w:rsidR="00F87FC1" w:rsidRPr="00AA375C" w:rsidRDefault="00F87FC1" w:rsidP="00F87FC1">
            <w:pPr>
              <w:pStyle w:val="TabNumeri"/>
            </w:pPr>
          </w:p>
        </w:tc>
        <w:tc>
          <w:tcPr>
            <w:tcW w:w="113" w:type="dxa"/>
            <w:shd w:val="clear" w:color="auto" w:fill="auto"/>
            <w:noWrap/>
          </w:tcPr>
          <w:p w14:paraId="71573025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14:paraId="38DF01B7" w14:textId="77777777" w:rsidR="00F87FC1" w:rsidRPr="009E61ED" w:rsidRDefault="00F87FC1" w:rsidP="00F87FC1">
            <w:pPr>
              <w:pStyle w:val="TabNumeri"/>
            </w:pPr>
            <w:r w:rsidRPr="00F9232D">
              <w:t>19,7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shd w:val="clear" w:color="auto" w:fill="EAF1DD" w:themeFill="accent3" w:themeFillTint="33"/>
            <w:noWrap/>
          </w:tcPr>
          <w:p w14:paraId="5E519023" w14:textId="77777777" w:rsidR="00F87FC1" w:rsidRPr="00811B57" w:rsidRDefault="00F87FC1" w:rsidP="00F87FC1">
            <w:pPr>
              <w:pStyle w:val="TabNumeri"/>
            </w:pPr>
            <w:r w:rsidRPr="00F9232D">
              <w:t>[2]</w:t>
            </w: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EAF1DD" w:themeFill="accent3" w:themeFillTint="33"/>
            <w:noWrap/>
          </w:tcPr>
          <w:p w14:paraId="7A137391" w14:textId="77777777" w:rsidR="00F87FC1" w:rsidRPr="00A27A0A" w:rsidRDefault="00F87FC1" w:rsidP="00F87FC1">
            <w:pPr>
              <w:pStyle w:val="TabNumeri"/>
            </w:pPr>
            <w:proofErr w:type="spellStart"/>
            <w:r w:rsidRPr="005F653E">
              <w:t>n.d.</w:t>
            </w:r>
            <w:proofErr w:type="spellEnd"/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57456E3F" w14:textId="77777777" w:rsidR="00F87FC1" w:rsidRPr="00DC6642" w:rsidRDefault="00F87FC1" w:rsidP="00F87FC1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1DA3485F" w14:textId="77777777" w:rsidR="00F87FC1" w:rsidRPr="00986A4F" w:rsidRDefault="00F87FC1" w:rsidP="00F87FC1">
            <w:pPr>
              <w:pStyle w:val="TabNumeri"/>
            </w:pPr>
            <w:proofErr w:type="spellStart"/>
            <w:r w:rsidRPr="005F653E">
              <w:t>n.d.</w:t>
            </w:r>
            <w:proofErr w:type="spellEnd"/>
          </w:p>
        </w:tc>
        <w:tc>
          <w:tcPr>
            <w:tcW w:w="227" w:type="dxa"/>
            <w:tcBorders>
              <w:right w:val="single" w:sz="4" w:space="0" w:color="0070C0"/>
            </w:tcBorders>
            <w:shd w:val="clear" w:color="auto" w:fill="EAF1DD" w:themeFill="accent3" w:themeFillTint="33"/>
            <w:noWrap/>
          </w:tcPr>
          <w:p w14:paraId="1C1C240E" w14:textId="77777777" w:rsidR="00F87FC1" w:rsidRPr="00986A4F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EAF1DD" w:themeFill="accent3" w:themeFillTint="33"/>
            <w:noWrap/>
          </w:tcPr>
          <w:p w14:paraId="7E9FE1C2" w14:textId="77777777" w:rsidR="00F87FC1" w:rsidRPr="00413582" w:rsidRDefault="00F87FC1" w:rsidP="00F87FC1">
            <w:pPr>
              <w:pStyle w:val="TabNumeri"/>
            </w:pPr>
            <w:r w:rsidRPr="00E209DA">
              <w:t>7,9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56A4C3EA" w14:textId="77777777" w:rsidR="00F87FC1" w:rsidRPr="00A319C0" w:rsidRDefault="00F87FC1" w:rsidP="00F87FC1">
            <w:pPr>
              <w:pStyle w:val="TabNumeri"/>
            </w:pPr>
          </w:p>
        </w:tc>
      </w:tr>
      <w:tr w:rsidR="00F87FC1" w14:paraId="1882948C" w14:textId="77777777" w:rsidTr="00F87FC1">
        <w:trPr>
          <w:cantSplit/>
          <w:trHeight w:val="255"/>
        </w:trPr>
        <w:tc>
          <w:tcPr>
            <w:tcW w:w="1985" w:type="dxa"/>
            <w:noWrap/>
          </w:tcPr>
          <w:p w14:paraId="4237E166" w14:textId="77777777" w:rsidR="00F87FC1" w:rsidRPr="00233F5C" w:rsidRDefault="00F87FC1" w:rsidP="00F87FC1">
            <w:pPr>
              <w:pStyle w:val="TabEtichette"/>
            </w:pPr>
            <w:r w:rsidRPr="00233F5C">
              <w:t>- costruzioni</w:t>
            </w:r>
          </w:p>
        </w:tc>
        <w:tc>
          <w:tcPr>
            <w:tcW w:w="680" w:type="dxa"/>
            <w:noWrap/>
          </w:tcPr>
          <w:p w14:paraId="74CEDDF1" w14:textId="77777777" w:rsidR="00F87FC1" w:rsidRPr="00F86988" w:rsidRDefault="00F87FC1" w:rsidP="00F87FC1">
            <w:pPr>
              <w:pStyle w:val="TabNumeri"/>
            </w:pPr>
            <w:r w:rsidRPr="00E615CA">
              <w:t>-9,2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noWrap/>
          </w:tcPr>
          <w:p w14:paraId="3F25693A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1942A785" w14:textId="77777777" w:rsidR="00F87FC1" w:rsidRPr="00D65A6F" w:rsidRDefault="00F87FC1" w:rsidP="00F87FC1">
            <w:pPr>
              <w:pStyle w:val="TabNumeri"/>
            </w:pPr>
            <w:proofErr w:type="spellStart"/>
            <w:r w:rsidRPr="00F60BFA">
              <w:t>n.d.</w:t>
            </w:r>
            <w:proofErr w:type="spellEnd"/>
          </w:p>
        </w:tc>
        <w:tc>
          <w:tcPr>
            <w:tcW w:w="228" w:type="dxa"/>
            <w:noWrap/>
          </w:tcPr>
          <w:p w14:paraId="2D215DCD" w14:textId="77777777" w:rsidR="00F87FC1" w:rsidRPr="00C32B54" w:rsidRDefault="00F87FC1" w:rsidP="00F87FC1">
            <w:pPr>
              <w:pStyle w:val="TabNumeri"/>
            </w:pPr>
          </w:p>
        </w:tc>
        <w:tc>
          <w:tcPr>
            <w:tcW w:w="680" w:type="dxa"/>
            <w:noWrap/>
          </w:tcPr>
          <w:p w14:paraId="74185C0F" w14:textId="77777777" w:rsidR="00F87FC1" w:rsidRPr="00904DA8" w:rsidRDefault="00F87FC1" w:rsidP="00F87FC1">
            <w:pPr>
              <w:pStyle w:val="TabNumeri"/>
            </w:pPr>
            <w:proofErr w:type="spellStart"/>
            <w:r w:rsidRPr="00F60BFA">
              <w:t>n.d.</w:t>
            </w:r>
            <w:proofErr w:type="spellEnd"/>
          </w:p>
        </w:tc>
        <w:tc>
          <w:tcPr>
            <w:tcW w:w="227" w:type="dxa"/>
            <w:tcBorders>
              <w:right w:val="single" w:sz="4" w:space="0" w:color="0070C0"/>
            </w:tcBorders>
            <w:noWrap/>
          </w:tcPr>
          <w:p w14:paraId="65909C70" w14:textId="77777777" w:rsidR="00F87FC1" w:rsidRPr="00904DA8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77CE7197" w14:textId="77777777" w:rsidR="00F87FC1" w:rsidRPr="003C782D" w:rsidRDefault="00F87FC1" w:rsidP="00F87FC1">
            <w:pPr>
              <w:pStyle w:val="TabNumeri"/>
            </w:pPr>
            <w:r w:rsidRPr="00E94ED2">
              <w:t>-10,8</w:t>
            </w:r>
          </w:p>
        </w:tc>
        <w:tc>
          <w:tcPr>
            <w:tcW w:w="228" w:type="dxa"/>
          </w:tcPr>
          <w:p w14:paraId="45E8A631" w14:textId="77777777" w:rsidR="00F87FC1" w:rsidRPr="00AA375C" w:rsidRDefault="00F87FC1" w:rsidP="00F87FC1">
            <w:pPr>
              <w:pStyle w:val="TabNumeri"/>
            </w:pPr>
          </w:p>
        </w:tc>
        <w:tc>
          <w:tcPr>
            <w:tcW w:w="113" w:type="dxa"/>
            <w:shd w:val="clear" w:color="auto" w:fill="auto"/>
            <w:noWrap/>
          </w:tcPr>
          <w:p w14:paraId="093C74DB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</w:tcPr>
          <w:p w14:paraId="6F5B9ADF" w14:textId="77777777" w:rsidR="00F87FC1" w:rsidRPr="009E61ED" w:rsidRDefault="00F87FC1" w:rsidP="00F87FC1">
            <w:pPr>
              <w:pStyle w:val="TabNumeri"/>
            </w:pPr>
            <w:r w:rsidRPr="00F9232D">
              <w:t>8,2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noWrap/>
          </w:tcPr>
          <w:p w14:paraId="28514863" w14:textId="77777777" w:rsidR="00F87FC1" w:rsidRPr="00811B57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5152BCAE" w14:textId="77777777" w:rsidR="00F87FC1" w:rsidRPr="00A27A0A" w:rsidRDefault="00F87FC1" w:rsidP="00F87FC1">
            <w:pPr>
              <w:pStyle w:val="TabNumeri"/>
            </w:pPr>
            <w:proofErr w:type="spellStart"/>
            <w:r w:rsidRPr="005F653E">
              <w:t>n.d.</w:t>
            </w:r>
            <w:proofErr w:type="spellEnd"/>
          </w:p>
        </w:tc>
        <w:tc>
          <w:tcPr>
            <w:tcW w:w="228" w:type="dxa"/>
            <w:noWrap/>
          </w:tcPr>
          <w:p w14:paraId="6E1D3A52" w14:textId="77777777" w:rsidR="00F87FC1" w:rsidRPr="00DC6642" w:rsidRDefault="00F87FC1" w:rsidP="00F87FC1">
            <w:pPr>
              <w:pStyle w:val="TabNumeri"/>
            </w:pPr>
          </w:p>
        </w:tc>
        <w:tc>
          <w:tcPr>
            <w:tcW w:w="680" w:type="dxa"/>
            <w:noWrap/>
          </w:tcPr>
          <w:p w14:paraId="72535731" w14:textId="77777777" w:rsidR="00F87FC1" w:rsidRPr="00986A4F" w:rsidRDefault="00F87FC1" w:rsidP="00F87FC1">
            <w:pPr>
              <w:pStyle w:val="TabNumeri"/>
            </w:pPr>
            <w:proofErr w:type="spellStart"/>
            <w:r w:rsidRPr="005F653E">
              <w:t>n.d.</w:t>
            </w:r>
            <w:proofErr w:type="spellEnd"/>
          </w:p>
        </w:tc>
        <w:tc>
          <w:tcPr>
            <w:tcW w:w="227" w:type="dxa"/>
            <w:tcBorders>
              <w:right w:val="single" w:sz="4" w:space="0" w:color="0070C0"/>
            </w:tcBorders>
            <w:noWrap/>
          </w:tcPr>
          <w:p w14:paraId="0244F94D" w14:textId="77777777" w:rsidR="00F87FC1" w:rsidRPr="00986A4F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2B1CB440" w14:textId="77777777" w:rsidR="00F87FC1" w:rsidRPr="00413582" w:rsidRDefault="00F87FC1" w:rsidP="00F87FC1">
            <w:pPr>
              <w:pStyle w:val="TabNumeri"/>
            </w:pPr>
            <w:r w:rsidRPr="00E209DA">
              <w:t>13,5</w:t>
            </w:r>
          </w:p>
        </w:tc>
        <w:tc>
          <w:tcPr>
            <w:tcW w:w="227" w:type="dxa"/>
            <w:noWrap/>
          </w:tcPr>
          <w:p w14:paraId="073BB45A" w14:textId="77777777" w:rsidR="00F87FC1" w:rsidRPr="00A319C0" w:rsidRDefault="00F87FC1" w:rsidP="00F87FC1">
            <w:pPr>
              <w:pStyle w:val="TabNumeri"/>
            </w:pPr>
          </w:p>
        </w:tc>
      </w:tr>
      <w:tr w:rsidR="00F87FC1" w14:paraId="57B60EE3" w14:textId="77777777" w:rsidTr="00F87FC1">
        <w:trPr>
          <w:cantSplit/>
          <w:trHeight w:val="255"/>
        </w:trPr>
        <w:tc>
          <w:tcPr>
            <w:tcW w:w="1985" w:type="dxa"/>
            <w:shd w:val="clear" w:color="auto" w:fill="D6E3BC" w:themeFill="accent3" w:themeFillTint="66"/>
            <w:noWrap/>
          </w:tcPr>
          <w:p w14:paraId="64898D02" w14:textId="77777777" w:rsidR="00F87FC1" w:rsidRPr="00233F5C" w:rsidRDefault="00F87FC1" w:rsidP="00F87FC1">
            <w:pPr>
              <w:pStyle w:val="TabEtichette"/>
            </w:pPr>
            <w:r>
              <w:t>Occupazione</w:t>
            </w:r>
          </w:p>
        </w:tc>
        <w:tc>
          <w:tcPr>
            <w:tcW w:w="680" w:type="dxa"/>
            <w:shd w:val="clear" w:color="auto" w:fill="D6E3BC" w:themeFill="accent3" w:themeFillTint="66"/>
            <w:noWrap/>
          </w:tcPr>
          <w:p w14:paraId="0BF370E1" w14:textId="77777777" w:rsidR="00F87FC1" w:rsidRPr="00F86988" w:rsidRDefault="00F87FC1" w:rsidP="00F87FC1">
            <w:pPr>
              <w:pStyle w:val="TabNumeri"/>
            </w:pPr>
            <w:r w:rsidRPr="00E615CA">
              <w:t>-7,5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shd w:val="clear" w:color="auto" w:fill="D6E3BC" w:themeFill="accent3" w:themeFillTint="66"/>
            <w:noWrap/>
          </w:tcPr>
          <w:p w14:paraId="153E117A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D6E3BC" w:themeFill="accent3" w:themeFillTint="66"/>
            <w:noWrap/>
          </w:tcPr>
          <w:p w14:paraId="09312F78" w14:textId="77777777" w:rsidR="00F87FC1" w:rsidRPr="00D65A6F" w:rsidRDefault="00F87FC1" w:rsidP="00F87FC1">
            <w:pPr>
              <w:pStyle w:val="TabNumeri"/>
            </w:pPr>
            <w:proofErr w:type="spellStart"/>
            <w:r w:rsidRPr="00F60BFA">
              <w:t>n.d.</w:t>
            </w:r>
            <w:proofErr w:type="spellEnd"/>
          </w:p>
        </w:tc>
        <w:tc>
          <w:tcPr>
            <w:tcW w:w="228" w:type="dxa"/>
            <w:shd w:val="clear" w:color="auto" w:fill="D6E3BC" w:themeFill="accent3" w:themeFillTint="66"/>
            <w:noWrap/>
          </w:tcPr>
          <w:p w14:paraId="3EF6C046" w14:textId="77777777" w:rsidR="00F87FC1" w:rsidRPr="00C32B54" w:rsidRDefault="00F87FC1" w:rsidP="00F87FC1">
            <w:pPr>
              <w:pStyle w:val="TabNumeri"/>
            </w:pPr>
            <w:r w:rsidRPr="00F60BFA">
              <w:t>[3]</w:t>
            </w:r>
          </w:p>
        </w:tc>
        <w:tc>
          <w:tcPr>
            <w:tcW w:w="680" w:type="dxa"/>
            <w:shd w:val="clear" w:color="auto" w:fill="D6E3BC" w:themeFill="accent3" w:themeFillTint="66"/>
            <w:noWrap/>
          </w:tcPr>
          <w:p w14:paraId="1B3B0151" w14:textId="77777777" w:rsidR="00F87FC1" w:rsidRPr="00904DA8" w:rsidRDefault="00F87FC1" w:rsidP="00F87FC1">
            <w:pPr>
              <w:pStyle w:val="TabNumeri"/>
            </w:pPr>
            <w:proofErr w:type="spellStart"/>
            <w:r w:rsidRPr="00F60BFA">
              <w:t>n.d.</w:t>
            </w:r>
            <w:proofErr w:type="spellEnd"/>
          </w:p>
        </w:tc>
        <w:tc>
          <w:tcPr>
            <w:tcW w:w="227" w:type="dxa"/>
            <w:tcBorders>
              <w:right w:val="single" w:sz="4" w:space="0" w:color="0070C0"/>
            </w:tcBorders>
            <w:shd w:val="clear" w:color="auto" w:fill="D6E3BC" w:themeFill="accent3" w:themeFillTint="66"/>
            <w:noWrap/>
          </w:tcPr>
          <w:p w14:paraId="41AE49A2" w14:textId="77777777" w:rsidR="00F87FC1" w:rsidRPr="00904DA8" w:rsidRDefault="00F87FC1" w:rsidP="00F87FC1">
            <w:pPr>
              <w:pStyle w:val="TabNumeri"/>
            </w:pPr>
            <w:r w:rsidRPr="00F60BFA">
              <w:t>[3]</w:t>
            </w: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D6E3BC" w:themeFill="accent3" w:themeFillTint="66"/>
            <w:noWrap/>
          </w:tcPr>
          <w:p w14:paraId="564B9116" w14:textId="77777777" w:rsidR="00F87FC1" w:rsidRPr="003C782D" w:rsidRDefault="00F87FC1" w:rsidP="00F87FC1">
            <w:pPr>
              <w:pStyle w:val="TabNumeri"/>
            </w:pPr>
            <w:r w:rsidRPr="00E94ED2">
              <w:t>-10,0</w:t>
            </w:r>
          </w:p>
        </w:tc>
        <w:tc>
          <w:tcPr>
            <w:tcW w:w="228" w:type="dxa"/>
            <w:shd w:val="clear" w:color="auto" w:fill="D6E3BC" w:themeFill="accent3" w:themeFillTint="66"/>
          </w:tcPr>
          <w:p w14:paraId="2C09CC8A" w14:textId="77777777" w:rsidR="00F87FC1" w:rsidRPr="00AA375C" w:rsidRDefault="00F87FC1" w:rsidP="00F87FC1">
            <w:pPr>
              <w:pStyle w:val="TabNumeri"/>
            </w:pPr>
            <w:r w:rsidRPr="00E94ED2">
              <w:t>[4]</w:t>
            </w:r>
          </w:p>
        </w:tc>
        <w:tc>
          <w:tcPr>
            <w:tcW w:w="113" w:type="dxa"/>
            <w:shd w:val="clear" w:color="auto" w:fill="auto"/>
            <w:noWrap/>
          </w:tcPr>
          <w:p w14:paraId="0EF891EB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14:paraId="7102984B" w14:textId="77777777" w:rsidR="00F87FC1" w:rsidRPr="009E61ED" w:rsidRDefault="00F87FC1" w:rsidP="00F87FC1">
            <w:pPr>
              <w:pStyle w:val="TabNumeri"/>
            </w:pPr>
            <w:r w:rsidRPr="00F9232D">
              <w:t>5,5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shd w:val="clear" w:color="auto" w:fill="EAF1DD" w:themeFill="accent3" w:themeFillTint="33"/>
            <w:noWrap/>
          </w:tcPr>
          <w:p w14:paraId="0B9970BB" w14:textId="77777777" w:rsidR="00F87FC1" w:rsidRPr="00811B57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EAF1DD" w:themeFill="accent3" w:themeFillTint="33"/>
            <w:noWrap/>
          </w:tcPr>
          <w:p w14:paraId="18867699" w14:textId="77777777" w:rsidR="00F87FC1" w:rsidRPr="00A27A0A" w:rsidRDefault="00F87FC1" w:rsidP="00F87FC1">
            <w:pPr>
              <w:pStyle w:val="TabNumeri"/>
            </w:pPr>
            <w:proofErr w:type="spellStart"/>
            <w:r w:rsidRPr="005F653E">
              <w:t>n.d.</w:t>
            </w:r>
            <w:proofErr w:type="spellEnd"/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79809C0D" w14:textId="77777777" w:rsidR="00F87FC1" w:rsidRPr="00DC6642" w:rsidRDefault="00F87FC1" w:rsidP="00F87FC1">
            <w:pPr>
              <w:pStyle w:val="TabNumeri"/>
            </w:pPr>
            <w:r w:rsidRPr="005F653E">
              <w:t>[3]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55EFA212" w14:textId="77777777" w:rsidR="00F87FC1" w:rsidRPr="00986A4F" w:rsidRDefault="00F87FC1" w:rsidP="00F87FC1">
            <w:pPr>
              <w:pStyle w:val="TabNumeri"/>
            </w:pPr>
            <w:proofErr w:type="spellStart"/>
            <w:r w:rsidRPr="005F653E">
              <w:t>n.d.</w:t>
            </w:r>
            <w:proofErr w:type="spellEnd"/>
          </w:p>
        </w:tc>
        <w:tc>
          <w:tcPr>
            <w:tcW w:w="227" w:type="dxa"/>
            <w:tcBorders>
              <w:right w:val="single" w:sz="4" w:space="0" w:color="0070C0"/>
            </w:tcBorders>
            <w:shd w:val="clear" w:color="auto" w:fill="EAF1DD" w:themeFill="accent3" w:themeFillTint="33"/>
            <w:noWrap/>
          </w:tcPr>
          <w:p w14:paraId="65297669" w14:textId="77777777" w:rsidR="00F87FC1" w:rsidRPr="00986A4F" w:rsidRDefault="00F87FC1" w:rsidP="00F87FC1">
            <w:pPr>
              <w:pStyle w:val="TabNumeri"/>
            </w:pPr>
            <w:r w:rsidRPr="005F653E">
              <w:t>[3]</w:t>
            </w: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EAF1DD" w:themeFill="accent3" w:themeFillTint="33"/>
            <w:noWrap/>
          </w:tcPr>
          <w:p w14:paraId="02B08D3D" w14:textId="77777777" w:rsidR="00F87FC1" w:rsidRPr="00413582" w:rsidRDefault="00F87FC1" w:rsidP="00F87FC1">
            <w:pPr>
              <w:pStyle w:val="TabNumeri"/>
            </w:pPr>
            <w:r w:rsidRPr="00E209DA">
              <w:t>4,9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4A2710A3" w14:textId="77777777" w:rsidR="00F87FC1" w:rsidRPr="00A319C0" w:rsidRDefault="00F87FC1" w:rsidP="00F87FC1">
            <w:pPr>
              <w:pStyle w:val="TabNumeri"/>
            </w:pPr>
            <w:r w:rsidRPr="00E209DA">
              <w:t>[4]</w:t>
            </w:r>
          </w:p>
        </w:tc>
      </w:tr>
      <w:tr w:rsidR="00F87FC1" w14:paraId="6B2400C3" w14:textId="77777777" w:rsidTr="00F87FC1">
        <w:trPr>
          <w:cantSplit/>
          <w:trHeight w:val="255"/>
        </w:trPr>
        <w:tc>
          <w:tcPr>
            <w:tcW w:w="1985" w:type="dxa"/>
            <w:noWrap/>
          </w:tcPr>
          <w:p w14:paraId="7E660ADB" w14:textId="77777777" w:rsidR="00F87FC1" w:rsidRPr="00233F5C" w:rsidRDefault="00F87FC1" w:rsidP="00F87FC1">
            <w:pPr>
              <w:pStyle w:val="TabEtichette"/>
            </w:pPr>
            <w:r w:rsidRPr="00233F5C">
              <w:t>Disoccupazione [</w:t>
            </w:r>
            <w:r>
              <w:t>a</w:t>
            </w:r>
            <w:r w:rsidRPr="00233F5C">
              <w:t>]</w:t>
            </w:r>
          </w:p>
        </w:tc>
        <w:tc>
          <w:tcPr>
            <w:tcW w:w="680" w:type="dxa"/>
            <w:noWrap/>
          </w:tcPr>
          <w:p w14:paraId="2BBB5F15" w14:textId="77777777" w:rsidR="00F87FC1" w:rsidRPr="00F86988" w:rsidRDefault="00F87FC1" w:rsidP="00F87FC1">
            <w:pPr>
              <w:pStyle w:val="TabNumeri"/>
            </w:pPr>
            <w:r w:rsidRPr="00E615CA">
              <w:t>11,8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noWrap/>
          </w:tcPr>
          <w:p w14:paraId="4E3B7548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5A0F1E07" w14:textId="77777777" w:rsidR="00F87FC1" w:rsidRPr="00D65A6F" w:rsidRDefault="00F87FC1" w:rsidP="00F87FC1">
            <w:pPr>
              <w:pStyle w:val="TabNumeri"/>
            </w:pPr>
            <w:r w:rsidRPr="00F60BFA">
              <w:t>10,1</w:t>
            </w:r>
          </w:p>
        </w:tc>
        <w:tc>
          <w:tcPr>
            <w:tcW w:w="228" w:type="dxa"/>
            <w:noWrap/>
          </w:tcPr>
          <w:p w14:paraId="10FFC857" w14:textId="77777777" w:rsidR="00F87FC1" w:rsidRPr="00C32B54" w:rsidRDefault="00F87FC1" w:rsidP="00F87FC1">
            <w:pPr>
              <w:pStyle w:val="TabNumeri"/>
            </w:pPr>
          </w:p>
        </w:tc>
        <w:tc>
          <w:tcPr>
            <w:tcW w:w="680" w:type="dxa"/>
            <w:noWrap/>
          </w:tcPr>
          <w:p w14:paraId="3FB56442" w14:textId="77777777" w:rsidR="00F87FC1" w:rsidRPr="00904DA8" w:rsidRDefault="00F87FC1" w:rsidP="00F87FC1">
            <w:pPr>
              <w:pStyle w:val="TabNumeri"/>
            </w:pPr>
            <w:r w:rsidRPr="00F60BFA">
              <w:t>10,7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noWrap/>
          </w:tcPr>
          <w:p w14:paraId="2CD409BA" w14:textId="77777777" w:rsidR="00F87FC1" w:rsidRPr="00904DA8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5D85DE90" w14:textId="77777777" w:rsidR="00F87FC1" w:rsidRPr="003C782D" w:rsidRDefault="00F87FC1" w:rsidP="00F87FC1">
            <w:pPr>
              <w:pStyle w:val="TabNumeri"/>
            </w:pPr>
            <w:r w:rsidRPr="00E94ED2">
              <w:t>9,8</w:t>
            </w:r>
          </w:p>
        </w:tc>
        <w:tc>
          <w:tcPr>
            <w:tcW w:w="228" w:type="dxa"/>
          </w:tcPr>
          <w:p w14:paraId="73B82AC7" w14:textId="77777777" w:rsidR="00F87FC1" w:rsidRPr="00AA375C" w:rsidRDefault="00F87FC1" w:rsidP="00F87FC1">
            <w:pPr>
              <w:pStyle w:val="TabNumeri"/>
            </w:pPr>
          </w:p>
        </w:tc>
        <w:tc>
          <w:tcPr>
            <w:tcW w:w="113" w:type="dxa"/>
            <w:shd w:val="clear" w:color="auto" w:fill="auto"/>
            <w:noWrap/>
          </w:tcPr>
          <w:p w14:paraId="7B4E06C8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</w:tcPr>
          <w:p w14:paraId="7B671579" w14:textId="77777777" w:rsidR="00F87FC1" w:rsidRPr="009E61ED" w:rsidRDefault="00F87FC1" w:rsidP="00F87FC1">
            <w:pPr>
              <w:pStyle w:val="TabNumeri"/>
            </w:pPr>
            <w:r w:rsidRPr="00F9232D">
              <w:t>10,7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noWrap/>
          </w:tcPr>
          <w:p w14:paraId="3CAFB5AC" w14:textId="77777777" w:rsidR="00F87FC1" w:rsidRPr="00811B57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3BD964EC" w14:textId="77777777" w:rsidR="00F87FC1" w:rsidRPr="00A27A0A" w:rsidRDefault="00F87FC1" w:rsidP="00F87FC1">
            <w:pPr>
              <w:pStyle w:val="TabNumeri"/>
            </w:pPr>
            <w:r w:rsidRPr="005F653E">
              <w:t>11,7</w:t>
            </w:r>
          </w:p>
        </w:tc>
        <w:tc>
          <w:tcPr>
            <w:tcW w:w="228" w:type="dxa"/>
            <w:noWrap/>
          </w:tcPr>
          <w:p w14:paraId="1E01789E" w14:textId="77777777" w:rsidR="00F87FC1" w:rsidRPr="00DC6642" w:rsidRDefault="00F87FC1" w:rsidP="00F87FC1">
            <w:pPr>
              <w:pStyle w:val="TabNumeri"/>
            </w:pPr>
          </w:p>
        </w:tc>
        <w:tc>
          <w:tcPr>
            <w:tcW w:w="680" w:type="dxa"/>
            <w:noWrap/>
          </w:tcPr>
          <w:p w14:paraId="397D18CB" w14:textId="77777777" w:rsidR="00F87FC1" w:rsidRPr="00986A4F" w:rsidRDefault="00F87FC1" w:rsidP="00F87FC1">
            <w:pPr>
              <w:pStyle w:val="TabNumeri"/>
            </w:pPr>
            <w:r w:rsidRPr="005F653E">
              <w:t>11,9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noWrap/>
          </w:tcPr>
          <w:p w14:paraId="0F2D03F5" w14:textId="77777777" w:rsidR="00F87FC1" w:rsidRPr="00986A4F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4CFD8A2C" w14:textId="77777777" w:rsidR="00F87FC1" w:rsidRPr="00413582" w:rsidRDefault="00F87FC1" w:rsidP="00F87FC1">
            <w:pPr>
              <w:pStyle w:val="TabNumeri"/>
            </w:pPr>
            <w:r w:rsidRPr="00E209DA">
              <w:t>11,3</w:t>
            </w:r>
          </w:p>
        </w:tc>
        <w:tc>
          <w:tcPr>
            <w:tcW w:w="227" w:type="dxa"/>
            <w:noWrap/>
          </w:tcPr>
          <w:p w14:paraId="35AA8E5B" w14:textId="77777777" w:rsidR="00F87FC1" w:rsidRPr="00A319C0" w:rsidRDefault="00F87FC1" w:rsidP="00F87FC1">
            <w:pPr>
              <w:pStyle w:val="TabNumeri"/>
            </w:pPr>
          </w:p>
        </w:tc>
      </w:tr>
      <w:tr w:rsidR="00F87FC1" w14:paraId="178F6EAA" w14:textId="77777777" w:rsidTr="00F87FC1">
        <w:trPr>
          <w:cantSplit/>
          <w:trHeight w:val="255"/>
        </w:trPr>
        <w:tc>
          <w:tcPr>
            <w:tcW w:w="1985" w:type="dxa"/>
            <w:shd w:val="clear" w:color="auto" w:fill="D6E3BC" w:themeFill="accent3" w:themeFillTint="66"/>
            <w:noWrap/>
          </w:tcPr>
          <w:p w14:paraId="5F3E3286" w14:textId="77777777" w:rsidR="00F87FC1" w:rsidRPr="00233F5C" w:rsidRDefault="00F87FC1" w:rsidP="00F87FC1">
            <w:pPr>
              <w:pStyle w:val="TabEtichette"/>
            </w:pPr>
            <w:r w:rsidRPr="00233F5C">
              <w:t>Prezzi al consumo</w:t>
            </w:r>
          </w:p>
        </w:tc>
        <w:tc>
          <w:tcPr>
            <w:tcW w:w="680" w:type="dxa"/>
            <w:shd w:val="clear" w:color="auto" w:fill="D6E3BC" w:themeFill="accent3" w:themeFillTint="66"/>
            <w:noWrap/>
          </w:tcPr>
          <w:p w14:paraId="702517EB" w14:textId="77777777" w:rsidR="00F87FC1" w:rsidRPr="00F86988" w:rsidRDefault="00F87FC1" w:rsidP="00F87FC1">
            <w:pPr>
              <w:pStyle w:val="TabNumeri"/>
            </w:pPr>
            <w:r w:rsidRPr="00E615CA">
              <w:t>-0,3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shd w:val="clear" w:color="auto" w:fill="D6E3BC" w:themeFill="accent3" w:themeFillTint="66"/>
            <w:noWrap/>
          </w:tcPr>
          <w:p w14:paraId="5A137906" w14:textId="77777777" w:rsidR="00F87FC1" w:rsidRPr="00B64650" w:rsidRDefault="00F87FC1" w:rsidP="00F87FC1">
            <w:pPr>
              <w:pStyle w:val="TabNumeri"/>
            </w:pPr>
            <w:r w:rsidRPr="00E615CA">
              <w:t>[5]</w:t>
            </w: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D6E3BC" w:themeFill="accent3" w:themeFillTint="66"/>
            <w:noWrap/>
          </w:tcPr>
          <w:p w14:paraId="3816AF53" w14:textId="77777777" w:rsidR="00F87FC1" w:rsidRPr="00D65A6F" w:rsidRDefault="00F87FC1" w:rsidP="00F87FC1">
            <w:pPr>
              <w:pStyle w:val="TabNumeri"/>
            </w:pPr>
            <w:r w:rsidRPr="00F60BFA">
              <w:t>-0,1</w:t>
            </w:r>
          </w:p>
        </w:tc>
        <w:tc>
          <w:tcPr>
            <w:tcW w:w="228" w:type="dxa"/>
            <w:shd w:val="clear" w:color="auto" w:fill="D6E3BC" w:themeFill="accent3" w:themeFillTint="66"/>
            <w:noWrap/>
          </w:tcPr>
          <w:p w14:paraId="5950DC51" w14:textId="77777777" w:rsidR="00F87FC1" w:rsidRPr="00C32B54" w:rsidRDefault="00F87FC1" w:rsidP="00F87FC1">
            <w:pPr>
              <w:pStyle w:val="TabNumeri"/>
            </w:pPr>
            <w:r w:rsidRPr="00F60BFA">
              <w:t>[5]</w:t>
            </w:r>
          </w:p>
        </w:tc>
        <w:tc>
          <w:tcPr>
            <w:tcW w:w="680" w:type="dxa"/>
            <w:shd w:val="clear" w:color="auto" w:fill="D6E3BC" w:themeFill="accent3" w:themeFillTint="66"/>
            <w:noWrap/>
          </w:tcPr>
          <w:p w14:paraId="0E20EF1D" w14:textId="77777777" w:rsidR="00F87FC1" w:rsidRPr="00904DA8" w:rsidRDefault="00F87FC1" w:rsidP="00F87FC1">
            <w:pPr>
              <w:pStyle w:val="TabNumeri"/>
            </w:pPr>
            <w:r w:rsidRPr="00F60BFA">
              <w:t>-0,2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shd w:val="clear" w:color="auto" w:fill="D6E3BC" w:themeFill="accent3" w:themeFillTint="66"/>
            <w:noWrap/>
          </w:tcPr>
          <w:p w14:paraId="2081DD4A" w14:textId="77777777" w:rsidR="00F87FC1" w:rsidRPr="00904DA8" w:rsidRDefault="00F87FC1" w:rsidP="00F87FC1">
            <w:pPr>
              <w:pStyle w:val="TabNumeri"/>
            </w:pPr>
            <w:r w:rsidRPr="00F60BFA">
              <w:t>[5]</w:t>
            </w: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D6E3BC" w:themeFill="accent3" w:themeFillTint="66"/>
            <w:noWrap/>
          </w:tcPr>
          <w:p w14:paraId="31132ABD" w14:textId="77777777" w:rsidR="00F87FC1" w:rsidRPr="003C782D" w:rsidRDefault="00F87FC1" w:rsidP="00F87FC1">
            <w:pPr>
              <w:pStyle w:val="TabNumeri"/>
            </w:pPr>
            <w:r w:rsidRPr="00E94ED2">
              <w:t>-0,1</w:t>
            </w:r>
          </w:p>
        </w:tc>
        <w:tc>
          <w:tcPr>
            <w:tcW w:w="228" w:type="dxa"/>
            <w:shd w:val="clear" w:color="auto" w:fill="D6E3BC" w:themeFill="accent3" w:themeFillTint="66"/>
          </w:tcPr>
          <w:p w14:paraId="475B59BE" w14:textId="77777777" w:rsidR="00F87FC1" w:rsidRPr="00AA375C" w:rsidRDefault="00F87FC1" w:rsidP="00F87FC1">
            <w:pPr>
              <w:pStyle w:val="TabNumeri"/>
            </w:pPr>
          </w:p>
        </w:tc>
        <w:tc>
          <w:tcPr>
            <w:tcW w:w="113" w:type="dxa"/>
            <w:shd w:val="clear" w:color="auto" w:fill="auto"/>
            <w:noWrap/>
          </w:tcPr>
          <w:p w14:paraId="168EB9FF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14:paraId="7C823BA8" w14:textId="77777777" w:rsidR="00F87FC1" w:rsidRPr="009E61ED" w:rsidRDefault="00F87FC1" w:rsidP="00F87FC1">
            <w:pPr>
              <w:pStyle w:val="TabNumeri"/>
            </w:pPr>
            <w:r w:rsidRPr="00F9232D">
              <w:t>0,7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shd w:val="clear" w:color="auto" w:fill="EAF1DD" w:themeFill="accent3" w:themeFillTint="33"/>
            <w:noWrap/>
          </w:tcPr>
          <w:p w14:paraId="2B379BEF" w14:textId="77777777" w:rsidR="00F87FC1" w:rsidRPr="00811B57" w:rsidRDefault="00F87FC1" w:rsidP="00F87FC1">
            <w:pPr>
              <w:pStyle w:val="TabNumeri"/>
            </w:pPr>
            <w:r w:rsidRPr="00F9232D">
              <w:t>[5]</w:t>
            </w: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EAF1DD" w:themeFill="accent3" w:themeFillTint="33"/>
            <w:noWrap/>
          </w:tcPr>
          <w:p w14:paraId="0F65FC10" w14:textId="77777777" w:rsidR="00F87FC1" w:rsidRPr="00A27A0A" w:rsidRDefault="00F87FC1" w:rsidP="00F87FC1">
            <w:pPr>
              <w:pStyle w:val="TabNumeri"/>
            </w:pPr>
            <w:r w:rsidRPr="005F653E">
              <w:t>0,1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5683BC4A" w14:textId="77777777" w:rsidR="00F87FC1" w:rsidRPr="00DC6642" w:rsidRDefault="00F87FC1" w:rsidP="00F87FC1">
            <w:pPr>
              <w:pStyle w:val="TabNumeri"/>
            </w:pPr>
            <w:r w:rsidRPr="005F653E">
              <w:t>[5]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16DB51DB" w14:textId="77777777" w:rsidR="00F87FC1" w:rsidRPr="00986A4F" w:rsidRDefault="00F87FC1" w:rsidP="00F87FC1">
            <w:pPr>
              <w:pStyle w:val="TabNumeri"/>
            </w:pPr>
            <w:r w:rsidRPr="005F653E">
              <w:t>-0,1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shd w:val="clear" w:color="auto" w:fill="EAF1DD" w:themeFill="accent3" w:themeFillTint="33"/>
            <w:noWrap/>
          </w:tcPr>
          <w:p w14:paraId="76DFF268" w14:textId="77777777" w:rsidR="00F87FC1" w:rsidRPr="00986A4F" w:rsidRDefault="00F87FC1" w:rsidP="00F87FC1">
            <w:pPr>
              <w:pStyle w:val="TabNumeri"/>
            </w:pPr>
            <w:r w:rsidRPr="005F653E">
              <w:t>[5]</w:t>
            </w: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EAF1DD" w:themeFill="accent3" w:themeFillTint="33"/>
            <w:noWrap/>
          </w:tcPr>
          <w:p w14:paraId="0863744C" w14:textId="77777777" w:rsidR="00F87FC1" w:rsidRPr="00413582" w:rsidRDefault="00F87FC1" w:rsidP="00F87FC1">
            <w:pPr>
              <w:pStyle w:val="TabNumeri"/>
            </w:pPr>
            <w:r w:rsidRPr="00E209DA">
              <w:t>0,7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6A714C77" w14:textId="77777777" w:rsidR="00F87FC1" w:rsidRPr="00A319C0" w:rsidRDefault="00F87FC1" w:rsidP="00F87FC1">
            <w:pPr>
              <w:pStyle w:val="TabNumeri"/>
            </w:pPr>
          </w:p>
        </w:tc>
      </w:tr>
      <w:tr w:rsidR="00F87FC1" w14:paraId="7CF78423" w14:textId="77777777" w:rsidTr="00F87FC1">
        <w:trPr>
          <w:cantSplit/>
          <w:trHeight w:val="255"/>
        </w:trPr>
        <w:tc>
          <w:tcPr>
            <w:tcW w:w="1985" w:type="dxa"/>
            <w:noWrap/>
          </w:tcPr>
          <w:p w14:paraId="749525C7" w14:textId="77777777" w:rsidR="00F87FC1" w:rsidRPr="00233F5C" w:rsidRDefault="00F87FC1" w:rsidP="00F87FC1">
            <w:pPr>
              <w:pStyle w:val="TabEtichette"/>
            </w:pPr>
            <w:r>
              <w:t xml:space="preserve">Saldo c. c. </w:t>
            </w:r>
            <w:proofErr w:type="spellStart"/>
            <w:r>
              <w:t>Bil</w:t>
            </w:r>
            <w:proofErr w:type="spellEnd"/>
            <w:r>
              <w:t xml:space="preserve"> </w:t>
            </w:r>
            <w:proofErr w:type="spellStart"/>
            <w:r>
              <w:t>Pag</w:t>
            </w:r>
            <w:proofErr w:type="spellEnd"/>
            <w:r>
              <w:t xml:space="preserve"> [b</w:t>
            </w:r>
            <w:r w:rsidRPr="00233F5C">
              <w:t>]</w:t>
            </w:r>
          </w:p>
        </w:tc>
        <w:tc>
          <w:tcPr>
            <w:tcW w:w="680" w:type="dxa"/>
            <w:noWrap/>
          </w:tcPr>
          <w:p w14:paraId="18D74213" w14:textId="77777777" w:rsidR="00F87FC1" w:rsidRPr="00F86988" w:rsidRDefault="00F87FC1" w:rsidP="00F87FC1">
            <w:pPr>
              <w:pStyle w:val="TabNumeri"/>
            </w:pPr>
            <w:r w:rsidRPr="00E615CA">
              <w:t>3,4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noWrap/>
          </w:tcPr>
          <w:p w14:paraId="150E9345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6B3472AA" w14:textId="77777777" w:rsidR="00F87FC1" w:rsidRPr="00D65A6F" w:rsidRDefault="00F87FC1" w:rsidP="00F87FC1">
            <w:pPr>
              <w:pStyle w:val="TabNumeri"/>
            </w:pPr>
            <w:r w:rsidRPr="00F60BFA">
              <w:t>2,7</w:t>
            </w:r>
          </w:p>
        </w:tc>
        <w:tc>
          <w:tcPr>
            <w:tcW w:w="228" w:type="dxa"/>
            <w:noWrap/>
          </w:tcPr>
          <w:p w14:paraId="561FD13A" w14:textId="77777777" w:rsidR="00F87FC1" w:rsidRPr="00C32B54" w:rsidRDefault="00F87FC1" w:rsidP="00F87FC1">
            <w:pPr>
              <w:pStyle w:val="TabNumeri"/>
            </w:pPr>
          </w:p>
        </w:tc>
        <w:tc>
          <w:tcPr>
            <w:tcW w:w="680" w:type="dxa"/>
            <w:noWrap/>
          </w:tcPr>
          <w:p w14:paraId="1DAA8673" w14:textId="77777777" w:rsidR="00F87FC1" w:rsidRPr="00904DA8" w:rsidRDefault="00F87FC1" w:rsidP="00F87FC1">
            <w:pPr>
              <w:pStyle w:val="TabNumeri"/>
            </w:pPr>
            <w:r w:rsidRPr="00F60BFA">
              <w:t>2,7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noWrap/>
          </w:tcPr>
          <w:p w14:paraId="31F49E3A" w14:textId="77777777" w:rsidR="00F87FC1" w:rsidRPr="00904DA8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1066F69B" w14:textId="77777777" w:rsidR="00F87FC1" w:rsidRPr="003C782D" w:rsidRDefault="00F87FC1" w:rsidP="00F87FC1">
            <w:pPr>
              <w:pStyle w:val="TabNumeri"/>
            </w:pPr>
            <w:r w:rsidRPr="00E94ED2">
              <w:t>2,6</w:t>
            </w:r>
          </w:p>
        </w:tc>
        <w:tc>
          <w:tcPr>
            <w:tcW w:w="228" w:type="dxa"/>
          </w:tcPr>
          <w:p w14:paraId="590F627D" w14:textId="77777777" w:rsidR="00F87FC1" w:rsidRPr="00AA375C" w:rsidRDefault="00F87FC1" w:rsidP="00F87FC1">
            <w:pPr>
              <w:pStyle w:val="TabNumeri"/>
            </w:pPr>
            <w:r w:rsidRPr="00E94ED2">
              <w:t>[6]</w:t>
            </w:r>
          </w:p>
        </w:tc>
        <w:tc>
          <w:tcPr>
            <w:tcW w:w="113" w:type="dxa"/>
            <w:shd w:val="clear" w:color="auto" w:fill="auto"/>
            <w:noWrap/>
          </w:tcPr>
          <w:p w14:paraId="3E422882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</w:tcPr>
          <w:p w14:paraId="0B18C791" w14:textId="77777777" w:rsidR="00F87FC1" w:rsidRPr="009E61ED" w:rsidRDefault="00F87FC1" w:rsidP="00F87FC1">
            <w:pPr>
              <w:pStyle w:val="TabNumeri"/>
            </w:pPr>
            <w:r w:rsidRPr="00F9232D">
              <w:t>3,3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noWrap/>
          </w:tcPr>
          <w:p w14:paraId="50ACABF7" w14:textId="77777777" w:rsidR="00F87FC1" w:rsidRPr="00811B57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0B4DF59B" w14:textId="77777777" w:rsidR="00F87FC1" w:rsidRPr="00A27A0A" w:rsidRDefault="00F87FC1" w:rsidP="00F87FC1">
            <w:pPr>
              <w:pStyle w:val="TabNumeri"/>
            </w:pPr>
            <w:r w:rsidRPr="005F653E">
              <w:t>2,8</w:t>
            </w:r>
          </w:p>
        </w:tc>
        <w:tc>
          <w:tcPr>
            <w:tcW w:w="228" w:type="dxa"/>
            <w:noWrap/>
          </w:tcPr>
          <w:p w14:paraId="48D3EABD" w14:textId="77777777" w:rsidR="00F87FC1" w:rsidRPr="00DC6642" w:rsidRDefault="00F87FC1" w:rsidP="00F87FC1">
            <w:pPr>
              <w:pStyle w:val="TabNumeri"/>
            </w:pPr>
          </w:p>
        </w:tc>
        <w:tc>
          <w:tcPr>
            <w:tcW w:w="680" w:type="dxa"/>
            <w:noWrap/>
          </w:tcPr>
          <w:p w14:paraId="04E12DAE" w14:textId="77777777" w:rsidR="00F87FC1" w:rsidRPr="00986A4F" w:rsidRDefault="00F87FC1" w:rsidP="00F87FC1">
            <w:pPr>
              <w:pStyle w:val="TabNumeri"/>
            </w:pPr>
            <w:r w:rsidRPr="005F653E">
              <w:t>2,8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noWrap/>
          </w:tcPr>
          <w:p w14:paraId="4DA21798" w14:textId="77777777" w:rsidR="00F87FC1" w:rsidRPr="00986A4F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5E700293" w14:textId="77777777" w:rsidR="00F87FC1" w:rsidRPr="00413582" w:rsidRDefault="00F87FC1" w:rsidP="00F87FC1">
            <w:pPr>
              <w:pStyle w:val="TabNumeri"/>
            </w:pPr>
            <w:r w:rsidRPr="00E209DA">
              <w:t>2,5</w:t>
            </w:r>
          </w:p>
        </w:tc>
        <w:tc>
          <w:tcPr>
            <w:tcW w:w="227" w:type="dxa"/>
            <w:noWrap/>
          </w:tcPr>
          <w:p w14:paraId="0A1FB1E0" w14:textId="77777777" w:rsidR="00F87FC1" w:rsidRPr="00A319C0" w:rsidRDefault="00F87FC1" w:rsidP="00F87FC1">
            <w:pPr>
              <w:pStyle w:val="TabNumeri"/>
            </w:pPr>
            <w:r w:rsidRPr="00E209DA">
              <w:t>[6]</w:t>
            </w:r>
          </w:p>
        </w:tc>
      </w:tr>
      <w:tr w:rsidR="00F87FC1" w14:paraId="0C4620D0" w14:textId="77777777" w:rsidTr="00F87FC1">
        <w:trPr>
          <w:cantSplit/>
          <w:trHeight w:val="255"/>
        </w:trPr>
        <w:tc>
          <w:tcPr>
            <w:tcW w:w="1985" w:type="dxa"/>
            <w:shd w:val="clear" w:color="auto" w:fill="D6E3BC" w:themeFill="accent3" w:themeFillTint="66"/>
            <w:noWrap/>
          </w:tcPr>
          <w:p w14:paraId="3E952189" w14:textId="77777777" w:rsidR="00F87FC1" w:rsidRPr="00233F5C" w:rsidRDefault="00F87FC1" w:rsidP="00F87FC1">
            <w:pPr>
              <w:pStyle w:val="TabEtichette"/>
            </w:pPr>
            <w:r w:rsidRPr="00233F5C">
              <w:t>Avanzo primario [</w:t>
            </w:r>
            <w:r>
              <w:t>b</w:t>
            </w:r>
            <w:r w:rsidRPr="00233F5C">
              <w:t>]</w:t>
            </w:r>
          </w:p>
        </w:tc>
        <w:tc>
          <w:tcPr>
            <w:tcW w:w="680" w:type="dxa"/>
            <w:shd w:val="clear" w:color="auto" w:fill="D6E3BC" w:themeFill="accent3" w:themeFillTint="66"/>
            <w:noWrap/>
          </w:tcPr>
          <w:p w14:paraId="7A34511E" w14:textId="77777777" w:rsidR="00F87FC1" w:rsidRPr="00F86988" w:rsidRDefault="00F87FC1" w:rsidP="00F87FC1">
            <w:pPr>
              <w:pStyle w:val="TabNumeri"/>
            </w:pPr>
            <w:r w:rsidRPr="00E615CA">
              <w:t>-7,4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shd w:val="clear" w:color="auto" w:fill="D6E3BC" w:themeFill="accent3" w:themeFillTint="66"/>
            <w:noWrap/>
          </w:tcPr>
          <w:p w14:paraId="4418EF9F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D6E3BC" w:themeFill="accent3" w:themeFillTint="66"/>
            <w:noWrap/>
          </w:tcPr>
          <w:p w14:paraId="0BAD8D31" w14:textId="77777777" w:rsidR="00F87FC1" w:rsidRPr="00D65A6F" w:rsidRDefault="00F87FC1" w:rsidP="00F87FC1">
            <w:pPr>
              <w:pStyle w:val="TabNumeri"/>
            </w:pPr>
            <w:proofErr w:type="spellStart"/>
            <w:r w:rsidRPr="00F60BFA">
              <w:t>n.d.</w:t>
            </w:r>
            <w:proofErr w:type="spellEnd"/>
          </w:p>
        </w:tc>
        <w:tc>
          <w:tcPr>
            <w:tcW w:w="228" w:type="dxa"/>
            <w:shd w:val="clear" w:color="auto" w:fill="D6E3BC" w:themeFill="accent3" w:themeFillTint="66"/>
            <w:noWrap/>
          </w:tcPr>
          <w:p w14:paraId="1C0E4FE5" w14:textId="77777777" w:rsidR="00F87FC1" w:rsidRPr="00C32B54" w:rsidRDefault="00F87FC1" w:rsidP="00F87FC1">
            <w:pPr>
              <w:pStyle w:val="TabNumeri"/>
            </w:pPr>
          </w:p>
        </w:tc>
        <w:tc>
          <w:tcPr>
            <w:tcW w:w="680" w:type="dxa"/>
            <w:shd w:val="clear" w:color="auto" w:fill="D6E3BC" w:themeFill="accent3" w:themeFillTint="66"/>
            <w:noWrap/>
          </w:tcPr>
          <w:p w14:paraId="6C1BB56B" w14:textId="77777777" w:rsidR="00F87FC1" w:rsidRPr="00904DA8" w:rsidRDefault="00F87FC1" w:rsidP="00F87FC1">
            <w:pPr>
              <w:pStyle w:val="TabNumeri"/>
            </w:pPr>
            <w:proofErr w:type="spellStart"/>
            <w:r w:rsidRPr="00F60BFA">
              <w:t>n.d.</w:t>
            </w:r>
            <w:proofErr w:type="spellEnd"/>
          </w:p>
        </w:tc>
        <w:tc>
          <w:tcPr>
            <w:tcW w:w="227" w:type="dxa"/>
            <w:tcBorders>
              <w:right w:val="single" w:sz="4" w:space="0" w:color="0070C0"/>
            </w:tcBorders>
            <w:shd w:val="clear" w:color="auto" w:fill="D6E3BC" w:themeFill="accent3" w:themeFillTint="66"/>
            <w:noWrap/>
          </w:tcPr>
          <w:p w14:paraId="7E0BB0AB" w14:textId="77777777" w:rsidR="00F87FC1" w:rsidRPr="00904DA8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D6E3BC" w:themeFill="accent3" w:themeFillTint="66"/>
            <w:noWrap/>
          </w:tcPr>
          <w:p w14:paraId="2185986B" w14:textId="77777777" w:rsidR="00F87FC1" w:rsidRPr="003C782D" w:rsidRDefault="00F87FC1" w:rsidP="00F87FC1">
            <w:pPr>
              <w:pStyle w:val="TabNumeri"/>
            </w:pPr>
            <w:r w:rsidRPr="00E94ED2">
              <w:t>-7,3</w:t>
            </w:r>
          </w:p>
        </w:tc>
        <w:tc>
          <w:tcPr>
            <w:tcW w:w="228" w:type="dxa"/>
            <w:shd w:val="clear" w:color="auto" w:fill="D6E3BC" w:themeFill="accent3" w:themeFillTint="66"/>
          </w:tcPr>
          <w:p w14:paraId="1D3503EF" w14:textId="77777777" w:rsidR="00F87FC1" w:rsidRPr="00AA375C" w:rsidRDefault="00F87FC1" w:rsidP="00F87FC1">
            <w:pPr>
              <w:pStyle w:val="TabNumeri"/>
            </w:pPr>
          </w:p>
        </w:tc>
        <w:tc>
          <w:tcPr>
            <w:tcW w:w="113" w:type="dxa"/>
            <w:shd w:val="clear" w:color="auto" w:fill="auto"/>
            <w:noWrap/>
          </w:tcPr>
          <w:p w14:paraId="15E4B11B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14:paraId="016B2504" w14:textId="77777777" w:rsidR="00F87FC1" w:rsidRPr="009E61ED" w:rsidRDefault="00F87FC1" w:rsidP="00F87FC1">
            <w:pPr>
              <w:pStyle w:val="TabNumeri"/>
            </w:pPr>
            <w:r w:rsidRPr="00F9232D">
              <w:t>-2,1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shd w:val="clear" w:color="auto" w:fill="EAF1DD" w:themeFill="accent3" w:themeFillTint="33"/>
            <w:noWrap/>
          </w:tcPr>
          <w:p w14:paraId="0677B385" w14:textId="77777777" w:rsidR="00F87FC1" w:rsidRPr="00811B57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EAF1DD" w:themeFill="accent3" w:themeFillTint="33"/>
            <w:noWrap/>
          </w:tcPr>
          <w:p w14:paraId="392E971C" w14:textId="77777777" w:rsidR="00F87FC1" w:rsidRPr="00A27A0A" w:rsidRDefault="00F87FC1" w:rsidP="00F87FC1">
            <w:pPr>
              <w:pStyle w:val="TabNumeri"/>
            </w:pPr>
            <w:proofErr w:type="spellStart"/>
            <w:r w:rsidRPr="005F653E">
              <w:t>n.d.</w:t>
            </w:r>
            <w:proofErr w:type="spellEnd"/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4B67EF6F" w14:textId="77777777" w:rsidR="00F87FC1" w:rsidRPr="00DC6642" w:rsidRDefault="00F87FC1" w:rsidP="00F87FC1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6D59633E" w14:textId="77777777" w:rsidR="00F87FC1" w:rsidRPr="00986A4F" w:rsidRDefault="00F87FC1" w:rsidP="00F87FC1">
            <w:pPr>
              <w:pStyle w:val="TabNumeri"/>
            </w:pPr>
            <w:proofErr w:type="spellStart"/>
            <w:r w:rsidRPr="005F653E">
              <w:t>n.d.</w:t>
            </w:r>
            <w:proofErr w:type="spellEnd"/>
          </w:p>
        </w:tc>
        <w:tc>
          <w:tcPr>
            <w:tcW w:w="227" w:type="dxa"/>
            <w:tcBorders>
              <w:right w:val="single" w:sz="4" w:space="0" w:color="0070C0"/>
            </w:tcBorders>
            <w:shd w:val="clear" w:color="auto" w:fill="EAF1DD" w:themeFill="accent3" w:themeFillTint="33"/>
            <w:noWrap/>
          </w:tcPr>
          <w:p w14:paraId="19412D46" w14:textId="77777777" w:rsidR="00F87FC1" w:rsidRPr="00986A4F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EAF1DD" w:themeFill="accent3" w:themeFillTint="33"/>
            <w:noWrap/>
          </w:tcPr>
          <w:p w14:paraId="747291B2" w14:textId="77777777" w:rsidR="00F87FC1" w:rsidRPr="00413582" w:rsidRDefault="00F87FC1" w:rsidP="00F87FC1">
            <w:pPr>
              <w:pStyle w:val="TabNumeri"/>
            </w:pPr>
            <w:r w:rsidRPr="00E209DA">
              <w:t>-2,9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6A4C4D80" w14:textId="77777777" w:rsidR="00F87FC1" w:rsidRPr="00A319C0" w:rsidRDefault="00F87FC1" w:rsidP="00F87FC1">
            <w:pPr>
              <w:pStyle w:val="TabNumeri"/>
            </w:pPr>
          </w:p>
        </w:tc>
      </w:tr>
      <w:tr w:rsidR="00F87FC1" w14:paraId="616E5DC4" w14:textId="77777777" w:rsidTr="00F87FC1">
        <w:trPr>
          <w:cantSplit/>
          <w:trHeight w:val="255"/>
        </w:trPr>
        <w:tc>
          <w:tcPr>
            <w:tcW w:w="1985" w:type="dxa"/>
            <w:noWrap/>
          </w:tcPr>
          <w:p w14:paraId="796581F5" w14:textId="77777777" w:rsidR="00F87FC1" w:rsidRPr="00233F5C" w:rsidRDefault="00F87FC1" w:rsidP="00F87FC1">
            <w:pPr>
              <w:pStyle w:val="TabEtichette"/>
            </w:pPr>
            <w:r w:rsidRPr="00233F5C">
              <w:t>Ind</w:t>
            </w:r>
            <w:r>
              <w:t>ebitamento A. P. [b</w:t>
            </w:r>
            <w:r w:rsidRPr="00233F5C">
              <w:t>]</w:t>
            </w:r>
          </w:p>
        </w:tc>
        <w:tc>
          <w:tcPr>
            <w:tcW w:w="680" w:type="dxa"/>
            <w:noWrap/>
          </w:tcPr>
          <w:p w14:paraId="46378F43" w14:textId="77777777" w:rsidR="00F87FC1" w:rsidRPr="00F86988" w:rsidRDefault="00F87FC1" w:rsidP="00F87FC1">
            <w:pPr>
              <w:pStyle w:val="TabNumeri"/>
            </w:pPr>
            <w:r w:rsidRPr="00E615CA">
              <w:t>11,1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noWrap/>
          </w:tcPr>
          <w:p w14:paraId="5C7FCF89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2E499E93" w14:textId="77777777" w:rsidR="00F87FC1" w:rsidRPr="00D65A6F" w:rsidRDefault="00F87FC1" w:rsidP="00F87FC1">
            <w:pPr>
              <w:pStyle w:val="TabNumeri"/>
            </w:pPr>
            <w:r w:rsidRPr="00F60BFA">
              <w:t>-11,2</w:t>
            </w:r>
          </w:p>
        </w:tc>
        <w:tc>
          <w:tcPr>
            <w:tcW w:w="228" w:type="dxa"/>
            <w:noWrap/>
          </w:tcPr>
          <w:p w14:paraId="59554524" w14:textId="77777777" w:rsidR="00F87FC1" w:rsidRPr="00C32B54" w:rsidRDefault="00F87FC1" w:rsidP="00F87FC1">
            <w:pPr>
              <w:pStyle w:val="TabNumeri"/>
            </w:pPr>
          </w:p>
        </w:tc>
        <w:tc>
          <w:tcPr>
            <w:tcW w:w="680" w:type="dxa"/>
            <w:noWrap/>
          </w:tcPr>
          <w:p w14:paraId="374A6AD1" w14:textId="77777777" w:rsidR="00F87FC1" w:rsidRPr="00904DA8" w:rsidRDefault="00F87FC1" w:rsidP="00F87FC1">
            <w:pPr>
              <w:pStyle w:val="TabNumeri"/>
            </w:pPr>
            <w:r w:rsidRPr="00F60BFA">
              <w:t>-12,8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noWrap/>
          </w:tcPr>
          <w:p w14:paraId="3CF0AD9E" w14:textId="77777777" w:rsidR="00F87FC1" w:rsidRPr="00904DA8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78414A21" w14:textId="77777777" w:rsidR="00F87FC1" w:rsidRPr="003C782D" w:rsidRDefault="00F87FC1" w:rsidP="00F87FC1">
            <w:pPr>
              <w:pStyle w:val="TabNumeri"/>
            </w:pPr>
            <w:r w:rsidRPr="00E94ED2">
              <w:t>10,9</w:t>
            </w:r>
          </w:p>
        </w:tc>
        <w:tc>
          <w:tcPr>
            <w:tcW w:w="228" w:type="dxa"/>
          </w:tcPr>
          <w:p w14:paraId="7BC5DBFB" w14:textId="77777777" w:rsidR="00F87FC1" w:rsidRPr="00AA375C" w:rsidRDefault="00F87FC1" w:rsidP="00F87FC1">
            <w:pPr>
              <w:pStyle w:val="TabNumeri"/>
            </w:pPr>
          </w:p>
        </w:tc>
        <w:tc>
          <w:tcPr>
            <w:tcW w:w="113" w:type="dxa"/>
            <w:shd w:val="clear" w:color="auto" w:fill="auto"/>
            <w:noWrap/>
          </w:tcPr>
          <w:p w14:paraId="70952018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</w:tcPr>
          <w:p w14:paraId="23FD38EC" w14:textId="77777777" w:rsidR="00F87FC1" w:rsidRPr="009E61ED" w:rsidRDefault="00F87FC1" w:rsidP="00F87FC1">
            <w:pPr>
              <w:pStyle w:val="TabNumeri"/>
            </w:pPr>
            <w:r w:rsidRPr="00F9232D">
              <w:t>5,6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noWrap/>
          </w:tcPr>
          <w:p w14:paraId="447D877B" w14:textId="77777777" w:rsidR="00F87FC1" w:rsidRPr="00811B57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1EC35A0B" w14:textId="77777777" w:rsidR="00F87FC1" w:rsidRPr="00A27A0A" w:rsidRDefault="00F87FC1" w:rsidP="00F87FC1">
            <w:pPr>
              <w:pStyle w:val="TabNumeri"/>
            </w:pPr>
            <w:r w:rsidRPr="005F653E">
              <w:t>-6,8</w:t>
            </w:r>
          </w:p>
        </w:tc>
        <w:tc>
          <w:tcPr>
            <w:tcW w:w="228" w:type="dxa"/>
            <w:noWrap/>
          </w:tcPr>
          <w:p w14:paraId="4762221A" w14:textId="77777777" w:rsidR="00F87FC1" w:rsidRPr="00DC6642" w:rsidRDefault="00F87FC1" w:rsidP="00F87FC1">
            <w:pPr>
              <w:pStyle w:val="TabNumeri"/>
            </w:pPr>
          </w:p>
        </w:tc>
        <w:tc>
          <w:tcPr>
            <w:tcW w:w="680" w:type="dxa"/>
            <w:noWrap/>
          </w:tcPr>
          <w:p w14:paraId="1AC30B93" w14:textId="77777777" w:rsidR="00F87FC1" w:rsidRPr="00986A4F" w:rsidRDefault="00F87FC1" w:rsidP="00F87FC1">
            <w:pPr>
              <w:pStyle w:val="TabNumeri"/>
            </w:pPr>
            <w:r w:rsidRPr="005F653E">
              <w:t>-9,7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noWrap/>
          </w:tcPr>
          <w:p w14:paraId="479FCEDC" w14:textId="77777777" w:rsidR="00F87FC1" w:rsidRPr="00986A4F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noWrap/>
          </w:tcPr>
          <w:p w14:paraId="58CF9A33" w14:textId="77777777" w:rsidR="00F87FC1" w:rsidRPr="00413582" w:rsidRDefault="00F87FC1" w:rsidP="00F87FC1">
            <w:pPr>
              <w:pStyle w:val="TabNumeri"/>
            </w:pPr>
            <w:r w:rsidRPr="00E209DA">
              <w:t>6,4</w:t>
            </w:r>
          </w:p>
        </w:tc>
        <w:tc>
          <w:tcPr>
            <w:tcW w:w="227" w:type="dxa"/>
            <w:noWrap/>
          </w:tcPr>
          <w:p w14:paraId="2F5B6CEC" w14:textId="77777777" w:rsidR="00F87FC1" w:rsidRPr="00A319C0" w:rsidRDefault="00F87FC1" w:rsidP="00F87FC1">
            <w:pPr>
              <w:pStyle w:val="TabNumeri"/>
            </w:pPr>
          </w:p>
        </w:tc>
      </w:tr>
      <w:tr w:rsidR="00F87FC1" w14:paraId="0926146E" w14:textId="77777777" w:rsidTr="00F87FC1">
        <w:trPr>
          <w:cantSplit/>
          <w:trHeight w:val="255"/>
        </w:trPr>
        <w:tc>
          <w:tcPr>
            <w:tcW w:w="1985" w:type="dxa"/>
            <w:shd w:val="clear" w:color="auto" w:fill="D6E3BC" w:themeFill="accent3" w:themeFillTint="66"/>
            <w:noWrap/>
          </w:tcPr>
          <w:p w14:paraId="621025B5" w14:textId="77777777" w:rsidR="00F87FC1" w:rsidRDefault="00F87FC1" w:rsidP="00F87FC1">
            <w:pPr>
              <w:pStyle w:val="TabEtichette"/>
            </w:pPr>
            <w:r>
              <w:t>Debito A. Pubblica [b</w:t>
            </w:r>
            <w:r w:rsidRPr="00233F5C">
              <w:t>]</w:t>
            </w:r>
          </w:p>
        </w:tc>
        <w:tc>
          <w:tcPr>
            <w:tcW w:w="680" w:type="dxa"/>
            <w:shd w:val="clear" w:color="auto" w:fill="D6E3BC" w:themeFill="accent3" w:themeFillTint="66"/>
            <w:noWrap/>
          </w:tcPr>
          <w:p w14:paraId="2083741C" w14:textId="77777777" w:rsidR="00F87FC1" w:rsidRDefault="00F87FC1" w:rsidP="00F87FC1">
            <w:pPr>
              <w:pStyle w:val="TabNumeri"/>
            </w:pPr>
            <w:r w:rsidRPr="00E615CA">
              <w:t>158,9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shd w:val="clear" w:color="auto" w:fill="D6E3BC" w:themeFill="accent3" w:themeFillTint="66"/>
            <w:noWrap/>
          </w:tcPr>
          <w:p w14:paraId="6E0A2A77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D6E3BC" w:themeFill="accent3" w:themeFillTint="66"/>
            <w:noWrap/>
          </w:tcPr>
          <w:p w14:paraId="170BFE56" w14:textId="77777777" w:rsidR="00F87FC1" w:rsidRDefault="00F87FC1" w:rsidP="00F87FC1">
            <w:pPr>
              <w:pStyle w:val="TabNumeri"/>
            </w:pPr>
            <w:r w:rsidRPr="00F60BFA">
              <w:t>158,2</w:t>
            </w:r>
          </w:p>
        </w:tc>
        <w:tc>
          <w:tcPr>
            <w:tcW w:w="228" w:type="dxa"/>
            <w:shd w:val="clear" w:color="auto" w:fill="D6E3BC" w:themeFill="accent3" w:themeFillTint="66"/>
            <w:noWrap/>
          </w:tcPr>
          <w:p w14:paraId="4228DA52" w14:textId="77777777" w:rsidR="00F87FC1" w:rsidRDefault="00F87FC1" w:rsidP="00F87FC1">
            <w:pPr>
              <w:pStyle w:val="TabNumeri"/>
            </w:pPr>
          </w:p>
        </w:tc>
        <w:tc>
          <w:tcPr>
            <w:tcW w:w="680" w:type="dxa"/>
            <w:shd w:val="clear" w:color="auto" w:fill="D6E3BC" w:themeFill="accent3" w:themeFillTint="66"/>
            <w:noWrap/>
          </w:tcPr>
          <w:p w14:paraId="344C54A8" w14:textId="77777777" w:rsidR="00F87FC1" w:rsidRPr="00904DA8" w:rsidRDefault="00F87FC1" w:rsidP="00F87FC1">
            <w:pPr>
              <w:pStyle w:val="TabNumeri"/>
            </w:pPr>
            <w:r w:rsidRPr="00F60BFA">
              <w:t>169,9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shd w:val="clear" w:color="auto" w:fill="D6E3BC" w:themeFill="accent3" w:themeFillTint="66"/>
            <w:noWrap/>
          </w:tcPr>
          <w:p w14:paraId="6F5874D7" w14:textId="77777777" w:rsidR="00F87FC1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D6E3BC" w:themeFill="accent3" w:themeFillTint="66"/>
            <w:noWrap/>
          </w:tcPr>
          <w:p w14:paraId="2F8744B5" w14:textId="77777777" w:rsidR="00F87FC1" w:rsidRDefault="00F87FC1" w:rsidP="00F87FC1">
            <w:pPr>
              <w:pStyle w:val="TabNumeri"/>
            </w:pPr>
            <w:r w:rsidRPr="00E94ED2">
              <w:t>158,1</w:t>
            </w:r>
          </w:p>
        </w:tc>
        <w:tc>
          <w:tcPr>
            <w:tcW w:w="228" w:type="dxa"/>
            <w:shd w:val="clear" w:color="auto" w:fill="D6E3BC" w:themeFill="accent3" w:themeFillTint="66"/>
          </w:tcPr>
          <w:p w14:paraId="73639D1B" w14:textId="77777777" w:rsidR="00F87FC1" w:rsidRDefault="00F87FC1" w:rsidP="00F87FC1">
            <w:pPr>
              <w:pStyle w:val="TabNumeri"/>
            </w:pPr>
          </w:p>
        </w:tc>
        <w:tc>
          <w:tcPr>
            <w:tcW w:w="113" w:type="dxa"/>
            <w:shd w:val="clear" w:color="auto" w:fill="auto"/>
            <w:noWrap/>
          </w:tcPr>
          <w:p w14:paraId="4F8F0E57" w14:textId="77777777" w:rsidR="00F87FC1" w:rsidRPr="00B64650" w:rsidRDefault="00F87FC1" w:rsidP="00F87FC1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14:paraId="3E26116C" w14:textId="77777777" w:rsidR="00F87FC1" w:rsidRDefault="00F87FC1" w:rsidP="00F87FC1">
            <w:pPr>
              <w:pStyle w:val="TabNumeri"/>
            </w:pPr>
            <w:r w:rsidRPr="00F9232D">
              <w:t>153,6</w:t>
            </w:r>
          </w:p>
        </w:tc>
        <w:tc>
          <w:tcPr>
            <w:tcW w:w="228" w:type="dxa"/>
            <w:tcBorders>
              <w:right w:val="single" w:sz="4" w:space="0" w:color="0070C0"/>
            </w:tcBorders>
            <w:shd w:val="clear" w:color="auto" w:fill="EAF1DD" w:themeFill="accent3" w:themeFillTint="33"/>
            <w:noWrap/>
          </w:tcPr>
          <w:p w14:paraId="557732B3" w14:textId="77777777" w:rsidR="00F87FC1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EAF1DD" w:themeFill="accent3" w:themeFillTint="33"/>
            <w:noWrap/>
          </w:tcPr>
          <w:p w14:paraId="58E0EE65" w14:textId="77777777" w:rsidR="00F87FC1" w:rsidRDefault="00F87FC1" w:rsidP="00F87FC1">
            <w:pPr>
              <w:pStyle w:val="TabNumeri"/>
            </w:pPr>
            <w:r w:rsidRPr="005F653E">
              <w:t>152,2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48266BB6" w14:textId="77777777" w:rsidR="00F87FC1" w:rsidRDefault="00F87FC1" w:rsidP="00F87FC1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04FF08DA" w14:textId="77777777" w:rsidR="00F87FC1" w:rsidRPr="00986A4F" w:rsidRDefault="00F87FC1" w:rsidP="00F87FC1">
            <w:pPr>
              <w:pStyle w:val="TabNumeri"/>
            </w:pPr>
            <w:r w:rsidRPr="005F653E">
              <w:t>165,5</w:t>
            </w:r>
          </w:p>
        </w:tc>
        <w:tc>
          <w:tcPr>
            <w:tcW w:w="227" w:type="dxa"/>
            <w:tcBorders>
              <w:right w:val="single" w:sz="4" w:space="0" w:color="0070C0"/>
            </w:tcBorders>
            <w:shd w:val="clear" w:color="auto" w:fill="EAF1DD" w:themeFill="accent3" w:themeFillTint="33"/>
            <w:noWrap/>
          </w:tcPr>
          <w:p w14:paraId="47033D9B" w14:textId="77777777" w:rsidR="00F87FC1" w:rsidRDefault="00F87FC1" w:rsidP="00F87FC1">
            <w:pPr>
              <w:pStyle w:val="TabNumeri"/>
            </w:pPr>
          </w:p>
        </w:tc>
        <w:tc>
          <w:tcPr>
            <w:tcW w:w="680" w:type="dxa"/>
            <w:tcBorders>
              <w:left w:val="single" w:sz="4" w:space="0" w:color="0070C0"/>
            </w:tcBorders>
            <w:shd w:val="clear" w:color="auto" w:fill="EAF1DD" w:themeFill="accent3" w:themeFillTint="33"/>
            <w:noWrap/>
          </w:tcPr>
          <w:p w14:paraId="625F35CE" w14:textId="77777777" w:rsidR="00F87FC1" w:rsidRDefault="00F87FC1" w:rsidP="00F87FC1">
            <w:pPr>
              <w:pStyle w:val="TabNumeri"/>
            </w:pPr>
            <w:r w:rsidRPr="00E209DA">
              <w:t>154,2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799FF926" w14:textId="77777777" w:rsidR="00F87FC1" w:rsidRDefault="00F87FC1" w:rsidP="00F87FC1">
            <w:pPr>
              <w:pStyle w:val="TabNumeri"/>
            </w:pPr>
          </w:p>
        </w:tc>
      </w:tr>
      <w:tr w:rsidR="00F87FC1" w14:paraId="4D64463E" w14:textId="77777777" w:rsidTr="00F87FC1">
        <w:trPr>
          <w:cantSplit/>
          <w:trHeight w:val="255"/>
        </w:trPr>
        <w:tc>
          <w:tcPr>
            <w:tcW w:w="9359" w:type="dxa"/>
            <w:gridSpan w:val="18"/>
            <w:shd w:val="clear" w:color="auto" w:fill="auto"/>
            <w:noWrap/>
          </w:tcPr>
          <w:p w14:paraId="14EA698D" w14:textId="77777777" w:rsidR="00F87FC1" w:rsidRPr="00D51159" w:rsidRDefault="00F87FC1" w:rsidP="00F87FC1">
            <w:pPr>
              <w:pStyle w:val="TabNoteSuperiori"/>
            </w:pPr>
            <w:r>
              <w:t>[a</w:t>
            </w:r>
            <w:r w:rsidRPr="00D76DB6">
              <w:t>] Tasso percentuale. [</w:t>
            </w:r>
            <w:r>
              <w:t>b</w:t>
            </w:r>
            <w:r w:rsidRPr="00D76DB6">
              <w:t xml:space="preserve">] Percentuale sul Pil. </w:t>
            </w:r>
            <w:r w:rsidRPr="000125CF">
              <w:t>[1] Variazioni del PIL e delle sue componenti stimate su dati trimestrali destagionalizzati e corretti per il numero di giornate.</w:t>
            </w:r>
            <w:r>
              <w:t xml:space="preserve"> </w:t>
            </w:r>
            <w:r w:rsidRPr="00D76DB6">
              <w:t>[</w:t>
            </w:r>
            <w:r>
              <w:t>2</w:t>
            </w:r>
            <w:r w:rsidRPr="00D76DB6">
              <w:t xml:space="preserve">] Investment in </w:t>
            </w:r>
            <w:proofErr w:type="spellStart"/>
            <w:r w:rsidRPr="00D76DB6">
              <w:t>equipment</w:t>
            </w:r>
            <w:proofErr w:type="spellEnd"/>
            <w:r w:rsidRPr="00D76DB6">
              <w:t>. [</w:t>
            </w:r>
            <w:r>
              <w:t>3</w:t>
            </w:r>
            <w:r w:rsidRPr="00D76DB6">
              <w:t xml:space="preserve">] </w:t>
            </w:r>
            <w:r>
              <w:t xml:space="preserve">Persone. [4] </w:t>
            </w:r>
            <w:r w:rsidRPr="00D76DB6">
              <w:t xml:space="preserve">Unità di lavoro standard. </w:t>
            </w:r>
            <w:r>
              <w:t xml:space="preserve">[5] </w:t>
            </w:r>
            <w:r w:rsidRPr="00D76DB6">
              <w:t xml:space="preserve">Tasso di inflazione </w:t>
            </w:r>
            <w:r w:rsidRPr="0073321F">
              <w:t>armonizzato</w:t>
            </w:r>
            <w:r w:rsidRPr="00D76DB6">
              <w:t xml:space="preserve"> Ue. </w:t>
            </w:r>
            <w:r>
              <w:t>[6</w:t>
            </w:r>
            <w:r w:rsidRPr="00D51159">
              <w:t xml:space="preserve">] Bilancia commerciale (in % del Pil). </w:t>
            </w:r>
          </w:p>
          <w:p w14:paraId="7FDFF26D" w14:textId="77777777" w:rsidR="00F87FC1" w:rsidRDefault="00F87FC1" w:rsidP="00F87FC1">
            <w:pPr>
              <w:pStyle w:val="TabNoteInferiori"/>
            </w:pPr>
            <w:r w:rsidRPr="00D76DB6">
              <w:t xml:space="preserve">Fonte Istat, Pil e indebitamento AP, Prezzi al consumo, Occupati e disoccupati; Fmi, World </w:t>
            </w:r>
            <w:proofErr w:type="spellStart"/>
            <w:r w:rsidRPr="00D76DB6">
              <w:t>Economic</w:t>
            </w:r>
            <w:proofErr w:type="spellEnd"/>
            <w:r w:rsidRPr="00D76DB6">
              <w:t xml:space="preserve"> Outlook; </w:t>
            </w:r>
            <w:proofErr w:type="spellStart"/>
            <w:r w:rsidRPr="00D76DB6">
              <w:t>Europen</w:t>
            </w:r>
            <w:proofErr w:type="spellEnd"/>
            <w:r w:rsidRPr="00D76DB6">
              <w:t xml:space="preserve"> Commission, </w:t>
            </w:r>
            <w:proofErr w:type="spellStart"/>
            <w:r w:rsidRPr="00D76DB6">
              <w:t>European</w:t>
            </w:r>
            <w:proofErr w:type="spellEnd"/>
            <w:r w:rsidRPr="00D76DB6">
              <w:t xml:space="preserve"> </w:t>
            </w:r>
            <w:proofErr w:type="spellStart"/>
            <w:r w:rsidRPr="00D76DB6">
              <w:t>Economic</w:t>
            </w:r>
            <w:proofErr w:type="spellEnd"/>
            <w:r w:rsidRPr="00D76DB6">
              <w:t xml:space="preserve"> Forecast; Oecd, </w:t>
            </w:r>
            <w:proofErr w:type="spellStart"/>
            <w:r w:rsidRPr="00D76DB6">
              <w:t>Economic</w:t>
            </w:r>
            <w:proofErr w:type="spellEnd"/>
            <w:r w:rsidRPr="00D76DB6">
              <w:t xml:space="preserve"> Outlook; Prometeia, Rapporto di Previsione</w:t>
            </w:r>
            <w:r>
              <w:t>.</w:t>
            </w:r>
          </w:p>
        </w:tc>
      </w:tr>
    </w:tbl>
    <w:p w14:paraId="5999B831" w14:textId="77777777" w:rsidR="00D37A56" w:rsidRDefault="008741B6" w:rsidP="00D37A56">
      <w:r>
        <w:t>Ancora</w:t>
      </w:r>
      <w:r w:rsidR="00CE2787">
        <w:t xml:space="preserve"> tabella</w:t>
      </w:r>
    </w:p>
    <w:p w14:paraId="793C2583" w14:textId="77777777" w:rsidR="00992B5F" w:rsidRDefault="00992B5F" w:rsidP="003D7D2C"/>
    <w:p w14:paraId="1377FA25" w14:textId="77777777" w:rsidR="00981333" w:rsidRDefault="00981333" w:rsidP="00981333">
      <w:pPr>
        <w:pStyle w:val="FigTitolo"/>
      </w:pPr>
      <w:r>
        <w:br w:type="page"/>
      </w:r>
    </w:p>
    <w:p w14:paraId="7CC4121D" w14:textId="77777777" w:rsidR="00F858D8" w:rsidRDefault="00CF2079" w:rsidP="00F858D8">
      <w:pPr>
        <w:pStyle w:val="Titolo2"/>
      </w:pPr>
      <w:bookmarkStart w:id="11" w:name="_Toc448399722"/>
      <w:bookmarkStart w:id="12" w:name="_Toc509407741"/>
      <w:r>
        <w:lastRenderedPageBreak/>
        <w:t>X</w:t>
      </w:r>
      <w:r w:rsidR="00F858D8">
        <w:t>.3.</w:t>
      </w:r>
      <w:r w:rsidR="00F858D8">
        <w:tab/>
      </w:r>
      <w:bookmarkStart w:id="13" w:name="OLE_LINK1"/>
      <w:r w:rsidR="00F858D8">
        <w:t>Il quadro regionale</w:t>
      </w:r>
      <w:bookmarkEnd w:id="11"/>
      <w:bookmarkEnd w:id="12"/>
      <w:bookmarkEnd w:id="13"/>
    </w:p>
    <w:p w14:paraId="50E1F694" w14:textId="77777777" w:rsidR="00DF0CEB" w:rsidRDefault="00DF0CEB" w:rsidP="000A6AC8"/>
    <w:tbl>
      <w:tblPr>
        <w:tblpPr w:topFromText="284" w:bottomFromText="284" w:horzAnchor="margin" w:tblpXSpec="center" w:tblpYSpec="top"/>
        <w:tblOverlap w:val="never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1134"/>
        <w:gridCol w:w="1134"/>
        <w:gridCol w:w="1134"/>
        <w:gridCol w:w="1134"/>
      </w:tblGrid>
      <w:tr w:rsidR="00B46941" w14:paraId="6E1DFD92" w14:textId="77777777" w:rsidTr="00126082">
        <w:trPr>
          <w:cantSplit/>
        </w:trPr>
        <w:tc>
          <w:tcPr>
            <w:tcW w:w="9356" w:type="dxa"/>
            <w:gridSpan w:val="5"/>
            <w:tcBorders>
              <w:bottom w:val="single" w:sz="4" w:space="0" w:color="800000"/>
            </w:tcBorders>
          </w:tcPr>
          <w:p w14:paraId="0CD1F7D9" w14:textId="77777777" w:rsidR="00B46941" w:rsidRPr="007C570B" w:rsidRDefault="00B46941" w:rsidP="00126082">
            <w:pPr>
              <w:pStyle w:val="TabTitolo"/>
              <w:ind w:left="1134" w:hanging="1134"/>
            </w:pPr>
            <w:r>
              <w:t>Previsione per l’Emilia-Romagna. Tassi di variazione percentuali</w:t>
            </w:r>
            <w:r w:rsidRPr="007C570B">
              <w:t xml:space="preserve"> su valori </w:t>
            </w:r>
            <w:r>
              <w:t xml:space="preserve">concatenati, anno di </w:t>
            </w:r>
            <w:proofErr w:type="spellStart"/>
            <w:r>
              <w:t>riferim</w:t>
            </w:r>
            <w:proofErr w:type="spellEnd"/>
            <w:r>
              <w:t>. 2010</w:t>
            </w:r>
          </w:p>
        </w:tc>
      </w:tr>
      <w:tr w:rsidR="00B46941" w14:paraId="5FC37B45" w14:textId="77777777" w:rsidTr="00126082">
        <w:trPr>
          <w:cantSplit/>
        </w:trPr>
        <w:tc>
          <w:tcPr>
            <w:tcW w:w="4820" w:type="dxa"/>
            <w:tcBorders>
              <w:bottom w:val="single" w:sz="4" w:space="0" w:color="800000"/>
            </w:tcBorders>
            <w:vAlign w:val="bottom"/>
          </w:tcPr>
          <w:p w14:paraId="0F95BDA8" w14:textId="77777777" w:rsidR="00B46941" w:rsidRDefault="00B46941" w:rsidP="00126082">
            <w:pPr>
              <w:pStyle w:val="TabIntestazioni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14:paraId="7E9993FE" w14:textId="77777777" w:rsidR="00B46941" w:rsidRPr="0085406E" w:rsidRDefault="00B46941" w:rsidP="00126082">
            <w:pPr>
              <w:pStyle w:val="TabIntestazioni"/>
              <w:jc w:val="right"/>
            </w:pPr>
            <w:r w:rsidRPr="0085406E">
              <w:t>2018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14:paraId="64CF7FCA" w14:textId="77777777" w:rsidR="00B46941" w:rsidRPr="0085406E" w:rsidRDefault="00B46941" w:rsidP="00126082">
            <w:pPr>
              <w:pStyle w:val="TabIntestazioni"/>
              <w:jc w:val="right"/>
            </w:pPr>
            <w:r w:rsidRPr="0085406E">
              <w:t>2019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14:paraId="076666CA" w14:textId="77777777" w:rsidR="00B46941" w:rsidRPr="0085406E" w:rsidRDefault="00B46941" w:rsidP="00126082">
            <w:pPr>
              <w:pStyle w:val="TabIntestazioni"/>
              <w:jc w:val="right"/>
            </w:pPr>
            <w:r w:rsidRPr="0085406E">
              <w:t>20</w:t>
            </w:r>
            <w:r>
              <w:t>20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14:paraId="7E821744" w14:textId="77777777" w:rsidR="00B46941" w:rsidRPr="0085406E" w:rsidRDefault="00B46941" w:rsidP="00126082">
            <w:pPr>
              <w:pStyle w:val="TabIntestazioni"/>
              <w:jc w:val="right"/>
            </w:pPr>
            <w:r w:rsidRPr="0085406E">
              <w:t>20</w:t>
            </w:r>
            <w:r>
              <w:t>21</w:t>
            </w:r>
          </w:p>
        </w:tc>
      </w:tr>
      <w:tr w:rsidR="00B46941" w14:paraId="0387D299" w14:textId="77777777" w:rsidTr="00126082">
        <w:trPr>
          <w:cantSplit/>
          <w:trHeight w:hRule="exact" w:val="57"/>
        </w:trPr>
        <w:tc>
          <w:tcPr>
            <w:tcW w:w="4820" w:type="dxa"/>
            <w:tcBorders>
              <w:top w:val="single" w:sz="4" w:space="0" w:color="800000"/>
            </w:tcBorders>
          </w:tcPr>
          <w:p w14:paraId="695CF1BC" w14:textId="77777777" w:rsidR="00B46941" w:rsidRPr="00686A56" w:rsidRDefault="00B46941" w:rsidP="00126082">
            <w:pPr>
              <w:pStyle w:val="TabEtichette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800000"/>
            </w:tcBorders>
          </w:tcPr>
          <w:p w14:paraId="2DB2BA2D" w14:textId="77777777" w:rsidR="00B46941" w:rsidRPr="0085406E" w:rsidRDefault="00B46941" w:rsidP="00126082"/>
        </w:tc>
        <w:tc>
          <w:tcPr>
            <w:tcW w:w="1134" w:type="dxa"/>
            <w:tcBorders>
              <w:top w:val="single" w:sz="4" w:space="0" w:color="800000"/>
            </w:tcBorders>
          </w:tcPr>
          <w:p w14:paraId="3C9D1402" w14:textId="77777777" w:rsidR="00B46941" w:rsidRPr="0085406E" w:rsidRDefault="00B46941" w:rsidP="00126082"/>
        </w:tc>
        <w:tc>
          <w:tcPr>
            <w:tcW w:w="1134" w:type="dxa"/>
            <w:tcBorders>
              <w:top w:val="single" w:sz="4" w:space="0" w:color="800000"/>
            </w:tcBorders>
          </w:tcPr>
          <w:p w14:paraId="71156B63" w14:textId="77777777" w:rsidR="00B46941" w:rsidRPr="0085406E" w:rsidRDefault="00B46941" w:rsidP="00126082"/>
        </w:tc>
        <w:tc>
          <w:tcPr>
            <w:tcW w:w="1134" w:type="dxa"/>
            <w:tcBorders>
              <w:top w:val="single" w:sz="4" w:space="0" w:color="800000"/>
            </w:tcBorders>
          </w:tcPr>
          <w:p w14:paraId="5DC5ACEC" w14:textId="77777777" w:rsidR="00B46941" w:rsidRPr="0085406E" w:rsidRDefault="00B46941" w:rsidP="00126082"/>
        </w:tc>
      </w:tr>
      <w:tr w:rsidR="00B46941" w14:paraId="1D759554" w14:textId="77777777" w:rsidTr="00126082">
        <w:trPr>
          <w:cantSplit/>
          <w:trHeight w:val="227"/>
        </w:trPr>
        <w:tc>
          <w:tcPr>
            <w:tcW w:w="4820" w:type="dxa"/>
          </w:tcPr>
          <w:p w14:paraId="0CA6EA89" w14:textId="77777777" w:rsidR="00B46941" w:rsidRPr="00F039B7" w:rsidRDefault="00B46941" w:rsidP="00126082">
            <w:pPr>
              <w:pStyle w:val="TabEtichetteBold"/>
              <w:rPr>
                <w:rFonts w:eastAsia="Arial Unicode MS"/>
              </w:rPr>
            </w:pPr>
            <w:r w:rsidRPr="00F039B7">
              <w:t>Conto economico</w:t>
            </w:r>
          </w:p>
        </w:tc>
        <w:tc>
          <w:tcPr>
            <w:tcW w:w="1134" w:type="dxa"/>
          </w:tcPr>
          <w:p w14:paraId="7A805106" w14:textId="77777777" w:rsidR="00B46941" w:rsidRPr="0085406E" w:rsidRDefault="00B46941" w:rsidP="00126082">
            <w:pPr>
              <w:pStyle w:val="tabnum"/>
            </w:pPr>
          </w:p>
        </w:tc>
        <w:tc>
          <w:tcPr>
            <w:tcW w:w="1134" w:type="dxa"/>
          </w:tcPr>
          <w:p w14:paraId="27B1496B" w14:textId="77777777" w:rsidR="00B46941" w:rsidRPr="0085406E" w:rsidRDefault="00B46941" w:rsidP="00126082">
            <w:pPr>
              <w:pStyle w:val="tabnum"/>
            </w:pPr>
          </w:p>
        </w:tc>
        <w:tc>
          <w:tcPr>
            <w:tcW w:w="1134" w:type="dxa"/>
          </w:tcPr>
          <w:p w14:paraId="575A599F" w14:textId="77777777" w:rsidR="00B46941" w:rsidRPr="0085406E" w:rsidRDefault="00B46941" w:rsidP="00126082">
            <w:pPr>
              <w:pStyle w:val="tabnum"/>
            </w:pPr>
          </w:p>
        </w:tc>
        <w:tc>
          <w:tcPr>
            <w:tcW w:w="1134" w:type="dxa"/>
          </w:tcPr>
          <w:p w14:paraId="402D1B1A" w14:textId="77777777" w:rsidR="00B46941" w:rsidRPr="0085406E" w:rsidRDefault="00B46941" w:rsidP="00126082">
            <w:pPr>
              <w:pStyle w:val="tabnum"/>
            </w:pPr>
          </w:p>
        </w:tc>
      </w:tr>
      <w:tr w:rsidR="00B46941" w14:paraId="5974CBE4" w14:textId="77777777" w:rsidTr="00126082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42EE8C09" w14:textId="77777777" w:rsidR="00B46941" w:rsidRDefault="00B46941" w:rsidP="00126082">
            <w:pPr>
              <w:pStyle w:val="TabEtichette"/>
              <w:rPr>
                <w:rFonts w:eastAsia="Arial Unicode MS"/>
              </w:rPr>
            </w:pPr>
            <w:r>
              <w:t>Prodotto interno lordo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47F0AE9" w14:textId="77777777" w:rsidR="00B46941" w:rsidRPr="00AE376F" w:rsidRDefault="00B46941" w:rsidP="00126082">
            <w:pPr>
              <w:pStyle w:val="TabNumeri"/>
            </w:pPr>
            <w:r w:rsidRPr="00DA3E62">
              <w:t>1,8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8D27E16" w14:textId="77777777" w:rsidR="00B46941" w:rsidRPr="00AE376F" w:rsidRDefault="00B46941" w:rsidP="00126082">
            <w:pPr>
              <w:pStyle w:val="TabNumeri"/>
            </w:pPr>
            <w:r w:rsidRPr="00DA3E62">
              <w:t>0,4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E3BEBFC" w14:textId="77777777" w:rsidR="00B46941" w:rsidRPr="00AE376F" w:rsidRDefault="00B46941" w:rsidP="00126082">
            <w:pPr>
              <w:pStyle w:val="TabNumeri"/>
            </w:pPr>
            <w:r w:rsidRPr="00DA3E62">
              <w:t>-10,6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BD8DBCB" w14:textId="77777777" w:rsidR="00B46941" w:rsidRPr="00AE376F" w:rsidRDefault="00B46941" w:rsidP="00126082">
            <w:pPr>
              <w:pStyle w:val="TabNumeri"/>
            </w:pPr>
            <w:r w:rsidRPr="00DA3E62">
              <w:t>6,8</w:t>
            </w:r>
          </w:p>
        </w:tc>
      </w:tr>
      <w:tr w:rsidR="00B46941" w14:paraId="0CC8E92F" w14:textId="77777777" w:rsidTr="00126082">
        <w:trPr>
          <w:cantSplit/>
          <w:trHeight w:val="227"/>
        </w:trPr>
        <w:tc>
          <w:tcPr>
            <w:tcW w:w="4820" w:type="dxa"/>
          </w:tcPr>
          <w:p w14:paraId="70BEDF2A" w14:textId="77777777" w:rsidR="00B46941" w:rsidRDefault="00B46941" w:rsidP="00126082">
            <w:pPr>
              <w:pStyle w:val="TabEtichette"/>
              <w:rPr>
                <w:rFonts w:eastAsia="Arial Unicode MS"/>
              </w:rPr>
            </w:pPr>
            <w:r>
              <w:t xml:space="preserve">Domanda </w:t>
            </w:r>
            <w:proofErr w:type="gramStart"/>
            <w:r>
              <w:t>interna</w:t>
            </w:r>
            <w:r>
              <w:rPr>
                <w:vertAlign w:val="superscript"/>
              </w:rPr>
              <w:t>(</w:t>
            </w:r>
            <w:proofErr w:type="gramEnd"/>
            <w:r>
              <w:rPr>
                <w:vertAlign w:val="superscript"/>
              </w:rPr>
              <w:t>1</w:t>
            </w:r>
            <w:r w:rsidRPr="002F2B82">
              <w:rPr>
                <w:vertAlign w:val="superscript"/>
              </w:rPr>
              <w:t>)</w:t>
            </w:r>
          </w:p>
        </w:tc>
        <w:tc>
          <w:tcPr>
            <w:tcW w:w="1134" w:type="dxa"/>
          </w:tcPr>
          <w:p w14:paraId="65843954" w14:textId="77777777" w:rsidR="00B46941" w:rsidRPr="00AE376F" w:rsidRDefault="00B46941" w:rsidP="00126082">
            <w:pPr>
              <w:pStyle w:val="TabNumeri"/>
            </w:pPr>
            <w:r w:rsidRPr="00DA3E62">
              <w:t>1,7</w:t>
            </w:r>
          </w:p>
        </w:tc>
        <w:tc>
          <w:tcPr>
            <w:tcW w:w="1134" w:type="dxa"/>
          </w:tcPr>
          <w:p w14:paraId="1C983B16" w14:textId="77777777" w:rsidR="00B46941" w:rsidRPr="00AE376F" w:rsidRDefault="00B46941" w:rsidP="00126082">
            <w:pPr>
              <w:pStyle w:val="TabNumeri"/>
            </w:pPr>
            <w:r w:rsidRPr="00DA3E62">
              <w:t>1,1</w:t>
            </w:r>
          </w:p>
        </w:tc>
        <w:tc>
          <w:tcPr>
            <w:tcW w:w="1134" w:type="dxa"/>
          </w:tcPr>
          <w:p w14:paraId="171F803B" w14:textId="77777777" w:rsidR="00B46941" w:rsidRPr="00AE376F" w:rsidRDefault="00B46941" w:rsidP="00126082">
            <w:pPr>
              <w:pStyle w:val="TabNumeri"/>
            </w:pPr>
            <w:r w:rsidRPr="00DA3E62">
              <w:t>-10,3</w:t>
            </w:r>
          </w:p>
        </w:tc>
        <w:tc>
          <w:tcPr>
            <w:tcW w:w="1134" w:type="dxa"/>
          </w:tcPr>
          <w:p w14:paraId="2E87049E" w14:textId="77777777" w:rsidR="00B46941" w:rsidRPr="00AE376F" w:rsidRDefault="00B46941" w:rsidP="00126082">
            <w:pPr>
              <w:pStyle w:val="TabNumeri"/>
            </w:pPr>
            <w:r w:rsidRPr="00DA3E62">
              <w:t>5,6</w:t>
            </w:r>
          </w:p>
        </w:tc>
      </w:tr>
      <w:tr w:rsidR="00B46941" w14:paraId="7BC2FBCB" w14:textId="77777777" w:rsidTr="00126082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12A66401" w14:textId="77777777" w:rsidR="00B46941" w:rsidRDefault="00B46941" w:rsidP="00126082">
            <w:pPr>
              <w:pStyle w:val="TabEtichette"/>
              <w:rPr>
                <w:rFonts w:eastAsia="Arial Unicode MS"/>
              </w:rPr>
            </w:pPr>
            <w:r>
              <w:t xml:space="preserve">   Consumi delle famiglie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1457291F" w14:textId="77777777" w:rsidR="00B46941" w:rsidRPr="00AE376F" w:rsidRDefault="00B46941" w:rsidP="00126082">
            <w:pPr>
              <w:pStyle w:val="TabNumeri"/>
            </w:pPr>
            <w:r w:rsidRPr="00DA3E62">
              <w:t>1,0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ED14AEC" w14:textId="77777777" w:rsidR="00B46941" w:rsidRPr="00AE376F" w:rsidRDefault="00B46941" w:rsidP="00126082">
            <w:pPr>
              <w:pStyle w:val="TabNumeri"/>
            </w:pPr>
            <w:r w:rsidRPr="00DA3E62">
              <w:t>0,9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E343691" w14:textId="77777777" w:rsidR="00B46941" w:rsidRPr="00AE376F" w:rsidRDefault="00B46941" w:rsidP="00126082">
            <w:pPr>
              <w:pStyle w:val="TabNumeri"/>
            </w:pPr>
            <w:r w:rsidRPr="00DA3E62">
              <w:t>-10,1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41E5C2C" w14:textId="77777777" w:rsidR="00B46941" w:rsidRPr="00AE376F" w:rsidRDefault="00B46941" w:rsidP="00126082">
            <w:pPr>
              <w:pStyle w:val="TabNumeri"/>
            </w:pPr>
            <w:r w:rsidRPr="00DA3E62">
              <w:t>6,1</w:t>
            </w:r>
          </w:p>
        </w:tc>
      </w:tr>
      <w:tr w:rsidR="00B46941" w14:paraId="14D40ACF" w14:textId="77777777" w:rsidTr="00126082">
        <w:trPr>
          <w:cantSplit/>
          <w:trHeight w:val="227"/>
        </w:trPr>
        <w:tc>
          <w:tcPr>
            <w:tcW w:w="4820" w:type="dxa"/>
          </w:tcPr>
          <w:p w14:paraId="02428599" w14:textId="77777777" w:rsidR="00B46941" w:rsidRDefault="00B46941" w:rsidP="00126082">
            <w:pPr>
              <w:pStyle w:val="TabEtichette"/>
              <w:rPr>
                <w:rFonts w:eastAsia="Arial Unicode MS"/>
              </w:rPr>
            </w:pPr>
            <w:r>
              <w:t xml:space="preserve">   Consumi delle AAPP e ISP</w:t>
            </w:r>
          </w:p>
        </w:tc>
        <w:tc>
          <w:tcPr>
            <w:tcW w:w="1134" w:type="dxa"/>
          </w:tcPr>
          <w:p w14:paraId="4D0BF2F5" w14:textId="77777777" w:rsidR="00B46941" w:rsidRPr="00AE376F" w:rsidRDefault="00B46941" w:rsidP="00126082">
            <w:pPr>
              <w:pStyle w:val="TabNumeri"/>
            </w:pPr>
            <w:r w:rsidRPr="00DA3E62">
              <w:t>0,8</w:t>
            </w:r>
          </w:p>
        </w:tc>
        <w:tc>
          <w:tcPr>
            <w:tcW w:w="1134" w:type="dxa"/>
          </w:tcPr>
          <w:p w14:paraId="5E747992" w14:textId="77777777" w:rsidR="00B46941" w:rsidRPr="00AE376F" w:rsidRDefault="00B46941" w:rsidP="00126082">
            <w:pPr>
              <w:pStyle w:val="TabNumeri"/>
            </w:pPr>
            <w:r w:rsidRPr="00DA3E62">
              <w:t>-0,2</w:t>
            </w:r>
          </w:p>
        </w:tc>
        <w:tc>
          <w:tcPr>
            <w:tcW w:w="1134" w:type="dxa"/>
          </w:tcPr>
          <w:p w14:paraId="3568BB58" w14:textId="77777777" w:rsidR="00B46941" w:rsidRPr="00AE376F" w:rsidRDefault="00B46941" w:rsidP="00126082">
            <w:pPr>
              <w:pStyle w:val="TabNumeri"/>
            </w:pPr>
            <w:r w:rsidRPr="00DA3E62">
              <w:t>1,7</w:t>
            </w:r>
          </w:p>
        </w:tc>
        <w:tc>
          <w:tcPr>
            <w:tcW w:w="1134" w:type="dxa"/>
          </w:tcPr>
          <w:p w14:paraId="0DE7E8A0" w14:textId="77777777" w:rsidR="00B46941" w:rsidRPr="00AE376F" w:rsidRDefault="00B46941" w:rsidP="00126082">
            <w:pPr>
              <w:pStyle w:val="TabNumeri"/>
            </w:pPr>
            <w:r w:rsidRPr="00DA3E62">
              <w:t>0,3</w:t>
            </w:r>
          </w:p>
        </w:tc>
      </w:tr>
      <w:tr w:rsidR="00B46941" w14:paraId="4D058FFF" w14:textId="77777777" w:rsidTr="00126082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25AF6205" w14:textId="77777777" w:rsidR="00B46941" w:rsidRDefault="00B46941" w:rsidP="00126082">
            <w:pPr>
              <w:pStyle w:val="TabEtichette"/>
              <w:rPr>
                <w:rFonts w:eastAsia="Arial Unicode MS"/>
              </w:rPr>
            </w:pPr>
            <w:r>
              <w:t xml:space="preserve">   Investimenti fissi lordi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45023D8" w14:textId="77777777" w:rsidR="00B46941" w:rsidRPr="00AE376F" w:rsidRDefault="00B46941" w:rsidP="00126082">
            <w:pPr>
              <w:pStyle w:val="TabNumeri"/>
            </w:pPr>
            <w:r w:rsidRPr="00DA3E62">
              <w:t>4,7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17C00FE" w14:textId="77777777" w:rsidR="00B46941" w:rsidRPr="00AE376F" w:rsidRDefault="00B46941" w:rsidP="00126082">
            <w:pPr>
              <w:pStyle w:val="TabNumeri"/>
            </w:pPr>
            <w:r w:rsidRPr="00DA3E62">
              <w:t>2,9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D3EDCDA" w14:textId="77777777" w:rsidR="00B46941" w:rsidRPr="00AE376F" w:rsidRDefault="00B46941" w:rsidP="00126082">
            <w:pPr>
              <w:pStyle w:val="TabNumeri"/>
            </w:pPr>
            <w:r w:rsidRPr="00DA3E62">
              <w:t>-19,6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FAB6319" w14:textId="77777777" w:rsidR="00B46941" w:rsidRPr="00AE376F" w:rsidRDefault="00B46941" w:rsidP="00126082">
            <w:pPr>
              <w:pStyle w:val="TabNumeri"/>
            </w:pPr>
            <w:r w:rsidRPr="00DA3E62">
              <w:t>9,0</w:t>
            </w:r>
          </w:p>
        </w:tc>
      </w:tr>
      <w:tr w:rsidR="00B46941" w14:paraId="06FE9673" w14:textId="77777777" w:rsidTr="00126082">
        <w:trPr>
          <w:cantSplit/>
          <w:trHeight w:val="227"/>
        </w:trPr>
        <w:tc>
          <w:tcPr>
            <w:tcW w:w="4820" w:type="dxa"/>
          </w:tcPr>
          <w:p w14:paraId="69720246" w14:textId="77777777" w:rsidR="00B46941" w:rsidRDefault="00B46941" w:rsidP="00126082">
            <w:pPr>
              <w:pStyle w:val="TabEtichette"/>
              <w:rPr>
                <w:rFonts w:eastAsia="Arial Unicode MS"/>
              </w:rPr>
            </w:pPr>
            <w:r>
              <w:t>Importazioni di beni dall’estero</w:t>
            </w:r>
          </w:p>
        </w:tc>
        <w:tc>
          <w:tcPr>
            <w:tcW w:w="1134" w:type="dxa"/>
          </w:tcPr>
          <w:p w14:paraId="55CE330F" w14:textId="77777777" w:rsidR="00B46941" w:rsidRPr="00AE376F" w:rsidRDefault="00B46941" w:rsidP="00126082">
            <w:pPr>
              <w:pStyle w:val="TabNumeri"/>
            </w:pPr>
            <w:r w:rsidRPr="00DA3E62">
              <w:t>0,4</w:t>
            </w:r>
          </w:p>
        </w:tc>
        <w:tc>
          <w:tcPr>
            <w:tcW w:w="1134" w:type="dxa"/>
          </w:tcPr>
          <w:p w14:paraId="6289BB69" w14:textId="77777777" w:rsidR="00B46941" w:rsidRPr="00AE376F" w:rsidRDefault="00B46941" w:rsidP="00126082">
            <w:pPr>
              <w:pStyle w:val="TabNumeri"/>
            </w:pPr>
            <w:r w:rsidRPr="00DA3E62">
              <w:t>2,6</w:t>
            </w:r>
          </w:p>
        </w:tc>
        <w:tc>
          <w:tcPr>
            <w:tcW w:w="1134" w:type="dxa"/>
          </w:tcPr>
          <w:p w14:paraId="58E799BD" w14:textId="77777777" w:rsidR="00B46941" w:rsidRPr="00AE376F" w:rsidRDefault="00B46941" w:rsidP="00126082">
            <w:pPr>
              <w:pStyle w:val="TabNumeri"/>
            </w:pPr>
            <w:r w:rsidRPr="00DA3E62">
              <w:t>-16,5</w:t>
            </w:r>
          </w:p>
        </w:tc>
        <w:tc>
          <w:tcPr>
            <w:tcW w:w="1134" w:type="dxa"/>
          </w:tcPr>
          <w:p w14:paraId="4801C565" w14:textId="77777777" w:rsidR="00B46941" w:rsidRPr="00AE376F" w:rsidRDefault="00B46941" w:rsidP="00126082">
            <w:pPr>
              <w:pStyle w:val="TabNumeri"/>
            </w:pPr>
            <w:r w:rsidRPr="00DA3E62">
              <w:t>9,4</w:t>
            </w:r>
          </w:p>
        </w:tc>
      </w:tr>
      <w:tr w:rsidR="00B46941" w14:paraId="4BFAACE8" w14:textId="77777777" w:rsidTr="00126082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6FDE7CB0" w14:textId="77777777" w:rsidR="00B46941" w:rsidRDefault="00B46941" w:rsidP="00126082">
            <w:pPr>
              <w:pStyle w:val="TabEtichette"/>
              <w:rPr>
                <w:rFonts w:eastAsia="Arial Unicode MS"/>
              </w:rPr>
            </w:pPr>
            <w:r>
              <w:t>Esportazioni di beni verso l’estero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5624DA5" w14:textId="77777777" w:rsidR="00B46941" w:rsidRPr="00AE376F" w:rsidRDefault="00B46941" w:rsidP="00126082">
            <w:pPr>
              <w:pStyle w:val="TabNumeri"/>
            </w:pPr>
            <w:r w:rsidRPr="00DA3E62">
              <w:t>4,4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7498762" w14:textId="77777777" w:rsidR="00B46941" w:rsidRPr="00AE376F" w:rsidRDefault="00B46941" w:rsidP="00126082">
            <w:pPr>
              <w:pStyle w:val="TabNumeri"/>
            </w:pPr>
            <w:r w:rsidRPr="00DA3E62">
              <w:t>3,5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ADBAFA5" w14:textId="77777777" w:rsidR="00B46941" w:rsidRPr="00AE376F" w:rsidRDefault="00B46941" w:rsidP="00126082">
            <w:pPr>
              <w:pStyle w:val="TabNumeri"/>
            </w:pPr>
            <w:r w:rsidRPr="00DA3E62">
              <w:t>-16,3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8EDF5C7" w14:textId="77777777" w:rsidR="00B46941" w:rsidRPr="00AE376F" w:rsidRDefault="00B46941" w:rsidP="00126082">
            <w:pPr>
              <w:pStyle w:val="TabNumeri"/>
            </w:pPr>
            <w:r w:rsidRPr="00DA3E62">
              <w:t>11,3</w:t>
            </w:r>
          </w:p>
        </w:tc>
      </w:tr>
      <w:tr w:rsidR="00B46941" w14:paraId="63FDF082" w14:textId="77777777" w:rsidTr="00126082">
        <w:trPr>
          <w:cantSplit/>
          <w:trHeight w:val="227"/>
        </w:trPr>
        <w:tc>
          <w:tcPr>
            <w:tcW w:w="4820" w:type="dxa"/>
          </w:tcPr>
          <w:p w14:paraId="6AC82369" w14:textId="77777777" w:rsidR="00B46941" w:rsidRPr="00EC6592" w:rsidRDefault="00B46941" w:rsidP="00126082">
            <w:pPr>
              <w:pStyle w:val="TabEtichetteBold"/>
              <w:rPr>
                <w:rFonts w:eastAsia="Arial Unicode MS"/>
              </w:rPr>
            </w:pPr>
            <w:r w:rsidRPr="00EC6592">
              <w:t>Valore aggiunto ai prezzi base</w:t>
            </w:r>
          </w:p>
        </w:tc>
        <w:tc>
          <w:tcPr>
            <w:tcW w:w="1134" w:type="dxa"/>
          </w:tcPr>
          <w:p w14:paraId="1B0358E6" w14:textId="77777777" w:rsidR="00B46941" w:rsidRPr="00AE376F" w:rsidRDefault="00B46941" w:rsidP="00126082">
            <w:pPr>
              <w:pStyle w:val="TabNumeri"/>
            </w:pPr>
          </w:p>
        </w:tc>
        <w:tc>
          <w:tcPr>
            <w:tcW w:w="1134" w:type="dxa"/>
          </w:tcPr>
          <w:p w14:paraId="6A763CCE" w14:textId="77777777" w:rsidR="00B46941" w:rsidRPr="00AE376F" w:rsidRDefault="00B46941" w:rsidP="00126082">
            <w:pPr>
              <w:pStyle w:val="TabNumeri"/>
            </w:pPr>
          </w:p>
        </w:tc>
        <w:tc>
          <w:tcPr>
            <w:tcW w:w="1134" w:type="dxa"/>
          </w:tcPr>
          <w:p w14:paraId="55078F17" w14:textId="77777777" w:rsidR="00B46941" w:rsidRPr="00AE376F" w:rsidRDefault="00B46941" w:rsidP="00126082">
            <w:pPr>
              <w:pStyle w:val="TabNumeri"/>
            </w:pPr>
          </w:p>
        </w:tc>
        <w:tc>
          <w:tcPr>
            <w:tcW w:w="1134" w:type="dxa"/>
          </w:tcPr>
          <w:p w14:paraId="1E09408C" w14:textId="77777777" w:rsidR="00B46941" w:rsidRPr="00AE376F" w:rsidRDefault="00B46941" w:rsidP="00126082">
            <w:pPr>
              <w:pStyle w:val="TabNumeri"/>
            </w:pPr>
          </w:p>
        </w:tc>
      </w:tr>
      <w:tr w:rsidR="00B46941" w14:paraId="0D4CF320" w14:textId="77777777" w:rsidTr="00126082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2000872A" w14:textId="77777777" w:rsidR="00B46941" w:rsidRDefault="00B46941" w:rsidP="00126082">
            <w:pPr>
              <w:pStyle w:val="TabEtichette"/>
              <w:rPr>
                <w:rFonts w:eastAsia="Arial Unicode MS"/>
              </w:rPr>
            </w:pPr>
            <w:r>
              <w:t>Agricoltura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F4E2B3A" w14:textId="77777777" w:rsidR="00B46941" w:rsidRPr="00AE376F" w:rsidRDefault="00B46941" w:rsidP="00126082">
            <w:pPr>
              <w:pStyle w:val="TabNumeri"/>
            </w:pPr>
            <w:r w:rsidRPr="00DA3E62">
              <w:t>-0,9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4DD292A" w14:textId="77777777" w:rsidR="00B46941" w:rsidRPr="00AE376F" w:rsidRDefault="00B46941" w:rsidP="00126082">
            <w:pPr>
              <w:pStyle w:val="TabNumeri"/>
            </w:pPr>
            <w:r w:rsidRPr="00DA3E62">
              <w:t>-6,7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380E29C" w14:textId="77777777" w:rsidR="00B46941" w:rsidRPr="00AE376F" w:rsidRDefault="00B46941" w:rsidP="00126082">
            <w:pPr>
              <w:pStyle w:val="TabNumeri"/>
            </w:pPr>
            <w:r w:rsidRPr="00DA3E62">
              <w:t>-1,4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728256E8" w14:textId="77777777" w:rsidR="00B46941" w:rsidRPr="00AE376F" w:rsidRDefault="00B46941" w:rsidP="00126082">
            <w:pPr>
              <w:pStyle w:val="TabNumeri"/>
            </w:pPr>
            <w:r w:rsidRPr="00DA3E62">
              <w:t>2,8</w:t>
            </w:r>
          </w:p>
        </w:tc>
      </w:tr>
      <w:tr w:rsidR="00B46941" w14:paraId="25F7AC82" w14:textId="77777777" w:rsidTr="00126082">
        <w:trPr>
          <w:cantSplit/>
          <w:trHeight w:val="227"/>
        </w:trPr>
        <w:tc>
          <w:tcPr>
            <w:tcW w:w="4820" w:type="dxa"/>
          </w:tcPr>
          <w:p w14:paraId="5C17DB61" w14:textId="77777777" w:rsidR="00B46941" w:rsidRDefault="00B46941" w:rsidP="00126082">
            <w:pPr>
              <w:pStyle w:val="TabEtichette"/>
              <w:rPr>
                <w:rFonts w:eastAsia="Arial Unicode MS"/>
              </w:rPr>
            </w:pPr>
            <w:r>
              <w:t>Industria</w:t>
            </w:r>
          </w:p>
        </w:tc>
        <w:tc>
          <w:tcPr>
            <w:tcW w:w="1134" w:type="dxa"/>
          </w:tcPr>
          <w:p w14:paraId="1A480064" w14:textId="77777777" w:rsidR="00B46941" w:rsidRPr="00AE376F" w:rsidRDefault="00B46941" w:rsidP="00126082">
            <w:pPr>
              <w:pStyle w:val="TabNumeri"/>
            </w:pPr>
            <w:r w:rsidRPr="00DA3E62">
              <w:t>5,3</w:t>
            </w:r>
          </w:p>
        </w:tc>
        <w:tc>
          <w:tcPr>
            <w:tcW w:w="1134" w:type="dxa"/>
          </w:tcPr>
          <w:p w14:paraId="5743C23C" w14:textId="77777777" w:rsidR="00B46941" w:rsidRPr="00AE376F" w:rsidRDefault="00B46941" w:rsidP="00126082">
            <w:pPr>
              <w:pStyle w:val="TabNumeri"/>
            </w:pPr>
            <w:r w:rsidRPr="00DA3E62">
              <w:t>-0,0</w:t>
            </w:r>
          </w:p>
        </w:tc>
        <w:tc>
          <w:tcPr>
            <w:tcW w:w="1134" w:type="dxa"/>
          </w:tcPr>
          <w:p w14:paraId="5D7F63B1" w14:textId="77777777" w:rsidR="00B46941" w:rsidRPr="00AE376F" w:rsidRDefault="00B46941" w:rsidP="00126082">
            <w:pPr>
              <w:pStyle w:val="TabNumeri"/>
            </w:pPr>
            <w:r w:rsidRPr="00DA3E62">
              <w:t>-15,1</w:t>
            </w:r>
          </w:p>
        </w:tc>
        <w:tc>
          <w:tcPr>
            <w:tcW w:w="1134" w:type="dxa"/>
          </w:tcPr>
          <w:p w14:paraId="7B206CB7" w14:textId="77777777" w:rsidR="00B46941" w:rsidRPr="00AE376F" w:rsidRDefault="00B46941" w:rsidP="00126082">
            <w:pPr>
              <w:pStyle w:val="TabNumeri"/>
            </w:pPr>
            <w:r w:rsidRPr="00DA3E62">
              <w:t>13,4</w:t>
            </w:r>
          </w:p>
        </w:tc>
      </w:tr>
      <w:tr w:rsidR="00B46941" w14:paraId="46EA7F1A" w14:textId="77777777" w:rsidTr="00126082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29A1ACCD" w14:textId="77777777" w:rsidR="00B46941" w:rsidRDefault="00B46941" w:rsidP="00126082">
            <w:pPr>
              <w:pStyle w:val="TabEtichette"/>
              <w:rPr>
                <w:rFonts w:eastAsia="Arial Unicode MS"/>
              </w:rPr>
            </w:pPr>
            <w:r>
              <w:t>Costruzioni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A6F0971" w14:textId="77777777" w:rsidR="00B46941" w:rsidRPr="00AE376F" w:rsidRDefault="00B46941" w:rsidP="00126082">
            <w:pPr>
              <w:pStyle w:val="TabNumeri"/>
            </w:pPr>
            <w:r w:rsidRPr="00DA3E62">
              <w:t>4,3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0CA0D24" w14:textId="77777777" w:rsidR="00B46941" w:rsidRPr="00AE376F" w:rsidRDefault="00B46941" w:rsidP="00126082">
            <w:pPr>
              <w:pStyle w:val="TabNumeri"/>
            </w:pPr>
            <w:r w:rsidRPr="00DA3E62">
              <w:t>3,1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7266F6CA" w14:textId="77777777" w:rsidR="00B46941" w:rsidRPr="00AE376F" w:rsidRDefault="00B46941" w:rsidP="00126082">
            <w:pPr>
              <w:pStyle w:val="TabNumeri"/>
            </w:pPr>
            <w:r w:rsidRPr="00DA3E62">
              <w:t>-14,1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7316A5FB" w14:textId="77777777" w:rsidR="00B46941" w:rsidRPr="00AE376F" w:rsidRDefault="00B46941" w:rsidP="00126082">
            <w:pPr>
              <w:pStyle w:val="TabNumeri"/>
            </w:pPr>
            <w:r w:rsidRPr="00DA3E62">
              <w:t>7,3</w:t>
            </w:r>
          </w:p>
        </w:tc>
      </w:tr>
      <w:tr w:rsidR="00B46941" w14:paraId="2BFDED34" w14:textId="77777777" w:rsidTr="00126082">
        <w:trPr>
          <w:cantSplit/>
          <w:trHeight w:val="227"/>
        </w:trPr>
        <w:tc>
          <w:tcPr>
            <w:tcW w:w="4820" w:type="dxa"/>
          </w:tcPr>
          <w:p w14:paraId="2D1AD818" w14:textId="77777777" w:rsidR="00B46941" w:rsidRDefault="00B46941" w:rsidP="00126082">
            <w:pPr>
              <w:pStyle w:val="TabEtichette"/>
              <w:rPr>
                <w:rFonts w:eastAsia="Arial Unicode MS"/>
              </w:rPr>
            </w:pPr>
            <w:r>
              <w:t>Servizi</w:t>
            </w:r>
          </w:p>
        </w:tc>
        <w:tc>
          <w:tcPr>
            <w:tcW w:w="1134" w:type="dxa"/>
          </w:tcPr>
          <w:p w14:paraId="79E0EDC7" w14:textId="77777777" w:rsidR="00B46941" w:rsidRPr="00AE376F" w:rsidRDefault="00B46941" w:rsidP="00126082">
            <w:pPr>
              <w:pStyle w:val="TabNumeri"/>
            </w:pPr>
            <w:r w:rsidRPr="00DA3E62">
              <w:t>0,5</w:t>
            </w:r>
          </w:p>
        </w:tc>
        <w:tc>
          <w:tcPr>
            <w:tcW w:w="1134" w:type="dxa"/>
          </w:tcPr>
          <w:p w14:paraId="450EDC0F" w14:textId="77777777" w:rsidR="00B46941" w:rsidRPr="00AE376F" w:rsidRDefault="00B46941" w:rsidP="00126082">
            <w:pPr>
              <w:pStyle w:val="TabNumeri"/>
            </w:pPr>
            <w:r w:rsidRPr="00DA3E62">
              <w:t>0,7</w:t>
            </w:r>
          </w:p>
        </w:tc>
        <w:tc>
          <w:tcPr>
            <w:tcW w:w="1134" w:type="dxa"/>
          </w:tcPr>
          <w:p w14:paraId="661D1386" w14:textId="77777777" w:rsidR="00B46941" w:rsidRPr="00AE376F" w:rsidRDefault="00B46941" w:rsidP="00126082">
            <w:pPr>
              <w:pStyle w:val="TabNumeri"/>
            </w:pPr>
            <w:r w:rsidRPr="00DA3E62">
              <w:t>-8,7</w:t>
            </w:r>
          </w:p>
        </w:tc>
        <w:tc>
          <w:tcPr>
            <w:tcW w:w="1134" w:type="dxa"/>
          </w:tcPr>
          <w:p w14:paraId="0482E0FD" w14:textId="77777777" w:rsidR="00B46941" w:rsidRPr="00AE376F" w:rsidRDefault="00B46941" w:rsidP="00126082">
            <w:pPr>
              <w:pStyle w:val="TabNumeri"/>
            </w:pPr>
            <w:r w:rsidRPr="00DA3E62">
              <w:t>4,3</w:t>
            </w:r>
          </w:p>
        </w:tc>
      </w:tr>
      <w:tr w:rsidR="00B46941" w14:paraId="046E158E" w14:textId="77777777" w:rsidTr="00126082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4781AC92" w14:textId="77777777" w:rsidR="00B46941" w:rsidRDefault="00B46941" w:rsidP="00126082">
            <w:pPr>
              <w:pStyle w:val="TabEtichette"/>
              <w:rPr>
                <w:rFonts w:eastAsia="Arial Unicode MS"/>
              </w:rPr>
            </w:pPr>
            <w:r>
              <w:t>Totale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4C63E38" w14:textId="77777777" w:rsidR="00B46941" w:rsidRPr="00AE376F" w:rsidRDefault="00B46941" w:rsidP="00126082">
            <w:pPr>
              <w:pStyle w:val="TabNumeri"/>
            </w:pPr>
            <w:r w:rsidRPr="00DA3E62">
              <w:t>1,9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44DDABC" w14:textId="77777777" w:rsidR="00B46941" w:rsidRPr="00AE376F" w:rsidRDefault="00B46941" w:rsidP="00126082">
            <w:pPr>
              <w:pStyle w:val="TabNumeri"/>
            </w:pPr>
            <w:r w:rsidRPr="00DA3E62">
              <w:t>0,4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9CD49D2" w14:textId="77777777" w:rsidR="00B46941" w:rsidRPr="00AE376F" w:rsidRDefault="00B46941" w:rsidP="00126082">
            <w:pPr>
              <w:pStyle w:val="TabNumeri"/>
            </w:pPr>
            <w:r w:rsidRPr="00DA3E62">
              <w:t>-10,5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395C9DD" w14:textId="77777777" w:rsidR="00B46941" w:rsidRPr="00AE376F" w:rsidRDefault="00B46941" w:rsidP="00126082">
            <w:pPr>
              <w:pStyle w:val="TabNumeri"/>
            </w:pPr>
            <w:r w:rsidRPr="00DA3E62">
              <w:t>6,8</w:t>
            </w:r>
          </w:p>
        </w:tc>
      </w:tr>
      <w:tr w:rsidR="00B46941" w14:paraId="12D44682" w14:textId="77777777" w:rsidTr="00126082">
        <w:trPr>
          <w:cantSplit/>
          <w:trHeight w:val="227"/>
        </w:trPr>
        <w:tc>
          <w:tcPr>
            <w:tcW w:w="4820" w:type="dxa"/>
          </w:tcPr>
          <w:p w14:paraId="0E3D9C24" w14:textId="77777777" w:rsidR="00B46941" w:rsidRPr="00EC6592" w:rsidRDefault="00B46941" w:rsidP="00126082">
            <w:pPr>
              <w:pStyle w:val="TabEtichetteBold"/>
              <w:rPr>
                <w:rFonts w:eastAsia="Arial Unicode MS"/>
              </w:rPr>
            </w:pPr>
            <w:r w:rsidRPr="00EC6592">
              <w:t>Rapporti caratteristici</w:t>
            </w:r>
          </w:p>
        </w:tc>
        <w:tc>
          <w:tcPr>
            <w:tcW w:w="1134" w:type="dxa"/>
          </w:tcPr>
          <w:p w14:paraId="6C9BC35A" w14:textId="77777777" w:rsidR="00B46941" w:rsidRPr="00AE376F" w:rsidRDefault="00B46941" w:rsidP="00126082">
            <w:pPr>
              <w:pStyle w:val="TabNumeri"/>
            </w:pPr>
          </w:p>
        </w:tc>
        <w:tc>
          <w:tcPr>
            <w:tcW w:w="1134" w:type="dxa"/>
          </w:tcPr>
          <w:p w14:paraId="2EA24F54" w14:textId="77777777" w:rsidR="00B46941" w:rsidRPr="00AE376F" w:rsidRDefault="00B46941" w:rsidP="00126082">
            <w:pPr>
              <w:pStyle w:val="TabNumeri"/>
            </w:pPr>
          </w:p>
        </w:tc>
        <w:tc>
          <w:tcPr>
            <w:tcW w:w="1134" w:type="dxa"/>
          </w:tcPr>
          <w:p w14:paraId="23CA1844" w14:textId="77777777" w:rsidR="00B46941" w:rsidRPr="00AE376F" w:rsidRDefault="00B46941" w:rsidP="00126082">
            <w:pPr>
              <w:pStyle w:val="TabNumeri"/>
            </w:pPr>
          </w:p>
        </w:tc>
        <w:tc>
          <w:tcPr>
            <w:tcW w:w="1134" w:type="dxa"/>
          </w:tcPr>
          <w:p w14:paraId="1B11BEE0" w14:textId="77777777" w:rsidR="00B46941" w:rsidRPr="00AE376F" w:rsidRDefault="00B46941" w:rsidP="00126082">
            <w:pPr>
              <w:pStyle w:val="TabNumeri"/>
            </w:pPr>
          </w:p>
        </w:tc>
      </w:tr>
      <w:tr w:rsidR="00B46941" w14:paraId="2980A8AC" w14:textId="77777777" w:rsidTr="00126082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74A1A65D" w14:textId="77777777" w:rsidR="00B46941" w:rsidRPr="00983308" w:rsidRDefault="00B46941" w:rsidP="00126082">
            <w:pPr>
              <w:pStyle w:val="TabEtichette"/>
            </w:pPr>
            <w:r w:rsidRPr="00983308">
              <w:t>Forze di lavoro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78784660" w14:textId="77777777" w:rsidR="00B46941" w:rsidRPr="00AE376F" w:rsidRDefault="00B46941" w:rsidP="00126082">
            <w:pPr>
              <w:pStyle w:val="TabNumeri"/>
            </w:pPr>
            <w:r w:rsidRPr="00DA3E62">
              <w:t>0,9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930D62C" w14:textId="77777777" w:rsidR="00B46941" w:rsidRPr="00AE376F" w:rsidRDefault="00B46941" w:rsidP="00126082">
            <w:pPr>
              <w:pStyle w:val="TabNumeri"/>
            </w:pPr>
            <w:r w:rsidRPr="00DA3E62">
              <w:t>1,1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1953538" w14:textId="77777777" w:rsidR="00B46941" w:rsidRPr="00AE376F" w:rsidRDefault="00B46941" w:rsidP="00126082">
            <w:pPr>
              <w:pStyle w:val="TabNumeri"/>
            </w:pPr>
            <w:r w:rsidRPr="00DA3E62">
              <w:t>-2,4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74277A03" w14:textId="77777777" w:rsidR="00B46941" w:rsidRPr="00AE376F" w:rsidRDefault="00B46941" w:rsidP="00126082">
            <w:pPr>
              <w:pStyle w:val="TabNumeri"/>
            </w:pPr>
            <w:r w:rsidRPr="00DA3E62">
              <w:t>1,4</w:t>
            </w:r>
          </w:p>
        </w:tc>
      </w:tr>
      <w:tr w:rsidR="00B46941" w14:paraId="3D19C479" w14:textId="77777777" w:rsidTr="00126082">
        <w:trPr>
          <w:cantSplit/>
          <w:trHeight w:val="227"/>
        </w:trPr>
        <w:tc>
          <w:tcPr>
            <w:tcW w:w="4820" w:type="dxa"/>
          </w:tcPr>
          <w:p w14:paraId="47D39165" w14:textId="77777777" w:rsidR="00B46941" w:rsidRDefault="00B46941" w:rsidP="00126082">
            <w:pPr>
              <w:pStyle w:val="TabEtichette"/>
            </w:pPr>
            <w:r w:rsidRPr="00983308">
              <w:t>Occupati</w:t>
            </w:r>
          </w:p>
        </w:tc>
        <w:tc>
          <w:tcPr>
            <w:tcW w:w="1134" w:type="dxa"/>
          </w:tcPr>
          <w:p w14:paraId="1A7DB167" w14:textId="77777777" w:rsidR="00B46941" w:rsidRPr="00AE376F" w:rsidRDefault="00B46941" w:rsidP="00126082">
            <w:pPr>
              <w:pStyle w:val="TabNumeri"/>
            </w:pPr>
            <w:r w:rsidRPr="00DA3E62">
              <w:t>1,6</w:t>
            </w:r>
          </w:p>
        </w:tc>
        <w:tc>
          <w:tcPr>
            <w:tcW w:w="1134" w:type="dxa"/>
          </w:tcPr>
          <w:p w14:paraId="630B6A7F" w14:textId="77777777" w:rsidR="00B46941" w:rsidRPr="00AE376F" w:rsidRDefault="00B46941" w:rsidP="00126082">
            <w:pPr>
              <w:pStyle w:val="TabNumeri"/>
            </w:pPr>
            <w:r w:rsidRPr="00DA3E62">
              <w:t>1,4</w:t>
            </w:r>
          </w:p>
        </w:tc>
        <w:tc>
          <w:tcPr>
            <w:tcW w:w="1134" w:type="dxa"/>
          </w:tcPr>
          <w:p w14:paraId="48017F2D" w14:textId="77777777" w:rsidR="00B46941" w:rsidRPr="00AE376F" w:rsidRDefault="00B46941" w:rsidP="00126082">
            <w:pPr>
              <w:pStyle w:val="TabNumeri"/>
            </w:pPr>
            <w:r w:rsidRPr="00DA3E62">
              <w:t>-2,7</w:t>
            </w:r>
          </w:p>
        </w:tc>
        <w:tc>
          <w:tcPr>
            <w:tcW w:w="1134" w:type="dxa"/>
          </w:tcPr>
          <w:p w14:paraId="7C78B08B" w14:textId="77777777" w:rsidR="00B46941" w:rsidRPr="00AE376F" w:rsidRDefault="00B46941" w:rsidP="00126082">
            <w:pPr>
              <w:pStyle w:val="TabNumeri"/>
            </w:pPr>
            <w:r w:rsidRPr="00DA3E62">
              <w:t>-0,8</w:t>
            </w:r>
          </w:p>
        </w:tc>
      </w:tr>
      <w:tr w:rsidR="00B46941" w14:paraId="76E96D42" w14:textId="77777777" w:rsidTr="00126082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20933917" w14:textId="77777777" w:rsidR="00B46941" w:rsidRPr="007427DC" w:rsidRDefault="00B46941" w:rsidP="00126082">
            <w:pPr>
              <w:pStyle w:val="tabetic"/>
            </w:pPr>
            <w:r>
              <w:t xml:space="preserve"> Tasso di attività (2)(3</w:t>
            </w:r>
            <w:r w:rsidRPr="007427DC">
              <w:t>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B01E6BF" w14:textId="77777777" w:rsidR="00B46941" w:rsidRPr="00AE376F" w:rsidRDefault="00B46941" w:rsidP="00126082">
            <w:pPr>
              <w:pStyle w:val="TabNumeri"/>
            </w:pPr>
            <w:r w:rsidRPr="00DA3E62">
              <w:t>48,2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2FDFA7D" w14:textId="77777777" w:rsidR="00B46941" w:rsidRPr="00AE376F" w:rsidRDefault="00B46941" w:rsidP="00126082">
            <w:pPr>
              <w:pStyle w:val="TabNumeri"/>
            </w:pPr>
            <w:r w:rsidRPr="00DA3E62">
              <w:t>48,6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47F63BB" w14:textId="77777777" w:rsidR="00B46941" w:rsidRPr="00AE376F" w:rsidRDefault="00B46941" w:rsidP="00126082">
            <w:pPr>
              <w:pStyle w:val="TabNumeri"/>
            </w:pPr>
            <w:r w:rsidRPr="00DA3E62">
              <w:t>47,4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621BA01" w14:textId="77777777" w:rsidR="00B46941" w:rsidRPr="00AE376F" w:rsidRDefault="00B46941" w:rsidP="00126082">
            <w:pPr>
              <w:pStyle w:val="TabNumeri"/>
            </w:pPr>
            <w:r w:rsidRPr="00DA3E62">
              <w:t>48,0</w:t>
            </w:r>
          </w:p>
        </w:tc>
      </w:tr>
      <w:tr w:rsidR="00B46941" w14:paraId="7767AABF" w14:textId="77777777" w:rsidTr="00126082">
        <w:trPr>
          <w:cantSplit/>
          <w:trHeight w:val="227"/>
        </w:trPr>
        <w:tc>
          <w:tcPr>
            <w:tcW w:w="4820" w:type="dxa"/>
          </w:tcPr>
          <w:p w14:paraId="74118651" w14:textId="77777777" w:rsidR="00B46941" w:rsidRPr="007427DC" w:rsidRDefault="00B46941" w:rsidP="00126082">
            <w:pPr>
              <w:pStyle w:val="tabetic"/>
            </w:pPr>
            <w:r>
              <w:t xml:space="preserve"> </w:t>
            </w:r>
            <w:r w:rsidRPr="007427DC">
              <w:t>Tasso di occupazione</w:t>
            </w:r>
            <w:r>
              <w:t xml:space="preserve"> </w:t>
            </w:r>
            <w:r w:rsidRPr="007427DC">
              <w:t>(</w:t>
            </w:r>
            <w:r>
              <w:t>2</w:t>
            </w:r>
            <w:r w:rsidRPr="007427DC">
              <w:t>)(</w:t>
            </w:r>
            <w:r>
              <w:t>3</w:t>
            </w:r>
            <w:r w:rsidRPr="007427DC">
              <w:t>)</w:t>
            </w:r>
          </w:p>
        </w:tc>
        <w:tc>
          <w:tcPr>
            <w:tcW w:w="1134" w:type="dxa"/>
          </w:tcPr>
          <w:p w14:paraId="5F5ACFAE" w14:textId="77777777" w:rsidR="00B46941" w:rsidRPr="00AE376F" w:rsidRDefault="00B46941" w:rsidP="00126082">
            <w:pPr>
              <w:pStyle w:val="TabNumeri"/>
            </w:pPr>
            <w:r w:rsidRPr="00DA3E62">
              <w:t>45,3</w:t>
            </w:r>
          </w:p>
        </w:tc>
        <w:tc>
          <w:tcPr>
            <w:tcW w:w="1134" w:type="dxa"/>
          </w:tcPr>
          <w:p w14:paraId="39DE2299" w14:textId="77777777" w:rsidR="00B46941" w:rsidRPr="00AE376F" w:rsidRDefault="00B46941" w:rsidP="00126082">
            <w:pPr>
              <w:pStyle w:val="TabNumeri"/>
            </w:pPr>
            <w:r w:rsidRPr="00DA3E62">
              <w:t>45,9</w:t>
            </w:r>
          </w:p>
        </w:tc>
        <w:tc>
          <w:tcPr>
            <w:tcW w:w="1134" w:type="dxa"/>
          </w:tcPr>
          <w:p w14:paraId="19E22000" w14:textId="77777777" w:rsidR="00B46941" w:rsidRPr="00AE376F" w:rsidRDefault="00B46941" w:rsidP="00126082">
            <w:pPr>
              <w:pStyle w:val="TabNumeri"/>
            </w:pPr>
            <w:r w:rsidRPr="00DA3E62">
              <w:t>44,6</w:t>
            </w:r>
          </w:p>
        </w:tc>
        <w:tc>
          <w:tcPr>
            <w:tcW w:w="1134" w:type="dxa"/>
          </w:tcPr>
          <w:p w14:paraId="12F2605E" w14:textId="77777777" w:rsidR="00B46941" w:rsidRPr="00AE376F" w:rsidRDefault="00B46941" w:rsidP="00126082">
            <w:pPr>
              <w:pStyle w:val="TabNumeri"/>
            </w:pPr>
            <w:r w:rsidRPr="00DA3E62">
              <w:t>44,2</w:t>
            </w:r>
          </w:p>
        </w:tc>
      </w:tr>
      <w:tr w:rsidR="00B46941" w14:paraId="6BBCB28E" w14:textId="77777777" w:rsidTr="00126082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5F0E4EDB" w14:textId="77777777" w:rsidR="00B46941" w:rsidRPr="007427DC" w:rsidRDefault="00B46941" w:rsidP="00126082">
            <w:pPr>
              <w:pStyle w:val="tabetic"/>
            </w:pPr>
            <w:r>
              <w:t xml:space="preserve"> Tasso di disoccupazione (2</w:t>
            </w:r>
            <w:r w:rsidRPr="007427DC">
              <w:t>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2F40FEF" w14:textId="77777777" w:rsidR="00B46941" w:rsidRPr="00AE376F" w:rsidRDefault="00B46941" w:rsidP="00126082">
            <w:pPr>
              <w:pStyle w:val="TabNumeri"/>
            </w:pPr>
            <w:r w:rsidRPr="00DA3E62">
              <w:t>5,9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8141EA4" w14:textId="77777777" w:rsidR="00B46941" w:rsidRPr="00AE376F" w:rsidRDefault="00B46941" w:rsidP="00126082">
            <w:pPr>
              <w:pStyle w:val="TabNumeri"/>
            </w:pPr>
            <w:r w:rsidRPr="00DA3E62">
              <w:t>5,5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6E832C0" w14:textId="77777777" w:rsidR="00B46941" w:rsidRPr="00AE376F" w:rsidRDefault="00B46941" w:rsidP="00126082">
            <w:pPr>
              <w:pStyle w:val="TabNumeri"/>
            </w:pPr>
            <w:r w:rsidRPr="00DA3E62">
              <w:t>5,8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4EFB9EE" w14:textId="77777777" w:rsidR="00B46941" w:rsidRPr="00AE376F" w:rsidRDefault="00B46941" w:rsidP="00126082">
            <w:pPr>
              <w:pStyle w:val="TabNumeri"/>
            </w:pPr>
            <w:r w:rsidRPr="00DA3E62">
              <w:t>7,8</w:t>
            </w:r>
          </w:p>
        </w:tc>
      </w:tr>
      <w:tr w:rsidR="00B46941" w14:paraId="638522DD" w14:textId="77777777" w:rsidTr="00126082">
        <w:trPr>
          <w:cantSplit/>
          <w:trHeight w:val="227"/>
        </w:trPr>
        <w:tc>
          <w:tcPr>
            <w:tcW w:w="4820" w:type="dxa"/>
          </w:tcPr>
          <w:p w14:paraId="411ADC49" w14:textId="77777777" w:rsidR="00B46941" w:rsidRPr="00EC6592" w:rsidRDefault="00B46941" w:rsidP="00126082">
            <w:pPr>
              <w:pStyle w:val="TabEtichetteBold"/>
            </w:pPr>
            <w:r w:rsidRPr="00EC6592">
              <w:t>Produttività e capacità di spesa</w:t>
            </w:r>
          </w:p>
        </w:tc>
        <w:tc>
          <w:tcPr>
            <w:tcW w:w="1134" w:type="dxa"/>
          </w:tcPr>
          <w:p w14:paraId="3E81A92C" w14:textId="77777777" w:rsidR="00B46941" w:rsidRPr="00AE376F" w:rsidRDefault="00B46941" w:rsidP="00126082">
            <w:pPr>
              <w:pStyle w:val="TabNumeri"/>
            </w:pPr>
          </w:p>
        </w:tc>
        <w:tc>
          <w:tcPr>
            <w:tcW w:w="1134" w:type="dxa"/>
          </w:tcPr>
          <w:p w14:paraId="0F43CFDC" w14:textId="77777777" w:rsidR="00B46941" w:rsidRPr="00AE376F" w:rsidRDefault="00B46941" w:rsidP="00126082">
            <w:pPr>
              <w:pStyle w:val="TabNumeri"/>
            </w:pPr>
          </w:p>
        </w:tc>
        <w:tc>
          <w:tcPr>
            <w:tcW w:w="1134" w:type="dxa"/>
          </w:tcPr>
          <w:p w14:paraId="3789DA5A" w14:textId="77777777" w:rsidR="00B46941" w:rsidRPr="00AE376F" w:rsidRDefault="00B46941" w:rsidP="00126082">
            <w:pPr>
              <w:pStyle w:val="TabNumeri"/>
            </w:pPr>
          </w:p>
        </w:tc>
        <w:tc>
          <w:tcPr>
            <w:tcW w:w="1134" w:type="dxa"/>
          </w:tcPr>
          <w:p w14:paraId="3E8A87B6" w14:textId="77777777" w:rsidR="00B46941" w:rsidRPr="00AE376F" w:rsidRDefault="00B46941" w:rsidP="00126082">
            <w:pPr>
              <w:pStyle w:val="TabNumeri"/>
            </w:pPr>
          </w:p>
        </w:tc>
      </w:tr>
      <w:tr w:rsidR="00B46941" w14:paraId="374339A4" w14:textId="77777777" w:rsidTr="00126082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059758A6" w14:textId="77777777" w:rsidR="00B46941" w:rsidRPr="00B130A5" w:rsidRDefault="00B46941" w:rsidP="00126082">
            <w:pPr>
              <w:pStyle w:val="TabEtichette"/>
            </w:pPr>
            <w:r w:rsidRPr="00B130A5">
              <w:t xml:space="preserve">Reddito disponibile delle famiglie e </w:t>
            </w:r>
            <w:proofErr w:type="spellStart"/>
            <w:r w:rsidRPr="00B130A5">
              <w:t>Istituz.SP</w:t>
            </w:r>
            <w:proofErr w:type="spellEnd"/>
            <w:r w:rsidRPr="00B130A5">
              <w:t xml:space="preserve"> (prezzi correnti)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1A307C0C" w14:textId="77777777" w:rsidR="00B46941" w:rsidRPr="00AE376F" w:rsidRDefault="00B46941" w:rsidP="00126082">
            <w:pPr>
              <w:pStyle w:val="TabNumeri"/>
            </w:pPr>
            <w:r w:rsidRPr="00DA3E62">
              <w:t>1,9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113A47C" w14:textId="77777777" w:rsidR="00B46941" w:rsidRPr="00AE376F" w:rsidRDefault="00B46941" w:rsidP="00126082">
            <w:pPr>
              <w:pStyle w:val="TabNumeri"/>
            </w:pPr>
            <w:r w:rsidRPr="00DA3E62">
              <w:t>2,1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799A17DD" w14:textId="77777777" w:rsidR="00B46941" w:rsidRPr="00AE376F" w:rsidRDefault="00B46941" w:rsidP="00126082">
            <w:pPr>
              <w:pStyle w:val="TabNumeri"/>
            </w:pPr>
            <w:r w:rsidRPr="00DA3E62">
              <w:t>-4,6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7926BED" w14:textId="77777777" w:rsidR="00B46941" w:rsidRPr="00AE376F" w:rsidRDefault="00B46941" w:rsidP="00126082">
            <w:pPr>
              <w:pStyle w:val="TabNumeri"/>
            </w:pPr>
            <w:r w:rsidRPr="00DA3E62">
              <w:t>3,0</w:t>
            </w:r>
          </w:p>
        </w:tc>
      </w:tr>
      <w:tr w:rsidR="00B46941" w14:paraId="7405F4E2" w14:textId="77777777" w:rsidTr="00126082">
        <w:trPr>
          <w:cantSplit/>
          <w:trHeight w:val="227"/>
        </w:trPr>
        <w:tc>
          <w:tcPr>
            <w:tcW w:w="4820" w:type="dxa"/>
          </w:tcPr>
          <w:p w14:paraId="29071A8D" w14:textId="77777777" w:rsidR="00B46941" w:rsidRDefault="00B46941" w:rsidP="00126082">
            <w:pPr>
              <w:pStyle w:val="TabEtichette"/>
            </w:pPr>
            <w:r w:rsidRPr="00B130A5">
              <w:t>Valore aggiunto totale per abitante (migliaia di euro)</w:t>
            </w:r>
          </w:p>
        </w:tc>
        <w:tc>
          <w:tcPr>
            <w:tcW w:w="1134" w:type="dxa"/>
          </w:tcPr>
          <w:p w14:paraId="10926220" w14:textId="77777777" w:rsidR="00B46941" w:rsidRPr="00AE376F" w:rsidRDefault="00B46941" w:rsidP="00126082">
            <w:pPr>
              <w:pStyle w:val="TabNumeri"/>
            </w:pPr>
            <w:r w:rsidRPr="00DA3E62">
              <w:t>31,8</w:t>
            </w:r>
          </w:p>
        </w:tc>
        <w:tc>
          <w:tcPr>
            <w:tcW w:w="1134" w:type="dxa"/>
          </w:tcPr>
          <w:p w14:paraId="5ACB235D" w14:textId="77777777" w:rsidR="00B46941" w:rsidRPr="00AE376F" w:rsidRDefault="00B46941" w:rsidP="00126082">
            <w:pPr>
              <w:pStyle w:val="TabNumeri"/>
            </w:pPr>
            <w:r w:rsidRPr="00DA3E62">
              <w:t>31,9</w:t>
            </w:r>
          </w:p>
        </w:tc>
        <w:tc>
          <w:tcPr>
            <w:tcW w:w="1134" w:type="dxa"/>
          </w:tcPr>
          <w:p w14:paraId="3E189A66" w14:textId="77777777" w:rsidR="00B46941" w:rsidRPr="00AE376F" w:rsidRDefault="00B46941" w:rsidP="00126082">
            <w:pPr>
              <w:pStyle w:val="TabNumeri"/>
            </w:pPr>
            <w:r w:rsidRPr="00DA3E62">
              <w:t>28,5</w:t>
            </w:r>
          </w:p>
        </w:tc>
        <w:tc>
          <w:tcPr>
            <w:tcW w:w="1134" w:type="dxa"/>
          </w:tcPr>
          <w:p w14:paraId="50E81F4F" w14:textId="77777777" w:rsidR="00B46941" w:rsidRDefault="00B46941" w:rsidP="00126082">
            <w:pPr>
              <w:pStyle w:val="TabNumeri"/>
            </w:pPr>
            <w:r w:rsidRPr="00DA3E62">
              <w:t>30,3</w:t>
            </w:r>
          </w:p>
        </w:tc>
      </w:tr>
      <w:tr w:rsidR="00B46941" w14:paraId="2EAA70F2" w14:textId="77777777" w:rsidTr="00126082">
        <w:trPr>
          <w:cantSplit/>
        </w:trPr>
        <w:tc>
          <w:tcPr>
            <w:tcW w:w="9356" w:type="dxa"/>
            <w:gridSpan w:val="5"/>
            <w:tcBorders>
              <w:top w:val="single" w:sz="4" w:space="0" w:color="800000"/>
            </w:tcBorders>
          </w:tcPr>
          <w:p w14:paraId="2390847B" w14:textId="77777777" w:rsidR="00B46941" w:rsidRDefault="00B46941" w:rsidP="00126082">
            <w:pPr>
              <w:pStyle w:val="TabNoteSuperiori"/>
            </w:pPr>
            <w:r>
              <w:t>(1) Al netto delle scorte. (2) Rapporto percentuale. (3) Quota sulla popolazione presente totale.</w:t>
            </w:r>
          </w:p>
          <w:p w14:paraId="7A371841" w14:textId="77777777" w:rsidR="00B46941" w:rsidRPr="007C570B" w:rsidRDefault="00B46941" w:rsidP="00126082">
            <w:pPr>
              <w:pStyle w:val="TabNoteInferiori"/>
            </w:pPr>
            <w:r w:rsidRPr="00B60C06">
              <w:t xml:space="preserve">Fonte: elaborazione Unioncamere E.R. su dati Prometeia, Scenari per le economie locali, </w:t>
            </w:r>
            <w:r>
              <w:t xml:space="preserve">luglio </w:t>
            </w:r>
            <w:r>
              <w:fldChar w:fldCharType="begin"/>
            </w:r>
            <w:r>
              <w:instrText xml:space="preserve"> DATE  \@ "yyyy"  \* MERGEFORMAT </w:instrText>
            </w:r>
            <w:r>
              <w:fldChar w:fldCharType="separate"/>
            </w:r>
            <w:r>
              <w:rPr>
                <w:noProof/>
              </w:rPr>
              <w:t>2020</w:t>
            </w:r>
            <w:r>
              <w:fldChar w:fldCharType="end"/>
            </w:r>
            <w:r w:rsidRPr="00B60C06">
              <w:t>.</w:t>
            </w:r>
          </w:p>
        </w:tc>
      </w:tr>
    </w:tbl>
    <w:p w14:paraId="4110EF17" w14:textId="77777777" w:rsidR="000A6AC8" w:rsidRDefault="000A6AC8" w:rsidP="000A6AC8">
      <w:r>
        <w:t>Ancora tabella</w:t>
      </w:r>
    </w:p>
    <w:p w14:paraId="41B12111" w14:textId="77777777" w:rsidR="000A6AC8" w:rsidRDefault="000A6AC8" w:rsidP="000A6AC8"/>
    <w:p w14:paraId="434E6F9A" w14:textId="77777777" w:rsidR="000A6AC8" w:rsidRDefault="000A6AC8" w:rsidP="000A6AC8">
      <w:pPr>
        <w:spacing w:line="240" w:lineRule="auto"/>
        <w:ind w:firstLine="0"/>
        <w:jc w:val="left"/>
      </w:pPr>
      <w:r>
        <w:br w:type="page"/>
      </w:r>
    </w:p>
    <w:p w14:paraId="331C4C66" w14:textId="77777777" w:rsidR="00551593" w:rsidRDefault="00551593" w:rsidP="00092240"/>
    <w:tbl>
      <w:tblPr>
        <w:tblpPr w:topFromText="284" w:bottomFromText="284" w:horzAnchor="margin" w:tblpXSpec="center" w:tblpYSpec="bottom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3E632B" w14:paraId="54B71E16" w14:textId="77777777" w:rsidTr="00B46941">
        <w:trPr>
          <w:cantSplit/>
        </w:trPr>
        <w:tc>
          <w:tcPr>
            <w:tcW w:w="9356" w:type="dxa"/>
          </w:tcPr>
          <w:p w14:paraId="70E90EF2" w14:textId="77777777" w:rsidR="003E632B" w:rsidRDefault="003E632B" w:rsidP="00B46941">
            <w:pPr>
              <w:pStyle w:val="FigTitolo"/>
              <w:ind w:left="1134" w:hanging="1134"/>
            </w:pPr>
            <w:bookmarkStart w:id="14" w:name="_Hlk52806380"/>
            <w:r>
              <w:t>Il quadro regionale: tasso di variazione e numero indice del Pil (2000=100)</w:t>
            </w:r>
          </w:p>
          <w:p w14:paraId="37EF51F3" w14:textId="77777777" w:rsidR="003E632B" w:rsidRDefault="003E632B" w:rsidP="00B46941">
            <w:pPr>
              <w:pStyle w:val="Figure"/>
            </w:pPr>
            <w:r w:rsidRPr="00AD0198">
              <w:rPr>
                <w:noProof/>
              </w:rPr>
              <w:drawing>
                <wp:inline distT="0" distB="0" distL="0" distR="0" wp14:anchorId="100A1C05" wp14:editId="6EE1A01D">
                  <wp:extent cx="5904000" cy="2340000"/>
                  <wp:effectExtent l="0" t="0" r="1905" b="3175"/>
                  <wp:docPr id="5" name="Grafico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  <w:p w14:paraId="7327B0D0" w14:textId="71C92386" w:rsidR="003E632B" w:rsidRDefault="003E632B" w:rsidP="00B46941">
            <w:pPr>
              <w:pStyle w:val="TabNoteInferiori"/>
            </w:pPr>
            <w:r w:rsidRPr="0029075E">
              <w:t xml:space="preserve">Fonte: </w:t>
            </w:r>
            <w:r w:rsidRPr="00B60C06">
              <w:t xml:space="preserve">elaborazione Unioncamere E.R. su dati Prometeia, Scenari per le economie locali, </w:t>
            </w:r>
            <w:r>
              <w:t xml:space="preserve">luglio </w:t>
            </w:r>
            <w:r>
              <w:fldChar w:fldCharType="begin"/>
            </w:r>
            <w:r>
              <w:instrText xml:space="preserve"> DATE  \@ "yyyy"  \* MERGEFORMAT </w:instrText>
            </w:r>
            <w:r>
              <w:fldChar w:fldCharType="separate"/>
            </w:r>
            <w:r w:rsidR="00B46941">
              <w:rPr>
                <w:noProof/>
              </w:rPr>
              <w:t>2020</w:t>
            </w:r>
            <w:r>
              <w:fldChar w:fldCharType="end"/>
            </w:r>
            <w:r w:rsidRPr="00B60C06">
              <w:t>..</w:t>
            </w:r>
            <w:r w:rsidRPr="0029075E">
              <w:t>.</w:t>
            </w:r>
          </w:p>
        </w:tc>
      </w:tr>
    </w:tbl>
    <w:bookmarkEnd w:id="14"/>
    <w:p w14:paraId="5FABBCA5" w14:textId="77777777" w:rsidR="00551593" w:rsidRDefault="00551593" w:rsidP="00092240">
      <w:r>
        <w:t xml:space="preserve">Ancora grafico </w:t>
      </w:r>
    </w:p>
    <w:p w14:paraId="783603D0" w14:textId="77777777" w:rsidR="00551593" w:rsidRDefault="00551593" w:rsidP="00092240"/>
    <w:p w14:paraId="4B3D37FA" w14:textId="77777777" w:rsidR="00551593" w:rsidRDefault="00551593">
      <w:pPr>
        <w:spacing w:line="240" w:lineRule="auto"/>
        <w:ind w:firstLine="0"/>
        <w:jc w:val="left"/>
      </w:pPr>
      <w:r>
        <w:br w:type="page"/>
      </w:r>
    </w:p>
    <w:p w14:paraId="06993D94" w14:textId="77777777" w:rsidR="00551593" w:rsidRDefault="00551593" w:rsidP="00092240"/>
    <w:tbl>
      <w:tblPr>
        <w:tblpPr w:topFromText="284" w:bottomFromText="284" w:horzAnchor="margin" w:tblpXSpec="center" w:tblpYSpec="top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3E632B" w14:paraId="0942116D" w14:textId="77777777" w:rsidTr="00126082">
        <w:trPr>
          <w:cantSplit/>
        </w:trPr>
        <w:tc>
          <w:tcPr>
            <w:tcW w:w="9356" w:type="dxa"/>
          </w:tcPr>
          <w:p w14:paraId="5332A100" w14:textId="77777777" w:rsidR="003E632B" w:rsidRDefault="003E632B" w:rsidP="00126082">
            <w:pPr>
              <w:pStyle w:val="FigTitolo"/>
              <w:ind w:left="1134" w:hanging="1134"/>
            </w:pPr>
            <w:r>
              <w:t xml:space="preserve">Il quadro regionale, i </w:t>
            </w:r>
            <w:proofErr w:type="gramStart"/>
            <w:r>
              <w:t>settori :</w:t>
            </w:r>
            <w:proofErr w:type="gramEnd"/>
            <w:r>
              <w:t xml:space="preserve"> tassi di variazione e numeri indice del valore aggiunto (2000=100)</w:t>
            </w:r>
          </w:p>
          <w:p w14:paraId="58575E8E" w14:textId="77777777" w:rsidR="003E632B" w:rsidRDefault="003E632B" w:rsidP="00126082">
            <w:pPr>
              <w:pStyle w:val="Figure"/>
            </w:pPr>
            <w:r w:rsidRPr="00AD0198">
              <w:rPr>
                <w:noProof/>
              </w:rPr>
              <w:drawing>
                <wp:inline distT="0" distB="0" distL="0" distR="0" wp14:anchorId="46A32AAF" wp14:editId="7CA95C3A">
                  <wp:extent cx="5904000" cy="2340000"/>
                  <wp:effectExtent l="0" t="0" r="1905" b="3175"/>
                  <wp:docPr id="29" name="Grafico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14:paraId="2AD35A75" w14:textId="2E3015CF" w:rsidR="003E632B" w:rsidRDefault="003E632B" w:rsidP="00126082">
            <w:pPr>
              <w:pStyle w:val="TabNoteInferiori"/>
            </w:pPr>
            <w:r w:rsidRPr="0029075E">
              <w:t xml:space="preserve">Fonte: </w:t>
            </w:r>
            <w:r w:rsidRPr="00B60C06">
              <w:t xml:space="preserve">elaborazione Unioncamere E.R. su dati </w:t>
            </w:r>
            <w:r w:rsidRPr="0029075E">
              <w:t xml:space="preserve">Prometeia, Scenari per le economie locali, </w:t>
            </w:r>
            <w:r>
              <w:t xml:space="preserve">luglio </w:t>
            </w:r>
            <w:r>
              <w:fldChar w:fldCharType="begin"/>
            </w:r>
            <w:r>
              <w:instrText xml:space="preserve"> DATE  \@ "yyyy"  \* MERGEFORMAT </w:instrText>
            </w:r>
            <w:r>
              <w:fldChar w:fldCharType="separate"/>
            </w:r>
            <w:r w:rsidR="00B46941">
              <w:rPr>
                <w:noProof/>
              </w:rPr>
              <w:t>2020</w:t>
            </w:r>
            <w:r>
              <w:fldChar w:fldCharType="end"/>
            </w:r>
            <w:r w:rsidRPr="006F0EA1">
              <w:t>.</w:t>
            </w:r>
          </w:p>
        </w:tc>
      </w:tr>
    </w:tbl>
    <w:p w14:paraId="3FDBFC61" w14:textId="77777777" w:rsidR="00551593" w:rsidRDefault="00551593" w:rsidP="00092240">
      <w:r>
        <w:t>Ancora figura</w:t>
      </w:r>
    </w:p>
    <w:p w14:paraId="75D49EDC" w14:textId="77777777" w:rsidR="00551593" w:rsidRDefault="00551593" w:rsidP="00092240"/>
    <w:sectPr w:rsidR="00551593" w:rsidSect="00EC7F1C">
      <w:footerReference w:type="even" r:id="rId12"/>
      <w:footerReference w:type="default" r:id="rId13"/>
      <w:footnotePr>
        <w:numRestart w:val="eachSect"/>
      </w:footnotePr>
      <w:pgSz w:w="11907" w:h="16840" w:code="9"/>
      <w:pgMar w:top="1276" w:right="992" w:bottom="1276" w:left="992" w:header="567" w:footer="567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63F3DA" w14:textId="77777777" w:rsidR="00F612C7" w:rsidRDefault="00F612C7">
      <w:r>
        <w:separator/>
      </w:r>
    </w:p>
    <w:p w14:paraId="588EC19E" w14:textId="77777777" w:rsidR="00F612C7" w:rsidRDefault="00F612C7"/>
  </w:endnote>
  <w:endnote w:type="continuationSeparator" w:id="0">
    <w:p w14:paraId="5210E623" w14:textId="77777777" w:rsidR="00F612C7" w:rsidRDefault="00F612C7">
      <w:r>
        <w:continuationSeparator/>
      </w:r>
    </w:p>
    <w:p w14:paraId="6D59B3BD" w14:textId="77777777" w:rsidR="00F612C7" w:rsidRDefault="00F612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200C49" w14:textId="77777777" w:rsidR="00172D69" w:rsidRDefault="00172D69" w:rsidP="00785036">
    <w:pPr>
      <w:pStyle w:val="Pidipagina"/>
      <w:framePr w:wrap="around" w:vAnchor="text" w:hAnchor="margin" w:xAlign="outside" w:y="1"/>
      <w:ind w:firstLine="0"/>
      <w:jc w:val="left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750D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138423D0" w14:textId="77777777" w:rsidR="00172D69" w:rsidRDefault="00172D69" w:rsidP="00EC7F1C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286D2" w14:textId="77777777" w:rsidR="00172D69" w:rsidRDefault="00172D69" w:rsidP="00EC7F1C">
    <w:pPr>
      <w:pStyle w:val="Intestazione"/>
      <w:framePr w:wrap="around" w:vAnchor="text" w:hAnchor="margin" w:xAlign="right" w:y="1"/>
      <w:ind w:firstLine="0"/>
      <w:jc w:val="right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7750D">
      <w:rPr>
        <w:rStyle w:val="Numeropagina"/>
        <w:noProof/>
      </w:rPr>
      <w:t>3</w:t>
    </w:r>
    <w:r>
      <w:rPr>
        <w:rStyle w:val="Numeropagina"/>
      </w:rPr>
      <w:fldChar w:fldCharType="end"/>
    </w:r>
  </w:p>
  <w:p w14:paraId="736B3480" w14:textId="77777777" w:rsidR="00172D69" w:rsidRDefault="00172D69" w:rsidP="00EC7F1C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EF2536" w14:textId="77777777" w:rsidR="00F612C7" w:rsidRDefault="00F612C7">
      <w:r>
        <w:separator/>
      </w:r>
    </w:p>
    <w:p w14:paraId="4D734934" w14:textId="77777777" w:rsidR="00F612C7" w:rsidRDefault="00F612C7"/>
  </w:footnote>
  <w:footnote w:type="continuationSeparator" w:id="0">
    <w:p w14:paraId="68B6D695" w14:textId="77777777" w:rsidR="00F612C7" w:rsidRDefault="00F612C7">
      <w:r>
        <w:continuationSeparator/>
      </w:r>
    </w:p>
    <w:p w14:paraId="4952FB8E" w14:textId="77777777" w:rsidR="00F612C7" w:rsidRDefault="00F612C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mirrorMargin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12A"/>
    <w:rsid w:val="00002661"/>
    <w:rsid w:val="00006931"/>
    <w:rsid w:val="000112AF"/>
    <w:rsid w:val="00014186"/>
    <w:rsid w:val="000355D6"/>
    <w:rsid w:val="00042A50"/>
    <w:rsid w:val="0005477E"/>
    <w:rsid w:val="00055096"/>
    <w:rsid w:val="00055AA0"/>
    <w:rsid w:val="00061D42"/>
    <w:rsid w:val="00072096"/>
    <w:rsid w:val="0008614C"/>
    <w:rsid w:val="00091C7A"/>
    <w:rsid w:val="00092240"/>
    <w:rsid w:val="000929E9"/>
    <w:rsid w:val="000954C7"/>
    <w:rsid w:val="000A136A"/>
    <w:rsid w:val="000A47C0"/>
    <w:rsid w:val="000A6AC8"/>
    <w:rsid w:val="000A7ACE"/>
    <w:rsid w:val="000B4E48"/>
    <w:rsid w:val="000B711D"/>
    <w:rsid w:val="000C35DD"/>
    <w:rsid w:val="000C3780"/>
    <w:rsid w:val="000C731A"/>
    <w:rsid w:val="000D058A"/>
    <w:rsid w:val="000D2AF5"/>
    <w:rsid w:val="000D3408"/>
    <w:rsid w:val="000D77D9"/>
    <w:rsid w:val="000E7C99"/>
    <w:rsid w:val="0011376D"/>
    <w:rsid w:val="00116309"/>
    <w:rsid w:val="001169DB"/>
    <w:rsid w:val="0012006D"/>
    <w:rsid w:val="00134F68"/>
    <w:rsid w:val="0013784E"/>
    <w:rsid w:val="00145433"/>
    <w:rsid w:val="00151819"/>
    <w:rsid w:val="00155A22"/>
    <w:rsid w:val="001629EC"/>
    <w:rsid w:val="00165D0C"/>
    <w:rsid w:val="00172D69"/>
    <w:rsid w:val="00196169"/>
    <w:rsid w:val="0019786B"/>
    <w:rsid w:val="001A2E23"/>
    <w:rsid w:val="001A30EE"/>
    <w:rsid w:val="001B00BB"/>
    <w:rsid w:val="001C0714"/>
    <w:rsid w:val="001C7B8A"/>
    <w:rsid w:val="001D3849"/>
    <w:rsid w:val="001D3F9B"/>
    <w:rsid w:val="001D496D"/>
    <w:rsid w:val="001E2EB1"/>
    <w:rsid w:val="001F4A61"/>
    <w:rsid w:val="00204CFD"/>
    <w:rsid w:val="002112CA"/>
    <w:rsid w:val="00226FD7"/>
    <w:rsid w:val="0023194D"/>
    <w:rsid w:val="00250494"/>
    <w:rsid w:val="00253503"/>
    <w:rsid w:val="002624CD"/>
    <w:rsid w:val="002638B0"/>
    <w:rsid w:val="0027657E"/>
    <w:rsid w:val="00277B53"/>
    <w:rsid w:val="002958B5"/>
    <w:rsid w:val="00295CB4"/>
    <w:rsid w:val="00297826"/>
    <w:rsid w:val="002A0339"/>
    <w:rsid w:val="002A3FE8"/>
    <w:rsid w:val="002A4363"/>
    <w:rsid w:val="002A5A5F"/>
    <w:rsid w:val="002A67C3"/>
    <w:rsid w:val="002B4A67"/>
    <w:rsid w:val="002B5F45"/>
    <w:rsid w:val="002C41D2"/>
    <w:rsid w:val="002E0C1E"/>
    <w:rsid w:val="002E7D6B"/>
    <w:rsid w:val="002F3B2B"/>
    <w:rsid w:val="002F44C7"/>
    <w:rsid w:val="002F78B9"/>
    <w:rsid w:val="00300309"/>
    <w:rsid w:val="00303B46"/>
    <w:rsid w:val="00303F64"/>
    <w:rsid w:val="003079C8"/>
    <w:rsid w:val="00311B8C"/>
    <w:rsid w:val="0032026C"/>
    <w:rsid w:val="00325B0D"/>
    <w:rsid w:val="00326BDD"/>
    <w:rsid w:val="00330763"/>
    <w:rsid w:val="00343BBA"/>
    <w:rsid w:val="00350269"/>
    <w:rsid w:val="00370DD3"/>
    <w:rsid w:val="00374C2B"/>
    <w:rsid w:val="0037602F"/>
    <w:rsid w:val="00383B44"/>
    <w:rsid w:val="00386683"/>
    <w:rsid w:val="00392CCA"/>
    <w:rsid w:val="003A4CBD"/>
    <w:rsid w:val="003A7986"/>
    <w:rsid w:val="003B3B32"/>
    <w:rsid w:val="003C6E43"/>
    <w:rsid w:val="003D4594"/>
    <w:rsid w:val="003D7D2C"/>
    <w:rsid w:val="003E1102"/>
    <w:rsid w:val="003E632B"/>
    <w:rsid w:val="003F66B1"/>
    <w:rsid w:val="003F7D8E"/>
    <w:rsid w:val="00403C5A"/>
    <w:rsid w:val="004045CE"/>
    <w:rsid w:val="00413019"/>
    <w:rsid w:val="00421C45"/>
    <w:rsid w:val="004233A0"/>
    <w:rsid w:val="004308CF"/>
    <w:rsid w:val="00434AFD"/>
    <w:rsid w:val="00435CA0"/>
    <w:rsid w:val="00436B0A"/>
    <w:rsid w:val="00454296"/>
    <w:rsid w:val="00455939"/>
    <w:rsid w:val="00463C20"/>
    <w:rsid w:val="004713F6"/>
    <w:rsid w:val="004727C6"/>
    <w:rsid w:val="00474F23"/>
    <w:rsid w:val="00475E64"/>
    <w:rsid w:val="0048031B"/>
    <w:rsid w:val="004821B2"/>
    <w:rsid w:val="0048538D"/>
    <w:rsid w:val="004878E2"/>
    <w:rsid w:val="004B0C54"/>
    <w:rsid w:val="004B18C5"/>
    <w:rsid w:val="004B73AB"/>
    <w:rsid w:val="004B7A63"/>
    <w:rsid w:val="004C08CA"/>
    <w:rsid w:val="004C2B43"/>
    <w:rsid w:val="004C403E"/>
    <w:rsid w:val="004C7D09"/>
    <w:rsid w:val="004D12DD"/>
    <w:rsid w:val="004D2755"/>
    <w:rsid w:val="004D5DA3"/>
    <w:rsid w:val="004E4F1B"/>
    <w:rsid w:val="0050153E"/>
    <w:rsid w:val="0050347A"/>
    <w:rsid w:val="00507F77"/>
    <w:rsid w:val="00513864"/>
    <w:rsid w:val="00521119"/>
    <w:rsid w:val="00526DAE"/>
    <w:rsid w:val="00530A7E"/>
    <w:rsid w:val="00534A6F"/>
    <w:rsid w:val="0053677E"/>
    <w:rsid w:val="00537422"/>
    <w:rsid w:val="00541FB1"/>
    <w:rsid w:val="00546091"/>
    <w:rsid w:val="00551593"/>
    <w:rsid w:val="00560490"/>
    <w:rsid w:val="005701F7"/>
    <w:rsid w:val="00576C2B"/>
    <w:rsid w:val="00577102"/>
    <w:rsid w:val="005A3111"/>
    <w:rsid w:val="005A35E9"/>
    <w:rsid w:val="005A50E2"/>
    <w:rsid w:val="005B1DC4"/>
    <w:rsid w:val="005B36AB"/>
    <w:rsid w:val="005E16BE"/>
    <w:rsid w:val="005E335D"/>
    <w:rsid w:val="005E5662"/>
    <w:rsid w:val="005E7630"/>
    <w:rsid w:val="005F729A"/>
    <w:rsid w:val="006017C5"/>
    <w:rsid w:val="0061438E"/>
    <w:rsid w:val="006232D9"/>
    <w:rsid w:val="00624FD5"/>
    <w:rsid w:val="00627304"/>
    <w:rsid w:val="0063075B"/>
    <w:rsid w:val="006317B1"/>
    <w:rsid w:val="006415BF"/>
    <w:rsid w:val="00646138"/>
    <w:rsid w:val="006648D0"/>
    <w:rsid w:val="006657DD"/>
    <w:rsid w:val="0067025A"/>
    <w:rsid w:val="006716DF"/>
    <w:rsid w:val="00675B59"/>
    <w:rsid w:val="006765D7"/>
    <w:rsid w:val="00676EB4"/>
    <w:rsid w:val="00680B91"/>
    <w:rsid w:val="0068342D"/>
    <w:rsid w:val="00687E65"/>
    <w:rsid w:val="00693137"/>
    <w:rsid w:val="006A2313"/>
    <w:rsid w:val="006A5F7D"/>
    <w:rsid w:val="006B24FA"/>
    <w:rsid w:val="006B25D9"/>
    <w:rsid w:val="006B38E4"/>
    <w:rsid w:val="006B3E1B"/>
    <w:rsid w:val="006B52C5"/>
    <w:rsid w:val="006C2096"/>
    <w:rsid w:val="006C2562"/>
    <w:rsid w:val="006C582B"/>
    <w:rsid w:val="006D0B80"/>
    <w:rsid w:val="006D34C0"/>
    <w:rsid w:val="006E4C4F"/>
    <w:rsid w:val="006E5935"/>
    <w:rsid w:val="006F0EA1"/>
    <w:rsid w:val="006F1520"/>
    <w:rsid w:val="006F328F"/>
    <w:rsid w:val="006F4958"/>
    <w:rsid w:val="00711AD4"/>
    <w:rsid w:val="00722AB2"/>
    <w:rsid w:val="007279E5"/>
    <w:rsid w:val="00731040"/>
    <w:rsid w:val="00736E99"/>
    <w:rsid w:val="0073726E"/>
    <w:rsid w:val="007413B2"/>
    <w:rsid w:val="00745853"/>
    <w:rsid w:val="00751AB1"/>
    <w:rsid w:val="007702C4"/>
    <w:rsid w:val="007709BA"/>
    <w:rsid w:val="007767D7"/>
    <w:rsid w:val="00776C28"/>
    <w:rsid w:val="00782A90"/>
    <w:rsid w:val="00785036"/>
    <w:rsid w:val="007864F5"/>
    <w:rsid w:val="007A006D"/>
    <w:rsid w:val="007A1DD2"/>
    <w:rsid w:val="007B6006"/>
    <w:rsid w:val="007C32E7"/>
    <w:rsid w:val="007D4EF0"/>
    <w:rsid w:val="007E3254"/>
    <w:rsid w:val="007F4A37"/>
    <w:rsid w:val="007F7D9B"/>
    <w:rsid w:val="008001F3"/>
    <w:rsid w:val="0080528A"/>
    <w:rsid w:val="0081512A"/>
    <w:rsid w:val="008159E5"/>
    <w:rsid w:val="0081747C"/>
    <w:rsid w:val="00822AEB"/>
    <w:rsid w:val="0082638F"/>
    <w:rsid w:val="0083021E"/>
    <w:rsid w:val="008327DA"/>
    <w:rsid w:val="00832B4E"/>
    <w:rsid w:val="00835244"/>
    <w:rsid w:val="00847E0A"/>
    <w:rsid w:val="00853D40"/>
    <w:rsid w:val="00853E52"/>
    <w:rsid w:val="008575CD"/>
    <w:rsid w:val="00860AE6"/>
    <w:rsid w:val="00863834"/>
    <w:rsid w:val="00863D09"/>
    <w:rsid w:val="00865C3E"/>
    <w:rsid w:val="00865D33"/>
    <w:rsid w:val="00872A34"/>
    <w:rsid w:val="00872B5F"/>
    <w:rsid w:val="0087322A"/>
    <w:rsid w:val="008741B6"/>
    <w:rsid w:val="008761FF"/>
    <w:rsid w:val="00885A3D"/>
    <w:rsid w:val="008917D4"/>
    <w:rsid w:val="00895570"/>
    <w:rsid w:val="00897417"/>
    <w:rsid w:val="008A59C8"/>
    <w:rsid w:val="008A6682"/>
    <w:rsid w:val="008D2187"/>
    <w:rsid w:val="008E1F7C"/>
    <w:rsid w:val="008E4B16"/>
    <w:rsid w:val="008F5EE9"/>
    <w:rsid w:val="008F762B"/>
    <w:rsid w:val="00904F49"/>
    <w:rsid w:val="00906A3E"/>
    <w:rsid w:val="009124B3"/>
    <w:rsid w:val="009135F2"/>
    <w:rsid w:val="00927E9E"/>
    <w:rsid w:val="009317C6"/>
    <w:rsid w:val="009439FA"/>
    <w:rsid w:val="00946774"/>
    <w:rsid w:val="009520BC"/>
    <w:rsid w:val="00956CB8"/>
    <w:rsid w:val="00962949"/>
    <w:rsid w:val="00962B46"/>
    <w:rsid w:val="00964213"/>
    <w:rsid w:val="0096720D"/>
    <w:rsid w:val="00981333"/>
    <w:rsid w:val="00986FFE"/>
    <w:rsid w:val="00992B5F"/>
    <w:rsid w:val="00997DEE"/>
    <w:rsid w:val="00997F90"/>
    <w:rsid w:val="009A19E1"/>
    <w:rsid w:val="009A3337"/>
    <w:rsid w:val="009B1D1A"/>
    <w:rsid w:val="009B6044"/>
    <w:rsid w:val="009C6AFC"/>
    <w:rsid w:val="009D0172"/>
    <w:rsid w:val="009D4503"/>
    <w:rsid w:val="009F1A6A"/>
    <w:rsid w:val="009F7EE6"/>
    <w:rsid w:val="00A02841"/>
    <w:rsid w:val="00A04E5E"/>
    <w:rsid w:val="00A06976"/>
    <w:rsid w:val="00A13F9E"/>
    <w:rsid w:val="00A206B3"/>
    <w:rsid w:val="00A226D3"/>
    <w:rsid w:val="00A25260"/>
    <w:rsid w:val="00A30C67"/>
    <w:rsid w:val="00A56554"/>
    <w:rsid w:val="00A7082C"/>
    <w:rsid w:val="00A72937"/>
    <w:rsid w:val="00A72999"/>
    <w:rsid w:val="00A730F5"/>
    <w:rsid w:val="00A86646"/>
    <w:rsid w:val="00A90F5A"/>
    <w:rsid w:val="00A97F64"/>
    <w:rsid w:val="00AA22D2"/>
    <w:rsid w:val="00AA3813"/>
    <w:rsid w:val="00AA704C"/>
    <w:rsid w:val="00AB3C50"/>
    <w:rsid w:val="00AD3962"/>
    <w:rsid w:val="00AD4D85"/>
    <w:rsid w:val="00AF383C"/>
    <w:rsid w:val="00AF52FB"/>
    <w:rsid w:val="00AF53B8"/>
    <w:rsid w:val="00B0117D"/>
    <w:rsid w:val="00B012FC"/>
    <w:rsid w:val="00B141FF"/>
    <w:rsid w:val="00B1756D"/>
    <w:rsid w:val="00B21DBE"/>
    <w:rsid w:val="00B2540E"/>
    <w:rsid w:val="00B268A9"/>
    <w:rsid w:val="00B27432"/>
    <w:rsid w:val="00B300CF"/>
    <w:rsid w:val="00B3596A"/>
    <w:rsid w:val="00B37865"/>
    <w:rsid w:val="00B46941"/>
    <w:rsid w:val="00B619AA"/>
    <w:rsid w:val="00B727E5"/>
    <w:rsid w:val="00B74896"/>
    <w:rsid w:val="00B7658C"/>
    <w:rsid w:val="00BA3EF7"/>
    <w:rsid w:val="00BA4E1E"/>
    <w:rsid w:val="00BA6EC0"/>
    <w:rsid w:val="00BB4979"/>
    <w:rsid w:val="00BB5AA7"/>
    <w:rsid w:val="00BB6F42"/>
    <w:rsid w:val="00BB71D8"/>
    <w:rsid w:val="00BC1241"/>
    <w:rsid w:val="00BC5420"/>
    <w:rsid w:val="00BD561C"/>
    <w:rsid w:val="00BD7C77"/>
    <w:rsid w:val="00BD7ED5"/>
    <w:rsid w:val="00BF262A"/>
    <w:rsid w:val="00BF4352"/>
    <w:rsid w:val="00C10760"/>
    <w:rsid w:val="00C35C72"/>
    <w:rsid w:val="00C4031B"/>
    <w:rsid w:val="00C403C3"/>
    <w:rsid w:val="00C40E72"/>
    <w:rsid w:val="00C50DDB"/>
    <w:rsid w:val="00C6231C"/>
    <w:rsid w:val="00C76EBF"/>
    <w:rsid w:val="00C91709"/>
    <w:rsid w:val="00CA7D73"/>
    <w:rsid w:val="00CB605B"/>
    <w:rsid w:val="00CC5909"/>
    <w:rsid w:val="00CD278F"/>
    <w:rsid w:val="00CE1907"/>
    <w:rsid w:val="00CE2787"/>
    <w:rsid w:val="00CE5938"/>
    <w:rsid w:val="00CF2079"/>
    <w:rsid w:val="00CF3E16"/>
    <w:rsid w:val="00CF65FA"/>
    <w:rsid w:val="00D011E2"/>
    <w:rsid w:val="00D04D32"/>
    <w:rsid w:val="00D11BF6"/>
    <w:rsid w:val="00D1201C"/>
    <w:rsid w:val="00D12CCD"/>
    <w:rsid w:val="00D171F1"/>
    <w:rsid w:val="00D31C48"/>
    <w:rsid w:val="00D32334"/>
    <w:rsid w:val="00D3698C"/>
    <w:rsid w:val="00D37A56"/>
    <w:rsid w:val="00D40397"/>
    <w:rsid w:val="00D46A48"/>
    <w:rsid w:val="00D6174C"/>
    <w:rsid w:val="00D67543"/>
    <w:rsid w:val="00D76DB6"/>
    <w:rsid w:val="00D91F47"/>
    <w:rsid w:val="00D96314"/>
    <w:rsid w:val="00DB7F10"/>
    <w:rsid w:val="00DD14C1"/>
    <w:rsid w:val="00DD2803"/>
    <w:rsid w:val="00DD43EA"/>
    <w:rsid w:val="00DD68E8"/>
    <w:rsid w:val="00DE0C97"/>
    <w:rsid w:val="00DE20DD"/>
    <w:rsid w:val="00DF0CEB"/>
    <w:rsid w:val="00DF3629"/>
    <w:rsid w:val="00DF42E6"/>
    <w:rsid w:val="00E0114B"/>
    <w:rsid w:val="00E01DC4"/>
    <w:rsid w:val="00E02373"/>
    <w:rsid w:val="00E0444A"/>
    <w:rsid w:val="00E167FF"/>
    <w:rsid w:val="00E40A1B"/>
    <w:rsid w:val="00E52DE6"/>
    <w:rsid w:val="00E534DF"/>
    <w:rsid w:val="00E55380"/>
    <w:rsid w:val="00E60811"/>
    <w:rsid w:val="00E64EBC"/>
    <w:rsid w:val="00E678F3"/>
    <w:rsid w:val="00E67F80"/>
    <w:rsid w:val="00E70388"/>
    <w:rsid w:val="00E70469"/>
    <w:rsid w:val="00E72B5D"/>
    <w:rsid w:val="00E743E6"/>
    <w:rsid w:val="00E7750D"/>
    <w:rsid w:val="00E8095D"/>
    <w:rsid w:val="00E83F16"/>
    <w:rsid w:val="00E85754"/>
    <w:rsid w:val="00E92F52"/>
    <w:rsid w:val="00E94CC3"/>
    <w:rsid w:val="00EA294A"/>
    <w:rsid w:val="00EA5336"/>
    <w:rsid w:val="00EB042A"/>
    <w:rsid w:val="00EB5E4A"/>
    <w:rsid w:val="00EC5856"/>
    <w:rsid w:val="00EC614E"/>
    <w:rsid w:val="00EC6592"/>
    <w:rsid w:val="00EC7F1C"/>
    <w:rsid w:val="00ED09E7"/>
    <w:rsid w:val="00ED3474"/>
    <w:rsid w:val="00ED3E7E"/>
    <w:rsid w:val="00EE115B"/>
    <w:rsid w:val="00EE2F9D"/>
    <w:rsid w:val="00EE5211"/>
    <w:rsid w:val="00EF0628"/>
    <w:rsid w:val="00EF0E8E"/>
    <w:rsid w:val="00EF2792"/>
    <w:rsid w:val="00EF78C5"/>
    <w:rsid w:val="00F070DE"/>
    <w:rsid w:val="00F11BE4"/>
    <w:rsid w:val="00F216E5"/>
    <w:rsid w:val="00F30928"/>
    <w:rsid w:val="00F333A5"/>
    <w:rsid w:val="00F33FAC"/>
    <w:rsid w:val="00F34C07"/>
    <w:rsid w:val="00F41BD9"/>
    <w:rsid w:val="00F516F4"/>
    <w:rsid w:val="00F51EF7"/>
    <w:rsid w:val="00F56FF5"/>
    <w:rsid w:val="00F60684"/>
    <w:rsid w:val="00F612C7"/>
    <w:rsid w:val="00F61994"/>
    <w:rsid w:val="00F71F66"/>
    <w:rsid w:val="00F81090"/>
    <w:rsid w:val="00F81CE8"/>
    <w:rsid w:val="00F82353"/>
    <w:rsid w:val="00F858D8"/>
    <w:rsid w:val="00F87FC1"/>
    <w:rsid w:val="00F90D52"/>
    <w:rsid w:val="00F91DDE"/>
    <w:rsid w:val="00F94364"/>
    <w:rsid w:val="00F97B57"/>
    <w:rsid w:val="00FA4C39"/>
    <w:rsid w:val="00FB0790"/>
    <w:rsid w:val="00FB0872"/>
    <w:rsid w:val="00FB5A91"/>
    <w:rsid w:val="00FB5FA2"/>
    <w:rsid w:val="00FC1708"/>
    <w:rsid w:val="00FC2012"/>
    <w:rsid w:val="00FC22A8"/>
    <w:rsid w:val="00FD256F"/>
    <w:rsid w:val="00FD7576"/>
    <w:rsid w:val="00FF03A4"/>
    <w:rsid w:val="00FF1483"/>
    <w:rsid w:val="00FF29BA"/>
    <w:rsid w:val="00FF4238"/>
    <w:rsid w:val="00FF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03F59A"/>
  <w15:docId w15:val="{D96F6654-79D6-42C3-ABAA-2D85D2973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" w:eastAsia="Times New Roman" w:hAnsi="CG 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97F90"/>
    <w:pPr>
      <w:spacing w:line="240" w:lineRule="atLeast"/>
      <w:ind w:firstLine="227"/>
      <w:jc w:val="both"/>
    </w:pPr>
    <w:rPr>
      <w:rFonts w:ascii="Arial" w:hAnsi="Arial"/>
    </w:rPr>
  </w:style>
  <w:style w:type="paragraph" w:styleId="Titolo1">
    <w:name w:val="heading 1"/>
    <w:basedOn w:val="Normale"/>
    <w:next w:val="Titolo2"/>
    <w:qFormat/>
    <w:rsid w:val="00646138"/>
    <w:pPr>
      <w:keepNext/>
      <w:keepLines/>
      <w:tabs>
        <w:tab w:val="left" w:pos="851"/>
      </w:tabs>
      <w:spacing w:after="1680"/>
      <w:ind w:left="851" w:hanging="851"/>
      <w:jc w:val="left"/>
      <w:outlineLvl w:val="0"/>
    </w:pPr>
    <w:rPr>
      <w:b/>
      <w:color w:val="800000"/>
      <w:sz w:val="32"/>
    </w:rPr>
  </w:style>
  <w:style w:type="paragraph" w:styleId="Titolo2">
    <w:name w:val="heading 2"/>
    <w:basedOn w:val="Normale"/>
    <w:next w:val="Normale"/>
    <w:qFormat/>
    <w:rsid w:val="008F762B"/>
    <w:pPr>
      <w:keepNext/>
      <w:keepLines/>
      <w:tabs>
        <w:tab w:val="left" w:pos="737"/>
      </w:tabs>
      <w:spacing w:before="480" w:after="240"/>
      <w:ind w:left="737" w:hanging="737"/>
      <w:jc w:val="left"/>
      <w:outlineLvl w:val="1"/>
    </w:pPr>
    <w:rPr>
      <w:b/>
      <w:color w:val="800000"/>
    </w:rPr>
  </w:style>
  <w:style w:type="paragraph" w:styleId="Titolo3">
    <w:name w:val="heading 3"/>
    <w:basedOn w:val="Titolo2"/>
    <w:next w:val="Normale"/>
    <w:qFormat/>
    <w:rsid w:val="00F61994"/>
    <w:pPr>
      <w:tabs>
        <w:tab w:val="clear" w:pos="737"/>
        <w:tab w:val="left" w:pos="851"/>
      </w:tabs>
      <w:ind w:left="851" w:hanging="851"/>
      <w:outlineLvl w:val="2"/>
    </w:pPr>
    <w:rPr>
      <w:b w:val="0"/>
      <w:i/>
    </w:rPr>
  </w:style>
  <w:style w:type="paragraph" w:styleId="Titolo4">
    <w:name w:val="heading 4"/>
    <w:basedOn w:val="Titolo3"/>
    <w:next w:val="Normale"/>
    <w:qFormat/>
    <w:rsid w:val="00475E64"/>
    <w:pPr>
      <w:tabs>
        <w:tab w:val="clear" w:pos="851"/>
        <w:tab w:val="left" w:pos="1021"/>
      </w:tabs>
      <w:spacing w:before="240" w:after="0"/>
      <w:ind w:left="1021" w:hanging="1021"/>
      <w:outlineLvl w:val="3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997F90"/>
    <w:pPr>
      <w:spacing w:before="60" w:line="200" w:lineRule="atLeast"/>
    </w:pPr>
    <w:rPr>
      <w:sz w:val="16"/>
    </w:rPr>
  </w:style>
  <w:style w:type="paragraph" w:styleId="Rientronormale">
    <w:name w:val="Normal Indent"/>
    <w:basedOn w:val="Normale"/>
    <w:rsid w:val="00997F90"/>
    <w:pPr>
      <w:ind w:left="567" w:hanging="340"/>
    </w:pPr>
  </w:style>
  <w:style w:type="paragraph" w:customStyle="1" w:styleId="Figure">
    <w:name w:val="Figure"/>
    <w:basedOn w:val="Normale"/>
    <w:next w:val="Normale"/>
    <w:rsid w:val="00521119"/>
    <w:pPr>
      <w:keepLines/>
      <w:spacing w:line="240" w:lineRule="auto"/>
      <w:ind w:firstLine="0"/>
      <w:jc w:val="center"/>
    </w:pPr>
    <w:rPr>
      <w:sz w:val="16"/>
    </w:rPr>
  </w:style>
  <w:style w:type="paragraph" w:customStyle="1" w:styleId="FigTitolo">
    <w:name w:val="Fig Titolo"/>
    <w:basedOn w:val="TabTitolo"/>
    <w:rsid w:val="00537422"/>
    <w:pPr>
      <w:spacing w:after="0"/>
    </w:pPr>
  </w:style>
  <w:style w:type="paragraph" w:customStyle="1" w:styleId="TabTitolo">
    <w:name w:val="Tab Titolo"/>
    <w:basedOn w:val="Normale"/>
    <w:rsid w:val="00A226D3"/>
    <w:pPr>
      <w:keepNext/>
      <w:keepLines/>
      <w:tabs>
        <w:tab w:val="left" w:pos="907"/>
      </w:tabs>
      <w:spacing w:after="80" w:line="240" w:lineRule="auto"/>
      <w:ind w:left="907" w:hanging="907"/>
      <w:jc w:val="left"/>
    </w:pPr>
    <w:rPr>
      <w:i/>
      <w:color w:val="800000"/>
      <w:sz w:val="16"/>
    </w:rPr>
  </w:style>
  <w:style w:type="paragraph" w:styleId="Intestazione">
    <w:name w:val="header"/>
    <w:basedOn w:val="Normale"/>
    <w:rsid w:val="005B1DC4"/>
    <w:pPr>
      <w:tabs>
        <w:tab w:val="center" w:pos="4819"/>
        <w:tab w:val="right" w:pos="9638"/>
      </w:tabs>
    </w:pPr>
  </w:style>
  <w:style w:type="paragraph" w:customStyle="1" w:styleId="TabSeparazioni">
    <w:name w:val="Tab Separazioni"/>
    <w:basedOn w:val="Normale"/>
    <w:rsid w:val="00ED3E7E"/>
    <w:pPr>
      <w:keepNext/>
      <w:keepLines/>
      <w:spacing w:before="80" w:line="240" w:lineRule="auto"/>
      <w:ind w:firstLine="0"/>
      <w:jc w:val="left"/>
    </w:pPr>
    <w:rPr>
      <w:b/>
      <w:sz w:val="16"/>
    </w:rPr>
  </w:style>
  <w:style w:type="paragraph" w:customStyle="1" w:styleId="TabEtichetteBold">
    <w:name w:val="Tab Etichette Bold"/>
    <w:basedOn w:val="TabEtichette"/>
    <w:rsid w:val="00EC6592"/>
    <w:rPr>
      <w:b/>
      <w:bCs/>
    </w:rPr>
  </w:style>
  <w:style w:type="paragraph" w:customStyle="1" w:styleId="TabEtichette">
    <w:name w:val="Tab Etichette"/>
    <w:basedOn w:val="Normale"/>
    <w:rsid w:val="00B300CF"/>
    <w:pPr>
      <w:keepLines/>
      <w:spacing w:line="240" w:lineRule="auto"/>
      <w:ind w:firstLine="0"/>
      <w:jc w:val="left"/>
    </w:pPr>
    <w:rPr>
      <w:sz w:val="16"/>
    </w:rPr>
  </w:style>
  <w:style w:type="paragraph" w:customStyle="1" w:styleId="TabNumeri">
    <w:name w:val="Tab Numeri"/>
    <w:basedOn w:val="Normale"/>
    <w:rsid w:val="00B300CF"/>
    <w:pPr>
      <w:keepLines/>
      <w:spacing w:line="240" w:lineRule="auto"/>
      <w:ind w:firstLine="0"/>
      <w:jc w:val="right"/>
    </w:pPr>
    <w:rPr>
      <w:sz w:val="16"/>
    </w:rPr>
  </w:style>
  <w:style w:type="paragraph" w:customStyle="1" w:styleId="TabNoteSuperiori">
    <w:name w:val="Tab Note Superiori"/>
    <w:basedOn w:val="Normale"/>
    <w:rsid w:val="00B300CF"/>
    <w:pPr>
      <w:keepLines/>
      <w:spacing w:before="60" w:line="240" w:lineRule="auto"/>
      <w:ind w:firstLine="0"/>
    </w:pPr>
    <w:rPr>
      <w:sz w:val="16"/>
    </w:rPr>
  </w:style>
  <w:style w:type="paragraph" w:customStyle="1" w:styleId="TabNoteInferiori">
    <w:name w:val="Tab Note Inferiori"/>
    <w:basedOn w:val="TabNoteSuperiori"/>
    <w:rsid w:val="00997F90"/>
    <w:pPr>
      <w:spacing w:before="0"/>
    </w:pPr>
  </w:style>
  <w:style w:type="paragraph" w:customStyle="1" w:styleId="TabIntestazioni">
    <w:name w:val="Tab Intestazioni"/>
    <w:basedOn w:val="Normale"/>
    <w:rsid w:val="00B300CF"/>
    <w:pPr>
      <w:keepNext/>
      <w:keepLines/>
      <w:spacing w:before="80" w:after="80" w:line="240" w:lineRule="auto"/>
      <w:ind w:firstLine="0"/>
      <w:jc w:val="center"/>
    </w:pPr>
    <w:rPr>
      <w:i/>
      <w:sz w:val="16"/>
    </w:rPr>
  </w:style>
  <w:style w:type="paragraph" w:customStyle="1" w:styleId="TabIntestaSup">
    <w:name w:val="Tab Intesta Sup"/>
    <w:basedOn w:val="TabIntestazioni"/>
    <w:rsid w:val="00997F90"/>
    <w:pPr>
      <w:spacing w:before="60" w:after="20"/>
    </w:pPr>
  </w:style>
  <w:style w:type="paragraph" w:customStyle="1" w:styleId="TabIntestaSupBordo">
    <w:name w:val="Tab Intesta Sup Bordo"/>
    <w:basedOn w:val="TabIntestaSup"/>
    <w:rsid w:val="00997F90"/>
    <w:pPr>
      <w:pBdr>
        <w:bottom w:val="single" w:sz="4" w:space="1" w:color="auto"/>
      </w:pBdr>
      <w:ind w:left="57" w:right="57"/>
    </w:pPr>
  </w:style>
  <w:style w:type="paragraph" w:customStyle="1" w:styleId="TabIntestaInf">
    <w:name w:val="Tab Intesta Inf"/>
    <w:basedOn w:val="TabIntestazioni"/>
    <w:rsid w:val="00997F90"/>
    <w:pPr>
      <w:spacing w:before="0" w:after="60"/>
    </w:pPr>
  </w:style>
  <w:style w:type="paragraph" w:customStyle="1" w:styleId="TabIntestazCentro">
    <w:name w:val="Tab Intestaz Centro"/>
    <w:basedOn w:val="TabIntestazioni"/>
    <w:rsid w:val="00997F90"/>
    <w:pPr>
      <w:spacing w:before="0" w:after="20"/>
    </w:pPr>
  </w:style>
  <w:style w:type="paragraph" w:customStyle="1" w:styleId="TabIntestaCentroBordo">
    <w:name w:val="Tab Intesta Centro Bordo"/>
    <w:basedOn w:val="TabIntestazCentro"/>
    <w:rsid w:val="00997F90"/>
    <w:pPr>
      <w:pBdr>
        <w:bottom w:val="single" w:sz="4" w:space="1" w:color="auto"/>
      </w:pBdr>
      <w:ind w:left="57" w:right="57"/>
    </w:pPr>
  </w:style>
  <w:style w:type="paragraph" w:customStyle="1" w:styleId="Fineoggettoword">
    <w:name w:val="Fine oggetto word"/>
    <w:basedOn w:val="TabNoteInferiori"/>
    <w:rsid w:val="00997F90"/>
    <w:rPr>
      <w:i/>
      <w:sz w:val="12"/>
    </w:rPr>
  </w:style>
  <w:style w:type="character" w:styleId="Numeropagina">
    <w:name w:val="page number"/>
    <w:basedOn w:val="Carpredefinitoparagrafo"/>
    <w:rsid w:val="00997F90"/>
    <w:rPr>
      <w:rFonts w:ascii="Arial" w:hAnsi="Arial"/>
      <w:sz w:val="20"/>
    </w:rPr>
  </w:style>
  <w:style w:type="paragraph" w:customStyle="1" w:styleId="Intestazionecorsivo">
    <w:name w:val="Intestazione corsivo"/>
    <w:basedOn w:val="Normale"/>
    <w:rsid w:val="00521119"/>
    <w:pPr>
      <w:ind w:left="357" w:right="357" w:firstLine="0"/>
      <w:jc w:val="center"/>
    </w:pPr>
    <w:rPr>
      <w:i/>
      <w:noProof/>
      <w:sz w:val="16"/>
    </w:rPr>
  </w:style>
  <w:style w:type="paragraph" w:customStyle="1" w:styleId="Pidipaginacorsivo">
    <w:name w:val="Piè di pagina corsivo"/>
    <w:basedOn w:val="Normale"/>
    <w:rsid w:val="00521119"/>
    <w:pPr>
      <w:ind w:firstLine="0"/>
      <w:jc w:val="center"/>
    </w:pPr>
    <w:rPr>
      <w:i/>
      <w:sz w:val="16"/>
    </w:rPr>
  </w:style>
  <w:style w:type="paragraph" w:customStyle="1" w:styleId="TitoloParte">
    <w:name w:val="Titolo Parte"/>
    <w:basedOn w:val="Titolo1"/>
    <w:rsid w:val="007C32E7"/>
    <w:rPr>
      <w:caps/>
      <w:sz w:val="36"/>
    </w:rPr>
  </w:style>
  <w:style w:type="character" w:styleId="Rimandonotaapidipagina">
    <w:name w:val="footnote reference"/>
    <w:basedOn w:val="Carpredefinitoparagrafo"/>
    <w:semiHidden/>
    <w:rsid w:val="00736E99"/>
    <w:rPr>
      <w:vertAlign w:val="superscript"/>
    </w:rPr>
  </w:style>
  <w:style w:type="paragraph" w:styleId="Sommario1">
    <w:name w:val="toc 1"/>
    <w:basedOn w:val="Normale"/>
    <w:next w:val="Normale"/>
    <w:autoRedefine/>
    <w:uiPriority w:val="39"/>
    <w:rsid w:val="007C32E7"/>
  </w:style>
  <w:style w:type="paragraph" w:customStyle="1" w:styleId="autori">
    <w:name w:val="autori"/>
    <w:basedOn w:val="Normale"/>
    <w:rsid w:val="009135F2"/>
    <w:pPr>
      <w:ind w:left="57" w:right="57" w:firstLine="0"/>
      <w:jc w:val="left"/>
    </w:pPr>
    <w:rPr>
      <w:color w:val="800000"/>
      <w:sz w:val="18"/>
    </w:rPr>
  </w:style>
  <w:style w:type="paragraph" w:customStyle="1" w:styleId="Introduzionenormalecorsivo">
    <w:name w:val="Introduzione normale corsivo"/>
    <w:basedOn w:val="Normale"/>
    <w:qFormat/>
    <w:rsid w:val="00B37865"/>
    <w:pPr>
      <w:spacing w:line="360" w:lineRule="auto"/>
    </w:pPr>
    <w:rPr>
      <w:rFonts w:cs="Arial"/>
      <w:i/>
    </w:rPr>
  </w:style>
  <w:style w:type="paragraph" w:styleId="Pidipagina">
    <w:name w:val="footer"/>
    <w:basedOn w:val="Normale"/>
    <w:link w:val="PidipaginaCarattere"/>
    <w:rsid w:val="000B711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B711D"/>
    <w:rPr>
      <w:rFonts w:ascii="Arial" w:hAnsi="Arial"/>
    </w:rPr>
  </w:style>
  <w:style w:type="paragraph" w:customStyle="1" w:styleId="nascosto">
    <w:name w:val="nascosto"/>
    <w:basedOn w:val="Normale"/>
    <w:next w:val="Normale"/>
    <w:qFormat/>
    <w:rsid w:val="002E0C1E"/>
    <w:rPr>
      <w:vanish/>
      <w:color w:val="FF00FF"/>
    </w:rPr>
  </w:style>
  <w:style w:type="character" w:styleId="Collegamentoipertestuale">
    <w:name w:val="Hyperlink"/>
    <w:basedOn w:val="Carpredefinitoparagrafo"/>
    <w:uiPriority w:val="99"/>
    <w:rsid w:val="00DD14C1"/>
    <w:rPr>
      <w:color w:val="0000FF" w:themeColor="hyperlink"/>
      <w:u w:val="single"/>
    </w:rPr>
  </w:style>
  <w:style w:type="paragraph" w:styleId="Testocommento">
    <w:name w:val="annotation text"/>
    <w:basedOn w:val="Normale"/>
    <w:link w:val="TestocommentoCarattere"/>
    <w:rsid w:val="00946774"/>
  </w:style>
  <w:style w:type="character" w:customStyle="1" w:styleId="TestocommentoCarattere">
    <w:name w:val="Testo commento Carattere"/>
    <w:basedOn w:val="Carpredefinitoparagrafo"/>
    <w:link w:val="Testocommento"/>
    <w:rsid w:val="00946774"/>
    <w:rPr>
      <w:rFonts w:ascii="Arial" w:hAnsi="Arial"/>
    </w:rPr>
  </w:style>
  <w:style w:type="character" w:customStyle="1" w:styleId="nascostoCarattere">
    <w:name w:val="nascosto Carattere"/>
    <w:basedOn w:val="Carpredefinitoparagrafo"/>
    <w:rsid w:val="00EE2F9D"/>
    <w:rPr>
      <w:vanish/>
      <w:color w:val="FF00FF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53677E"/>
    <w:pPr>
      <w:ind w:left="720"/>
      <w:contextualSpacing/>
    </w:pPr>
  </w:style>
  <w:style w:type="character" w:styleId="Collegamentovisitato">
    <w:name w:val="FollowedHyperlink"/>
    <w:basedOn w:val="Carpredefinitoparagrafo"/>
    <w:rsid w:val="006C2096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rsid w:val="001137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1376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629E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num">
    <w:name w:val="tab num"/>
    <w:basedOn w:val="Normale"/>
    <w:qFormat/>
    <w:rsid w:val="00551593"/>
    <w:pPr>
      <w:keepLines/>
      <w:spacing w:line="240" w:lineRule="auto"/>
      <w:ind w:firstLine="0"/>
      <w:jc w:val="right"/>
    </w:pPr>
    <w:rPr>
      <w:sz w:val="16"/>
      <w:szCs w:val="24"/>
    </w:rPr>
  </w:style>
  <w:style w:type="paragraph" w:customStyle="1" w:styleId="tabetic">
    <w:name w:val="tab etic"/>
    <w:basedOn w:val="Normale"/>
    <w:qFormat/>
    <w:rsid w:val="00551593"/>
    <w:pPr>
      <w:keepLines/>
      <w:tabs>
        <w:tab w:val="left" w:pos="113"/>
        <w:tab w:val="left" w:pos="227"/>
      </w:tabs>
      <w:spacing w:line="240" w:lineRule="auto"/>
      <w:ind w:firstLine="0"/>
      <w:jc w:val="left"/>
    </w:pPr>
    <w:rPr>
      <w:sz w:val="16"/>
      <w:szCs w:val="24"/>
    </w:rPr>
  </w:style>
  <w:style w:type="paragraph" w:styleId="Sommario2">
    <w:name w:val="toc 2"/>
    <w:basedOn w:val="Normale"/>
    <w:next w:val="Normale"/>
    <w:autoRedefine/>
    <w:uiPriority w:val="39"/>
    <w:rsid w:val="004B18C5"/>
    <w:pPr>
      <w:spacing w:after="100"/>
      <w:ind w:left="200"/>
    </w:pPr>
  </w:style>
  <w:style w:type="paragraph" w:styleId="Sommario3">
    <w:name w:val="toc 3"/>
    <w:basedOn w:val="Normale"/>
    <w:next w:val="Normale"/>
    <w:autoRedefine/>
    <w:uiPriority w:val="39"/>
    <w:rsid w:val="004B18C5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7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\z_sistema\m_modelli\rap_eco_reg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4084376794264626E-2"/>
          <c:y val="3.1659313725490655E-2"/>
          <c:w val="0.89120562330623354"/>
          <c:h val="0.88538151731568193"/>
        </c:manualLayout>
      </c:layout>
      <c:barChart>
        <c:barDir val="col"/>
        <c:grouping val="clustered"/>
        <c:varyColors val="0"/>
        <c:ser>
          <c:idx val="2"/>
          <c:order val="2"/>
          <c:tx>
            <c:strRef>
              <c:f>Foglio1!$D$1</c:f>
              <c:strCache>
                <c:ptCount val="1"/>
                <c:pt idx="0">
                  <c:v>Emilia-Romagna</c:v>
                </c:pt>
              </c:strCache>
            </c:strRef>
          </c:tx>
          <c:spPr>
            <a:solidFill>
              <a:srgbClr val="D99694"/>
            </a:solidFill>
            <a:ln>
              <a:solidFill>
                <a:srgbClr val="C00000"/>
              </a:solidFill>
            </a:ln>
          </c:spPr>
          <c:invertIfNegative val="0"/>
          <c:dLbls>
            <c:dLbl>
              <c:idx val="12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462-4AFA-802D-1EEE03F8FD84}"/>
                </c:ext>
              </c:extLst>
            </c:dLbl>
            <c:dLbl>
              <c:idx val="13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462-4AFA-802D-1EEE03F8FD84}"/>
                </c:ext>
              </c:extLst>
            </c:dLbl>
            <c:numFmt formatCode="0.0;[Red]\-0.0" sourceLinked="0"/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Foglio1!$D$2:$D$16</c:f>
              <c:numCache>
                <c:formatCode>0.0</c:formatCode>
                <c:ptCount val="15"/>
                <c:pt idx="0">
                  <c:v>2.391530279459575</c:v>
                </c:pt>
                <c:pt idx="1">
                  <c:v>-0.93204009612679606</c:v>
                </c:pt>
                <c:pt idx="2">
                  <c:v>-6.6972449348851271</c:v>
                </c:pt>
                <c:pt idx="3">
                  <c:v>2.2055064983735218</c:v>
                </c:pt>
                <c:pt idx="4">
                  <c:v>2.6405205145021426</c:v>
                </c:pt>
                <c:pt idx="5">
                  <c:v>-2.8586457435854418</c:v>
                </c:pt>
                <c:pt idx="6">
                  <c:v>-0.73800762952651588</c:v>
                </c:pt>
                <c:pt idx="7">
                  <c:v>1.0096462934914063</c:v>
                </c:pt>
                <c:pt idx="8">
                  <c:v>0.53568021273482369</c:v>
                </c:pt>
                <c:pt idx="9">
                  <c:v>1.6937762975938631</c:v>
                </c:pt>
                <c:pt idx="10">
                  <c:v>2.3152123305648642</c:v>
                </c:pt>
                <c:pt idx="11">
                  <c:v>1.7549174363135966</c:v>
                </c:pt>
                <c:pt idx="12">
                  <c:v>0.42942414997748646</c:v>
                </c:pt>
                <c:pt idx="13">
                  <c:v>-10.569658199211974</c:v>
                </c:pt>
                <c:pt idx="14">
                  <c:v>6.8413748317472933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462-4AFA-802D-1EEE03F8FD84}"/>
            </c:ext>
          </c:extLst>
        </c:ser>
        <c:ser>
          <c:idx val="3"/>
          <c:order val="3"/>
          <c:tx>
            <c:strRef>
              <c:f>Foglio1!$E$1</c:f>
              <c:strCache>
                <c:ptCount val="1"/>
                <c:pt idx="0">
                  <c:v>Italia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  <a:ln>
              <a:solidFill>
                <a:schemeClr val="tx2">
                  <a:lumMod val="75000"/>
                </a:schemeClr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Foglio1!$E$2:$E$16</c:f>
              <c:numCache>
                <c:formatCode>0.0</c:formatCode>
                <c:ptCount val="15"/>
                <c:pt idx="0">
                  <c:v>1.487072980367854</c:v>
                </c:pt>
                <c:pt idx="1">
                  <c:v>-0.96201284057929604</c:v>
                </c:pt>
                <c:pt idx="2">
                  <c:v>-5.2809372082931016</c:v>
                </c:pt>
                <c:pt idx="3">
                  <c:v>1.7132958391692155</c:v>
                </c:pt>
                <c:pt idx="4">
                  <c:v>0.7073333470344334</c:v>
                </c:pt>
                <c:pt idx="5">
                  <c:v>-2.9809057682377071</c:v>
                </c:pt>
                <c:pt idx="6">
                  <c:v>-1.8410654508824953</c:v>
                </c:pt>
                <c:pt idx="7">
                  <c:v>-4.5475423638197121E-3</c:v>
                </c:pt>
                <c:pt idx="8">
                  <c:v>0.77830435071657433</c:v>
                </c:pt>
                <c:pt idx="9">
                  <c:v>1.293462731559103</c:v>
                </c:pt>
                <c:pt idx="10">
                  <c:v>1.6678590410685645</c:v>
                </c:pt>
                <c:pt idx="11">
                  <c:v>0.79811935303633064</c:v>
                </c:pt>
                <c:pt idx="12">
                  <c:v>0.30125616125766808</c:v>
                </c:pt>
                <c:pt idx="13">
                  <c:v>-10.102429831567006</c:v>
                </c:pt>
                <c:pt idx="14">
                  <c:v>5.9144587579386343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462-4AFA-802D-1EEE03F8FD8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289369600"/>
        <c:axId val="290383552"/>
      </c:barChart>
      <c:lineChart>
        <c:grouping val="standar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ER</c:v>
                </c:pt>
              </c:strCache>
            </c:strRef>
          </c:tx>
          <c:spPr>
            <a:ln w="34925">
              <a:solidFill>
                <a:srgbClr val="C00000"/>
              </a:solidFill>
            </a:ln>
          </c:spPr>
          <c:marker>
            <c:symbol val="none"/>
          </c:marker>
          <c:dLbls>
            <c:dLbl>
              <c:idx val="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B462-4AFA-802D-1EEE03F8FD84}"/>
                </c:ext>
              </c:extLst>
            </c:dLbl>
            <c:dLbl>
              <c:idx val="1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B462-4AFA-802D-1EEE03F8FD84}"/>
                </c:ext>
              </c:extLst>
            </c:dLbl>
            <c:dLbl>
              <c:idx val="1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B462-4AFA-802D-1EEE03F8FD84}"/>
                </c:ext>
              </c:extLst>
            </c:dLbl>
            <c:dLbl>
              <c:idx val="1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B462-4AFA-802D-1EEE03F8FD84}"/>
                </c:ext>
              </c:extLst>
            </c:dLbl>
            <c:dLbl>
              <c:idx val="16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B462-4AFA-802D-1EEE03F8FD84}"/>
                </c:ext>
              </c:extLst>
            </c:dLbl>
            <c:dLbl>
              <c:idx val="18"/>
              <c:layout>
                <c:manualLayout>
                  <c:x val="-3.9821985094851006E-2"/>
                  <c:y val="4.01655978569691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B462-4AFA-802D-1EEE03F8FD84}"/>
                </c:ext>
              </c:extLst>
            </c:dLbl>
            <c:dLbl>
              <c:idx val="20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B462-4AFA-802D-1EEE03F8FD84}"/>
                </c:ext>
              </c:extLst>
            </c:dLbl>
            <c:numFmt formatCode="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Foglio1!$B$2:$B$16</c:f>
              <c:numCache>
                <c:formatCode>0.0</c:formatCode>
                <c:ptCount val="15"/>
                <c:pt idx="0">
                  <c:v>110.35138435852645</c:v>
                </c:pt>
                <c:pt idx="1">
                  <c:v>109.32286520967401</c:v>
                </c:pt>
                <c:pt idx="2">
                  <c:v>102.00124515674781</c:v>
                </c:pt>
                <c:pt idx="3">
                  <c:v>104.25088924710178</c:v>
                </c:pt>
                <c:pt idx="4">
                  <c:v>107.00365536422241</c:v>
                </c:pt>
                <c:pt idx="5">
                  <c:v>103.94479992467222</c:v>
                </c:pt>
                <c:pt idx="6">
                  <c:v>103.17767937073208</c:v>
                </c:pt>
                <c:pt idx="7">
                  <c:v>104.21940898620912</c:v>
                </c:pt>
                <c:pt idx="8">
                  <c:v>104.77769173797742</c:v>
                </c:pt>
                <c:pt idx="9">
                  <c:v>106.55239144580126</c:v>
                </c:pt>
                <c:pt idx="10">
                  <c:v>109.01930555106618</c:v>
                </c:pt>
                <c:pt idx="11">
                  <c:v>110.93250435312983</c:v>
                </c:pt>
                <c:pt idx="12">
                  <c:v>111.40887531699701</c:v>
                </c:pt>
                <c:pt idx="13">
                  <c:v>99.633337992404194</c:v>
                </c:pt>
                <c:pt idx="14">
                  <c:v>106.44962810184624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B462-4AFA-802D-1EEE03F8FD84}"/>
            </c:ext>
          </c:extLst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Ita</c:v>
                </c:pt>
              </c:strCache>
            </c:strRef>
          </c:tx>
          <c:spPr>
            <a:ln w="34925">
              <a:solidFill>
                <a:srgbClr val="376092"/>
              </a:solidFill>
            </a:ln>
          </c:spPr>
          <c:marker>
            <c:symbol val="none"/>
          </c:marker>
          <c:dLbls>
            <c:dLbl>
              <c:idx val="1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B462-4AFA-802D-1EEE03F8FD84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rgbClr val="0070C0"/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Foglio1!$C$2:$C$16</c:f>
              <c:numCache>
                <c:formatCode>0.0</c:formatCode>
                <c:ptCount val="15"/>
                <c:pt idx="0">
                  <c:v>108.11629677456659</c:v>
                </c:pt>
                <c:pt idx="1">
                  <c:v>107.07620411683644</c:v>
                </c:pt>
                <c:pt idx="2">
                  <c:v>101.42157701240255</c:v>
                </c:pt>
                <c:pt idx="3">
                  <c:v>103.15922867137584</c:v>
                </c:pt>
                <c:pt idx="4">
                  <c:v>103.888908296312</c:v>
                </c:pt>
                <c:pt idx="5">
                  <c:v>100.79207783634804</c:v>
                </c:pt>
                <c:pt idx="6">
                  <c:v>98.936429714076453</c:v>
                </c:pt>
                <c:pt idx="7">
                  <c:v>98.931930538021959</c:v>
                </c:pt>
                <c:pt idx="8">
                  <c:v>99.70192205764728</c:v>
                </c:pt>
                <c:pt idx="9">
                  <c:v>100.99152926211103</c:v>
                </c:pt>
                <c:pt idx="10">
                  <c:v>102.67592561362257</c:v>
                </c:pt>
                <c:pt idx="11">
                  <c:v>103.49540204685407</c:v>
                </c:pt>
                <c:pt idx="12">
                  <c:v>103.8071883221386</c:v>
                </c:pt>
                <c:pt idx="13">
                  <c:v>93.320139961771943</c:v>
                </c:pt>
                <c:pt idx="14">
                  <c:v>98.839521152661547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B462-4AFA-802D-1EEE03F8FD8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89366528"/>
        <c:axId val="290382976"/>
      </c:lineChart>
      <c:catAx>
        <c:axId val="2893665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90382976"/>
        <c:crosses val="autoZero"/>
        <c:auto val="1"/>
        <c:lblAlgn val="ctr"/>
        <c:lblOffset val="200"/>
        <c:noMultiLvlLbl val="0"/>
      </c:catAx>
      <c:valAx>
        <c:axId val="290382976"/>
        <c:scaling>
          <c:orientation val="minMax"/>
          <c:max val="112"/>
          <c:min val="90"/>
        </c:scaling>
        <c:delete val="0"/>
        <c:axPos val="l"/>
        <c:majorGridlines>
          <c:spPr>
            <a:ln w="9525">
              <a:prstDash val="dash"/>
            </a:ln>
          </c:spPr>
        </c:majorGridlines>
        <c:numFmt formatCode="0" sourceLinked="0"/>
        <c:majorTickMark val="out"/>
        <c:minorTickMark val="none"/>
        <c:tickLblPos val="nextTo"/>
        <c:crossAx val="289366528"/>
        <c:crosses val="autoZero"/>
        <c:crossBetween val="between"/>
        <c:majorUnit val="2"/>
      </c:valAx>
      <c:valAx>
        <c:axId val="290383552"/>
        <c:scaling>
          <c:orientation val="minMax"/>
        </c:scaling>
        <c:delete val="0"/>
        <c:axPos val="r"/>
        <c:numFmt formatCode="0.0" sourceLinked="1"/>
        <c:majorTickMark val="out"/>
        <c:minorTickMark val="none"/>
        <c:tickLblPos val="nextTo"/>
        <c:crossAx val="289369600"/>
        <c:crosses val="max"/>
        <c:crossBetween val="between"/>
        <c:majorUnit val="4"/>
      </c:valAx>
      <c:catAx>
        <c:axId val="2893696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one"/>
        <c:crossAx val="290383552"/>
        <c:crossesAt val="0"/>
        <c:auto val="1"/>
        <c:lblAlgn val="ctr"/>
        <c:lblOffset val="100"/>
        <c:noMultiLvlLbl val="0"/>
      </c:catAx>
    </c:plotArea>
    <c:legend>
      <c:legendPos val="r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0.40801426927152012"/>
          <c:y val="4.7767176999754274E-2"/>
          <c:w val="0.15735225864044541"/>
          <c:h val="0.1614545890503338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it-IT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4084376794264626E-2"/>
          <c:y val="3.1659313725490655E-2"/>
          <c:w val="0.90555737647992451"/>
          <c:h val="0.87452686460325435"/>
        </c:manualLayout>
      </c:layout>
      <c:barChart>
        <c:barDir val="col"/>
        <c:grouping val="clustered"/>
        <c:varyColors val="0"/>
        <c:ser>
          <c:idx val="3"/>
          <c:order val="3"/>
          <c:tx>
            <c:strRef>
              <c:f>Foglio1!$E$1</c:f>
              <c:strCache>
                <c:ptCount val="1"/>
                <c:pt idx="0">
                  <c:v>Industria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Foglio1!$E$2:$E$16</c:f>
              <c:numCache>
                <c:formatCode>0.0</c:formatCode>
                <c:ptCount val="15"/>
                <c:pt idx="0">
                  <c:v>4.1564230792923595</c:v>
                </c:pt>
                <c:pt idx="1">
                  <c:v>-2.2213679303614842</c:v>
                </c:pt>
                <c:pt idx="2">
                  <c:v>-20.000824821632314</c:v>
                </c:pt>
                <c:pt idx="3">
                  <c:v>13.716581491499081</c:v>
                </c:pt>
                <c:pt idx="4">
                  <c:v>4.7869318181818166</c:v>
                </c:pt>
                <c:pt idx="5">
                  <c:v>-4.1165900916880886</c:v>
                </c:pt>
                <c:pt idx="6">
                  <c:v>1.2817119171233848</c:v>
                </c:pt>
                <c:pt idx="7">
                  <c:v>1.575850813912405</c:v>
                </c:pt>
                <c:pt idx="8">
                  <c:v>2.2572241406028315</c:v>
                </c:pt>
                <c:pt idx="9">
                  <c:v>3.5364120629165496</c:v>
                </c:pt>
                <c:pt idx="10">
                  <c:v>4.6788050847691887</c:v>
                </c:pt>
                <c:pt idx="11">
                  <c:v>5.3176024883720308</c:v>
                </c:pt>
                <c:pt idx="12">
                  <c:v>-2.0375778218950646E-2</c:v>
                </c:pt>
                <c:pt idx="13">
                  <c:v>-15.092404521958469</c:v>
                </c:pt>
                <c:pt idx="14">
                  <c:v>13.401304572234917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DEE-4B56-A4CF-A6D4F3ABF32E}"/>
            </c:ext>
          </c:extLst>
        </c:ser>
        <c:ser>
          <c:idx val="4"/>
          <c:order val="4"/>
          <c:tx>
            <c:strRef>
              <c:f>Foglio1!$F$1</c:f>
              <c:strCache>
                <c:ptCount val="1"/>
                <c:pt idx="0">
                  <c:v>Costruzioni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Foglio1!$F$2:$F$16</c:f>
              <c:numCache>
                <c:formatCode>0.0</c:formatCode>
                <c:ptCount val="15"/>
                <c:pt idx="0">
                  <c:v>0.59272696591290419</c:v>
                </c:pt>
                <c:pt idx="1">
                  <c:v>-5.4949778774979414</c:v>
                </c:pt>
                <c:pt idx="2">
                  <c:v>-8.4926278886583777</c:v>
                </c:pt>
                <c:pt idx="3">
                  <c:v>-9.9221648359642209</c:v>
                </c:pt>
                <c:pt idx="4">
                  <c:v>-6.0472691054940908</c:v>
                </c:pt>
                <c:pt idx="5">
                  <c:v>-9.5609197048921892</c:v>
                </c:pt>
                <c:pt idx="6">
                  <c:v>-4.7773676957437727</c:v>
                </c:pt>
                <c:pt idx="7">
                  <c:v>-10.380104799134992</c:v>
                </c:pt>
                <c:pt idx="8">
                  <c:v>-3.3373549883990772</c:v>
                </c:pt>
                <c:pt idx="9">
                  <c:v>3.1261401386408538</c:v>
                </c:pt>
                <c:pt idx="10">
                  <c:v>1.1972814449306535</c:v>
                </c:pt>
                <c:pt idx="11">
                  <c:v>4.3203061750202387</c:v>
                </c:pt>
                <c:pt idx="12">
                  <c:v>3.0939374569984857</c:v>
                </c:pt>
                <c:pt idx="13">
                  <c:v>-14.110246763285927</c:v>
                </c:pt>
                <c:pt idx="14">
                  <c:v>7.338113837322835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DEE-4B56-A4CF-A6D4F3ABF32E}"/>
            </c:ext>
          </c:extLst>
        </c:ser>
        <c:ser>
          <c:idx val="5"/>
          <c:order val="5"/>
          <c:tx>
            <c:strRef>
              <c:f>Foglio1!$G$1</c:f>
              <c:strCache>
                <c:ptCount val="1"/>
                <c:pt idx="0">
                  <c:v>Servizi</c:v>
                </c:pt>
              </c:strCache>
            </c:strRef>
          </c:tx>
          <c:spPr>
            <a:solidFill>
              <a:srgbClr val="99CCFF"/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Foglio1!$G$2:$G$16</c:f>
              <c:numCache>
                <c:formatCode>0.0</c:formatCode>
                <c:ptCount val="15"/>
                <c:pt idx="0">
                  <c:v>2.0536510105374495</c:v>
                </c:pt>
                <c:pt idx="1">
                  <c:v>0.25126352190103507</c:v>
                </c:pt>
                <c:pt idx="2">
                  <c:v>-2.0110402683450768</c:v>
                </c:pt>
                <c:pt idx="3">
                  <c:v>-0.28601504879179895</c:v>
                </c:pt>
                <c:pt idx="4">
                  <c:v>2.3518243186668286</c:v>
                </c:pt>
                <c:pt idx="5">
                  <c:v>-1.3586611052580966</c:v>
                </c:pt>
                <c:pt idx="6">
                  <c:v>-0.91204861270658411</c:v>
                </c:pt>
                <c:pt idx="7">
                  <c:v>1.5647992001257771</c:v>
                </c:pt>
                <c:pt idx="8">
                  <c:v>0.27450683427359124</c:v>
                </c:pt>
                <c:pt idx="9">
                  <c:v>0.86113551278874656</c:v>
                </c:pt>
                <c:pt idx="10">
                  <c:v>1.6318117404560573</c:v>
                </c:pt>
                <c:pt idx="11">
                  <c:v>0.49750111861912583</c:v>
                </c:pt>
                <c:pt idx="12">
                  <c:v>0.71205221087038417</c:v>
                </c:pt>
                <c:pt idx="13">
                  <c:v>-8.7111815513557289</c:v>
                </c:pt>
                <c:pt idx="14">
                  <c:v>4.3247640230455575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DEE-4B56-A4CF-A6D4F3ABF32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298619904"/>
        <c:axId val="290385856"/>
      </c:barChart>
      <c:lineChart>
        <c:grouping val="standar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Industria-i</c:v>
                </c:pt>
              </c:strCache>
            </c:strRef>
          </c:tx>
          <c:spPr>
            <a:ln w="34925">
              <a:solidFill>
                <a:srgbClr val="C00000"/>
              </a:solidFill>
            </a:ln>
          </c:spPr>
          <c:marker>
            <c:symbol val="none"/>
          </c:marker>
          <c:dLbls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DEE-4B56-A4CF-A6D4F3ABF32E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5DEE-4B56-A4CF-A6D4F3ABF32E}"/>
                </c:ext>
              </c:extLst>
            </c:dLbl>
            <c:dLbl>
              <c:idx val="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DEE-4B56-A4CF-A6D4F3ABF32E}"/>
                </c:ext>
              </c:extLst>
            </c:dLbl>
            <c:dLbl>
              <c:idx val="1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5DEE-4B56-A4CF-A6D4F3ABF32E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Foglio1!$B$2:$B$16</c:f>
              <c:numCache>
                <c:formatCode>0.0</c:formatCode>
                <c:ptCount val="15"/>
                <c:pt idx="0">
                  <c:v>113.91219667552704</c:v>
                </c:pt>
                <c:pt idx="1">
                  <c:v>111.38178766980658</c:v>
                </c:pt>
                <c:pt idx="2">
                  <c:v>89.104511434766096</c:v>
                </c:pt>
                <c:pt idx="3">
                  <c:v>101.32660435831792</c:v>
                </c:pt>
                <c:pt idx="4">
                  <c:v>106.17703982262945</c:v>
                </c:pt>
                <c:pt idx="5">
                  <c:v>101.80616632164337</c:v>
                </c:pt>
                <c:pt idx="6">
                  <c:v>103.11102808775432</c:v>
                </c:pt>
                <c:pt idx="7">
                  <c:v>104.73590406310866</c:v>
                </c:pt>
                <c:pt idx="8">
                  <c:v>107.10002817349978</c:v>
                </c:pt>
                <c:pt idx="9">
                  <c:v>110.88752648921445</c:v>
                </c:pt>
                <c:pt idx="10">
                  <c:v>116.07573771696659</c:v>
                </c:pt>
                <c:pt idx="11">
                  <c:v>122.24818403420018</c:v>
                </c:pt>
                <c:pt idx="12">
                  <c:v>122.22327501534467</c:v>
                </c:pt>
                <c:pt idx="13">
                  <c:v>103.77684393004306</c:v>
                </c:pt>
                <c:pt idx="14">
                  <c:v>117.68429486056102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5DEE-4B56-A4CF-A6D4F3ABF32E}"/>
            </c:ext>
          </c:extLst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Costruzioni-i</c:v>
                </c:pt>
              </c:strCache>
            </c:strRef>
          </c:tx>
          <c:spPr>
            <a:ln w="34925">
              <a:solidFill>
                <a:schemeClr val="bg1">
                  <a:lumMod val="50000"/>
                </a:schemeClr>
              </a:solidFill>
            </a:ln>
          </c:spPr>
          <c:marker>
            <c:symbol val="none"/>
          </c:marker>
          <c:dLbls>
            <c:dLbl>
              <c:idx val="13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5DEE-4B56-A4CF-A6D4F3ABF32E}"/>
                </c:ext>
              </c:extLst>
            </c:dLbl>
            <c:dLbl>
              <c:idx val="18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5DEE-4B56-A4CF-A6D4F3ABF32E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tx1">
                        <a:lumMod val="65000"/>
                        <a:lumOff val="35000"/>
                      </a:schemeClr>
                    </a:solidFill>
                  </a:defRPr>
                </a:pPr>
                <a:endParaRPr lang="it-IT"/>
              </a:p>
            </c:txPr>
            <c:dLblPos val="b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Foglio1!$C$2:$C$16</c:f>
              <c:numCache>
                <c:formatCode>0.0</c:formatCode>
                <c:ptCount val="15"/>
                <c:pt idx="0">
                  <c:v>137.16940157910631</c:v>
                </c:pt>
                <c:pt idx="1">
                  <c:v>129.63197330763811</c:v>
                </c:pt>
                <c:pt idx="2">
                  <c:v>118.62281218989546</c:v>
                </c:pt>
                <c:pt idx="3">
                  <c:v>106.85286123135776</c:v>
                </c:pt>
                <c:pt idx="4">
                  <c:v>100.3911811657774</c:v>
                </c:pt>
                <c:pt idx="5">
                  <c:v>90.792860943724563</c:v>
                </c:pt>
                <c:pt idx="6">
                  <c:v>86.455352134957494</c:v>
                </c:pt>
                <c:pt idx="7">
                  <c:v>77.481195978887726</c:v>
                </c:pt>
                <c:pt idx="8">
                  <c:v>74.895373419815044</c:v>
                </c:pt>
                <c:pt idx="9">
                  <c:v>77.23670775027685</c:v>
                </c:pt>
                <c:pt idx="10">
                  <c:v>78.161448520846221</c:v>
                </c:pt>
                <c:pt idx="11">
                  <c:v>81.538262407777594</c:v>
                </c:pt>
                <c:pt idx="12">
                  <c:v>84.061005250197553</c:v>
                </c:pt>
                <c:pt idx="13">
                  <c:v>72.199789977695943</c:v>
                </c:pt>
                <c:pt idx="14">
                  <c:v>77.497892756567268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5DEE-4B56-A4CF-A6D4F3ABF32E}"/>
            </c:ext>
          </c:extLst>
        </c:ser>
        <c:ser>
          <c:idx val="2"/>
          <c:order val="2"/>
          <c:tx>
            <c:strRef>
              <c:f>Foglio1!$D$1</c:f>
              <c:strCache>
                <c:ptCount val="1"/>
                <c:pt idx="0">
                  <c:v>Servizi-i</c:v>
                </c:pt>
              </c:strCache>
            </c:strRef>
          </c:tx>
          <c:spPr>
            <a:ln w="34925">
              <a:solidFill>
                <a:srgbClr val="6699FF"/>
              </a:solidFill>
            </a:ln>
          </c:spPr>
          <c:marker>
            <c:symbol val="none"/>
          </c:marker>
          <c:dLbls>
            <c:dLbl>
              <c:idx val="13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5DEE-4B56-A4CF-A6D4F3ABF32E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rgbClr val="0070C0"/>
                    </a:solidFill>
                  </a:defRPr>
                </a:pPr>
                <a:endParaRPr lang="it-IT"/>
              </a:p>
            </c:txPr>
            <c:dLblPos val="b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Foglio1!$D$2:$D$16</c:f>
              <c:numCache>
                <c:formatCode>0.0</c:formatCode>
                <c:ptCount val="15"/>
                <c:pt idx="0">
                  <c:v>108.89542785002016</c:v>
                </c:pt>
                <c:pt idx="1">
                  <c:v>109.16904233722532</c:v>
                </c:pt>
                <c:pt idx="2">
                  <c:v>106.97360893525703</c:v>
                </c:pt>
                <c:pt idx="3">
                  <c:v>106.66764831546652</c:v>
                </c:pt>
                <c:pt idx="4">
                  <c:v>109.17628400869965</c:v>
                </c:pt>
                <c:pt idx="5">
                  <c:v>107.69294830170735</c:v>
                </c:pt>
                <c:pt idx="6">
                  <c:v>106.7107362607388</c:v>
                </c:pt>
                <c:pt idx="7">
                  <c:v>108.38054500819516</c:v>
                </c:pt>
                <c:pt idx="8">
                  <c:v>108.67805701126562</c:v>
                </c:pt>
                <c:pt idx="9">
                  <c:v>109.61392235479845</c:v>
                </c:pt>
                <c:pt idx="10">
                  <c:v>111.40261520895842</c:v>
                </c:pt>
                <c:pt idx="11">
                  <c:v>111.95684446579396</c:v>
                </c:pt>
                <c:pt idx="12">
                  <c:v>112.75403565203337</c:v>
                </c:pt>
                <c:pt idx="13">
                  <c:v>102.93182689990439</c:v>
                </c:pt>
                <c:pt idx="14">
                  <c:v>107.38338551793495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5DEE-4B56-A4CF-A6D4F3ABF32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98619392"/>
        <c:axId val="290385280"/>
      </c:lineChart>
      <c:catAx>
        <c:axId val="298619392"/>
        <c:scaling>
          <c:orientation val="minMax"/>
        </c:scaling>
        <c:delete val="0"/>
        <c:axPos val="b"/>
        <c:majorGridlines/>
        <c:numFmt formatCode="0" sourceLinked="0"/>
        <c:majorTickMark val="out"/>
        <c:minorTickMark val="none"/>
        <c:tickLblPos val="low"/>
        <c:spPr>
          <a:ln w="3175">
            <a:solidFill>
              <a:schemeClr val="tx1"/>
            </a:solidFill>
          </a:ln>
        </c:spPr>
        <c:crossAx val="290385280"/>
        <c:crossesAt val="100"/>
        <c:auto val="1"/>
        <c:lblAlgn val="ctr"/>
        <c:lblOffset val="400"/>
        <c:noMultiLvlLbl val="0"/>
      </c:catAx>
      <c:valAx>
        <c:axId val="290385280"/>
        <c:scaling>
          <c:orientation val="minMax"/>
          <c:max val="140"/>
          <c:min val="70"/>
        </c:scaling>
        <c:delete val="0"/>
        <c:axPos val="l"/>
        <c:numFmt formatCode="0" sourceLinked="0"/>
        <c:majorTickMark val="out"/>
        <c:minorTickMark val="none"/>
        <c:tickLblPos val="nextTo"/>
        <c:crossAx val="298619392"/>
        <c:crossesAt val="1"/>
        <c:crossBetween val="between"/>
        <c:majorUnit val="10"/>
        <c:minorUnit val="5"/>
      </c:valAx>
      <c:valAx>
        <c:axId val="290385856"/>
        <c:scaling>
          <c:orientation val="minMax"/>
          <c:min val="-20"/>
        </c:scaling>
        <c:delete val="0"/>
        <c:axPos val="r"/>
        <c:numFmt formatCode="0_ ;[Red]\-0\ " sourceLinked="0"/>
        <c:majorTickMark val="out"/>
        <c:minorTickMark val="none"/>
        <c:tickLblPos val="nextTo"/>
        <c:crossAx val="298619904"/>
        <c:crosses val="max"/>
        <c:crossBetween val="between"/>
      </c:valAx>
      <c:catAx>
        <c:axId val="2986199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one"/>
        <c:crossAx val="290385856"/>
        <c:crossesAt val="0"/>
        <c:auto val="1"/>
        <c:lblAlgn val="ctr"/>
        <c:lblOffset val="100"/>
        <c:noMultiLvlLbl val="0"/>
      </c:catAx>
    </c:plotArea>
    <c:legend>
      <c:legendPos val="r"/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layout>
        <c:manualLayout>
          <c:xMode val="edge"/>
          <c:yMode val="edge"/>
          <c:x val="0.39277863742346825"/>
          <c:y val="2.5869079797861076E-2"/>
          <c:w val="0.29473244692428935"/>
          <c:h val="7.3469588350302872E-2"/>
        </c:manualLayout>
      </c:layout>
      <c:overlay val="0"/>
      <c:spPr>
        <a:solidFill>
          <a:schemeClr val="bg1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it-IT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6A3507-2362-4367-A2A6-23257DD95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rap_eco_reg.dot</Template>
  <TotalTime>1</TotalTime>
  <Pages>10</Pages>
  <Words>1180</Words>
  <Characters>6727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Unioncamere Emilia Romagna</Company>
  <LinksUpToDate>false</LinksUpToDate>
  <CharactersWithSpaces>7892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Mauro Guaitoli</dc:creator>
  <cp:lastModifiedBy>Mauro Guaitoli</cp:lastModifiedBy>
  <cp:revision>3</cp:revision>
  <cp:lastPrinted>2012-03-30T09:15:00Z</cp:lastPrinted>
  <dcterms:created xsi:type="dcterms:W3CDTF">2020-10-05T14:04:00Z</dcterms:created>
  <dcterms:modified xsi:type="dcterms:W3CDTF">2020-10-05T14:06:00Z</dcterms:modified>
</cp:coreProperties>
</file>