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B82EE5" w14:textId="107343D4" w:rsidR="00541FB1" w:rsidRDefault="00072096" w:rsidP="00072096">
      <w:pPr>
        <w:pStyle w:val="Titolo1"/>
      </w:pPr>
      <w:bookmarkStart w:id="0" w:name="_Toc448399716"/>
      <w:bookmarkStart w:id="1" w:name="_Toc509407738"/>
      <w:r>
        <w:t>Scenario economico</w:t>
      </w:r>
      <w:bookmarkEnd w:id="0"/>
      <w:bookmarkEnd w:id="1"/>
    </w:p>
    <w:p w14:paraId="51EBEAB2" w14:textId="77777777" w:rsidR="004B18C5" w:rsidRDefault="004B18C5" w:rsidP="004B18C5"/>
    <w:p w14:paraId="629790E5" w14:textId="77777777" w:rsidR="00AF52FB" w:rsidRDefault="004B18C5">
      <w:pPr>
        <w:pStyle w:val="Sommario1"/>
        <w:tabs>
          <w:tab w:val="left" w:pos="66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509407738" w:history="1">
        <w:r w:rsidR="00AF52FB" w:rsidRPr="00B360AA">
          <w:rPr>
            <w:rStyle w:val="Collegamentoipertestuale"/>
            <w:noProof/>
          </w:rPr>
          <w:t>X.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Scenario economico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_Toc509407738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1</w:t>
        </w:r>
        <w:r w:rsidR="00AF52FB">
          <w:rPr>
            <w:noProof/>
            <w:webHidden/>
          </w:rPr>
          <w:fldChar w:fldCharType="end"/>
        </w:r>
      </w:hyperlink>
    </w:p>
    <w:p w14:paraId="6B9E800C" w14:textId="77777777" w:rsidR="00AF52FB" w:rsidRDefault="00BF4FD6">
      <w:pPr>
        <w:pStyle w:val="Sommario2"/>
        <w:tabs>
          <w:tab w:val="left" w:pos="110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407739" w:history="1">
        <w:r w:rsidR="00AF52FB" w:rsidRPr="00B360AA">
          <w:rPr>
            <w:rStyle w:val="Collegamentoipertestuale"/>
            <w:noProof/>
          </w:rPr>
          <w:t>X.1.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Il quadro internazionale.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_Toc509407739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2</w:t>
        </w:r>
        <w:r w:rsidR="00AF52FB">
          <w:rPr>
            <w:noProof/>
            <w:webHidden/>
          </w:rPr>
          <w:fldChar w:fldCharType="end"/>
        </w:r>
      </w:hyperlink>
    </w:p>
    <w:p w14:paraId="3AA34AEA" w14:textId="77777777" w:rsidR="00AF52FB" w:rsidRDefault="00BF4FD6">
      <w:pPr>
        <w:pStyle w:val="Sommario2"/>
        <w:tabs>
          <w:tab w:val="left" w:pos="110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407740" w:history="1">
        <w:r w:rsidR="00AF52FB" w:rsidRPr="00B360AA">
          <w:rPr>
            <w:rStyle w:val="Collegamentoipertestuale"/>
            <w:noProof/>
          </w:rPr>
          <w:t>X.2.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Il quadro nazionale.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_Toc509407740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4</w:t>
        </w:r>
        <w:r w:rsidR="00AF52FB">
          <w:rPr>
            <w:noProof/>
            <w:webHidden/>
          </w:rPr>
          <w:fldChar w:fldCharType="end"/>
        </w:r>
      </w:hyperlink>
    </w:p>
    <w:p w14:paraId="257DC4E8" w14:textId="77777777" w:rsidR="00AF52FB" w:rsidRDefault="00BF4FD6">
      <w:pPr>
        <w:pStyle w:val="Sommario2"/>
        <w:tabs>
          <w:tab w:val="left" w:pos="110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407741" w:history="1">
        <w:r w:rsidR="00AF52FB" w:rsidRPr="00B360AA">
          <w:rPr>
            <w:rStyle w:val="Collegamentoipertestuale"/>
            <w:noProof/>
          </w:rPr>
          <w:t>X.3.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Il quadro regionale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_Toc509407741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6</w:t>
        </w:r>
        <w:r w:rsidR="00AF52FB">
          <w:rPr>
            <w:noProof/>
            <w:webHidden/>
          </w:rPr>
          <w:fldChar w:fldCharType="end"/>
        </w:r>
      </w:hyperlink>
    </w:p>
    <w:p w14:paraId="64F7C036" w14:textId="77777777" w:rsidR="004B18C5" w:rsidRDefault="004B18C5" w:rsidP="004B18C5">
      <w:r>
        <w:fldChar w:fldCharType="end"/>
      </w:r>
    </w:p>
    <w:p w14:paraId="0F95BFD9" w14:textId="77777777" w:rsidR="004B18C5" w:rsidRPr="00386683" w:rsidRDefault="004B18C5" w:rsidP="00386683">
      <w:bookmarkStart w:id="2" w:name="_Toc448399717"/>
      <w:r w:rsidRPr="00386683">
        <w:br w:type="page"/>
      </w:r>
    </w:p>
    <w:p w14:paraId="7EED8E57" w14:textId="30FDE7EB" w:rsidR="00002661" w:rsidRDefault="00002661" w:rsidP="00002661">
      <w:pPr>
        <w:pStyle w:val="Titolo2"/>
      </w:pPr>
      <w:bookmarkStart w:id="3" w:name="_Toc509407739"/>
      <w:r w:rsidRPr="00AB2CA8">
        <w:lastRenderedPageBreak/>
        <w:t>Il quadro internazionale.</w:t>
      </w:r>
      <w:bookmarkEnd w:id="2"/>
      <w:bookmarkEnd w:id="3"/>
    </w:p>
    <w:p w14:paraId="7A7AADBE" w14:textId="77777777" w:rsidR="00E40A1B" w:rsidRPr="00962B46" w:rsidRDefault="00E40A1B" w:rsidP="00E40A1B">
      <w:bookmarkStart w:id="4" w:name="_Toc476318563"/>
    </w:p>
    <w:tbl>
      <w:tblPr>
        <w:tblpPr w:topFromText="284" w:horzAnchor="margin" w:tblpXSpec="center" w:tblpYSpec="bottom"/>
        <w:tblOverlap w:val="never"/>
        <w:tblW w:w="9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10"/>
        <w:gridCol w:w="510"/>
        <w:gridCol w:w="510"/>
        <w:gridCol w:w="340"/>
        <w:gridCol w:w="2552"/>
        <w:gridCol w:w="510"/>
        <w:gridCol w:w="510"/>
        <w:gridCol w:w="514"/>
      </w:tblGrid>
      <w:tr w:rsidR="00745F38" w:rsidRPr="00BC2A0C" w14:paraId="403A3840" w14:textId="77777777" w:rsidTr="00745F38">
        <w:trPr>
          <w:cantSplit/>
        </w:trPr>
        <w:tc>
          <w:tcPr>
            <w:tcW w:w="9358" w:type="dxa"/>
            <w:gridSpan w:val="9"/>
            <w:tcBorders>
              <w:bottom w:val="single" w:sz="4" w:space="0" w:color="800000"/>
            </w:tcBorders>
          </w:tcPr>
          <w:p w14:paraId="1CB3FE94" w14:textId="77777777" w:rsidR="00745F38" w:rsidRPr="00BC2A0C" w:rsidRDefault="00745F38" w:rsidP="00745F38">
            <w:pPr>
              <w:pStyle w:val="TabTitolo"/>
            </w:pPr>
            <w:r w:rsidRPr="007C3BBD">
              <w:t>La previsione del Fondo Monetario Internazionale (a)(b)</w:t>
            </w:r>
          </w:p>
        </w:tc>
      </w:tr>
      <w:tr w:rsidR="00745F38" w:rsidRPr="00BC2A0C" w14:paraId="4429E9D1" w14:textId="77777777" w:rsidTr="00745F38">
        <w:trPr>
          <w:cantSplit/>
        </w:trPr>
        <w:tc>
          <w:tcPr>
            <w:tcW w:w="3402" w:type="dxa"/>
            <w:tcBorders>
              <w:top w:val="single" w:sz="4" w:space="0" w:color="800000"/>
              <w:bottom w:val="single" w:sz="4" w:space="0" w:color="800000"/>
            </w:tcBorders>
          </w:tcPr>
          <w:p w14:paraId="148CC9D7" w14:textId="77777777" w:rsidR="00745F38" w:rsidRPr="00BC2A0C" w:rsidRDefault="00745F38" w:rsidP="00745F38">
            <w:pPr>
              <w:pStyle w:val="TabIntestazioni"/>
            </w:pP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782807BB" w14:textId="77777777" w:rsidR="00745F38" w:rsidRPr="003234B1" w:rsidRDefault="00745F38" w:rsidP="00745F38">
            <w:pPr>
              <w:pStyle w:val="TabIntestazioni"/>
            </w:pPr>
            <w:r w:rsidRPr="003234B1">
              <w:t>201</w:t>
            </w:r>
            <w:r>
              <w:t>9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32BD8DD7" w14:textId="77777777" w:rsidR="00745F38" w:rsidRPr="003234B1" w:rsidRDefault="00745F38" w:rsidP="00745F38">
            <w:pPr>
              <w:pStyle w:val="TabIntestazioni"/>
            </w:pPr>
            <w:r w:rsidRPr="003234B1">
              <w:t>20</w:t>
            </w:r>
            <w:r>
              <w:t>20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2CF74327" w14:textId="77777777" w:rsidR="00745F38" w:rsidRPr="003234B1" w:rsidRDefault="00745F38" w:rsidP="00745F38">
            <w:pPr>
              <w:pStyle w:val="TabIntestazioni"/>
            </w:pPr>
            <w:r w:rsidRPr="003234B1">
              <w:t>20</w:t>
            </w:r>
            <w:r>
              <w:t>21</w:t>
            </w:r>
          </w:p>
        </w:tc>
        <w:tc>
          <w:tcPr>
            <w:tcW w:w="340" w:type="dxa"/>
            <w:tcBorders>
              <w:top w:val="single" w:sz="4" w:space="0" w:color="800000"/>
              <w:bottom w:val="single" w:sz="4" w:space="0" w:color="800000"/>
            </w:tcBorders>
          </w:tcPr>
          <w:p w14:paraId="24D8050A" w14:textId="77777777" w:rsidR="00745F38" w:rsidRPr="00BC2A0C" w:rsidRDefault="00745F38" w:rsidP="00745F38">
            <w:pPr>
              <w:pStyle w:val="TabIntestazioni"/>
            </w:pPr>
          </w:p>
        </w:tc>
        <w:tc>
          <w:tcPr>
            <w:tcW w:w="2552" w:type="dxa"/>
            <w:tcBorders>
              <w:top w:val="single" w:sz="4" w:space="0" w:color="800000"/>
              <w:bottom w:val="single" w:sz="4" w:space="0" w:color="800000"/>
            </w:tcBorders>
          </w:tcPr>
          <w:p w14:paraId="0E460A42" w14:textId="77777777" w:rsidR="00745F38" w:rsidRPr="00BC2A0C" w:rsidRDefault="00745F38" w:rsidP="00745F38">
            <w:pPr>
              <w:pStyle w:val="TabIntestazioni"/>
            </w:pP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30042D3E" w14:textId="77777777" w:rsidR="00745F38" w:rsidRPr="003234B1" w:rsidRDefault="00745F38" w:rsidP="00745F38">
            <w:pPr>
              <w:pStyle w:val="TabIntestazioni"/>
            </w:pPr>
            <w:r w:rsidRPr="003234B1">
              <w:t>201</w:t>
            </w:r>
            <w:r>
              <w:t>9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2B485DE5" w14:textId="77777777" w:rsidR="00745F38" w:rsidRPr="003234B1" w:rsidRDefault="00745F38" w:rsidP="00745F38">
            <w:pPr>
              <w:pStyle w:val="TabIntestazioni"/>
            </w:pPr>
            <w:r w:rsidRPr="003234B1">
              <w:t>20</w:t>
            </w:r>
            <w:r>
              <w:t>20</w:t>
            </w:r>
          </w:p>
        </w:tc>
        <w:tc>
          <w:tcPr>
            <w:tcW w:w="514" w:type="dxa"/>
            <w:tcBorders>
              <w:top w:val="single" w:sz="4" w:space="0" w:color="800000"/>
              <w:bottom w:val="single" w:sz="4" w:space="0" w:color="800000"/>
            </w:tcBorders>
          </w:tcPr>
          <w:p w14:paraId="1246E0C7" w14:textId="77777777" w:rsidR="00745F38" w:rsidRPr="003234B1" w:rsidRDefault="00745F38" w:rsidP="00745F38">
            <w:pPr>
              <w:pStyle w:val="TabIntestazioni"/>
            </w:pPr>
            <w:r w:rsidRPr="003234B1">
              <w:t>20</w:t>
            </w:r>
            <w:r>
              <w:t>21</w:t>
            </w:r>
          </w:p>
        </w:tc>
      </w:tr>
      <w:tr w:rsidR="00745F38" w:rsidRPr="00BC2A0C" w14:paraId="5331BBA5" w14:textId="77777777" w:rsidTr="00745F38">
        <w:trPr>
          <w:cantSplit/>
          <w:trHeight w:val="255"/>
        </w:trPr>
        <w:tc>
          <w:tcPr>
            <w:tcW w:w="9358" w:type="dxa"/>
            <w:gridSpan w:val="9"/>
            <w:shd w:val="clear" w:color="auto" w:fill="F2F2F2" w:themeFill="background1" w:themeFillShade="F2"/>
          </w:tcPr>
          <w:p w14:paraId="16FBC142" w14:textId="77777777" w:rsidR="00745F38" w:rsidRPr="00997C5D" w:rsidRDefault="00745F38" w:rsidP="00745F38">
            <w:pPr>
              <w:pStyle w:val="TabIntestaSup"/>
            </w:pPr>
            <w:r>
              <w:t>Prodotto</w:t>
            </w:r>
          </w:p>
        </w:tc>
      </w:tr>
      <w:tr w:rsidR="00745F38" w:rsidRPr="00BC2A0C" w14:paraId="6E74AADF" w14:textId="77777777" w:rsidTr="00745F38">
        <w:trPr>
          <w:cantSplit/>
          <w:trHeight w:val="255"/>
        </w:trPr>
        <w:tc>
          <w:tcPr>
            <w:tcW w:w="3402" w:type="dxa"/>
          </w:tcPr>
          <w:p w14:paraId="35F88B66" w14:textId="77777777" w:rsidR="00745F38" w:rsidRPr="00565219" w:rsidRDefault="00745F38" w:rsidP="00745F38">
            <w:pPr>
              <w:pStyle w:val="TabEtichette"/>
            </w:pPr>
            <w:r w:rsidRPr="00565219">
              <w:t>Prodotto mondiale</w:t>
            </w:r>
          </w:p>
        </w:tc>
        <w:tc>
          <w:tcPr>
            <w:tcW w:w="510" w:type="dxa"/>
          </w:tcPr>
          <w:p w14:paraId="1B089575" w14:textId="77777777" w:rsidR="00745F38" w:rsidRPr="00BA61A9" w:rsidRDefault="00745F38" w:rsidP="00745F38">
            <w:pPr>
              <w:pStyle w:val="TabNumeri"/>
            </w:pPr>
            <w:r w:rsidRPr="00280330">
              <w:t>2,8</w:t>
            </w:r>
          </w:p>
        </w:tc>
        <w:tc>
          <w:tcPr>
            <w:tcW w:w="510" w:type="dxa"/>
          </w:tcPr>
          <w:p w14:paraId="335A7555" w14:textId="77777777" w:rsidR="00745F38" w:rsidRPr="00BA61A9" w:rsidRDefault="00745F38" w:rsidP="00745F38">
            <w:pPr>
              <w:pStyle w:val="TabNumeri"/>
            </w:pPr>
            <w:r w:rsidRPr="00280330">
              <w:t>-4,4</w:t>
            </w:r>
          </w:p>
        </w:tc>
        <w:tc>
          <w:tcPr>
            <w:tcW w:w="510" w:type="dxa"/>
          </w:tcPr>
          <w:p w14:paraId="305410D3" w14:textId="77777777" w:rsidR="00745F38" w:rsidRPr="00BA61A9" w:rsidRDefault="00745F38" w:rsidP="00745F38">
            <w:pPr>
              <w:pStyle w:val="TabNumeri"/>
            </w:pPr>
            <w:r w:rsidRPr="00280330">
              <w:t>5,2</w:t>
            </w:r>
          </w:p>
        </w:tc>
        <w:tc>
          <w:tcPr>
            <w:tcW w:w="340" w:type="dxa"/>
          </w:tcPr>
          <w:p w14:paraId="24164B6A" w14:textId="77777777" w:rsidR="00745F38" w:rsidRPr="00565219" w:rsidRDefault="00745F38" w:rsidP="00745F38">
            <w:pPr>
              <w:pStyle w:val="TabEtichette"/>
            </w:pPr>
          </w:p>
        </w:tc>
        <w:tc>
          <w:tcPr>
            <w:tcW w:w="2552" w:type="dxa"/>
          </w:tcPr>
          <w:p w14:paraId="0657F668" w14:textId="77777777" w:rsidR="00745F38" w:rsidRPr="00565219" w:rsidRDefault="00745F38" w:rsidP="00745F38">
            <w:pPr>
              <w:pStyle w:val="TabEtichette"/>
            </w:pPr>
            <w:r w:rsidRPr="00565219">
              <w:t>Stati Uniti</w:t>
            </w:r>
          </w:p>
        </w:tc>
        <w:tc>
          <w:tcPr>
            <w:tcW w:w="510" w:type="dxa"/>
          </w:tcPr>
          <w:p w14:paraId="77949F89" w14:textId="77777777" w:rsidR="00745F38" w:rsidRPr="003F1AC0" w:rsidRDefault="00745F38" w:rsidP="00745F38">
            <w:pPr>
              <w:pStyle w:val="TabNumeri"/>
            </w:pPr>
            <w:r w:rsidRPr="00E76E7B">
              <w:t>2,2</w:t>
            </w:r>
          </w:p>
        </w:tc>
        <w:tc>
          <w:tcPr>
            <w:tcW w:w="510" w:type="dxa"/>
          </w:tcPr>
          <w:p w14:paraId="1BB94DF9" w14:textId="77777777" w:rsidR="00745F38" w:rsidRPr="003F1AC0" w:rsidRDefault="00745F38" w:rsidP="00745F38">
            <w:pPr>
              <w:pStyle w:val="TabNumeri"/>
            </w:pPr>
            <w:r w:rsidRPr="00E76E7B">
              <w:t>-4,3</w:t>
            </w:r>
          </w:p>
        </w:tc>
        <w:tc>
          <w:tcPr>
            <w:tcW w:w="514" w:type="dxa"/>
          </w:tcPr>
          <w:p w14:paraId="2EF0FF08" w14:textId="77777777" w:rsidR="00745F38" w:rsidRPr="003F1AC0" w:rsidRDefault="00745F38" w:rsidP="00745F38">
            <w:pPr>
              <w:pStyle w:val="TabNumeri"/>
            </w:pPr>
            <w:r w:rsidRPr="00E76E7B">
              <w:t>3,1</w:t>
            </w:r>
          </w:p>
        </w:tc>
      </w:tr>
      <w:tr w:rsidR="00745F38" w:rsidRPr="00BC2A0C" w14:paraId="740CF992" w14:textId="77777777" w:rsidTr="00745F38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0CCC2C78" w14:textId="77777777" w:rsidR="00745F38" w:rsidRPr="00565219" w:rsidRDefault="00745F38" w:rsidP="00745F38">
            <w:pPr>
              <w:pStyle w:val="TabEtichette"/>
            </w:pPr>
            <w:r w:rsidRPr="00565219">
              <w:t>Economie avanzate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0FD2AA06" w14:textId="77777777" w:rsidR="00745F38" w:rsidRPr="00BA61A9" w:rsidRDefault="00745F38" w:rsidP="00745F38">
            <w:pPr>
              <w:pStyle w:val="TabNumeri"/>
            </w:pPr>
            <w:r w:rsidRPr="00280330">
              <w:t>1,7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1FD16506" w14:textId="77777777" w:rsidR="00745F38" w:rsidRPr="00BA61A9" w:rsidRDefault="00745F38" w:rsidP="00745F38">
            <w:pPr>
              <w:pStyle w:val="TabNumeri"/>
            </w:pPr>
            <w:r w:rsidRPr="00280330">
              <w:t>-5,8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3F1D5D8A" w14:textId="77777777" w:rsidR="00745F38" w:rsidRPr="00BA61A9" w:rsidRDefault="00745F38" w:rsidP="00745F38">
            <w:pPr>
              <w:pStyle w:val="TabNumeri"/>
            </w:pPr>
            <w:r w:rsidRPr="00280330">
              <w:t>3,9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649A401C" w14:textId="77777777" w:rsidR="00745F38" w:rsidRPr="00565219" w:rsidRDefault="00745F38" w:rsidP="00745F38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0C9A6F3B" w14:textId="77777777" w:rsidR="00745F38" w:rsidRPr="00565219" w:rsidRDefault="00745F38" w:rsidP="00745F38">
            <w:pPr>
              <w:pStyle w:val="TabEtichette"/>
            </w:pPr>
            <w:r w:rsidRPr="00565219">
              <w:t>Cina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1BA9E3FB" w14:textId="77777777" w:rsidR="00745F38" w:rsidRPr="003F1AC0" w:rsidRDefault="00745F38" w:rsidP="00745F38">
            <w:pPr>
              <w:pStyle w:val="TabNumeri"/>
            </w:pPr>
            <w:r w:rsidRPr="00E76E7B">
              <w:t>6,1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F9BDAD7" w14:textId="77777777" w:rsidR="00745F38" w:rsidRPr="003F1AC0" w:rsidRDefault="00745F38" w:rsidP="00745F38">
            <w:pPr>
              <w:pStyle w:val="TabNumeri"/>
            </w:pPr>
            <w:r w:rsidRPr="00E76E7B">
              <w:t>1,9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79274EF5" w14:textId="77777777" w:rsidR="00745F38" w:rsidRPr="003F1AC0" w:rsidRDefault="00745F38" w:rsidP="00745F38">
            <w:pPr>
              <w:pStyle w:val="TabNumeri"/>
            </w:pPr>
            <w:r w:rsidRPr="00E76E7B">
              <w:t>8,2</w:t>
            </w:r>
          </w:p>
        </w:tc>
      </w:tr>
      <w:tr w:rsidR="00745F38" w:rsidRPr="00BC2A0C" w14:paraId="2A468E44" w14:textId="77777777" w:rsidTr="00745F38">
        <w:trPr>
          <w:cantSplit/>
          <w:trHeight w:val="255"/>
        </w:trPr>
        <w:tc>
          <w:tcPr>
            <w:tcW w:w="3402" w:type="dxa"/>
          </w:tcPr>
          <w:p w14:paraId="30CF5DE3" w14:textId="77777777" w:rsidR="00745F38" w:rsidRPr="00565219" w:rsidRDefault="00745F38" w:rsidP="00745F38">
            <w:pPr>
              <w:pStyle w:val="TabEtichette"/>
            </w:pPr>
            <w:r w:rsidRPr="00565219">
              <w:t>Economie emergenti e in sviluppo</w:t>
            </w:r>
          </w:p>
        </w:tc>
        <w:tc>
          <w:tcPr>
            <w:tcW w:w="510" w:type="dxa"/>
          </w:tcPr>
          <w:p w14:paraId="1E518D15" w14:textId="77777777" w:rsidR="00745F38" w:rsidRPr="00BA61A9" w:rsidRDefault="00745F38" w:rsidP="00745F38">
            <w:pPr>
              <w:pStyle w:val="TabNumeri"/>
            </w:pPr>
            <w:r w:rsidRPr="00280330">
              <w:t>3,7</w:t>
            </w:r>
          </w:p>
        </w:tc>
        <w:tc>
          <w:tcPr>
            <w:tcW w:w="510" w:type="dxa"/>
          </w:tcPr>
          <w:p w14:paraId="399E1A46" w14:textId="77777777" w:rsidR="00745F38" w:rsidRPr="00BA61A9" w:rsidRDefault="00745F38" w:rsidP="00745F38">
            <w:pPr>
              <w:pStyle w:val="TabNumeri"/>
            </w:pPr>
            <w:r w:rsidRPr="00280330">
              <w:t>-3,3</w:t>
            </w:r>
          </w:p>
        </w:tc>
        <w:tc>
          <w:tcPr>
            <w:tcW w:w="510" w:type="dxa"/>
          </w:tcPr>
          <w:p w14:paraId="0162B963" w14:textId="77777777" w:rsidR="00745F38" w:rsidRPr="00BA61A9" w:rsidRDefault="00745F38" w:rsidP="00745F38">
            <w:pPr>
              <w:pStyle w:val="TabNumeri"/>
            </w:pPr>
            <w:r w:rsidRPr="00280330">
              <w:t>6,0</w:t>
            </w:r>
          </w:p>
        </w:tc>
        <w:tc>
          <w:tcPr>
            <w:tcW w:w="340" w:type="dxa"/>
          </w:tcPr>
          <w:p w14:paraId="436EC928" w14:textId="77777777" w:rsidR="00745F38" w:rsidRPr="00565219" w:rsidRDefault="00745F38" w:rsidP="00745F38">
            <w:pPr>
              <w:pStyle w:val="TabEtichette"/>
            </w:pPr>
          </w:p>
        </w:tc>
        <w:tc>
          <w:tcPr>
            <w:tcW w:w="2552" w:type="dxa"/>
          </w:tcPr>
          <w:p w14:paraId="0C27D43C" w14:textId="77777777" w:rsidR="00745F38" w:rsidRPr="00565219" w:rsidRDefault="00745F38" w:rsidP="00745F38">
            <w:pPr>
              <w:pStyle w:val="TabEtichette"/>
            </w:pPr>
            <w:r w:rsidRPr="00565219">
              <w:t>Giappone</w:t>
            </w:r>
          </w:p>
        </w:tc>
        <w:tc>
          <w:tcPr>
            <w:tcW w:w="510" w:type="dxa"/>
          </w:tcPr>
          <w:p w14:paraId="6F05B26C" w14:textId="77777777" w:rsidR="00745F38" w:rsidRPr="003F1AC0" w:rsidRDefault="00745F38" w:rsidP="00745F38">
            <w:pPr>
              <w:pStyle w:val="TabNumeri"/>
            </w:pPr>
            <w:r w:rsidRPr="00E76E7B">
              <w:t>0,7</w:t>
            </w:r>
          </w:p>
        </w:tc>
        <w:tc>
          <w:tcPr>
            <w:tcW w:w="510" w:type="dxa"/>
          </w:tcPr>
          <w:p w14:paraId="489AD504" w14:textId="77777777" w:rsidR="00745F38" w:rsidRPr="003F1AC0" w:rsidRDefault="00745F38" w:rsidP="00745F38">
            <w:pPr>
              <w:pStyle w:val="TabNumeri"/>
            </w:pPr>
            <w:r w:rsidRPr="00E76E7B">
              <w:t>-5,3</w:t>
            </w:r>
          </w:p>
        </w:tc>
        <w:tc>
          <w:tcPr>
            <w:tcW w:w="514" w:type="dxa"/>
          </w:tcPr>
          <w:p w14:paraId="76EAD6FD" w14:textId="77777777" w:rsidR="00745F38" w:rsidRPr="003F1AC0" w:rsidRDefault="00745F38" w:rsidP="00745F38">
            <w:pPr>
              <w:pStyle w:val="TabNumeri"/>
            </w:pPr>
            <w:r w:rsidRPr="00E76E7B">
              <w:t>2,3</w:t>
            </w:r>
          </w:p>
        </w:tc>
      </w:tr>
      <w:tr w:rsidR="00745F38" w:rsidRPr="00BC2A0C" w14:paraId="61AE9CC7" w14:textId="77777777" w:rsidTr="00745F38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6FCC7EF9" w14:textId="77777777" w:rsidR="00745F38" w:rsidRPr="00565219" w:rsidRDefault="00745F38" w:rsidP="00745F38">
            <w:pPr>
              <w:pStyle w:val="TabEtichette"/>
            </w:pPr>
            <w:r w:rsidRPr="00565219">
              <w:t xml:space="preserve">  Europa emergente e in sviluppo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1330001C" w14:textId="77777777" w:rsidR="00745F38" w:rsidRPr="00BA61A9" w:rsidRDefault="00745F38" w:rsidP="00745F38">
            <w:pPr>
              <w:pStyle w:val="TabNumeri"/>
            </w:pPr>
            <w:r w:rsidRPr="00280330">
              <w:t>2,1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3380EA25" w14:textId="77777777" w:rsidR="00745F38" w:rsidRPr="00BA61A9" w:rsidRDefault="00745F38" w:rsidP="00745F38">
            <w:pPr>
              <w:pStyle w:val="TabNumeri"/>
            </w:pPr>
            <w:r w:rsidRPr="00280330">
              <w:t>-4,6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73A35B37" w14:textId="77777777" w:rsidR="00745F38" w:rsidRPr="00BA61A9" w:rsidRDefault="00745F38" w:rsidP="00745F38">
            <w:pPr>
              <w:pStyle w:val="TabNumeri"/>
            </w:pPr>
            <w:r w:rsidRPr="00280330">
              <w:t>3,9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5CEF3BA6" w14:textId="77777777" w:rsidR="00745F38" w:rsidRPr="00565219" w:rsidRDefault="00745F38" w:rsidP="00745F38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60D03415" w14:textId="77777777" w:rsidR="00745F38" w:rsidRPr="00565219" w:rsidRDefault="00745F38" w:rsidP="00745F38">
            <w:pPr>
              <w:pStyle w:val="TabEtichette"/>
            </w:pPr>
            <w:r w:rsidRPr="00565219">
              <w:t>Area dell'euro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2E6AEF3C" w14:textId="77777777" w:rsidR="00745F38" w:rsidRPr="003F1AC0" w:rsidRDefault="00745F38" w:rsidP="00745F38">
            <w:pPr>
              <w:pStyle w:val="TabNumeri"/>
            </w:pPr>
            <w:r w:rsidRPr="00E76E7B">
              <w:t>1,3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7688FF6" w14:textId="77777777" w:rsidR="00745F38" w:rsidRPr="003F1AC0" w:rsidRDefault="00745F38" w:rsidP="00745F38">
            <w:pPr>
              <w:pStyle w:val="TabNumeri"/>
            </w:pPr>
            <w:r w:rsidRPr="00E76E7B">
              <w:t>-8,3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6167AEED" w14:textId="77777777" w:rsidR="00745F38" w:rsidRPr="003F1AC0" w:rsidRDefault="00745F38" w:rsidP="00745F38">
            <w:pPr>
              <w:pStyle w:val="TabNumeri"/>
            </w:pPr>
            <w:r w:rsidRPr="00E76E7B">
              <w:t>5,2</w:t>
            </w:r>
          </w:p>
        </w:tc>
      </w:tr>
      <w:tr w:rsidR="00745F38" w:rsidRPr="00BC2A0C" w14:paraId="35B83E6B" w14:textId="77777777" w:rsidTr="00745F38">
        <w:trPr>
          <w:cantSplit/>
          <w:trHeight w:val="255"/>
        </w:trPr>
        <w:tc>
          <w:tcPr>
            <w:tcW w:w="3402" w:type="dxa"/>
          </w:tcPr>
          <w:p w14:paraId="02C1609A" w14:textId="77777777" w:rsidR="00745F38" w:rsidRPr="00C21B51" w:rsidRDefault="00745F38" w:rsidP="00745F38">
            <w:pPr>
              <w:pStyle w:val="TabEtichette"/>
            </w:pPr>
            <w:r w:rsidRPr="00C21B51">
              <w:t xml:space="preserve">  Paesi Asiatici in sviluppo </w:t>
            </w:r>
            <w:proofErr w:type="gramStart"/>
            <w:r w:rsidRPr="00C21B51">
              <w:t>e</w:t>
            </w:r>
            <w:proofErr w:type="gramEnd"/>
            <w:r w:rsidRPr="00C21B51">
              <w:t xml:space="preserve"> emergenti</w:t>
            </w:r>
          </w:p>
        </w:tc>
        <w:tc>
          <w:tcPr>
            <w:tcW w:w="510" w:type="dxa"/>
          </w:tcPr>
          <w:p w14:paraId="4FA3B369" w14:textId="77777777" w:rsidR="00745F38" w:rsidRPr="00BA61A9" w:rsidRDefault="00745F38" w:rsidP="00745F38">
            <w:pPr>
              <w:pStyle w:val="TabNumeri"/>
            </w:pPr>
            <w:r w:rsidRPr="00280330">
              <w:t>5,5</w:t>
            </w:r>
          </w:p>
        </w:tc>
        <w:tc>
          <w:tcPr>
            <w:tcW w:w="510" w:type="dxa"/>
          </w:tcPr>
          <w:p w14:paraId="56269737" w14:textId="77777777" w:rsidR="00745F38" w:rsidRPr="00BA61A9" w:rsidRDefault="00745F38" w:rsidP="00745F38">
            <w:pPr>
              <w:pStyle w:val="TabNumeri"/>
            </w:pPr>
            <w:r w:rsidRPr="00280330">
              <w:t>-1,7</w:t>
            </w:r>
          </w:p>
        </w:tc>
        <w:tc>
          <w:tcPr>
            <w:tcW w:w="510" w:type="dxa"/>
          </w:tcPr>
          <w:p w14:paraId="2184022F" w14:textId="77777777" w:rsidR="00745F38" w:rsidRPr="00BA61A9" w:rsidRDefault="00745F38" w:rsidP="00745F38">
            <w:pPr>
              <w:pStyle w:val="TabNumeri"/>
            </w:pPr>
            <w:r w:rsidRPr="00280330">
              <w:t>8,0</w:t>
            </w:r>
          </w:p>
        </w:tc>
        <w:tc>
          <w:tcPr>
            <w:tcW w:w="340" w:type="dxa"/>
          </w:tcPr>
          <w:p w14:paraId="60547973" w14:textId="77777777" w:rsidR="00745F38" w:rsidRPr="00565219" w:rsidRDefault="00745F38" w:rsidP="00745F38">
            <w:pPr>
              <w:pStyle w:val="TabEtichette"/>
            </w:pPr>
          </w:p>
        </w:tc>
        <w:tc>
          <w:tcPr>
            <w:tcW w:w="2552" w:type="dxa"/>
          </w:tcPr>
          <w:p w14:paraId="23C40958" w14:textId="77777777" w:rsidR="00745F38" w:rsidRPr="00565219" w:rsidRDefault="00745F38" w:rsidP="00745F38">
            <w:pPr>
              <w:pStyle w:val="TabEtichette"/>
            </w:pPr>
            <w:r w:rsidRPr="00565219">
              <w:t xml:space="preserve">  Germania</w:t>
            </w:r>
          </w:p>
        </w:tc>
        <w:tc>
          <w:tcPr>
            <w:tcW w:w="510" w:type="dxa"/>
          </w:tcPr>
          <w:p w14:paraId="32A74345" w14:textId="77777777" w:rsidR="00745F38" w:rsidRPr="003F1AC0" w:rsidRDefault="00745F38" w:rsidP="00745F38">
            <w:pPr>
              <w:pStyle w:val="TabNumeri"/>
            </w:pPr>
            <w:r w:rsidRPr="00E76E7B">
              <w:t>0,6</w:t>
            </w:r>
          </w:p>
        </w:tc>
        <w:tc>
          <w:tcPr>
            <w:tcW w:w="510" w:type="dxa"/>
          </w:tcPr>
          <w:p w14:paraId="55CC80C9" w14:textId="77777777" w:rsidR="00745F38" w:rsidRPr="003F1AC0" w:rsidRDefault="00745F38" w:rsidP="00745F38">
            <w:pPr>
              <w:pStyle w:val="TabNumeri"/>
            </w:pPr>
            <w:r w:rsidRPr="00E76E7B">
              <w:t>-6,0</w:t>
            </w:r>
          </w:p>
        </w:tc>
        <w:tc>
          <w:tcPr>
            <w:tcW w:w="514" w:type="dxa"/>
          </w:tcPr>
          <w:p w14:paraId="21758D3E" w14:textId="77777777" w:rsidR="00745F38" w:rsidRPr="003F1AC0" w:rsidRDefault="00745F38" w:rsidP="00745F38">
            <w:pPr>
              <w:pStyle w:val="TabNumeri"/>
            </w:pPr>
            <w:r w:rsidRPr="00E76E7B">
              <w:t>4,2</w:t>
            </w:r>
          </w:p>
        </w:tc>
      </w:tr>
      <w:tr w:rsidR="00745F38" w:rsidRPr="00BC2A0C" w14:paraId="12424573" w14:textId="77777777" w:rsidTr="00745F38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783F5FDE" w14:textId="77777777" w:rsidR="00745F38" w:rsidRPr="00C21B51" w:rsidRDefault="00745F38" w:rsidP="00745F38">
            <w:pPr>
              <w:pStyle w:val="TabEtichette"/>
            </w:pPr>
            <w:r>
              <w:t xml:space="preserve">  Medio Oriente, Nord Africa e Asia centrale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324DAF0D" w14:textId="77777777" w:rsidR="00745F38" w:rsidRPr="00BA61A9" w:rsidRDefault="00745F38" w:rsidP="00745F38">
            <w:pPr>
              <w:pStyle w:val="TabNumeri"/>
            </w:pPr>
            <w:r w:rsidRPr="00280330">
              <w:t>1,4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694152AC" w14:textId="77777777" w:rsidR="00745F38" w:rsidRPr="00BA61A9" w:rsidRDefault="00745F38" w:rsidP="00745F38">
            <w:pPr>
              <w:pStyle w:val="TabNumeri"/>
            </w:pPr>
            <w:r w:rsidRPr="00280330">
              <w:t>-4,1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0A0D7F3B" w14:textId="77777777" w:rsidR="00745F38" w:rsidRPr="00BA61A9" w:rsidRDefault="00745F38" w:rsidP="00745F38">
            <w:pPr>
              <w:pStyle w:val="TabNumeri"/>
            </w:pPr>
            <w:r w:rsidRPr="00280330">
              <w:t>3,0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42D6BFBE" w14:textId="77777777" w:rsidR="00745F38" w:rsidRPr="00565219" w:rsidRDefault="00745F38" w:rsidP="00745F38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4386B689" w14:textId="77777777" w:rsidR="00745F38" w:rsidRPr="00565219" w:rsidRDefault="00745F38" w:rsidP="00745F38">
            <w:pPr>
              <w:pStyle w:val="TabEtichette"/>
            </w:pPr>
            <w:r w:rsidRPr="00565219">
              <w:t xml:space="preserve">  Francia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22158FCC" w14:textId="77777777" w:rsidR="00745F38" w:rsidRPr="003F1AC0" w:rsidRDefault="00745F38" w:rsidP="00745F38">
            <w:pPr>
              <w:pStyle w:val="TabNumeri"/>
            </w:pPr>
            <w:r w:rsidRPr="00E76E7B">
              <w:t>1,5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303A3969" w14:textId="77777777" w:rsidR="00745F38" w:rsidRPr="003F1AC0" w:rsidRDefault="00745F38" w:rsidP="00745F38">
            <w:pPr>
              <w:pStyle w:val="TabNumeri"/>
            </w:pPr>
            <w:r w:rsidRPr="00E76E7B">
              <w:t>-9,8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44B942BE" w14:textId="77777777" w:rsidR="00745F38" w:rsidRPr="003F1AC0" w:rsidRDefault="00745F38" w:rsidP="00745F38">
            <w:pPr>
              <w:pStyle w:val="TabNumeri"/>
            </w:pPr>
            <w:r w:rsidRPr="00E76E7B">
              <w:t>6,0</w:t>
            </w:r>
          </w:p>
        </w:tc>
      </w:tr>
      <w:tr w:rsidR="00745F38" w:rsidRPr="00BC2A0C" w14:paraId="3E272CE0" w14:textId="77777777" w:rsidTr="00745F38">
        <w:trPr>
          <w:cantSplit/>
          <w:trHeight w:val="255"/>
        </w:trPr>
        <w:tc>
          <w:tcPr>
            <w:tcW w:w="3402" w:type="dxa"/>
          </w:tcPr>
          <w:p w14:paraId="136EF8C3" w14:textId="77777777" w:rsidR="00745F38" w:rsidRPr="00C21B51" w:rsidRDefault="00745F38" w:rsidP="00745F38">
            <w:pPr>
              <w:pStyle w:val="TabEtichette"/>
            </w:pPr>
            <w:r w:rsidRPr="00C21B51">
              <w:t xml:space="preserve">  Africa Sub-Sahariana</w:t>
            </w:r>
          </w:p>
        </w:tc>
        <w:tc>
          <w:tcPr>
            <w:tcW w:w="510" w:type="dxa"/>
          </w:tcPr>
          <w:p w14:paraId="234A1C38" w14:textId="77777777" w:rsidR="00745F38" w:rsidRPr="00BA61A9" w:rsidRDefault="00745F38" w:rsidP="00745F38">
            <w:pPr>
              <w:pStyle w:val="TabNumeri"/>
            </w:pPr>
            <w:r w:rsidRPr="00280330">
              <w:t>3,2</w:t>
            </w:r>
          </w:p>
        </w:tc>
        <w:tc>
          <w:tcPr>
            <w:tcW w:w="510" w:type="dxa"/>
          </w:tcPr>
          <w:p w14:paraId="6D295FD7" w14:textId="77777777" w:rsidR="00745F38" w:rsidRPr="00BA61A9" w:rsidRDefault="00745F38" w:rsidP="00745F38">
            <w:pPr>
              <w:pStyle w:val="TabNumeri"/>
            </w:pPr>
            <w:r w:rsidRPr="00280330">
              <w:t>-3,0</w:t>
            </w:r>
          </w:p>
        </w:tc>
        <w:tc>
          <w:tcPr>
            <w:tcW w:w="510" w:type="dxa"/>
          </w:tcPr>
          <w:p w14:paraId="674EB097" w14:textId="77777777" w:rsidR="00745F38" w:rsidRPr="00BA61A9" w:rsidRDefault="00745F38" w:rsidP="00745F38">
            <w:pPr>
              <w:pStyle w:val="TabNumeri"/>
            </w:pPr>
            <w:r w:rsidRPr="00280330">
              <w:t>3,1</w:t>
            </w:r>
          </w:p>
        </w:tc>
        <w:tc>
          <w:tcPr>
            <w:tcW w:w="340" w:type="dxa"/>
          </w:tcPr>
          <w:p w14:paraId="50D989DD" w14:textId="77777777" w:rsidR="00745F38" w:rsidRPr="00565219" w:rsidRDefault="00745F38" w:rsidP="00745F38">
            <w:pPr>
              <w:pStyle w:val="TabEtichette"/>
            </w:pPr>
          </w:p>
        </w:tc>
        <w:tc>
          <w:tcPr>
            <w:tcW w:w="2552" w:type="dxa"/>
          </w:tcPr>
          <w:p w14:paraId="448ACA89" w14:textId="77777777" w:rsidR="00745F38" w:rsidRPr="00565219" w:rsidRDefault="00745F38" w:rsidP="00745F38">
            <w:pPr>
              <w:pStyle w:val="TabEtichette"/>
            </w:pPr>
            <w:r w:rsidRPr="00565219">
              <w:t>Russia</w:t>
            </w:r>
          </w:p>
        </w:tc>
        <w:tc>
          <w:tcPr>
            <w:tcW w:w="510" w:type="dxa"/>
          </w:tcPr>
          <w:p w14:paraId="1B88CF26" w14:textId="77777777" w:rsidR="00745F38" w:rsidRPr="003F1AC0" w:rsidRDefault="00745F38" w:rsidP="00745F38">
            <w:pPr>
              <w:pStyle w:val="TabNumeri"/>
            </w:pPr>
            <w:r w:rsidRPr="00E76E7B">
              <w:t>1,3</w:t>
            </w:r>
          </w:p>
        </w:tc>
        <w:tc>
          <w:tcPr>
            <w:tcW w:w="510" w:type="dxa"/>
          </w:tcPr>
          <w:p w14:paraId="6A7FB56D" w14:textId="77777777" w:rsidR="00745F38" w:rsidRPr="003F1AC0" w:rsidRDefault="00745F38" w:rsidP="00745F38">
            <w:pPr>
              <w:pStyle w:val="TabNumeri"/>
            </w:pPr>
            <w:r w:rsidRPr="00E76E7B">
              <w:t>-4,1</w:t>
            </w:r>
          </w:p>
        </w:tc>
        <w:tc>
          <w:tcPr>
            <w:tcW w:w="514" w:type="dxa"/>
          </w:tcPr>
          <w:p w14:paraId="40600185" w14:textId="77777777" w:rsidR="00745F38" w:rsidRPr="003F1AC0" w:rsidRDefault="00745F38" w:rsidP="00745F38">
            <w:pPr>
              <w:pStyle w:val="TabNumeri"/>
            </w:pPr>
            <w:r w:rsidRPr="00E76E7B">
              <w:t>2,8</w:t>
            </w:r>
          </w:p>
        </w:tc>
      </w:tr>
      <w:tr w:rsidR="00745F38" w:rsidRPr="00BC2A0C" w14:paraId="012BD5B1" w14:textId="77777777" w:rsidTr="00745F38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7FF153E1" w14:textId="77777777" w:rsidR="00745F38" w:rsidRPr="00C21B51" w:rsidRDefault="00745F38" w:rsidP="00745F38">
            <w:pPr>
              <w:pStyle w:val="TabEtichette"/>
            </w:pPr>
            <w:r w:rsidRPr="00C21B51">
              <w:t xml:space="preserve">  America Latina e Caraibi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682BDC04" w14:textId="77777777" w:rsidR="00745F38" w:rsidRPr="00BA61A9" w:rsidRDefault="00745F38" w:rsidP="00745F38">
            <w:pPr>
              <w:pStyle w:val="TabNumeri"/>
            </w:pPr>
            <w:r w:rsidRPr="00280330">
              <w:t>0,0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75A47A43" w14:textId="77777777" w:rsidR="00745F38" w:rsidRPr="00BA61A9" w:rsidRDefault="00745F38" w:rsidP="00745F38">
            <w:pPr>
              <w:pStyle w:val="TabNumeri"/>
            </w:pPr>
            <w:r w:rsidRPr="00280330">
              <w:t>-8,1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41F3635C" w14:textId="77777777" w:rsidR="00745F38" w:rsidRDefault="00745F38" w:rsidP="00745F38">
            <w:pPr>
              <w:pStyle w:val="TabNumeri"/>
            </w:pPr>
            <w:r w:rsidRPr="00280330">
              <w:t>3,6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3137A68D" w14:textId="77777777" w:rsidR="00745F38" w:rsidRPr="00565219" w:rsidRDefault="00745F38" w:rsidP="00745F38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3EFD38CD" w14:textId="77777777" w:rsidR="00745F38" w:rsidRPr="00565219" w:rsidRDefault="00745F38" w:rsidP="00745F38">
            <w:pPr>
              <w:pStyle w:val="TabEtichette"/>
            </w:pPr>
            <w:r w:rsidRPr="00565219">
              <w:t>India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1378F88D" w14:textId="77777777" w:rsidR="00745F38" w:rsidRPr="003F1AC0" w:rsidRDefault="00745F38" w:rsidP="00745F38">
            <w:pPr>
              <w:pStyle w:val="TabNumeri"/>
            </w:pPr>
            <w:r w:rsidRPr="00E76E7B">
              <w:t>4,2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22E3F82A" w14:textId="77777777" w:rsidR="00745F38" w:rsidRPr="003F1AC0" w:rsidRDefault="00745F38" w:rsidP="00745F38">
            <w:pPr>
              <w:pStyle w:val="TabNumeri"/>
            </w:pPr>
            <w:r w:rsidRPr="00E76E7B">
              <w:t>-10,3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1EB42CEA" w14:textId="77777777" w:rsidR="00745F38" w:rsidRPr="003F1AC0" w:rsidRDefault="00745F38" w:rsidP="00745F38">
            <w:pPr>
              <w:pStyle w:val="TabNumeri"/>
            </w:pPr>
            <w:r w:rsidRPr="00E76E7B">
              <w:t>8,8</w:t>
            </w:r>
          </w:p>
        </w:tc>
      </w:tr>
      <w:tr w:rsidR="00745F38" w:rsidRPr="00BC2A0C" w14:paraId="2A75551A" w14:textId="77777777" w:rsidTr="00745F38">
        <w:trPr>
          <w:cantSplit/>
          <w:trHeight w:val="255"/>
        </w:trPr>
        <w:tc>
          <w:tcPr>
            <w:tcW w:w="3402" w:type="dxa"/>
          </w:tcPr>
          <w:p w14:paraId="09B1A220" w14:textId="77777777" w:rsidR="00745F38" w:rsidRPr="00565219" w:rsidRDefault="00745F38" w:rsidP="00745F38">
            <w:pPr>
              <w:pStyle w:val="TabEtichette"/>
            </w:pPr>
          </w:p>
        </w:tc>
        <w:tc>
          <w:tcPr>
            <w:tcW w:w="510" w:type="dxa"/>
          </w:tcPr>
          <w:p w14:paraId="7EA5494A" w14:textId="77777777" w:rsidR="00745F38" w:rsidRPr="00565219" w:rsidRDefault="00745F38" w:rsidP="00745F38">
            <w:pPr>
              <w:pStyle w:val="TabNumeri"/>
            </w:pPr>
          </w:p>
        </w:tc>
        <w:tc>
          <w:tcPr>
            <w:tcW w:w="510" w:type="dxa"/>
          </w:tcPr>
          <w:p w14:paraId="25F992E9" w14:textId="77777777" w:rsidR="00745F38" w:rsidRPr="00565219" w:rsidRDefault="00745F38" w:rsidP="00745F38">
            <w:pPr>
              <w:pStyle w:val="TabNumeri"/>
            </w:pPr>
          </w:p>
        </w:tc>
        <w:tc>
          <w:tcPr>
            <w:tcW w:w="510" w:type="dxa"/>
          </w:tcPr>
          <w:p w14:paraId="7285A99E" w14:textId="77777777" w:rsidR="00745F38" w:rsidRPr="00565219" w:rsidRDefault="00745F38" w:rsidP="00745F38">
            <w:pPr>
              <w:pStyle w:val="TabNumeri"/>
            </w:pPr>
          </w:p>
        </w:tc>
        <w:tc>
          <w:tcPr>
            <w:tcW w:w="340" w:type="dxa"/>
          </w:tcPr>
          <w:p w14:paraId="0CC8FC5A" w14:textId="77777777" w:rsidR="00745F38" w:rsidRPr="00565219" w:rsidRDefault="00745F38" w:rsidP="00745F38">
            <w:pPr>
              <w:pStyle w:val="TabEtichette"/>
            </w:pPr>
          </w:p>
        </w:tc>
        <w:tc>
          <w:tcPr>
            <w:tcW w:w="2552" w:type="dxa"/>
          </w:tcPr>
          <w:p w14:paraId="1585B62E" w14:textId="77777777" w:rsidR="00745F38" w:rsidRPr="00565219" w:rsidRDefault="00745F38" w:rsidP="00745F38">
            <w:pPr>
              <w:pStyle w:val="TabEtichette"/>
            </w:pPr>
            <w:r w:rsidRPr="00565219">
              <w:t>Brasile</w:t>
            </w:r>
          </w:p>
        </w:tc>
        <w:tc>
          <w:tcPr>
            <w:tcW w:w="510" w:type="dxa"/>
          </w:tcPr>
          <w:p w14:paraId="45AAC001" w14:textId="77777777" w:rsidR="00745F38" w:rsidRPr="003F1AC0" w:rsidRDefault="00745F38" w:rsidP="00745F38">
            <w:pPr>
              <w:pStyle w:val="TabNumeri"/>
            </w:pPr>
            <w:r w:rsidRPr="00E76E7B">
              <w:t>1,1</w:t>
            </w:r>
          </w:p>
        </w:tc>
        <w:tc>
          <w:tcPr>
            <w:tcW w:w="510" w:type="dxa"/>
          </w:tcPr>
          <w:p w14:paraId="4294B02B" w14:textId="77777777" w:rsidR="00745F38" w:rsidRPr="003F1AC0" w:rsidRDefault="00745F38" w:rsidP="00745F38">
            <w:pPr>
              <w:pStyle w:val="TabNumeri"/>
            </w:pPr>
            <w:r w:rsidRPr="00E76E7B">
              <w:t>-5,8</w:t>
            </w:r>
          </w:p>
        </w:tc>
        <w:tc>
          <w:tcPr>
            <w:tcW w:w="514" w:type="dxa"/>
          </w:tcPr>
          <w:p w14:paraId="5D37383D" w14:textId="77777777" w:rsidR="00745F38" w:rsidRPr="003F1AC0" w:rsidRDefault="00745F38" w:rsidP="00745F38">
            <w:pPr>
              <w:pStyle w:val="TabNumeri"/>
            </w:pPr>
            <w:r w:rsidRPr="00E76E7B">
              <w:t>2,8</w:t>
            </w:r>
          </w:p>
        </w:tc>
      </w:tr>
      <w:tr w:rsidR="00745F38" w:rsidRPr="00BC2A0C" w14:paraId="32ADE90E" w14:textId="77777777" w:rsidTr="00745F38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724E9139" w14:textId="77777777" w:rsidR="00745F38" w:rsidRPr="00565219" w:rsidRDefault="00745F38" w:rsidP="00745F38">
            <w:pPr>
              <w:pStyle w:val="TabEtichette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4B261C2F" w14:textId="77777777" w:rsidR="00745F38" w:rsidRPr="00565219" w:rsidRDefault="00745F38" w:rsidP="00745F38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1014273F" w14:textId="77777777" w:rsidR="00745F38" w:rsidRPr="00565219" w:rsidRDefault="00745F38" w:rsidP="00745F38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70324C23" w14:textId="77777777" w:rsidR="00745F38" w:rsidRPr="00565219" w:rsidRDefault="00745F38" w:rsidP="00745F38">
            <w:pPr>
              <w:pStyle w:val="TabNumeri"/>
            </w:pPr>
          </w:p>
        </w:tc>
        <w:tc>
          <w:tcPr>
            <w:tcW w:w="340" w:type="dxa"/>
            <w:shd w:val="clear" w:color="auto" w:fill="F2F2F2" w:themeFill="background1" w:themeFillShade="F2"/>
          </w:tcPr>
          <w:p w14:paraId="549FDA04" w14:textId="77777777" w:rsidR="00745F38" w:rsidRPr="00565219" w:rsidRDefault="00745F38" w:rsidP="00745F38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137BBCAC" w14:textId="77777777" w:rsidR="00745F38" w:rsidRPr="00565219" w:rsidRDefault="00745F38" w:rsidP="00745F38">
            <w:pPr>
              <w:pStyle w:val="TabEtichette"/>
            </w:pPr>
            <w:r w:rsidRPr="00565219">
              <w:t>Messico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0D01D792" w14:textId="77777777" w:rsidR="00745F38" w:rsidRPr="003F1AC0" w:rsidRDefault="00745F38" w:rsidP="00745F38">
            <w:pPr>
              <w:pStyle w:val="TabNumeri"/>
            </w:pPr>
            <w:r w:rsidRPr="00E76E7B">
              <w:t>-0,3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1AB7C1A6" w14:textId="77777777" w:rsidR="00745F38" w:rsidRPr="003F1AC0" w:rsidRDefault="00745F38" w:rsidP="00745F38">
            <w:pPr>
              <w:pStyle w:val="TabNumeri"/>
            </w:pPr>
            <w:r w:rsidRPr="00E76E7B">
              <w:t>-9,0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168CCD55" w14:textId="77777777" w:rsidR="00745F38" w:rsidRDefault="00745F38" w:rsidP="00745F38">
            <w:pPr>
              <w:pStyle w:val="TabNumeri"/>
            </w:pPr>
            <w:r w:rsidRPr="00E76E7B">
              <w:t>3,5</w:t>
            </w:r>
          </w:p>
        </w:tc>
      </w:tr>
      <w:tr w:rsidR="00745F38" w:rsidRPr="00BC2A0C" w14:paraId="2E744CC3" w14:textId="77777777" w:rsidTr="00745F38">
        <w:trPr>
          <w:cantSplit/>
          <w:trHeight w:val="255"/>
        </w:trPr>
        <w:tc>
          <w:tcPr>
            <w:tcW w:w="9358" w:type="dxa"/>
            <w:gridSpan w:val="9"/>
          </w:tcPr>
          <w:p w14:paraId="54D29A3F" w14:textId="77777777" w:rsidR="00745F38" w:rsidRPr="00565219" w:rsidRDefault="00745F38" w:rsidP="00745F38">
            <w:pPr>
              <w:pStyle w:val="TabIntestaSup"/>
            </w:pPr>
            <w:r w:rsidRPr="00565219">
              <w:t>Commercio mondiale</w:t>
            </w:r>
          </w:p>
        </w:tc>
      </w:tr>
      <w:tr w:rsidR="00745F38" w:rsidRPr="00BC2A0C" w14:paraId="09540850" w14:textId="77777777" w:rsidTr="00745F38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3EB1A191" w14:textId="77777777" w:rsidR="00745F38" w:rsidRPr="00565219" w:rsidRDefault="00745F38" w:rsidP="00745F38">
            <w:pPr>
              <w:pStyle w:val="TabEtichette"/>
            </w:pPr>
            <w:r w:rsidRPr="00565219">
              <w:t>Commercio mondiale(c)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3F901184" w14:textId="77777777" w:rsidR="00745F38" w:rsidRPr="00AD3B7F" w:rsidRDefault="00745F38" w:rsidP="00745F38">
            <w:pPr>
              <w:pStyle w:val="TabNumeri"/>
            </w:pPr>
            <w:r w:rsidRPr="009C4851">
              <w:t>1,0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14FCC6A1" w14:textId="77777777" w:rsidR="00745F38" w:rsidRPr="00AD3B7F" w:rsidRDefault="00745F38" w:rsidP="00745F38">
            <w:pPr>
              <w:pStyle w:val="TabNumeri"/>
            </w:pPr>
            <w:r w:rsidRPr="009C4851">
              <w:t>-10,4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405CC184" w14:textId="77777777" w:rsidR="00745F38" w:rsidRPr="00AD3B7F" w:rsidRDefault="00745F38" w:rsidP="00745F38">
            <w:pPr>
              <w:pStyle w:val="TabNumeri"/>
            </w:pPr>
            <w:r w:rsidRPr="009C4851">
              <w:t>8,3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4178B32E" w14:textId="77777777" w:rsidR="00745F38" w:rsidRPr="00565219" w:rsidRDefault="00745F38" w:rsidP="00745F38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4E7EB776" w14:textId="77777777" w:rsidR="00745F38" w:rsidRPr="00565219" w:rsidRDefault="00745F38" w:rsidP="00745F38">
            <w:pPr>
              <w:pStyle w:val="TabEtichette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6E511C35" w14:textId="77777777" w:rsidR="00745F38" w:rsidRPr="00565219" w:rsidRDefault="00745F38" w:rsidP="00745F38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38B3FE23" w14:textId="77777777" w:rsidR="00745F38" w:rsidRPr="00565219" w:rsidRDefault="00745F38" w:rsidP="00745F38">
            <w:pPr>
              <w:pStyle w:val="TabNumeri"/>
            </w:pPr>
          </w:p>
        </w:tc>
        <w:tc>
          <w:tcPr>
            <w:tcW w:w="514" w:type="dxa"/>
            <w:shd w:val="clear" w:color="auto" w:fill="F2F2F2" w:themeFill="background1" w:themeFillShade="F2"/>
          </w:tcPr>
          <w:p w14:paraId="6C29594E" w14:textId="77777777" w:rsidR="00745F38" w:rsidRPr="00565219" w:rsidRDefault="00745F38" w:rsidP="00745F38">
            <w:pPr>
              <w:pStyle w:val="TabNumeri"/>
            </w:pPr>
          </w:p>
        </w:tc>
      </w:tr>
      <w:tr w:rsidR="00745F38" w:rsidRPr="00BC2A0C" w14:paraId="1CEB85D1" w14:textId="77777777" w:rsidTr="00745F38">
        <w:trPr>
          <w:cantSplit/>
          <w:trHeight w:val="255"/>
        </w:trPr>
        <w:tc>
          <w:tcPr>
            <w:tcW w:w="3402" w:type="dxa"/>
          </w:tcPr>
          <w:p w14:paraId="77CFAC04" w14:textId="77777777" w:rsidR="00745F38" w:rsidRPr="00565219" w:rsidRDefault="00745F38" w:rsidP="00745F38">
            <w:pPr>
              <w:pStyle w:val="TabEtichette"/>
            </w:pPr>
            <w:r w:rsidRPr="00565219">
              <w:t>Importazioni</w:t>
            </w:r>
          </w:p>
        </w:tc>
        <w:tc>
          <w:tcPr>
            <w:tcW w:w="510" w:type="dxa"/>
          </w:tcPr>
          <w:p w14:paraId="7507162D" w14:textId="77777777" w:rsidR="00745F38" w:rsidRPr="00AD3B7F" w:rsidRDefault="00745F38" w:rsidP="00745F38">
            <w:pPr>
              <w:pStyle w:val="TabNumeri"/>
            </w:pPr>
          </w:p>
        </w:tc>
        <w:tc>
          <w:tcPr>
            <w:tcW w:w="510" w:type="dxa"/>
          </w:tcPr>
          <w:p w14:paraId="2BEABEF3" w14:textId="77777777" w:rsidR="00745F38" w:rsidRPr="00AD3B7F" w:rsidRDefault="00745F38" w:rsidP="00745F38">
            <w:pPr>
              <w:pStyle w:val="TabNumeri"/>
            </w:pPr>
          </w:p>
        </w:tc>
        <w:tc>
          <w:tcPr>
            <w:tcW w:w="510" w:type="dxa"/>
          </w:tcPr>
          <w:p w14:paraId="67AC3AD4" w14:textId="77777777" w:rsidR="00745F38" w:rsidRPr="00AD3B7F" w:rsidRDefault="00745F38" w:rsidP="00745F38">
            <w:pPr>
              <w:pStyle w:val="TabNumeri"/>
            </w:pPr>
          </w:p>
        </w:tc>
        <w:tc>
          <w:tcPr>
            <w:tcW w:w="340" w:type="dxa"/>
          </w:tcPr>
          <w:p w14:paraId="5559CCF4" w14:textId="77777777" w:rsidR="00745F38" w:rsidRPr="00565219" w:rsidRDefault="00745F38" w:rsidP="00745F38">
            <w:pPr>
              <w:pStyle w:val="TabEtichette"/>
            </w:pPr>
          </w:p>
        </w:tc>
        <w:tc>
          <w:tcPr>
            <w:tcW w:w="2552" w:type="dxa"/>
          </w:tcPr>
          <w:p w14:paraId="711882BB" w14:textId="77777777" w:rsidR="00745F38" w:rsidRPr="00565219" w:rsidRDefault="00745F38" w:rsidP="00745F38">
            <w:pPr>
              <w:pStyle w:val="TabEtichette"/>
            </w:pPr>
            <w:r w:rsidRPr="00565219">
              <w:t>Esportazioni</w:t>
            </w:r>
          </w:p>
        </w:tc>
        <w:tc>
          <w:tcPr>
            <w:tcW w:w="510" w:type="dxa"/>
          </w:tcPr>
          <w:p w14:paraId="545C34D2" w14:textId="77777777" w:rsidR="00745F38" w:rsidRPr="00565219" w:rsidRDefault="00745F38" w:rsidP="00745F38">
            <w:pPr>
              <w:pStyle w:val="TabNumeri"/>
            </w:pPr>
          </w:p>
        </w:tc>
        <w:tc>
          <w:tcPr>
            <w:tcW w:w="510" w:type="dxa"/>
          </w:tcPr>
          <w:p w14:paraId="706343EA" w14:textId="77777777" w:rsidR="00745F38" w:rsidRPr="00565219" w:rsidRDefault="00745F38" w:rsidP="00745F38">
            <w:pPr>
              <w:pStyle w:val="TabNumeri"/>
            </w:pPr>
          </w:p>
        </w:tc>
        <w:tc>
          <w:tcPr>
            <w:tcW w:w="514" w:type="dxa"/>
          </w:tcPr>
          <w:p w14:paraId="2B3149DE" w14:textId="77777777" w:rsidR="00745F38" w:rsidRPr="00565219" w:rsidRDefault="00745F38" w:rsidP="00745F38">
            <w:pPr>
              <w:pStyle w:val="TabNumeri"/>
            </w:pPr>
          </w:p>
        </w:tc>
      </w:tr>
      <w:tr w:rsidR="00745F38" w:rsidRPr="00BC2A0C" w14:paraId="28B474C7" w14:textId="77777777" w:rsidTr="00745F38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1279774C" w14:textId="77777777" w:rsidR="00745F38" w:rsidRPr="00565219" w:rsidRDefault="00745F38" w:rsidP="00745F38">
            <w:pPr>
              <w:pStyle w:val="TabEtichette"/>
            </w:pPr>
            <w:r w:rsidRPr="00565219">
              <w:t xml:space="preserve">  Economie avanzate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8E26651" w14:textId="77777777" w:rsidR="00745F38" w:rsidRPr="00AD3B7F" w:rsidRDefault="00745F38" w:rsidP="00745F38">
            <w:pPr>
              <w:pStyle w:val="TabNumeri"/>
            </w:pPr>
            <w:r w:rsidRPr="009C4851">
              <w:t>1,7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007C04C0" w14:textId="77777777" w:rsidR="00745F38" w:rsidRPr="00AD3B7F" w:rsidRDefault="00745F38" w:rsidP="00745F38">
            <w:pPr>
              <w:pStyle w:val="TabNumeri"/>
            </w:pPr>
            <w:r w:rsidRPr="009C4851">
              <w:t>-11,5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30CEECA1" w14:textId="77777777" w:rsidR="00745F38" w:rsidRPr="00AD3B7F" w:rsidRDefault="00745F38" w:rsidP="00745F38">
            <w:pPr>
              <w:pStyle w:val="TabNumeri"/>
            </w:pPr>
            <w:r w:rsidRPr="009C4851">
              <w:t>7,3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0D589CC8" w14:textId="77777777" w:rsidR="00745F38" w:rsidRPr="00565219" w:rsidRDefault="00745F38" w:rsidP="00745F38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1B835DCB" w14:textId="77777777" w:rsidR="00745F38" w:rsidRPr="00565219" w:rsidRDefault="00745F38" w:rsidP="00745F38">
            <w:pPr>
              <w:pStyle w:val="TabEtichette"/>
            </w:pPr>
            <w:r w:rsidRPr="00565219">
              <w:t xml:space="preserve">  Economie avanzate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19B1E843" w14:textId="77777777" w:rsidR="00745F38" w:rsidRPr="00A449F6" w:rsidRDefault="00745F38" w:rsidP="00745F38">
            <w:pPr>
              <w:pStyle w:val="TabNumeri"/>
            </w:pPr>
            <w:r w:rsidRPr="00D77BE5">
              <w:t>1,3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9281450" w14:textId="77777777" w:rsidR="00745F38" w:rsidRPr="00A449F6" w:rsidRDefault="00745F38" w:rsidP="00745F38">
            <w:pPr>
              <w:pStyle w:val="TabNumeri"/>
            </w:pPr>
            <w:r w:rsidRPr="00D77BE5">
              <w:t>-11,6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71A02B92" w14:textId="77777777" w:rsidR="00745F38" w:rsidRPr="00A449F6" w:rsidRDefault="00745F38" w:rsidP="00745F38">
            <w:pPr>
              <w:pStyle w:val="TabNumeri"/>
            </w:pPr>
            <w:r w:rsidRPr="00D77BE5">
              <w:t>7,0</w:t>
            </w:r>
          </w:p>
        </w:tc>
      </w:tr>
      <w:tr w:rsidR="00745F38" w:rsidRPr="00BC2A0C" w14:paraId="29C253AE" w14:textId="77777777" w:rsidTr="00745F38">
        <w:trPr>
          <w:cantSplit/>
          <w:trHeight w:val="255"/>
        </w:trPr>
        <w:tc>
          <w:tcPr>
            <w:tcW w:w="3402" w:type="dxa"/>
          </w:tcPr>
          <w:p w14:paraId="2DF0D022" w14:textId="77777777" w:rsidR="00745F38" w:rsidRPr="00565219" w:rsidRDefault="00745F38" w:rsidP="00745F38">
            <w:pPr>
              <w:pStyle w:val="TabEtichette"/>
            </w:pPr>
            <w:r w:rsidRPr="00565219">
              <w:t xml:space="preserve">  Economie emergenti e in sviluppo</w:t>
            </w:r>
          </w:p>
        </w:tc>
        <w:tc>
          <w:tcPr>
            <w:tcW w:w="510" w:type="dxa"/>
          </w:tcPr>
          <w:p w14:paraId="0A6D7A07" w14:textId="77777777" w:rsidR="00745F38" w:rsidRPr="00AD3B7F" w:rsidRDefault="00745F38" w:rsidP="00745F38">
            <w:pPr>
              <w:pStyle w:val="TabNumeri"/>
            </w:pPr>
            <w:r w:rsidRPr="009C4851">
              <w:t>-0,6</w:t>
            </w:r>
          </w:p>
        </w:tc>
        <w:tc>
          <w:tcPr>
            <w:tcW w:w="510" w:type="dxa"/>
          </w:tcPr>
          <w:p w14:paraId="24EF1192" w14:textId="77777777" w:rsidR="00745F38" w:rsidRPr="00AD3B7F" w:rsidRDefault="00745F38" w:rsidP="00745F38">
            <w:pPr>
              <w:pStyle w:val="TabNumeri"/>
            </w:pPr>
            <w:r w:rsidRPr="009C4851">
              <w:t>-9,4</w:t>
            </w:r>
          </w:p>
        </w:tc>
        <w:tc>
          <w:tcPr>
            <w:tcW w:w="510" w:type="dxa"/>
          </w:tcPr>
          <w:p w14:paraId="0281DC45" w14:textId="77777777" w:rsidR="00745F38" w:rsidRDefault="00745F38" w:rsidP="00745F38">
            <w:pPr>
              <w:pStyle w:val="TabNumeri"/>
            </w:pPr>
            <w:r w:rsidRPr="009C4851">
              <w:t>11,0</w:t>
            </w:r>
          </w:p>
        </w:tc>
        <w:tc>
          <w:tcPr>
            <w:tcW w:w="340" w:type="dxa"/>
          </w:tcPr>
          <w:p w14:paraId="4AEBE875" w14:textId="77777777" w:rsidR="00745F38" w:rsidRPr="00565219" w:rsidRDefault="00745F38" w:rsidP="00745F38">
            <w:pPr>
              <w:pStyle w:val="TabEtichette"/>
            </w:pPr>
          </w:p>
        </w:tc>
        <w:tc>
          <w:tcPr>
            <w:tcW w:w="2552" w:type="dxa"/>
          </w:tcPr>
          <w:p w14:paraId="57419C7C" w14:textId="77777777" w:rsidR="00745F38" w:rsidRPr="00565219" w:rsidRDefault="00745F38" w:rsidP="00745F38">
            <w:pPr>
              <w:pStyle w:val="TabEtichette"/>
            </w:pPr>
            <w:r w:rsidRPr="00565219">
              <w:t xml:space="preserve">  Economie emergenti e in sviluppo</w:t>
            </w:r>
          </w:p>
        </w:tc>
        <w:tc>
          <w:tcPr>
            <w:tcW w:w="510" w:type="dxa"/>
          </w:tcPr>
          <w:p w14:paraId="0B1D1293" w14:textId="77777777" w:rsidR="00745F38" w:rsidRPr="00A449F6" w:rsidRDefault="00745F38" w:rsidP="00745F38">
            <w:pPr>
              <w:pStyle w:val="TabNumeri"/>
            </w:pPr>
            <w:r w:rsidRPr="00D77BE5">
              <w:t>0,9</w:t>
            </w:r>
          </w:p>
        </w:tc>
        <w:tc>
          <w:tcPr>
            <w:tcW w:w="510" w:type="dxa"/>
          </w:tcPr>
          <w:p w14:paraId="755E367D" w14:textId="77777777" w:rsidR="00745F38" w:rsidRPr="00A449F6" w:rsidRDefault="00745F38" w:rsidP="00745F38">
            <w:pPr>
              <w:pStyle w:val="TabNumeri"/>
            </w:pPr>
            <w:r w:rsidRPr="00D77BE5">
              <w:t>-7,7</w:t>
            </w:r>
          </w:p>
        </w:tc>
        <w:tc>
          <w:tcPr>
            <w:tcW w:w="514" w:type="dxa"/>
          </w:tcPr>
          <w:p w14:paraId="3A5D563E" w14:textId="77777777" w:rsidR="00745F38" w:rsidRDefault="00745F38" w:rsidP="00745F38">
            <w:pPr>
              <w:pStyle w:val="TabNumeri"/>
            </w:pPr>
            <w:r w:rsidRPr="00D77BE5">
              <w:t>9,5</w:t>
            </w:r>
          </w:p>
        </w:tc>
      </w:tr>
      <w:tr w:rsidR="00745F38" w:rsidRPr="00BC2A0C" w14:paraId="688C5E52" w14:textId="77777777" w:rsidTr="00745F38">
        <w:trPr>
          <w:cantSplit/>
          <w:trHeight w:val="255"/>
        </w:trPr>
        <w:tc>
          <w:tcPr>
            <w:tcW w:w="9358" w:type="dxa"/>
            <w:gridSpan w:val="9"/>
            <w:shd w:val="clear" w:color="auto" w:fill="F2F2F2" w:themeFill="background1" w:themeFillShade="F2"/>
          </w:tcPr>
          <w:p w14:paraId="1F10F4CF" w14:textId="77777777" w:rsidR="00745F38" w:rsidRPr="00565219" w:rsidRDefault="00745F38" w:rsidP="00745F38">
            <w:pPr>
              <w:pStyle w:val="TabIntestaSup"/>
            </w:pPr>
            <w:r w:rsidRPr="00565219">
              <w:t>Prezzi</w:t>
            </w:r>
          </w:p>
        </w:tc>
      </w:tr>
      <w:tr w:rsidR="00745F38" w:rsidRPr="00BC2A0C" w14:paraId="555ED7DA" w14:textId="77777777" w:rsidTr="00745F38">
        <w:trPr>
          <w:cantSplit/>
          <w:trHeight w:val="255"/>
        </w:trPr>
        <w:tc>
          <w:tcPr>
            <w:tcW w:w="3402" w:type="dxa"/>
          </w:tcPr>
          <w:p w14:paraId="6C0B67AC" w14:textId="77777777" w:rsidR="00745F38" w:rsidRPr="00565219" w:rsidRDefault="00745F38" w:rsidP="00745F38">
            <w:pPr>
              <w:pStyle w:val="TabEtichette"/>
            </w:pPr>
            <w:r w:rsidRPr="00565219">
              <w:t xml:space="preserve">Prezzi materie prime (in </w:t>
            </w:r>
            <w:proofErr w:type="spellStart"/>
            <w:r w:rsidRPr="00565219">
              <w:t>Usd</w:t>
            </w:r>
            <w:proofErr w:type="spellEnd"/>
            <w:r w:rsidRPr="00565219">
              <w:t>)</w:t>
            </w:r>
          </w:p>
        </w:tc>
        <w:tc>
          <w:tcPr>
            <w:tcW w:w="510" w:type="dxa"/>
          </w:tcPr>
          <w:p w14:paraId="0C95234E" w14:textId="77777777" w:rsidR="00745F38" w:rsidRPr="00565219" w:rsidRDefault="00745F38" w:rsidP="00745F38">
            <w:pPr>
              <w:pStyle w:val="TabNumeri"/>
            </w:pPr>
          </w:p>
        </w:tc>
        <w:tc>
          <w:tcPr>
            <w:tcW w:w="510" w:type="dxa"/>
          </w:tcPr>
          <w:p w14:paraId="50781784" w14:textId="77777777" w:rsidR="00745F38" w:rsidRPr="00565219" w:rsidRDefault="00745F38" w:rsidP="00745F38">
            <w:pPr>
              <w:pStyle w:val="TabNumeri"/>
            </w:pPr>
          </w:p>
        </w:tc>
        <w:tc>
          <w:tcPr>
            <w:tcW w:w="510" w:type="dxa"/>
          </w:tcPr>
          <w:p w14:paraId="2A2AF4ED" w14:textId="77777777" w:rsidR="00745F38" w:rsidRPr="00565219" w:rsidRDefault="00745F38" w:rsidP="00745F38">
            <w:pPr>
              <w:pStyle w:val="TabNumeri"/>
            </w:pPr>
          </w:p>
        </w:tc>
        <w:tc>
          <w:tcPr>
            <w:tcW w:w="340" w:type="dxa"/>
          </w:tcPr>
          <w:p w14:paraId="4D02F6FF" w14:textId="77777777" w:rsidR="00745F38" w:rsidRPr="00565219" w:rsidRDefault="00745F38" w:rsidP="00745F38">
            <w:pPr>
              <w:pStyle w:val="TabEtichette"/>
            </w:pPr>
          </w:p>
        </w:tc>
        <w:tc>
          <w:tcPr>
            <w:tcW w:w="2552" w:type="dxa"/>
          </w:tcPr>
          <w:p w14:paraId="05CA78BF" w14:textId="77777777" w:rsidR="00745F38" w:rsidRPr="00565219" w:rsidRDefault="00745F38" w:rsidP="00745F38">
            <w:pPr>
              <w:pStyle w:val="TabEtichette"/>
            </w:pPr>
            <w:r w:rsidRPr="00565219">
              <w:t>Prezzi al consumo</w:t>
            </w:r>
          </w:p>
        </w:tc>
        <w:tc>
          <w:tcPr>
            <w:tcW w:w="510" w:type="dxa"/>
          </w:tcPr>
          <w:p w14:paraId="4386DE46" w14:textId="77777777" w:rsidR="00745F38" w:rsidRPr="00565219" w:rsidRDefault="00745F38" w:rsidP="00745F38">
            <w:pPr>
              <w:pStyle w:val="TabNumeri"/>
            </w:pPr>
          </w:p>
        </w:tc>
        <w:tc>
          <w:tcPr>
            <w:tcW w:w="510" w:type="dxa"/>
          </w:tcPr>
          <w:p w14:paraId="280A07AF" w14:textId="77777777" w:rsidR="00745F38" w:rsidRPr="00565219" w:rsidRDefault="00745F38" w:rsidP="00745F38">
            <w:pPr>
              <w:pStyle w:val="TabNumeri"/>
            </w:pPr>
          </w:p>
        </w:tc>
        <w:tc>
          <w:tcPr>
            <w:tcW w:w="514" w:type="dxa"/>
          </w:tcPr>
          <w:p w14:paraId="23D59FC4" w14:textId="77777777" w:rsidR="00745F38" w:rsidRPr="00565219" w:rsidRDefault="00745F38" w:rsidP="00745F38">
            <w:pPr>
              <w:pStyle w:val="TabNumeri"/>
            </w:pPr>
          </w:p>
        </w:tc>
      </w:tr>
      <w:tr w:rsidR="00745F38" w:rsidRPr="00BC2A0C" w14:paraId="177E2E62" w14:textId="77777777" w:rsidTr="00745F38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328BA222" w14:textId="77777777" w:rsidR="00745F38" w:rsidRPr="00565219" w:rsidRDefault="00745F38" w:rsidP="00745F38">
            <w:pPr>
              <w:pStyle w:val="TabEtichette"/>
            </w:pPr>
            <w:r w:rsidRPr="00565219">
              <w:t xml:space="preserve"> - Petrolio (d)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31D7C752" w14:textId="77777777" w:rsidR="00745F38" w:rsidRPr="005F79FD" w:rsidRDefault="00745F38" w:rsidP="00745F38">
            <w:pPr>
              <w:pStyle w:val="TabNumeri"/>
            </w:pPr>
            <w:r w:rsidRPr="00C121BF">
              <w:t>-10,2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3E066DE1" w14:textId="77777777" w:rsidR="00745F38" w:rsidRPr="005F79FD" w:rsidRDefault="00745F38" w:rsidP="00745F38">
            <w:pPr>
              <w:pStyle w:val="TabNumeri"/>
            </w:pPr>
            <w:r w:rsidRPr="00C121BF">
              <w:t>-32,1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17B22975" w14:textId="77777777" w:rsidR="00745F38" w:rsidRPr="005F79FD" w:rsidRDefault="00745F38" w:rsidP="00745F38">
            <w:pPr>
              <w:pStyle w:val="TabNumeri"/>
            </w:pPr>
            <w:r w:rsidRPr="00C121BF">
              <w:t>12,0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28ED2361" w14:textId="77777777" w:rsidR="00745F38" w:rsidRPr="00565219" w:rsidRDefault="00745F38" w:rsidP="00745F38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2C730AB8" w14:textId="77777777" w:rsidR="00745F38" w:rsidRPr="00565219" w:rsidRDefault="00745F38" w:rsidP="00745F38">
            <w:pPr>
              <w:pStyle w:val="TabEtichette"/>
            </w:pPr>
            <w:r w:rsidRPr="00565219">
              <w:t xml:space="preserve">  Economie avanzate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46EFD73" w14:textId="77777777" w:rsidR="00745F38" w:rsidRPr="001E31B0" w:rsidRDefault="00745F38" w:rsidP="00745F38">
            <w:pPr>
              <w:pStyle w:val="TabNumeri"/>
            </w:pPr>
            <w:r w:rsidRPr="006171D2">
              <w:t>1,4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40FDFEFE" w14:textId="77777777" w:rsidR="00745F38" w:rsidRPr="001E31B0" w:rsidRDefault="00745F38" w:rsidP="00745F38">
            <w:pPr>
              <w:pStyle w:val="TabNumeri"/>
            </w:pPr>
            <w:r w:rsidRPr="006171D2">
              <w:t>0,8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6B2C246C" w14:textId="77777777" w:rsidR="00745F38" w:rsidRPr="001E31B0" w:rsidRDefault="00745F38" w:rsidP="00745F38">
            <w:pPr>
              <w:pStyle w:val="TabNumeri"/>
            </w:pPr>
            <w:r w:rsidRPr="006171D2">
              <w:t>1,6</w:t>
            </w:r>
          </w:p>
        </w:tc>
      </w:tr>
      <w:tr w:rsidR="00745F38" w:rsidRPr="00BC2A0C" w14:paraId="327ECC55" w14:textId="77777777" w:rsidTr="00745F38">
        <w:trPr>
          <w:cantSplit/>
          <w:trHeight w:val="255"/>
        </w:trPr>
        <w:tc>
          <w:tcPr>
            <w:tcW w:w="3402" w:type="dxa"/>
          </w:tcPr>
          <w:p w14:paraId="5EC635D9" w14:textId="77777777" w:rsidR="00745F38" w:rsidRPr="00565219" w:rsidRDefault="00745F38" w:rsidP="00745F38">
            <w:pPr>
              <w:pStyle w:val="TabEtichette"/>
            </w:pPr>
            <w:r w:rsidRPr="00565219">
              <w:t xml:space="preserve"> - Materie prime non energetiche(e)</w:t>
            </w:r>
          </w:p>
        </w:tc>
        <w:tc>
          <w:tcPr>
            <w:tcW w:w="510" w:type="dxa"/>
          </w:tcPr>
          <w:p w14:paraId="750CB446" w14:textId="77777777" w:rsidR="00745F38" w:rsidRPr="005F79FD" w:rsidRDefault="00745F38" w:rsidP="00745F38">
            <w:pPr>
              <w:pStyle w:val="TabNumeri"/>
            </w:pPr>
            <w:r w:rsidRPr="00C121BF">
              <w:t>0,8</w:t>
            </w:r>
          </w:p>
        </w:tc>
        <w:tc>
          <w:tcPr>
            <w:tcW w:w="510" w:type="dxa"/>
          </w:tcPr>
          <w:p w14:paraId="036CD798" w14:textId="77777777" w:rsidR="00745F38" w:rsidRPr="005F79FD" w:rsidRDefault="00745F38" w:rsidP="00745F38">
            <w:pPr>
              <w:pStyle w:val="TabNumeri"/>
            </w:pPr>
            <w:r w:rsidRPr="00C121BF">
              <w:t>5,6</w:t>
            </w:r>
          </w:p>
        </w:tc>
        <w:tc>
          <w:tcPr>
            <w:tcW w:w="510" w:type="dxa"/>
          </w:tcPr>
          <w:p w14:paraId="0197A6EF" w14:textId="77777777" w:rsidR="00745F38" w:rsidRDefault="00745F38" w:rsidP="00745F38">
            <w:pPr>
              <w:pStyle w:val="TabNumeri"/>
            </w:pPr>
            <w:r w:rsidRPr="00C121BF">
              <w:t>5,1</w:t>
            </w:r>
          </w:p>
        </w:tc>
        <w:tc>
          <w:tcPr>
            <w:tcW w:w="340" w:type="dxa"/>
          </w:tcPr>
          <w:p w14:paraId="31EBC198" w14:textId="77777777" w:rsidR="00745F38" w:rsidRPr="00565219" w:rsidRDefault="00745F38" w:rsidP="00745F38">
            <w:pPr>
              <w:pStyle w:val="TabEtichette"/>
            </w:pPr>
          </w:p>
        </w:tc>
        <w:tc>
          <w:tcPr>
            <w:tcW w:w="2552" w:type="dxa"/>
          </w:tcPr>
          <w:p w14:paraId="3C6EA27C" w14:textId="77777777" w:rsidR="00745F38" w:rsidRPr="00565219" w:rsidRDefault="00745F38" w:rsidP="00745F38">
            <w:pPr>
              <w:pStyle w:val="TabEtichette"/>
            </w:pPr>
            <w:r w:rsidRPr="00565219">
              <w:t xml:space="preserve">  Economie emergenti e in sviluppo</w:t>
            </w:r>
          </w:p>
        </w:tc>
        <w:tc>
          <w:tcPr>
            <w:tcW w:w="510" w:type="dxa"/>
          </w:tcPr>
          <w:p w14:paraId="7B5C5236" w14:textId="77777777" w:rsidR="00745F38" w:rsidRPr="001E31B0" w:rsidRDefault="00745F38" w:rsidP="00745F38">
            <w:pPr>
              <w:pStyle w:val="TabNumeri"/>
            </w:pPr>
            <w:r w:rsidRPr="006171D2">
              <w:t>5,1</w:t>
            </w:r>
          </w:p>
        </w:tc>
        <w:tc>
          <w:tcPr>
            <w:tcW w:w="510" w:type="dxa"/>
          </w:tcPr>
          <w:p w14:paraId="1FCADE00" w14:textId="77777777" w:rsidR="00745F38" w:rsidRPr="001E31B0" w:rsidRDefault="00745F38" w:rsidP="00745F38">
            <w:pPr>
              <w:pStyle w:val="TabNumeri"/>
            </w:pPr>
            <w:r w:rsidRPr="006171D2">
              <w:t>5,0</w:t>
            </w:r>
          </w:p>
        </w:tc>
        <w:tc>
          <w:tcPr>
            <w:tcW w:w="514" w:type="dxa"/>
          </w:tcPr>
          <w:p w14:paraId="44B36D8E" w14:textId="77777777" w:rsidR="00745F38" w:rsidRDefault="00745F38" w:rsidP="00745F38">
            <w:pPr>
              <w:pStyle w:val="TabNumeri"/>
            </w:pPr>
            <w:r w:rsidRPr="006171D2">
              <w:t>4,7</w:t>
            </w:r>
          </w:p>
        </w:tc>
      </w:tr>
      <w:tr w:rsidR="00745F38" w:rsidRPr="00BC2A0C" w14:paraId="37074153" w14:textId="77777777" w:rsidTr="00745F38">
        <w:trPr>
          <w:cantSplit/>
          <w:trHeight w:val="255"/>
        </w:trPr>
        <w:tc>
          <w:tcPr>
            <w:tcW w:w="9358" w:type="dxa"/>
            <w:gridSpan w:val="9"/>
            <w:shd w:val="clear" w:color="auto" w:fill="F2F2F2" w:themeFill="background1" w:themeFillShade="F2"/>
          </w:tcPr>
          <w:p w14:paraId="4571BA5C" w14:textId="77777777" w:rsidR="00745F38" w:rsidRPr="00565219" w:rsidRDefault="00745F38" w:rsidP="00745F38">
            <w:pPr>
              <w:pStyle w:val="TabIntestaSup"/>
            </w:pPr>
            <w:r w:rsidRPr="00565219">
              <w:t>Libor su depositi in (f)</w:t>
            </w:r>
          </w:p>
        </w:tc>
      </w:tr>
      <w:tr w:rsidR="00745F38" w:rsidRPr="00BC2A0C" w14:paraId="7239B64E" w14:textId="77777777" w:rsidTr="00745F38">
        <w:trPr>
          <w:cantSplit/>
          <w:trHeight w:val="255"/>
        </w:trPr>
        <w:tc>
          <w:tcPr>
            <w:tcW w:w="3402" w:type="dxa"/>
            <w:shd w:val="clear" w:color="auto" w:fill="auto"/>
          </w:tcPr>
          <w:p w14:paraId="2C61E831" w14:textId="77777777" w:rsidR="00745F38" w:rsidRPr="00565219" w:rsidRDefault="00745F38" w:rsidP="00745F38">
            <w:pPr>
              <w:pStyle w:val="TabEtichette"/>
            </w:pPr>
            <w:r w:rsidRPr="00565219">
              <w:t>Dollari Usa</w:t>
            </w:r>
          </w:p>
        </w:tc>
        <w:tc>
          <w:tcPr>
            <w:tcW w:w="510" w:type="dxa"/>
            <w:shd w:val="clear" w:color="auto" w:fill="auto"/>
          </w:tcPr>
          <w:p w14:paraId="43156DE0" w14:textId="77777777" w:rsidR="00745F38" w:rsidRPr="006F44B9" w:rsidRDefault="00745F38" w:rsidP="00745F38">
            <w:pPr>
              <w:pStyle w:val="TabNumeri"/>
            </w:pPr>
            <w:r w:rsidRPr="00256A88">
              <w:t>2,3</w:t>
            </w:r>
          </w:p>
        </w:tc>
        <w:tc>
          <w:tcPr>
            <w:tcW w:w="510" w:type="dxa"/>
            <w:shd w:val="clear" w:color="auto" w:fill="auto"/>
          </w:tcPr>
          <w:p w14:paraId="28250E8E" w14:textId="77777777" w:rsidR="00745F38" w:rsidRPr="006F44B9" w:rsidRDefault="00745F38" w:rsidP="00745F38">
            <w:pPr>
              <w:pStyle w:val="TabNumeri"/>
            </w:pPr>
            <w:r w:rsidRPr="00256A88">
              <w:t>0,7</w:t>
            </w:r>
          </w:p>
        </w:tc>
        <w:tc>
          <w:tcPr>
            <w:tcW w:w="510" w:type="dxa"/>
            <w:shd w:val="clear" w:color="auto" w:fill="auto"/>
          </w:tcPr>
          <w:p w14:paraId="30AC31CE" w14:textId="77777777" w:rsidR="00745F38" w:rsidRPr="006F44B9" w:rsidRDefault="00745F38" w:rsidP="00745F38">
            <w:pPr>
              <w:pStyle w:val="TabNumeri"/>
            </w:pPr>
            <w:r w:rsidRPr="00256A88">
              <w:t>0,4</w:t>
            </w:r>
          </w:p>
        </w:tc>
        <w:tc>
          <w:tcPr>
            <w:tcW w:w="340" w:type="dxa"/>
            <w:shd w:val="clear" w:color="auto" w:fill="auto"/>
          </w:tcPr>
          <w:p w14:paraId="58FF8BF8" w14:textId="77777777" w:rsidR="00745F38" w:rsidRPr="00565219" w:rsidRDefault="00745F38" w:rsidP="00745F38">
            <w:pPr>
              <w:pStyle w:val="TabEtichette"/>
            </w:pPr>
          </w:p>
        </w:tc>
        <w:tc>
          <w:tcPr>
            <w:tcW w:w="2552" w:type="dxa"/>
            <w:shd w:val="clear" w:color="auto" w:fill="auto"/>
          </w:tcPr>
          <w:p w14:paraId="5EA984A8" w14:textId="77777777" w:rsidR="00745F38" w:rsidRPr="00565219" w:rsidRDefault="00745F38" w:rsidP="00745F38">
            <w:pPr>
              <w:pStyle w:val="TabEtichette"/>
            </w:pPr>
            <w:r w:rsidRPr="00565219">
              <w:t>Yen</w:t>
            </w:r>
          </w:p>
        </w:tc>
        <w:tc>
          <w:tcPr>
            <w:tcW w:w="510" w:type="dxa"/>
            <w:shd w:val="clear" w:color="auto" w:fill="auto"/>
          </w:tcPr>
          <w:p w14:paraId="2852F986" w14:textId="77777777" w:rsidR="00745F38" w:rsidRPr="00565219" w:rsidRDefault="00745F38" w:rsidP="00745F38">
            <w:pPr>
              <w:pStyle w:val="TabNumeri"/>
            </w:pPr>
            <w:r w:rsidRPr="00565219">
              <w:t>0,0</w:t>
            </w:r>
          </w:p>
        </w:tc>
        <w:tc>
          <w:tcPr>
            <w:tcW w:w="510" w:type="dxa"/>
            <w:shd w:val="clear" w:color="auto" w:fill="auto"/>
          </w:tcPr>
          <w:p w14:paraId="123B5104" w14:textId="77777777" w:rsidR="00745F38" w:rsidRPr="00565219" w:rsidRDefault="00745F38" w:rsidP="00745F38">
            <w:pPr>
              <w:pStyle w:val="TabNumeri"/>
            </w:pPr>
            <w:r w:rsidRPr="00565219">
              <w:t>0,0</w:t>
            </w:r>
          </w:p>
        </w:tc>
        <w:tc>
          <w:tcPr>
            <w:tcW w:w="514" w:type="dxa"/>
            <w:shd w:val="clear" w:color="auto" w:fill="auto"/>
          </w:tcPr>
          <w:p w14:paraId="089FB6EF" w14:textId="77777777" w:rsidR="00745F38" w:rsidRPr="00565219" w:rsidRDefault="00745F38" w:rsidP="00745F38">
            <w:pPr>
              <w:pStyle w:val="TabNumeri"/>
            </w:pPr>
            <w:r>
              <w:t>-</w:t>
            </w:r>
            <w:r w:rsidRPr="00565219">
              <w:t>0,1</w:t>
            </w:r>
          </w:p>
        </w:tc>
      </w:tr>
      <w:tr w:rsidR="00745F38" w:rsidRPr="00BC2A0C" w14:paraId="4EF8ADDB" w14:textId="77777777" w:rsidTr="00745F38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2B13B31E" w14:textId="77777777" w:rsidR="00745F38" w:rsidRPr="00565219" w:rsidRDefault="00745F38" w:rsidP="00745F38">
            <w:pPr>
              <w:pStyle w:val="TabEtichette"/>
            </w:pPr>
            <w:r w:rsidRPr="00565219">
              <w:t>Euro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2DCB4537" w14:textId="77777777" w:rsidR="00745F38" w:rsidRPr="006F44B9" w:rsidRDefault="00745F38" w:rsidP="00745F38">
            <w:pPr>
              <w:pStyle w:val="TabNumeri"/>
            </w:pPr>
            <w:r w:rsidRPr="00256A88">
              <w:t>-0,4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6A2B151C" w14:textId="77777777" w:rsidR="00745F38" w:rsidRPr="006F44B9" w:rsidRDefault="00745F38" w:rsidP="00745F38">
            <w:pPr>
              <w:pStyle w:val="TabNumeri"/>
            </w:pPr>
            <w:r w:rsidRPr="00256A88">
              <w:t>-0,4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11D5D3FA" w14:textId="77777777" w:rsidR="00745F38" w:rsidRDefault="00745F38" w:rsidP="00745F38">
            <w:pPr>
              <w:pStyle w:val="TabNumeri"/>
            </w:pPr>
            <w:r w:rsidRPr="00256A88">
              <w:t>-0,5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5331DA83" w14:textId="77777777" w:rsidR="00745F38" w:rsidRPr="00565219" w:rsidRDefault="00745F38" w:rsidP="00745F38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3A98B260" w14:textId="77777777" w:rsidR="00745F38" w:rsidRPr="00565219" w:rsidRDefault="00745F38" w:rsidP="00745F38">
            <w:pPr>
              <w:pStyle w:val="TabEtichette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0EFFDE1A" w14:textId="77777777" w:rsidR="00745F38" w:rsidRPr="00565219" w:rsidRDefault="00745F38" w:rsidP="00745F38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08F83B07" w14:textId="77777777" w:rsidR="00745F38" w:rsidRPr="00565219" w:rsidRDefault="00745F38" w:rsidP="00745F38">
            <w:pPr>
              <w:pStyle w:val="TabNumeri"/>
            </w:pPr>
          </w:p>
        </w:tc>
        <w:tc>
          <w:tcPr>
            <w:tcW w:w="514" w:type="dxa"/>
            <w:shd w:val="clear" w:color="auto" w:fill="F2F2F2" w:themeFill="background1" w:themeFillShade="F2"/>
          </w:tcPr>
          <w:p w14:paraId="35FD3C22" w14:textId="77777777" w:rsidR="00745F38" w:rsidRPr="00565219" w:rsidRDefault="00745F38" w:rsidP="00745F38">
            <w:pPr>
              <w:pStyle w:val="TabNumeri"/>
            </w:pPr>
          </w:p>
        </w:tc>
      </w:tr>
      <w:tr w:rsidR="00745F38" w:rsidRPr="009A02B1" w14:paraId="7505EE5A" w14:textId="77777777" w:rsidTr="00745F38">
        <w:trPr>
          <w:cantSplit/>
        </w:trPr>
        <w:tc>
          <w:tcPr>
            <w:tcW w:w="9358" w:type="dxa"/>
            <w:gridSpan w:val="9"/>
            <w:tcBorders>
              <w:top w:val="single" w:sz="4" w:space="0" w:color="800000"/>
            </w:tcBorders>
          </w:tcPr>
          <w:p w14:paraId="35328BAB" w14:textId="77777777" w:rsidR="00745F38" w:rsidRPr="002A4A23" w:rsidRDefault="00745F38" w:rsidP="00745F38">
            <w:pPr>
              <w:pStyle w:val="TabNoteSuperiori"/>
            </w:pPr>
            <w:r>
              <w:t>(</w:t>
            </w:r>
            <w:r w:rsidRPr="00BC2A0C">
              <w:t xml:space="preserve">a) </w:t>
            </w:r>
            <w:r>
              <w:t xml:space="preserve">Le </w:t>
            </w:r>
            <w:r w:rsidRPr="00BC2A0C">
              <w:t>assunzioni della previsione economica</w:t>
            </w:r>
            <w:r>
              <w:t xml:space="preserve"> sono alla sezione </w:t>
            </w:r>
            <w:proofErr w:type="spellStart"/>
            <w:r>
              <w:t>Assumption</w:t>
            </w:r>
            <w:proofErr w:type="spellEnd"/>
            <w:r>
              <w:t xml:space="preserve"> and Conventions.</w:t>
            </w:r>
            <w:r w:rsidRPr="00BC2A0C">
              <w:t xml:space="preserve"> (b) Tasso di variazione percentuale sul periodo precedente. (c) Beni e servizi in volume. (d) Media dei prezzi spot del petrolio greggio Brent, Dubai e West Texas Intermediate. (e) Media dei prezzi mondiali delle materie prime non </w:t>
            </w:r>
            <w:proofErr w:type="spellStart"/>
            <w:r w:rsidRPr="00BC2A0C">
              <w:t>fuel</w:t>
            </w:r>
            <w:proofErr w:type="spellEnd"/>
            <w:r w:rsidRPr="00BC2A0C">
              <w:t xml:space="preserve"> (energia) pesata per la loro quota media delle esportazioni di materie prime. (f) LIBOR (London </w:t>
            </w:r>
            <w:proofErr w:type="spellStart"/>
            <w:r w:rsidRPr="00BC2A0C">
              <w:t>Interbank</w:t>
            </w:r>
            <w:proofErr w:type="spellEnd"/>
            <w:r w:rsidRPr="00BC2A0C">
              <w:t xml:space="preserve"> </w:t>
            </w:r>
            <w:proofErr w:type="spellStart"/>
            <w:r w:rsidRPr="00BC2A0C">
              <w:t>Offered</w:t>
            </w:r>
            <w:proofErr w:type="spellEnd"/>
            <w:r w:rsidRPr="00BC2A0C">
              <w:t xml:space="preserve"> Rate), tasso di interesse percentuale: a) sui depositi a 6 mesi in U.S.$; sui depositi a 6 mesi in yen; sui depositi a 3 mesi in euro. </w:t>
            </w:r>
          </w:p>
          <w:p w14:paraId="6F24E22E" w14:textId="0AD5AC41" w:rsidR="00745F38" w:rsidRPr="00BC2A0C" w:rsidRDefault="00745F38" w:rsidP="00745F38">
            <w:pPr>
              <w:pStyle w:val="TabNoteSuperiori"/>
              <w:rPr>
                <w:lang w:val="en-US"/>
              </w:rPr>
            </w:pPr>
            <w:r w:rsidRPr="00BC2A0C">
              <w:rPr>
                <w:lang w:val="en-GB"/>
              </w:rPr>
              <w:t>IMF, World Economic Outl</w:t>
            </w:r>
            <w:r>
              <w:rPr>
                <w:lang w:val="en-GB"/>
              </w:rPr>
              <w:t>ook,</w:t>
            </w:r>
            <w:r w:rsidR="00DD0CFC">
              <w:rPr>
                <w:lang w:val="en-GB"/>
              </w:rPr>
              <w:t xml:space="preserve"> </w:t>
            </w:r>
            <w:r w:rsidR="00DD0CFC" w:rsidRPr="00DD0CFC">
              <w:rPr>
                <w:lang w:val="en-GB"/>
              </w:rPr>
              <w:t xml:space="preserve">07 </w:t>
            </w:r>
            <w:proofErr w:type="spellStart"/>
            <w:r w:rsidR="00DD0CFC" w:rsidRPr="00DD0CFC">
              <w:rPr>
                <w:lang w:val="en-GB"/>
              </w:rPr>
              <w:t>ottobre</w:t>
            </w:r>
            <w:proofErr w:type="spellEnd"/>
            <w:r w:rsidR="00DD0CFC" w:rsidRPr="00DD0CFC">
              <w:rPr>
                <w:lang w:val="en-GB"/>
              </w:rPr>
              <w:t xml:space="preserve"> 2020</w:t>
            </w:r>
          </w:p>
        </w:tc>
      </w:tr>
    </w:tbl>
    <w:p w14:paraId="5AA97820" w14:textId="77777777" w:rsidR="00E40A1B" w:rsidRDefault="00E40A1B" w:rsidP="00E40A1B">
      <w:r>
        <w:t xml:space="preserve">Ancora </w:t>
      </w:r>
    </w:p>
    <w:p w14:paraId="32725A3D" w14:textId="77777777" w:rsidR="00E40A1B" w:rsidRPr="007862B1" w:rsidRDefault="00E40A1B" w:rsidP="00E40A1B"/>
    <w:p w14:paraId="67FC9E3D" w14:textId="77777777" w:rsidR="00E40A1B" w:rsidRPr="007862B1" w:rsidRDefault="00E40A1B" w:rsidP="00E40A1B">
      <w:pPr>
        <w:spacing w:line="240" w:lineRule="auto"/>
        <w:ind w:firstLine="0"/>
        <w:jc w:val="left"/>
      </w:pPr>
      <w:r w:rsidRPr="007862B1">
        <w:br w:type="page"/>
      </w:r>
    </w:p>
    <w:bookmarkEnd w:id="4"/>
    <w:p w14:paraId="614F8052" w14:textId="77777777" w:rsidR="00EB042A" w:rsidRPr="00962B46" w:rsidRDefault="00EB042A" w:rsidP="00EB042A"/>
    <w:tbl>
      <w:tblPr>
        <w:tblStyle w:val="Grigliatabella"/>
        <w:tblpPr w:topFromText="425" w:bottomFromText="425" w:horzAnchor="margin" w:tblpXSpec="right" w:tblpYSpec="top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DD0CFC" w:rsidRPr="002B550F" w14:paraId="6FDAB577" w14:textId="77777777" w:rsidTr="00DD0CFC">
        <w:tc>
          <w:tcPr>
            <w:tcW w:w="9356" w:type="dxa"/>
          </w:tcPr>
          <w:p w14:paraId="659A69D3" w14:textId="0CDA171E" w:rsidR="00DD0CFC" w:rsidRPr="002B550F" w:rsidRDefault="00DD0CFC" w:rsidP="00DD0CFC">
            <w:pPr>
              <w:pStyle w:val="FigTitolo"/>
            </w:pPr>
            <w:bookmarkStart w:id="5" w:name="_Hlk59197842"/>
            <w:r w:rsidRPr="002B550F">
              <w:t>La previsione del</w:t>
            </w:r>
            <w:r>
              <w:t xml:space="preserve">l’Ocse, </w:t>
            </w:r>
            <w:r w:rsidRPr="002B550F">
              <w:t xml:space="preserve">tasso di variazione del </w:t>
            </w:r>
            <w:r>
              <w:t>p</w:t>
            </w:r>
            <w:r w:rsidRPr="002B550F">
              <w:t>rodotto interno lordo</w:t>
            </w:r>
          </w:p>
        </w:tc>
      </w:tr>
      <w:tr w:rsidR="00DD0CFC" w:rsidRPr="002B550F" w14:paraId="5DC697F7" w14:textId="77777777" w:rsidTr="00DD0CFC">
        <w:tc>
          <w:tcPr>
            <w:tcW w:w="9356" w:type="dxa"/>
          </w:tcPr>
          <w:p w14:paraId="34709310" w14:textId="77777777" w:rsidR="00DD0CFC" w:rsidRPr="004C3A94" w:rsidRDefault="00DD0CFC" w:rsidP="00DD0CFC">
            <w:pPr>
              <w:pStyle w:val="Figure"/>
            </w:pPr>
            <w:r w:rsidRPr="00C346C5">
              <w:rPr>
                <w:noProof/>
              </w:rPr>
              <w:drawing>
                <wp:inline distT="0" distB="0" distL="0" distR="0" wp14:anchorId="06788D20" wp14:editId="59CAA9B7">
                  <wp:extent cx="5626100" cy="1657350"/>
                  <wp:effectExtent l="0" t="0" r="0" b="0"/>
                  <wp:docPr id="10" name="Immagin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26100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0CFC" w:rsidRPr="00BC439F" w14:paraId="4B869E6D" w14:textId="77777777" w:rsidTr="00DD0CFC">
        <w:tc>
          <w:tcPr>
            <w:tcW w:w="9356" w:type="dxa"/>
          </w:tcPr>
          <w:p w14:paraId="26C0BFB1" w14:textId="77777777" w:rsidR="00DD0CFC" w:rsidRPr="00DD0CFC" w:rsidRDefault="00DD0CFC" w:rsidP="00DD0CFC">
            <w:pPr>
              <w:pStyle w:val="TabNoteSuperiori"/>
              <w:rPr>
                <w:lang w:val="en-US"/>
              </w:rPr>
            </w:pPr>
            <w:r w:rsidRPr="00DD0CFC">
              <w:rPr>
                <w:lang w:val="en-US"/>
              </w:rPr>
              <w:t xml:space="preserve">Fonte: </w:t>
            </w:r>
            <w:proofErr w:type="spellStart"/>
            <w:r w:rsidRPr="00DD0CFC">
              <w:rPr>
                <w:lang w:val="en-US"/>
              </w:rPr>
              <w:t>Oecd</w:t>
            </w:r>
            <w:proofErr w:type="spellEnd"/>
            <w:r w:rsidRPr="00DD0CFC">
              <w:rPr>
                <w:lang w:val="en-US"/>
              </w:rPr>
              <w:t xml:space="preserve">, Economic Outlook, 02 </w:t>
            </w:r>
            <w:proofErr w:type="spellStart"/>
            <w:r w:rsidRPr="00DD0CFC">
              <w:rPr>
                <w:lang w:val="en-US"/>
              </w:rPr>
              <w:t>dicembre</w:t>
            </w:r>
            <w:proofErr w:type="spellEnd"/>
            <w:r w:rsidRPr="00DD0CFC">
              <w:rPr>
                <w:lang w:val="en-US"/>
              </w:rPr>
              <w:t xml:space="preserve"> 2020</w:t>
            </w:r>
          </w:p>
        </w:tc>
      </w:tr>
    </w:tbl>
    <w:bookmarkEnd w:id="5"/>
    <w:p w14:paraId="2A74B657" w14:textId="77777777" w:rsidR="00EB042A" w:rsidRDefault="00EB042A" w:rsidP="00EB042A">
      <w:r>
        <w:t>ancora</w:t>
      </w:r>
    </w:p>
    <w:p w14:paraId="5A83F801" w14:textId="77777777" w:rsidR="00EB042A" w:rsidRPr="00E40A1B" w:rsidRDefault="00EB042A" w:rsidP="00EB042A"/>
    <w:p w14:paraId="13CE1462" w14:textId="77777777" w:rsidR="00EB042A" w:rsidRPr="00E40A1B" w:rsidRDefault="00EB042A" w:rsidP="00EB042A">
      <w:pPr>
        <w:spacing w:line="240" w:lineRule="auto"/>
        <w:ind w:firstLine="0"/>
        <w:jc w:val="left"/>
      </w:pPr>
      <w:r w:rsidRPr="00E40A1B">
        <w:br w:type="page"/>
      </w:r>
    </w:p>
    <w:p w14:paraId="574823C6" w14:textId="77777777" w:rsidR="002A3FE8" w:rsidRDefault="002A3FE8" w:rsidP="002A3FE8">
      <w:bookmarkStart w:id="6" w:name="_Toc448399721"/>
      <w:bookmarkStart w:id="7" w:name="_Toc509407740"/>
    </w:p>
    <w:tbl>
      <w:tblPr>
        <w:tblStyle w:val="Grigliatabella"/>
        <w:tblpPr w:topFromText="284" w:bottomFromText="284" w:horzAnchor="margin" w:tblpXSpec="center" w:tblpYSpec="bottom"/>
        <w:tblOverlap w:val="never"/>
        <w:tblW w:w="93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1"/>
        <w:gridCol w:w="737"/>
        <w:gridCol w:w="737"/>
        <w:gridCol w:w="737"/>
        <w:gridCol w:w="510"/>
        <w:gridCol w:w="2211"/>
        <w:gridCol w:w="737"/>
        <w:gridCol w:w="737"/>
        <w:gridCol w:w="737"/>
        <w:gridCol w:w="16"/>
      </w:tblGrid>
      <w:tr w:rsidR="009A02B1" w14:paraId="72543782" w14:textId="77777777" w:rsidTr="00BB2D64">
        <w:trPr>
          <w:cantSplit/>
          <w:trHeight w:val="255"/>
        </w:trPr>
        <w:tc>
          <w:tcPr>
            <w:tcW w:w="9370" w:type="dxa"/>
            <w:gridSpan w:val="10"/>
            <w:tcBorders>
              <w:bottom w:val="single" w:sz="4" w:space="0" w:color="632423" w:themeColor="accent2" w:themeShade="80"/>
            </w:tcBorders>
            <w:noWrap/>
          </w:tcPr>
          <w:p w14:paraId="5B84022C" w14:textId="77777777" w:rsidR="009A02B1" w:rsidRDefault="009A02B1" w:rsidP="00BB2D64">
            <w:pPr>
              <w:pStyle w:val="TabTitolo"/>
            </w:pPr>
            <w:bookmarkStart w:id="8" w:name="_Hlk44093893"/>
            <w:r>
              <w:t xml:space="preserve">Proiezioni </w:t>
            </w:r>
            <w:proofErr w:type="gramStart"/>
            <w:r>
              <w:t>macro economiche</w:t>
            </w:r>
            <w:proofErr w:type="gramEnd"/>
            <w:r>
              <w:t xml:space="preserve"> per l’area dell’euro.</w:t>
            </w:r>
          </w:p>
        </w:tc>
      </w:tr>
      <w:tr w:rsidR="009A02B1" w:rsidRPr="00DD211F" w14:paraId="150E95F0" w14:textId="77777777" w:rsidTr="00BB2D64">
        <w:tblPrEx>
          <w:tblBorders>
            <w:top w:val="single" w:sz="4" w:space="0" w:color="632423" w:themeColor="accent2" w:themeShade="80"/>
            <w:bottom w:val="single" w:sz="4" w:space="0" w:color="632423" w:themeColor="accent2" w:themeShade="80"/>
          </w:tblBorders>
        </w:tblPrEx>
        <w:trPr>
          <w:gridAfter w:val="1"/>
          <w:wAfter w:w="16" w:type="dxa"/>
          <w:cantSplit/>
        </w:trPr>
        <w:tc>
          <w:tcPr>
            <w:tcW w:w="2211" w:type="dxa"/>
            <w:noWrap/>
          </w:tcPr>
          <w:p w14:paraId="23E27B27" w14:textId="77777777" w:rsidR="009A02B1" w:rsidRPr="00DD211F" w:rsidRDefault="009A02B1" w:rsidP="00BB2D64">
            <w:pPr>
              <w:pStyle w:val="TabIntestazioni"/>
            </w:pPr>
          </w:p>
        </w:tc>
        <w:tc>
          <w:tcPr>
            <w:tcW w:w="737" w:type="dxa"/>
            <w:noWrap/>
          </w:tcPr>
          <w:p w14:paraId="429B43A3" w14:textId="77777777" w:rsidR="009A02B1" w:rsidRPr="00DD211F" w:rsidRDefault="009A02B1" w:rsidP="00BB2D64">
            <w:pPr>
              <w:pStyle w:val="TabIntestazioni"/>
            </w:pPr>
            <w:r>
              <w:t>2019</w:t>
            </w:r>
          </w:p>
        </w:tc>
        <w:tc>
          <w:tcPr>
            <w:tcW w:w="737" w:type="dxa"/>
          </w:tcPr>
          <w:p w14:paraId="597E8E18" w14:textId="77777777" w:rsidR="009A02B1" w:rsidRPr="00DD211F" w:rsidRDefault="009A02B1" w:rsidP="00BB2D64">
            <w:pPr>
              <w:pStyle w:val="TabIntestazioni"/>
            </w:pPr>
            <w:r>
              <w:t>2020</w:t>
            </w:r>
          </w:p>
        </w:tc>
        <w:tc>
          <w:tcPr>
            <w:tcW w:w="737" w:type="dxa"/>
          </w:tcPr>
          <w:p w14:paraId="671E0C4D" w14:textId="77777777" w:rsidR="009A02B1" w:rsidRPr="00DD211F" w:rsidRDefault="009A02B1" w:rsidP="00BB2D64">
            <w:pPr>
              <w:pStyle w:val="TabIntestazioni"/>
            </w:pPr>
            <w:r>
              <w:t>2021</w:t>
            </w:r>
          </w:p>
        </w:tc>
        <w:tc>
          <w:tcPr>
            <w:tcW w:w="510" w:type="dxa"/>
            <w:noWrap/>
          </w:tcPr>
          <w:p w14:paraId="06CAE129" w14:textId="77777777" w:rsidR="009A02B1" w:rsidRPr="00DD211F" w:rsidRDefault="009A02B1" w:rsidP="00BB2D64">
            <w:pPr>
              <w:pStyle w:val="TabIntestazioni"/>
            </w:pPr>
          </w:p>
        </w:tc>
        <w:tc>
          <w:tcPr>
            <w:tcW w:w="2211" w:type="dxa"/>
          </w:tcPr>
          <w:p w14:paraId="302C86B0" w14:textId="77777777" w:rsidR="009A02B1" w:rsidRPr="00DD211F" w:rsidRDefault="009A02B1" w:rsidP="00BB2D64">
            <w:pPr>
              <w:pStyle w:val="TabIntestazioni"/>
            </w:pPr>
          </w:p>
        </w:tc>
        <w:tc>
          <w:tcPr>
            <w:tcW w:w="737" w:type="dxa"/>
          </w:tcPr>
          <w:p w14:paraId="3737C888" w14:textId="77777777" w:rsidR="009A02B1" w:rsidRPr="00DD211F" w:rsidRDefault="009A02B1" w:rsidP="00BB2D64">
            <w:pPr>
              <w:pStyle w:val="TabIntestazioni"/>
            </w:pPr>
            <w:r>
              <w:t>2019</w:t>
            </w:r>
          </w:p>
        </w:tc>
        <w:tc>
          <w:tcPr>
            <w:tcW w:w="737" w:type="dxa"/>
          </w:tcPr>
          <w:p w14:paraId="7214E4E4" w14:textId="77777777" w:rsidR="009A02B1" w:rsidRPr="00DD211F" w:rsidRDefault="009A02B1" w:rsidP="00BB2D64">
            <w:pPr>
              <w:pStyle w:val="TabIntestazioni"/>
            </w:pPr>
            <w:r>
              <w:t>2020</w:t>
            </w:r>
          </w:p>
        </w:tc>
        <w:tc>
          <w:tcPr>
            <w:tcW w:w="737" w:type="dxa"/>
          </w:tcPr>
          <w:p w14:paraId="269DF6B7" w14:textId="77777777" w:rsidR="009A02B1" w:rsidRPr="00DD211F" w:rsidRDefault="009A02B1" w:rsidP="00BB2D64">
            <w:pPr>
              <w:pStyle w:val="TabIntestazioni"/>
            </w:pPr>
            <w:r>
              <w:t>2021</w:t>
            </w:r>
          </w:p>
        </w:tc>
      </w:tr>
      <w:tr w:rsidR="009A02B1" w14:paraId="78DB7236" w14:textId="77777777" w:rsidTr="00BB2D64">
        <w:trPr>
          <w:gridAfter w:val="1"/>
          <w:wAfter w:w="16" w:type="dxa"/>
          <w:cantSplit/>
          <w:trHeight w:hRule="exact" w:val="113"/>
        </w:trPr>
        <w:tc>
          <w:tcPr>
            <w:tcW w:w="2211" w:type="dxa"/>
            <w:tcBorders>
              <w:top w:val="single" w:sz="4" w:space="0" w:color="632423" w:themeColor="accent2" w:themeShade="80"/>
            </w:tcBorders>
            <w:noWrap/>
          </w:tcPr>
          <w:p w14:paraId="6B9AC84A" w14:textId="77777777" w:rsidR="009A02B1" w:rsidRDefault="009A02B1" w:rsidP="00BB2D64">
            <w:pPr>
              <w:pStyle w:val="TabEtichette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14:paraId="2C02B040" w14:textId="77777777" w:rsidR="009A02B1" w:rsidRDefault="009A02B1" w:rsidP="00BB2D64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14:paraId="7E305A58" w14:textId="77777777" w:rsidR="009A02B1" w:rsidRDefault="009A02B1" w:rsidP="00BB2D64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14:paraId="2006CCAB" w14:textId="77777777" w:rsidR="009A02B1" w:rsidRDefault="009A02B1" w:rsidP="00BB2D64">
            <w:pPr>
              <w:pStyle w:val="TabNumeri"/>
            </w:pPr>
          </w:p>
        </w:tc>
        <w:tc>
          <w:tcPr>
            <w:tcW w:w="510" w:type="dxa"/>
            <w:tcBorders>
              <w:top w:val="single" w:sz="4" w:space="0" w:color="632423" w:themeColor="accent2" w:themeShade="80"/>
            </w:tcBorders>
            <w:noWrap/>
          </w:tcPr>
          <w:p w14:paraId="3FE688C6" w14:textId="77777777" w:rsidR="009A02B1" w:rsidRDefault="009A02B1" w:rsidP="00BB2D64">
            <w:pPr>
              <w:pStyle w:val="TabNumeri"/>
            </w:pPr>
          </w:p>
        </w:tc>
        <w:tc>
          <w:tcPr>
            <w:tcW w:w="2211" w:type="dxa"/>
            <w:tcBorders>
              <w:top w:val="single" w:sz="4" w:space="0" w:color="632423" w:themeColor="accent2" w:themeShade="80"/>
            </w:tcBorders>
          </w:tcPr>
          <w:p w14:paraId="0A19E6CE" w14:textId="77777777" w:rsidR="009A02B1" w:rsidRDefault="009A02B1" w:rsidP="00BB2D64">
            <w:pPr>
              <w:pStyle w:val="TabEtichette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14:paraId="1EB81C45" w14:textId="77777777" w:rsidR="009A02B1" w:rsidRDefault="009A02B1" w:rsidP="00BB2D64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</w:tcPr>
          <w:p w14:paraId="182135B8" w14:textId="77777777" w:rsidR="009A02B1" w:rsidRDefault="009A02B1" w:rsidP="00BB2D64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14:paraId="4D16A597" w14:textId="77777777" w:rsidR="009A02B1" w:rsidRDefault="009A02B1" w:rsidP="00BB2D64">
            <w:pPr>
              <w:pStyle w:val="TabNumeri"/>
            </w:pPr>
          </w:p>
        </w:tc>
      </w:tr>
      <w:tr w:rsidR="009A02B1" w14:paraId="505C922D" w14:textId="77777777" w:rsidTr="00BB2D64">
        <w:trPr>
          <w:gridAfter w:val="1"/>
          <w:wAfter w:w="16" w:type="dxa"/>
          <w:cantSplit/>
          <w:trHeight w:val="255"/>
        </w:trPr>
        <w:tc>
          <w:tcPr>
            <w:tcW w:w="2211" w:type="dxa"/>
            <w:noWrap/>
          </w:tcPr>
          <w:p w14:paraId="15B97216" w14:textId="77777777" w:rsidR="009A02B1" w:rsidRPr="00233F5C" w:rsidRDefault="009A02B1" w:rsidP="00BB2D64">
            <w:pPr>
              <w:pStyle w:val="TabEtichette"/>
            </w:pPr>
            <w:r w:rsidRPr="00233F5C">
              <w:t>Prodotto interno lordo</w:t>
            </w:r>
            <w:r>
              <w:t xml:space="preserve"> (1, 2)</w:t>
            </w:r>
          </w:p>
        </w:tc>
        <w:tc>
          <w:tcPr>
            <w:tcW w:w="737" w:type="dxa"/>
            <w:noWrap/>
          </w:tcPr>
          <w:p w14:paraId="065A8233" w14:textId="77777777" w:rsidR="009A02B1" w:rsidRPr="00902005" w:rsidRDefault="009A02B1" w:rsidP="00BB2D64">
            <w:pPr>
              <w:pStyle w:val="TabNumeri"/>
            </w:pPr>
            <w:r w:rsidRPr="00ED43EF">
              <w:t>1,3</w:t>
            </w:r>
          </w:p>
        </w:tc>
        <w:tc>
          <w:tcPr>
            <w:tcW w:w="737" w:type="dxa"/>
            <w:noWrap/>
          </w:tcPr>
          <w:p w14:paraId="59418796" w14:textId="77777777" w:rsidR="009A02B1" w:rsidRPr="00902005" w:rsidRDefault="009A02B1" w:rsidP="00BB2D64">
            <w:pPr>
              <w:pStyle w:val="TabNumeri"/>
            </w:pPr>
            <w:r w:rsidRPr="00ED43EF">
              <w:t>-7,3</w:t>
            </w:r>
          </w:p>
        </w:tc>
        <w:tc>
          <w:tcPr>
            <w:tcW w:w="737" w:type="dxa"/>
            <w:noWrap/>
          </w:tcPr>
          <w:p w14:paraId="41FB7403" w14:textId="77777777" w:rsidR="009A02B1" w:rsidRPr="00902005" w:rsidRDefault="009A02B1" w:rsidP="00BB2D64">
            <w:pPr>
              <w:pStyle w:val="TabNumeri"/>
            </w:pPr>
            <w:r w:rsidRPr="00ED43EF">
              <w:t>3,9</w:t>
            </w:r>
          </w:p>
        </w:tc>
        <w:tc>
          <w:tcPr>
            <w:tcW w:w="510" w:type="dxa"/>
            <w:noWrap/>
          </w:tcPr>
          <w:p w14:paraId="669E6DDB" w14:textId="77777777" w:rsidR="009A02B1" w:rsidRPr="000770A1" w:rsidRDefault="009A02B1" w:rsidP="00BB2D64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</w:tcPr>
          <w:p w14:paraId="66E9516F" w14:textId="77777777" w:rsidR="009A02B1" w:rsidRPr="00233F5C" w:rsidRDefault="009A02B1" w:rsidP="00BB2D64">
            <w:pPr>
              <w:pStyle w:val="TabEtichette"/>
            </w:pPr>
            <w:r>
              <w:t>Saldo di conto corrente (4)</w:t>
            </w:r>
          </w:p>
        </w:tc>
        <w:tc>
          <w:tcPr>
            <w:tcW w:w="737" w:type="dxa"/>
            <w:noWrap/>
          </w:tcPr>
          <w:p w14:paraId="1FE5F83A" w14:textId="77777777" w:rsidR="009A02B1" w:rsidRPr="008D37A3" w:rsidRDefault="009A02B1" w:rsidP="00BB2D64">
            <w:pPr>
              <w:pStyle w:val="TabNumeri"/>
            </w:pPr>
            <w:r w:rsidRPr="0063076F">
              <w:t>2,7</w:t>
            </w:r>
          </w:p>
        </w:tc>
        <w:tc>
          <w:tcPr>
            <w:tcW w:w="737" w:type="dxa"/>
          </w:tcPr>
          <w:p w14:paraId="547087EF" w14:textId="77777777" w:rsidR="009A02B1" w:rsidRPr="008D37A3" w:rsidRDefault="009A02B1" w:rsidP="00BB2D64">
            <w:pPr>
              <w:pStyle w:val="TabNumeri"/>
            </w:pPr>
            <w:r w:rsidRPr="0063076F">
              <w:t>1,9</w:t>
            </w:r>
          </w:p>
        </w:tc>
        <w:tc>
          <w:tcPr>
            <w:tcW w:w="737" w:type="dxa"/>
            <w:noWrap/>
          </w:tcPr>
          <w:p w14:paraId="7C1BC4DF" w14:textId="77777777" w:rsidR="009A02B1" w:rsidRPr="008D37A3" w:rsidRDefault="009A02B1" w:rsidP="00BB2D64">
            <w:pPr>
              <w:pStyle w:val="TabNumeri"/>
            </w:pPr>
            <w:r w:rsidRPr="0063076F">
              <w:t>2,1</w:t>
            </w:r>
          </w:p>
        </w:tc>
      </w:tr>
      <w:tr w:rsidR="009A02B1" w14:paraId="04A584B2" w14:textId="77777777" w:rsidTr="00BB2D64">
        <w:trPr>
          <w:gridAfter w:val="1"/>
          <w:wAfter w:w="16" w:type="dxa"/>
          <w:cantSplit/>
          <w:trHeight w:val="255"/>
        </w:trPr>
        <w:tc>
          <w:tcPr>
            <w:tcW w:w="2211" w:type="dxa"/>
            <w:shd w:val="clear" w:color="auto" w:fill="EAF1DD" w:themeFill="accent3" w:themeFillTint="33"/>
            <w:noWrap/>
          </w:tcPr>
          <w:p w14:paraId="0A60A93C" w14:textId="77777777" w:rsidR="009A02B1" w:rsidRPr="00233F5C" w:rsidRDefault="009A02B1" w:rsidP="00BB2D64">
            <w:pPr>
              <w:pStyle w:val="TabEtichette"/>
            </w:pPr>
            <w:r w:rsidRPr="00233F5C">
              <w:t xml:space="preserve">Consumi </w:t>
            </w:r>
            <w:r>
              <w:t>privati (1, 2)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394910F4" w14:textId="77777777" w:rsidR="009A02B1" w:rsidRPr="00902005" w:rsidRDefault="009A02B1" w:rsidP="00BB2D64">
            <w:pPr>
              <w:pStyle w:val="TabNumeri"/>
            </w:pPr>
            <w:r w:rsidRPr="00ED43EF">
              <w:t>1,3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431C3649" w14:textId="77777777" w:rsidR="009A02B1" w:rsidRPr="00902005" w:rsidRDefault="009A02B1" w:rsidP="00BB2D64">
            <w:pPr>
              <w:pStyle w:val="TabNumeri"/>
            </w:pPr>
            <w:r w:rsidRPr="00ED43EF">
              <w:t>-8,3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2C5B5999" w14:textId="77777777" w:rsidR="009A02B1" w:rsidRPr="00902005" w:rsidRDefault="009A02B1" w:rsidP="00BB2D64">
            <w:pPr>
              <w:pStyle w:val="TabNumeri"/>
            </w:pPr>
            <w:r w:rsidRPr="00ED43EF">
              <w:t>4,3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47891C92" w14:textId="77777777" w:rsidR="009A02B1" w:rsidRPr="000770A1" w:rsidRDefault="009A02B1" w:rsidP="00BB2D64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  <w:shd w:val="clear" w:color="auto" w:fill="EAF1DD" w:themeFill="accent3" w:themeFillTint="33"/>
          </w:tcPr>
          <w:p w14:paraId="7219ECA5" w14:textId="77777777" w:rsidR="009A02B1" w:rsidRPr="00233F5C" w:rsidRDefault="009A02B1" w:rsidP="00BB2D64">
            <w:pPr>
              <w:pStyle w:val="TabEtichette"/>
            </w:pPr>
            <w:r>
              <w:t>Occupazione (1)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67986D73" w14:textId="77777777" w:rsidR="009A02B1" w:rsidRPr="008D37A3" w:rsidRDefault="009A02B1" w:rsidP="00BB2D64">
            <w:pPr>
              <w:pStyle w:val="TabNumeri"/>
            </w:pPr>
            <w:r w:rsidRPr="0063076F">
              <w:t>1,2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14:paraId="5DABCA30" w14:textId="77777777" w:rsidR="009A02B1" w:rsidRPr="008D37A3" w:rsidRDefault="009A02B1" w:rsidP="00BB2D64">
            <w:pPr>
              <w:pStyle w:val="TabNumeri"/>
            </w:pPr>
            <w:r w:rsidRPr="0063076F">
              <w:t>-1,8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2278857B" w14:textId="77777777" w:rsidR="009A02B1" w:rsidRPr="008D37A3" w:rsidRDefault="009A02B1" w:rsidP="00BB2D64">
            <w:pPr>
              <w:pStyle w:val="TabNumeri"/>
            </w:pPr>
            <w:r w:rsidRPr="0063076F">
              <w:t>-0,9</w:t>
            </w:r>
          </w:p>
        </w:tc>
      </w:tr>
      <w:tr w:rsidR="009A02B1" w14:paraId="5516CD17" w14:textId="77777777" w:rsidTr="00BB2D64">
        <w:trPr>
          <w:gridAfter w:val="1"/>
          <w:wAfter w:w="16" w:type="dxa"/>
          <w:cantSplit/>
          <w:trHeight w:val="255"/>
        </w:trPr>
        <w:tc>
          <w:tcPr>
            <w:tcW w:w="2211" w:type="dxa"/>
            <w:noWrap/>
          </w:tcPr>
          <w:p w14:paraId="5CE05F4D" w14:textId="77777777" w:rsidR="009A02B1" w:rsidRPr="00233F5C" w:rsidRDefault="009A02B1" w:rsidP="00BB2D64">
            <w:pPr>
              <w:pStyle w:val="TabEtichette"/>
            </w:pPr>
            <w:r w:rsidRPr="00233F5C">
              <w:t xml:space="preserve">Consumi </w:t>
            </w:r>
            <w:r>
              <w:t>pubblici (1, 2)</w:t>
            </w:r>
          </w:p>
        </w:tc>
        <w:tc>
          <w:tcPr>
            <w:tcW w:w="737" w:type="dxa"/>
            <w:noWrap/>
          </w:tcPr>
          <w:p w14:paraId="26B5077B" w14:textId="77777777" w:rsidR="009A02B1" w:rsidRPr="00902005" w:rsidRDefault="009A02B1" w:rsidP="00BB2D64">
            <w:pPr>
              <w:pStyle w:val="TabNumeri"/>
            </w:pPr>
            <w:r w:rsidRPr="00ED43EF">
              <w:t>1,8</w:t>
            </w:r>
          </w:p>
        </w:tc>
        <w:tc>
          <w:tcPr>
            <w:tcW w:w="737" w:type="dxa"/>
            <w:noWrap/>
          </w:tcPr>
          <w:p w14:paraId="09ECD2DA" w14:textId="77777777" w:rsidR="009A02B1" w:rsidRPr="00902005" w:rsidRDefault="009A02B1" w:rsidP="00BB2D64">
            <w:pPr>
              <w:pStyle w:val="TabNumeri"/>
            </w:pPr>
            <w:r w:rsidRPr="00ED43EF">
              <w:t>1,5</w:t>
            </w:r>
          </w:p>
        </w:tc>
        <w:tc>
          <w:tcPr>
            <w:tcW w:w="737" w:type="dxa"/>
            <w:noWrap/>
          </w:tcPr>
          <w:p w14:paraId="5D61AE84" w14:textId="77777777" w:rsidR="009A02B1" w:rsidRPr="00902005" w:rsidRDefault="009A02B1" w:rsidP="00BB2D64">
            <w:pPr>
              <w:pStyle w:val="TabNumeri"/>
            </w:pPr>
            <w:r w:rsidRPr="00ED43EF">
              <w:t>2,5</w:t>
            </w:r>
          </w:p>
        </w:tc>
        <w:tc>
          <w:tcPr>
            <w:tcW w:w="510" w:type="dxa"/>
            <w:noWrap/>
          </w:tcPr>
          <w:p w14:paraId="0770D613" w14:textId="77777777" w:rsidR="009A02B1" w:rsidRPr="000770A1" w:rsidRDefault="009A02B1" w:rsidP="00BB2D64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</w:tcPr>
          <w:p w14:paraId="0ED13B65" w14:textId="77777777" w:rsidR="009A02B1" w:rsidRPr="00233F5C" w:rsidRDefault="009A02B1" w:rsidP="00BB2D64">
            <w:pPr>
              <w:pStyle w:val="TabEtichette"/>
            </w:pPr>
            <w:r>
              <w:t>Tasso di d</w:t>
            </w:r>
            <w:r w:rsidRPr="00233F5C">
              <w:t>isoccupazione [</w:t>
            </w:r>
            <w:r>
              <w:t>5</w:t>
            </w:r>
            <w:r w:rsidRPr="00233F5C">
              <w:t>]</w:t>
            </w:r>
          </w:p>
        </w:tc>
        <w:tc>
          <w:tcPr>
            <w:tcW w:w="737" w:type="dxa"/>
            <w:noWrap/>
          </w:tcPr>
          <w:p w14:paraId="0BE056C7" w14:textId="77777777" w:rsidR="009A02B1" w:rsidRPr="008D37A3" w:rsidRDefault="009A02B1" w:rsidP="00BB2D64">
            <w:pPr>
              <w:pStyle w:val="TabNumeri"/>
            </w:pPr>
            <w:r w:rsidRPr="0063076F">
              <w:t>7,6</w:t>
            </w:r>
          </w:p>
        </w:tc>
        <w:tc>
          <w:tcPr>
            <w:tcW w:w="737" w:type="dxa"/>
          </w:tcPr>
          <w:p w14:paraId="386DD5E7" w14:textId="77777777" w:rsidR="009A02B1" w:rsidRPr="008D37A3" w:rsidRDefault="009A02B1" w:rsidP="00BB2D64">
            <w:pPr>
              <w:pStyle w:val="TabNumeri"/>
            </w:pPr>
            <w:r w:rsidRPr="0063076F">
              <w:t>8,0</w:t>
            </w:r>
          </w:p>
        </w:tc>
        <w:tc>
          <w:tcPr>
            <w:tcW w:w="737" w:type="dxa"/>
            <w:noWrap/>
          </w:tcPr>
          <w:p w14:paraId="68B3CEF0" w14:textId="77777777" w:rsidR="009A02B1" w:rsidRPr="008D37A3" w:rsidRDefault="009A02B1" w:rsidP="00BB2D64">
            <w:pPr>
              <w:pStyle w:val="TabNumeri"/>
            </w:pPr>
            <w:r w:rsidRPr="0063076F">
              <w:t>9,3</w:t>
            </w:r>
          </w:p>
        </w:tc>
      </w:tr>
      <w:tr w:rsidR="009A02B1" w14:paraId="3A8610D4" w14:textId="77777777" w:rsidTr="00BB2D64">
        <w:trPr>
          <w:gridAfter w:val="1"/>
          <w:wAfter w:w="16" w:type="dxa"/>
          <w:cantSplit/>
          <w:trHeight w:val="255"/>
        </w:trPr>
        <w:tc>
          <w:tcPr>
            <w:tcW w:w="2211" w:type="dxa"/>
            <w:shd w:val="clear" w:color="auto" w:fill="EAF1DD" w:themeFill="accent3" w:themeFillTint="33"/>
            <w:noWrap/>
          </w:tcPr>
          <w:p w14:paraId="66C6C784" w14:textId="77777777" w:rsidR="009A02B1" w:rsidRPr="00233F5C" w:rsidRDefault="009A02B1" w:rsidP="00BB2D64">
            <w:pPr>
              <w:pStyle w:val="TabEtichette"/>
            </w:pPr>
            <w:r w:rsidRPr="00233F5C">
              <w:t>Investimenti fissi lordi</w:t>
            </w:r>
            <w:r>
              <w:t xml:space="preserve"> (1, 2)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72E0FCD3" w14:textId="77777777" w:rsidR="009A02B1" w:rsidRPr="00902005" w:rsidRDefault="009A02B1" w:rsidP="00BB2D64">
            <w:pPr>
              <w:pStyle w:val="TabNumeri"/>
            </w:pPr>
            <w:r w:rsidRPr="00ED43EF">
              <w:t>5,0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3C501DBE" w14:textId="77777777" w:rsidR="009A02B1" w:rsidRPr="00902005" w:rsidRDefault="009A02B1" w:rsidP="00BB2D64">
            <w:pPr>
              <w:pStyle w:val="TabNumeri"/>
            </w:pPr>
            <w:r w:rsidRPr="00ED43EF">
              <w:t>-10,1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6891DBDC" w14:textId="77777777" w:rsidR="009A02B1" w:rsidRPr="00902005" w:rsidRDefault="009A02B1" w:rsidP="00BB2D64">
            <w:pPr>
              <w:pStyle w:val="TabNumeri"/>
            </w:pPr>
            <w:r w:rsidRPr="00ED43EF">
              <w:t>5,0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3EAC7EF5" w14:textId="77777777" w:rsidR="009A02B1" w:rsidRPr="000770A1" w:rsidRDefault="009A02B1" w:rsidP="00BB2D64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  <w:shd w:val="clear" w:color="auto" w:fill="EAF1DD" w:themeFill="accent3" w:themeFillTint="33"/>
          </w:tcPr>
          <w:p w14:paraId="7A8F5664" w14:textId="77777777" w:rsidR="009A02B1" w:rsidRPr="00233F5C" w:rsidRDefault="009A02B1" w:rsidP="00BB2D64">
            <w:pPr>
              <w:pStyle w:val="TabEtichette"/>
            </w:pPr>
            <w:r w:rsidRPr="00233F5C">
              <w:t>Prezzi al consumo</w:t>
            </w:r>
            <w:r>
              <w:t xml:space="preserve"> [1, 6]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67F22EEA" w14:textId="77777777" w:rsidR="009A02B1" w:rsidRPr="008D37A3" w:rsidRDefault="009A02B1" w:rsidP="00BB2D64">
            <w:pPr>
              <w:pStyle w:val="TabNumeri"/>
            </w:pPr>
            <w:r w:rsidRPr="0063076F">
              <w:t>1,2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14:paraId="50FEB91F" w14:textId="77777777" w:rsidR="009A02B1" w:rsidRPr="008D37A3" w:rsidRDefault="009A02B1" w:rsidP="00BB2D64">
            <w:pPr>
              <w:pStyle w:val="TabNumeri"/>
            </w:pPr>
            <w:r w:rsidRPr="0063076F">
              <w:t>0,2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5710CC9A" w14:textId="77777777" w:rsidR="009A02B1" w:rsidRPr="008D37A3" w:rsidRDefault="009A02B1" w:rsidP="00BB2D64">
            <w:pPr>
              <w:pStyle w:val="TabNumeri"/>
            </w:pPr>
            <w:r w:rsidRPr="0063076F">
              <w:t>1,0</w:t>
            </w:r>
          </w:p>
        </w:tc>
      </w:tr>
      <w:tr w:rsidR="009A02B1" w14:paraId="72434829" w14:textId="77777777" w:rsidTr="00BB2D64">
        <w:trPr>
          <w:gridAfter w:val="1"/>
          <w:wAfter w:w="16" w:type="dxa"/>
          <w:cantSplit/>
          <w:trHeight w:val="255"/>
        </w:trPr>
        <w:tc>
          <w:tcPr>
            <w:tcW w:w="2211" w:type="dxa"/>
            <w:noWrap/>
          </w:tcPr>
          <w:p w14:paraId="44406989" w14:textId="77777777" w:rsidR="009A02B1" w:rsidRPr="00233F5C" w:rsidRDefault="009A02B1" w:rsidP="00BB2D64">
            <w:pPr>
              <w:pStyle w:val="TabEtichette"/>
            </w:pPr>
            <w:r w:rsidRPr="00233F5C">
              <w:t>Esportazioni</w:t>
            </w:r>
            <w:r>
              <w:t xml:space="preserve"> (1, 2, 3)</w:t>
            </w:r>
          </w:p>
        </w:tc>
        <w:tc>
          <w:tcPr>
            <w:tcW w:w="737" w:type="dxa"/>
            <w:noWrap/>
          </w:tcPr>
          <w:p w14:paraId="761D8269" w14:textId="77777777" w:rsidR="009A02B1" w:rsidRPr="00902005" w:rsidRDefault="009A02B1" w:rsidP="00BB2D64">
            <w:pPr>
              <w:pStyle w:val="TabNumeri"/>
            </w:pPr>
            <w:r w:rsidRPr="00ED43EF">
              <w:t>2,5</w:t>
            </w:r>
          </w:p>
        </w:tc>
        <w:tc>
          <w:tcPr>
            <w:tcW w:w="737" w:type="dxa"/>
            <w:noWrap/>
          </w:tcPr>
          <w:p w14:paraId="6520E796" w14:textId="77777777" w:rsidR="009A02B1" w:rsidRPr="00902005" w:rsidRDefault="009A02B1" w:rsidP="00BB2D64">
            <w:pPr>
              <w:pStyle w:val="TabNumeri"/>
            </w:pPr>
            <w:r w:rsidRPr="00ED43EF">
              <w:t>-11,0</w:t>
            </w:r>
          </w:p>
        </w:tc>
        <w:tc>
          <w:tcPr>
            <w:tcW w:w="737" w:type="dxa"/>
            <w:noWrap/>
          </w:tcPr>
          <w:p w14:paraId="3A613FA2" w14:textId="77777777" w:rsidR="009A02B1" w:rsidRPr="00902005" w:rsidRDefault="009A02B1" w:rsidP="00BB2D64">
            <w:pPr>
              <w:pStyle w:val="TabNumeri"/>
            </w:pPr>
            <w:r w:rsidRPr="00ED43EF">
              <w:t>6,5</w:t>
            </w:r>
          </w:p>
        </w:tc>
        <w:tc>
          <w:tcPr>
            <w:tcW w:w="510" w:type="dxa"/>
            <w:noWrap/>
          </w:tcPr>
          <w:p w14:paraId="3FD2F109" w14:textId="77777777" w:rsidR="009A02B1" w:rsidRPr="000770A1" w:rsidRDefault="009A02B1" w:rsidP="00BB2D64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</w:tcPr>
          <w:p w14:paraId="1A75AF2D" w14:textId="77777777" w:rsidR="009A02B1" w:rsidRPr="00233F5C" w:rsidRDefault="009A02B1" w:rsidP="00BB2D64">
            <w:pPr>
              <w:pStyle w:val="TabEtichette"/>
            </w:pPr>
            <w:r w:rsidRPr="00233F5C">
              <w:t>Ind</w:t>
            </w:r>
            <w:r>
              <w:t>ebitamento della P.A. [4]</w:t>
            </w:r>
          </w:p>
        </w:tc>
        <w:tc>
          <w:tcPr>
            <w:tcW w:w="737" w:type="dxa"/>
            <w:noWrap/>
          </w:tcPr>
          <w:p w14:paraId="2FCE2113" w14:textId="77777777" w:rsidR="009A02B1" w:rsidRPr="008D37A3" w:rsidRDefault="009A02B1" w:rsidP="00BB2D64">
            <w:pPr>
              <w:pStyle w:val="TabNumeri"/>
            </w:pPr>
            <w:r w:rsidRPr="0063076F">
              <w:t>0,6</w:t>
            </w:r>
          </w:p>
        </w:tc>
        <w:tc>
          <w:tcPr>
            <w:tcW w:w="737" w:type="dxa"/>
          </w:tcPr>
          <w:p w14:paraId="11D79392" w14:textId="77777777" w:rsidR="009A02B1" w:rsidRPr="008D37A3" w:rsidRDefault="009A02B1" w:rsidP="00BB2D64">
            <w:pPr>
              <w:pStyle w:val="TabNumeri"/>
            </w:pPr>
            <w:r w:rsidRPr="0063076F">
              <w:t>8,0</w:t>
            </w:r>
          </w:p>
        </w:tc>
        <w:tc>
          <w:tcPr>
            <w:tcW w:w="737" w:type="dxa"/>
            <w:noWrap/>
          </w:tcPr>
          <w:p w14:paraId="16450E53" w14:textId="77777777" w:rsidR="009A02B1" w:rsidRPr="008D37A3" w:rsidRDefault="009A02B1" w:rsidP="00BB2D64">
            <w:pPr>
              <w:pStyle w:val="TabNumeri"/>
            </w:pPr>
            <w:r w:rsidRPr="0063076F">
              <w:t>6,1</w:t>
            </w:r>
          </w:p>
        </w:tc>
      </w:tr>
      <w:tr w:rsidR="009A02B1" w14:paraId="7F00CE06" w14:textId="77777777" w:rsidTr="00BB2D64">
        <w:trPr>
          <w:gridAfter w:val="1"/>
          <w:wAfter w:w="16" w:type="dxa"/>
          <w:cantSplit/>
          <w:trHeight w:val="255"/>
        </w:trPr>
        <w:tc>
          <w:tcPr>
            <w:tcW w:w="2211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1A344E13" w14:textId="77777777" w:rsidR="009A02B1" w:rsidRDefault="009A02B1" w:rsidP="00BB2D64">
            <w:pPr>
              <w:pStyle w:val="TabEtichette"/>
            </w:pPr>
            <w:r w:rsidRPr="00233F5C">
              <w:t>Importazioni</w:t>
            </w:r>
            <w:r>
              <w:t xml:space="preserve"> (1, 2, 3)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63A3E812" w14:textId="77777777" w:rsidR="009A02B1" w:rsidRPr="00902005" w:rsidRDefault="009A02B1" w:rsidP="00BB2D64">
            <w:pPr>
              <w:pStyle w:val="TabNumeri"/>
            </w:pPr>
            <w:r w:rsidRPr="00ED43EF">
              <w:t>3,9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220AEB15" w14:textId="77777777" w:rsidR="009A02B1" w:rsidRPr="00902005" w:rsidRDefault="009A02B1" w:rsidP="00BB2D64">
            <w:pPr>
              <w:pStyle w:val="TabNumeri"/>
            </w:pPr>
            <w:r w:rsidRPr="00ED43EF">
              <w:t>-10,7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17E957BA" w14:textId="77777777" w:rsidR="009A02B1" w:rsidRDefault="009A02B1" w:rsidP="00BB2D64">
            <w:pPr>
              <w:pStyle w:val="TabNumeri"/>
            </w:pPr>
            <w:r w:rsidRPr="00ED43EF">
              <w:t>6,3</w:t>
            </w:r>
          </w:p>
        </w:tc>
        <w:tc>
          <w:tcPr>
            <w:tcW w:w="510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6DD73EE7" w14:textId="77777777" w:rsidR="009A02B1" w:rsidRPr="000770A1" w:rsidRDefault="009A02B1" w:rsidP="00BB2D64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</w:tcPr>
          <w:p w14:paraId="759516EE" w14:textId="77777777" w:rsidR="009A02B1" w:rsidRDefault="009A02B1" w:rsidP="00BB2D64">
            <w:pPr>
              <w:pStyle w:val="TabEtichette"/>
            </w:pPr>
            <w:r>
              <w:t>Debito lordo della. P.A. [4</w:t>
            </w:r>
            <w:r w:rsidRPr="00233F5C">
              <w:t>]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739DA1C4" w14:textId="77777777" w:rsidR="009A02B1" w:rsidRPr="008D37A3" w:rsidRDefault="009A02B1" w:rsidP="00BB2D64">
            <w:pPr>
              <w:pStyle w:val="TabNumeri"/>
            </w:pPr>
            <w:r w:rsidRPr="0063076F">
              <w:t>84,0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</w:tcPr>
          <w:p w14:paraId="0153DF68" w14:textId="77777777" w:rsidR="009A02B1" w:rsidRPr="008D37A3" w:rsidRDefault="009A02B1" w:rsidP="00BB2D64">
            <w:pPr>
              <w:pStyle w:val="TabNumeri"/>
            </w:pPr>
            <w:r w:rsidRPr="0063076F">
              <w:t>98,4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09AE4E5C" w14:textId="77777777" w:rsidR="009A02B1" w:rsidRDefault="009A02B1" w:rsidP="00BB2D64">
            <w:pPr>
              <w:pStyle w:val="TabNumeri"/>
            </w:pPr>
            <w:r w:rsidRPr="0063076F">
              <w:t>99,9</w:t>
            </w:r>
          </w:p>
        </w:tc>
      </w:tr>
      <w:tr w:rsidR="009A02B1" w:rsidRPr="009A02B1" w14:paraId="4E309028" w14:textId="77777777" w:rsidTr="00BB2D64">
        <w:trPr>
          <w:cantSplit/>
          <w:trHeight w:val="255"/>
        </w:trPr>
        <w:tc>
          <w:tcPr>
            <w:tcW w:w="9370" w:type="dxa"/>
            <w:gridSpan w:val="10"/>
            <w:tcBorders>
              <w:top w:val="single" w:sz="4" w:space="0" w:color="632423" w:themeColor="accent2" w:themeShade="80"/>
            </w:tcBorders>
            <w:noWrap/>
          </w:tcPr>
          <w:p w14:paraId="35700D73" w14:textId="693C45F6" w:rsidR="009A02B1" w:rsidRDefault="009A02B1" w:rsidP="009A02B1">
            <w:pPr>
              <w:pStyle w:val="TabNoteSuperiori"/>
              <w:rPr>
                <w:lang w:val="en-US"/>
              </w:rPr>
            </w:pPr>
            <w:r>
              <w:t>[1] T</w:t>
            </w:r>
            <w:r w:rsidRPr="000465E3">
              <w:t>assi di variazione tendenziale</w:t>
            </w:r>
            <w:r>
              <w:t xml:space="preserve"> percentuale- [2] Dati </w:t>
            </w:r>
            <w:r w:rsidRPr="000125CF">
              <w:t>corretti per il numero di giornate</w:t>
            </w:r>
            <w:r>
              <w:t xml:space="preserve"> lavorative. [3] Compreso il commercio all’interno dell’area dell’euro. </w:t>
            </w:r>
            <w:r w:rsidRPr="00D76DB6">
              <w:t>[</w:t>
            </w:r>
            <w:r>
              <w:t>4</w:t>
            </w:r>
            <w:r w:rsidRPr="00D76DB6">
              <w:t xml:space="preserve">] </w:t>
            </w:r>
            <w:r>
              <w:t>In p</w:t>
            </w:r>
            <w:r w:rsidRPr="00D76DB6">
              <w:t xml:space="preserve">ercentuale </w:t>
            </w:r>
            <w:r>
              <w:t>de</w:t>
            </w:r>
            <w:r w:rsidRPr="00D76DB6">
              <w:t xml:space="preserve">l Pil. </w:t>
            </w:r>
            <w:r>
              <w:t xml:space="preserve">[5] Percentuale della forza lavoro. [6] </w:t>
            </w:r>
            <w:r w:rsidRPr="00D76DB6">
              <w:t xml:space="preserve">Tasso di inflazione </w:t>
            </w:r>
            <w:r w:rsidRPr="0073321F">
              <w:t>armonizzato</w:t>
            </w:r>
            <w:r w:rsidRPr="00D76DB6">
              <w:t xml:space="preserve"> Ue. </w:t>
            </w:r>
          </w:p>
          <w:p w14:paraId="26C0D177" w14:textId="77777777" w:rsidR="009A02B1" w:rsidRPr="00E2727B" w:rsidRDefault="009A02B1" w:rsidP="00BB2D64">
            <w:pPr>
              <w:pStyle w:val="TabNoteInferiori"/>
              <w:rPr>
                <w:lang w:val="en-US"/>
              </w:rPr>
            </w:pPr>
            <w:r w:rsidRPr="00E2727B">
              <w:rPr>
                <w:lang w:val="en-US"/>
              </w:rPr>
              <w:t xml:space="preserve">Fonte: </w:t>
            </w:r>
            <w:proofErr w:type="spellStart"/>
            <w:r w:rsidRPr="00B71DAF">
              <w:rPr>
                <w:lang w:val="en-US"/>
              </w:rPr>
              <w:t>Eurosystem</w:t>
            </w:r>
            <w:proofErr w:type="spellEnd"/>
            <w:r w:rsidRPr="00B71DAF">
              <w:rPr>
                <w:lang w:val="en-US"/>
              </w:rPr>
              <w:t xml:space="preserve"> staff macroeconomic projections for the euro area</w:t>
            </w:r>
            <w:r>
              <w:rPr>
                <w:lang w:val="en-US"/>
              </w:rPr>
              <w:t xml:space="preserve">, </w:t>
            </w:r>
            <w:r w:rsidRPr="00BD248C">
              <w:rPr>
                <w:lang w:val="en-US"/>
              </w:rPr>
              <w:t>1</w:t>
            </w:r>
            <w:r>
              <w:rPr>
                <w:lang w:val="en-US"/>
              </w:rPr>
              <w:t>0</w:t>
            </w:r>
            <w:r w:rsidRPr="00BD248C">
              <w:rPr>
                <w:lang w:val="en-US"/>
              </w:rPr>
              <w:t xml:space="preserve"> </w:t>
            </w:r>
            <w:proofErr w:type="spellStart"/>
            <w:r w:rsidRPr="00BD248C">
              <w:rPr>
                <w:lang w:val="en-US"/>
              </w:rPr>
              <w:t>dicembre</w:t>
            </w:r>
            <w:proofErr w:type="spellEnd"/>
            <w:r w:rsidRPr="00BD248C">
              <w:rPr>
                <w:lang w:val="en-US"/>
              </w:rPr>
              <w:t xml:space="preserve"> 20</w:t>
            </w:r>
            <w:r>
              <w:rPr>
                <w:lang w:val="en-US"/>
              </w:rPr>
              <w:t>20</w:t>
            </w:r>
          </w:p>
        </w:tc>
      </w:tr>
    </w:tbl>
    <w:bookmarkEnd w:id="8"/>
    <w:p w14:paraId="33B32033" w14:textId="77777777" w:rsidR="002A3FE8" w:rsidRDefault="002A3FE8" w:rsidP="002A3FE8">
      <w:r>
        <w:t>ancora</w:t>
      </w:r>
    </w:p>
    <w:p w14:paraId="79E70842" w14:textId="77777777" w:rsidR="002A3FE8" w:rsidRPr="00E40A1B" w:rsidRDefault="002A3FE8" w:rsidP="002A3FE8"/>
    <w:p w14:paraId="2F34D3F9" w14:textId="77777777" w:rsidR="002A3FE8" w:rsidRPr="00E40A1B" w:rsidRDefault="002A3FE8" w:rsidP="002A3FE8">
      <w:pPr>
        <w:spacing w:line="240" w:lineRule="auto"/>
        <w:ind w:firstLine="0"/>
        <w:jc w:val="left"/>
      </w:pPr>
      <w:r w:rsidRPr="00E40A1B">
        <w:br w:type="page"/>
      </w:r>
    </w:p>
    <w:p w14:paraId="35353617" w14:textId="77777777" w:rsidR="00EF2792" w:rsidRDefault="00EF2792" w:rsidP="00EF2792"/>
    <w:tbl>
      <w:tblPr>
        <w:tblStyle w:val="Grigliatabella"/>
        <w:tblpPr w:topFromText="425" w:bottomFromText="425" w:horzAnchor="margin" w:tblpXSpec="center" w:tblpYSpec="top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745F38" w:rsidRPr="002B550F" w14:paraId="623B7987" w14:textId="77777777" w:rsidTr="00745F38">
        <w:tc>
          <w:tcPr>
            <w:tcW w:w="9356" w:type="dxa"/>
          </w:tcPr>
          <w:p w14:paraId="620483A7" w14:textId="77777777" w:rsidR="00745F38" w:rsidRPr="002B550F" w:rsidRDefault="00745F38" w:rsidP="00745F38">
            <w:pPr>
              <w:pStyle w:val="FigTitolo"/>
            </w:pPr>
            <w:bookmarkStart w:id="9" w:name="_Hlk34669262"/>
            <w:r w:rsidRPr="002B550F">
              <w:t xml:space="preserve">Tasso di variazione del </w:t>
            </w:r>
            <w:r>
              <w:t>p</w:t>
            </w:r>
            <w:r w:rsidRPr="002B550F">
              <w:t>rodotto interno lordo</w:t>
            </w:r>
            <w:r>
              <w:t xml:space="preserve"> per l’area dell’euro, l’Unione europea e alcuni paesi</w:t>
            </w:r>
          </w:p>
        </w:tc>
      </w:tr>
      <w:tr w:rsidR="00745F38" w:rsidRPr="002B550F" w14:paraId="332B86FE" w14:textId="77777777" w:rsidTr="00745F38">
        <w:tc>
          <w:tcPr>
            <w:tcW w:w="9356" w:type="dxa"/>
          </w:tcPr>
          <w:p w14:paraId="1EB22469" w14:textId="77777777" w:rsidR="00745F38" w:rsidRPr="00674C12" w:rsidRDefault="00745F38" w:rsidP="00745F38">
            <w:pPr>
              <w:pStyle w:val="Figure"/>
            </w:pPr>
            <w:r w:rsidRPr="00AB4CDD">
              <w:rPr>
                <w:noProof/>
              </w:rPr>
              <w:drawing>
                <wp:inline distT="0" distB="0" distL="0" distR="0" wp14:anchorId="3E75981D" wp14:editId="405955FE">
                  <wp:extent cx="5626100" cy="1778000"/>
                  <wp:effectExtent l="0" t="0" r="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26100" cy="177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5F38" w:rsidRPr="007862B1" w14:paraId="59521ED4" w14:textId="77777777" w:rsidTr="00745F38">
        <w:tc>
          <w:tcPr>
            <w:tcW w:w="9356" w:type="dxa"/>
          </w:tcPr>
          <w:p w14:paraId="542CE4CB" w14:textId="41DD3294" w:rsidR="00745F38" w:rsidRPr="00860890" w:rsidRDefault="00745F38" w:rsidP="00745F38">
            <w:pPr>
              <w:pStyle w:val="TabNoteSuperiori"/>
            </w:pPr>
            <w:r w:rsidRPr="002F7285">
              <w:t xml:space="preserve">Fonte: </w:t>
            </w:r>
            <w:proofErr w:type="spellStart"/>
            <w:r w:rsidRPr="002F7285">
              <w:t>European</w:t>
            </w:r>
            <w:proofErr w:type="spellEnd"/>
            <w:r w:rsidRPr="002F7285">
              <w:t xml:space="preserve"> Commission, </w:t>
            </w:r>
            <w:proofErr w:type="spellStart"/>
            <w:r w:rsidRPr="002F7285">
              <w:t>European</w:t>
            </w:r>
            <w:proofErr w:type="spellEnd"/>
            <w:r w:rsidRPr="002F7285">
              <w:t xml:space="preserve"> </w:t>
            </w:r>
            <w:proofErr w:type="spellStart"/>
            <w:r w:rsidRPr="002F7285">
              <w:t>Macroeconomic</w:t>
            </w:r>
            <w:proofErr w:type="spellEnd"/>
            <w:r w:rsidRPr="002F7285">
              <w:t xml:space="preserve"> Forecast,</w:t>
            </w:r>
            <w:r w:rsidR="00023493" w:rsidRPr="00023493">
              <w:t xml:space="preserve"> 07 novembre 2020</w:t>
            </w:r>
          </w:p>
        </w:tc>
      </w:tr>
    </w:tbl>
    <w:bookmarkEnd w:id="9"/>
    <w:p w14:paraId="75DFED7C" w14:textId="77777777" w:rsidR="00EF2792" w:rsidRDefault="00EF2792" w:rsidP="00EF2792">
      <w:r>
        <w:t>ancora</w:t>
      </w:r>
    </w:p>
    <w:p w14:paraId="2AA6B046" w14:textId="77777777" w:rsidR="00EF2792" w:rsidRPr="00E40A1B" w:rsidRDefault="00EF2792" w:rsidP="00EF2792"/>
    <w:p w14:paraId="57C53B94" w14:textId="77777777" w:rsidR="00EF2792" w:rsidRPr="00E40A1B" w:rsidRDefault="00EF2792" w:rsidP="00EF2792">
      <w:pPr>
        <w:spacing w:line="240" w:lineRule="auto"/>
        <w:ind w:firstLine="0"/>
        <w:jc w:val="left"/>
      </w:pPr>
      <w:r w:rsidRPr="00E40A1B">
        <w:br w:type="page"/>
      </w:r>
    </w:p>
    <w:p w14:paraId="11CC253D" w14:textId="17B6FC4A" w:rsidR="00F81CE8" w:rsidRDefault="00F81CE8" w:rsidP="00F81CE8">
      <w:pPr>
        <w:pStyle w:val="Titolo2"/>
      </w:pPr>
      <w:r w:rsidRPr="00F81CE8">
        <w:lastRenderedPageBreak/>
        <w:t xml:space="preserve">Il quadro </w:t>
      </w:r>
      <w:r w:rsidR="006C2562">
        <w:t>nazionale.</w:t>
      </w:r>
      <w:bookmarkEnd w:id="6"/>
      <w:bookmarkEnd w:id="7"/>
    </w:p>
    <w:p w14:paraId="5FBD4B8E" w14:textId="77777777" w:rsidR="002958B5" w:rsidRDefault="002958B5" w:rsidP="002958B5"/>
    <w:tbl>
      <w:tblPr>
        <w:tblpPr w:topFromText="284" w:bottomFromText="284" w:horzAnchor="margin" w:tblpXSpec="center" w:tblpYSpec="top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6917BC" w14:paraId="37E609A1" w14:textId="77777777" w:rsidTr="0010487D">
        <w:tc>
          <w:tcPr>
            <w:tcW w:w="9356" w:type="dxa"/>
          </w:tcPr>
          <w:p w14:paraId="19D267D5" w14:textId="77777777" w:rsidR="006917BC" w:rsidRDefault="006917BC" w:rsidP="0010487D">
            <w:pPr>
              <w:pStyle w:val="FigTitolo"/>
            </w:pPr>
            <w:bookmarkStart w:id="10" w:name="_Hlk59197999"/>
            <w:r>
              <w:t>Prodotto interno lordo, valori concatenati (anno di riferimento 2015), dati destagionalizzati e corretti.</w:t>
            </w:r>
            <w:r>
              <w:br/>
              <w:t>Numero indice (2015=100) e tasso di variazione sul trimestre precedente.</w:t>
            </w:r>
          </w:p>
        </w:tc>
      </w:tr>
      <w:tr w:rsidR="006917BC" w:rsidRPr="00064064" w14:paraId="654ABB26" w14:textId="77777777" w:rsidTr="0010487D">
        <w:tblPrEx>
          <w:tblCellMar>
            <w:left w:w="70" w:type="dxa"/>
            <w:right w:w="70" w:type="dxa"/>
          </w:tblCellMar>
        </w:tblPrEx>
        <w:tc>
          <w:tcPr>
            <w:tcW w:w="9356" w:type="dxa"/>
          </w:tcPr>
          <w:p w14:paraId="0F0C489F" w14:textId="77777777" w:rsidR="006917BC" w:rsidRPr="00064064" w:rsidRDefault="006917BC" w:rsidP="0010487D">
            <w:pPr>
              <w:pStyle w:val="Figure"/>
            </w:pPr>
            <w:r w:rsidRPr="00DE6092">
              <w:rPr>
                <w:noProof/>
              </w:rPr>
              <w:drawing>
                <wp:inline distT="0" distB="0" distL="0" distR="0" wp14:anchorId="01372009" wp14:editId="3AD4AE3F">
                  <wp:extent cx="5627370" cy="1920875"/>
                  <wp:effectExtent l="0" t="0" r="0" b="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27370" cy="1920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17BC" w14:paraId="6E16F162" w14:textId="77777777" w:rsidTr="0010487D">
        <w:tc>
          <w:tcPr>
            <w:tcW w:w="9356" w:type="dxa"/>
          </w:tcPr>
          <w:p w14:paraId="7EFA9444" w14:textId="77777777" w:rsidR="006917BC" w:rsidRDefault="006917BC" w:rsidP="0010487D">
            <w:pPr>
              <w:pStyle w:val="TabNoteSuperiori"/>
            </w:pPr>
            <w:r>
              <w:t>Fonte Istat</w:t>
            </w:r>
          </w:p>
        </w:tc>
      </w:tr>
    </w:tbl>
    <w:bookmarkEnd w:id="10"/>
    <w:p w14:paraId="7D1117FA" w14:textId="77777777" w:rsidR="002958B5" w:rsidRPr="00E0114B" w:rsidRDefault="002958B5" w:rsidP="002958B5">
      <w:pPr>
        <w:rPr>
          <w:color w:val="FF0000"/>
        </w:rPr>
      </w:pPr>
      <w:r w:rsidRPr="00E0114B">
        <w:rPr>
          <w:color w:val="FF0000"/>
        </w:rPr>
        <w:t xml:space="preserve">Ancora </w:t>
      </w:r>
      <w:r>
        <w:rPr>
          <w:color w:val="FF0000"/>
        </w:rPr>
        <w:t>grafico</w:t>
      </w:r>
    </w:p>
    <w:p w14:paraId="13D1D46C" w14:textId="77777777" w:rsidR="002958B5" w:rsidRDefault="002958B5" w:rsidP="002958B5"/>
    <w:p w14:paraId="73CEFDC9" w14:textId="77777777" w:rsidR="002958B5" w:rsidRDefault="002958B5" w:rsidP="002958B5">
      <w:r>
        <w:br w:type="page"/>
      </w:r>
    </w:p>
    <w:p w14:paraId="66EAFDF4" w14:textId="77777777" w:rsidR="00E0114B" w:rsidRDefault="00E0114B" w:rsidP="003D7D2C"/>
    <w:p w14:paraId="6DB6F60F" w14:textId="77777777" w:rsidR="00250494" w:rsidRDefault="00250494" w:rsidP="00250494"/>
    <w:p w14:paraId="7BAC2590" w14:textId="77777777" w:rsidR="00A13F9E" w:rsidRDefault="00A13F9E" w:rsidP="00A13F9E"/>
    <w:tbl>
      <w:tblPr>
        <w:tblStyle w:val="Grigliatabella"/>
        <w:tblpPr w:topFromText="284" w:bottomFromText="284" w:horzAnchor="margin" w:tblpXSpec="center" w:tblpYSpec="bottom"/>
        <w:tblOverlap w:val="never"/>
        <w:tblW w:w="93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680"/>
        <w:gridCol w:w="228"/>
        <w:gridCol w:w="680"/>
        <w:gridCol w:w="228"/>
        <w:gridCol w:w="510"/>
        <w:gridCol w:w="397"/>
        <w:gridCol w:w="680"/>
        <w:gridCol w:w="228"/>
        <w:gridCol w:w="113"/>
        <w:gridCol w:w="680"/>
        <w:gridCol w:w="228"/>
        <w:gridCol w:w="680"/>
        <w:gridCol w:w="228"/>
        <w:gridCol w:w="510"/>
        <w:gridCol w:w="397"/>
        <w:gridCol w:w="680"/>
        <w:gridCol w:w="227"/>
      </w:tblGrid>
      <w:tr w:rsidR="00F661DA" w14:paraId="4D8BFD27" w14:textId="77777777" w:rsidTr="00F661DA">
        <w:trPr>
          <w:cantSplit/>
          <w:trHeight w:val="255"/>
        </w:trPr>
        <w:tc>
          <w:tcPr>
            <w:tcW w:w="9359" w:type="dxa"/>
            <w:gridSpan w:val="18"/>
            <w:tcBorders>
              <w:bottom w:val="single" w:sz="4" w:space="0" w:color="632423" w:themeColor="accent2" w:themeShade="80"/>
            </w:tcBorders>
            <w:noWrap/>
          </w:tcPr>
          <w:p w14:paraId="3CA97F78" w14:textId="77777777" w:rsidR="00F661DA" w:rsidRDefault="00F661DA" w:rsidP="00F661DA">
            <w:pPr>
              <w:pStyle w:val="TabTitolo"/>
            </w:pPr>
            <w:bookmarkStart w:id="11" w:name="_Hlk59198011"/>
            <w:r>
              <w:t>L'economia italiana. Consuntivo e previsioni recenti, variazioni percentuali annue a prezzi costanti salvo diversa indicazione.</w:t>
            </w:r>
          </w:p>
        </w:tc>
      </w:tr>
      <w:tr w:rsidR="00F661DA" w:rsidRPr="00C744DD" w14:paraId="4DFEEF05" w14:textId="77777777" w:rsidTr="00F661DA">
        <w:trPr>
          <w:cantSplit/>
          <w:trHeight w:val="255"/>
        </w:trPr>
        <w:tc>
          <w:tcPr>
            <w:tcW w:w="1985" w:type="dxa"/>
            <w:tcBorders>
              <w:top w:val="single" w:sz="4" w:space="0" w:color="632423" w:themeColor="accent2" w:themeShade="80"/>
            </w:tcBorders>
            <w:noWrap/>
          </w:tcPr>
          <w:p w14:paraId="0E7BA3DA" w14:textId="77777777" w:rsidR="00F661DA" w:rsidRPr="00C744DD" w:rsidRDefault="00F661DA" w:rsidP="00F661DA">
            <w:pPr>
              <w:pStyle w:val="TabIntestaSup"/>
            </w:pPr>
          </w:p>
        </w:tc>
        <w:tc>
          <w:tcPr>
            <w:tcW w:w="3631" w:type="dxa"/>
            <w:gridSpan w:val="8"/>
            <w:tcBorders>
              <w:top w:val="single" w:sz="4" w:space="0" w:color="632423" w:themeColor="accent2" w:themeShade="80"/>
            </w:tcBorders>
            <w:noWrap/>
          </w:tcPr>
          <w:p w14:paraId="38499E24" w14:textId="77777777" w:rsidR="00F661DA" w:rsidRPr="00C744DD" w:rsidRDefault="00F661DA" w:rsidP="00F661DA">
            <w:pPr>
              <w:pStyle w:val="TabIntestaSupBordo"/>
            </w:pPr>
            <w:r w:rsidRPr="00C744DD">
              <w:t>Previsioni 20</w:t>
            </w:r>
            <w:r>
              <w:t>20</w:t>
            </w:r>
          </w:p>
        </w:tc>
        <w:tc>
          <w:tcPr>
            <w:tcW w:w="113" w:type="dxa"/>
            <w:tcBorders>
              <w:top w:val="single" w:sz="4" w:space="0" w:color="632423" w:themeColor="accent2" w:themeShade="80"/>
            </w:tcBorders>
            <w:noWrap/>
          </w:tcPr>
          <w:p w14:paraId="7B448A8A" w14:textId="77777777" w:rsidR="00F661DA" w:rsidRPr="00C744DD" w:rsidRDefault="00F661DA" w:rsidP="00F661DA">
            <w:pPr>
              <w:pStyle w:val="TabIntestaSup"/>
            </w:pPr>
          </w:p>
        </w:tc>
        <w:tc>
          <w:tcPr>
            <w:tcW w:w="3630" w:type="dxa"/>
            <w:gridSpan w:val="8"/>
            <w:tcBorders>
              <w:top w:val="single" w:sz="4" w:space="0" w:color="632423" w:themeColor="accent2" w:themeShade="80"/>
            </w:tcBorders>
          </w:tcPr>
          <w:p w14:paraId="0F83CA92" w14:textId="77777777" w:rsidR="00F661DA" w:rsidRPr="00C744DD" w:rsidRDefault="00F661DA" w:rsidP="00F661DA">
            <w:pPr>
              <w:pStyle w:val="TabIntestaSupBordo"/>
            </w:pPr>
            <w:r>
              <w:t>Previsioni 2021</w:t>
            </w:r>
          </w:p>
        </w:tc>
      </w:tr>
      <w:tr w:rsidR="00F661DA" w:rsidRPr="00C744DD" w14:paraId="7EE5B4FF" w14:textId="77777777" w:rsidTr="00F661DA">
        <w:trPr>
          <w:cantSplit/>
          <w:trHeight w:val="255"/>
        </w:trPr>
        <w:tc>
          <w:tcPr>
            <w:tcW w:w="1985" w:type="dxa"/>
            <w:noWrap/>
          </w:tcPr>
          <w:p w14:paraId="4824848F" w14:textId="77777777" w:rsidR="00F661DA" w:rsidRPr="00C744DD" w:rsidRDefault="00F661DA" w:rsidP="00F661DA">
            <w:pPr>
              <w:pStyle w:val="TabIntestaSup"/>
            </w:pPr>
          </w:p>
        </w:tc>
        <w:tc>
          <w:tcPr>
            <w:tcW w:w="908" w:type="dxa"/>
            <w:gridSpan w:val="2"/>
            <w:noWrap/>
          </w:tcPr>
          <w:p w14:paraId="3BFE3173" w14:textId="77777777" w:rsidR="00F661DA" w:rsidRPr="00C744DD" w:rsidRDefault="00F661DA" w:rsidP="00F661DA">
            <w:pPr>
              <w:pStyle w:val="TabIntestaSup"/>
            </w:pPr>
            <w:r w:rsidRPr="00C744DD">
              <w:t>Fmi</w:t>
            </w:r>
          </w:p>
        </w:tc>
        <w:tc>
          <w:tcPr>
            <w:tcW w:w="908" w:type="dxa"/>
            <w:gridSpan w:val="2"/>
            <w:noWrap/>
          </w:tcPr>
          <w:p w14:paraId="21BBD7E7" w14:textId="77777777" w:rsidR="00F661DA" w:rsidRPr="00C744DD" w:rsidRDefault="00F661DA" w:rsidP="00F661DA">
            <w:pPr>
              <w:pStyle w:val="TabIntestaSup"/>
            </w:pPr>
            <w:r w:rsidRPr="00C744DD">
              <w:t>Ue</w:t>
            </w:r>
          </w:p>
        </w:tc>
        <w:tc>
          <w:tcPr>
            <w:tcW w:w="907" w:type="dxa"/>
            <w:gridSpan w:val="2"/>
            <w:noWrap/>
          </w:tcPr>
          <w:p w14:paraId="3E568B90" w14:textId="77777777" w:rsidR="00F661DA" w:rsidRPr="00C744DD" w:rsidRDefault="00F661DA" w:rsidP="00F661DA">
            <w:pPr>
              <w:pStyle w:val="TabIntestaSup"/>
            </w:pPr>
            <w:r w:rsidRPr="00C744DD">
              <w:t>Prometeia</w:t>
            </w:r>
          </w:p>
        </w:tc>
        <w:tc>
          <w:tcPr>
            <w:tcW w:w="908" w:type="dxa"/>
            <w:gridSpan w:val="2"/>
            <w:noWrap/>
          </w:tcPr>
          <w:p w14:paraId="1934FA91" w14:textId="77777777" w:rsidR="00F661DA" w:rsidRPr="00C744DD" w:rsidRDefault="00F661DA" w:rsidP="00F661DA">
            <w:pPr>
              <w:pStyle w:val="TabIntestaSup"/>
            </w:pPr>
            <w:r w:rsidRPr="00C744DD">
              <w:t>Ocse</w:t>
            </w:r>
          </w:p>
        </w:tc>
        <w:tc>
          <w:tcPr>
            <w:tcW w:w="113" w:type="dxa"/>
            <w:noWrap/>
          </w:tcPr>
          <w:p w14:paraId="207D4BB1" w14:textId="77777777" w:rsidR="00F661DA" w:rsidRPr="00C744DD" w:rsidRDefault="00F661DA" w:rsidP="00F661DA">
            <w:pPr>
              <w:pStyle w:val="TabIntestaSup"/>
            </w:pPr>
          </w:p>
        </w:tc>
        <w:tc>
          <w:tcPr>
            <w:tcW w:w="908" w:type="dxa"/>
            <w:gridSpan w:val="2"/>
          </w:tcPr>
          <w:p w14:paraId="01CD95EE" w14:textId="77777777" w:rsidR="00F661DA" w:rsidRPr="00C744DD" w:rsidRDefault="00F661DA" w:rsidP="00F661DA">
            <w:pPr>
              <w:pStyle w:val="TabIntestaSup"/>
            </w:pPr>
            <w:r w:rsidRPr="00C744DD">
              <w:t>Fmi</w:t>
            </w:r>
          </w:p>
        </w:tc>
        <w:tc>
          <w:tcPr>
            <w:tcW w:w="908" w:type="dxa"/>
            <w:gridSpan w:val="2"/>
            <w:noWrap/>
          </w:tcPr>
          <w:p w14:paraId="46FD69A8" w14:textId="77777777" w:rsidR="00F661DA" w:rsidRPr="00C744DD" w:rsidRDefault="00F661DA" w:rsidP="00F661DA">
            <w:pPr>
              <w:pStyle w:val="TabIntestaSup"/>
            </w:pPr>
            <w:r w:rsidRPr="00C744DD">
              <w:t>Ue</w:t>
            </w:r>
          </w:p>
        </w:tc>
        <w:tc>
          <w:tcPr>
            <w:tcW w:w="907" w:type="dxa"/>
            <w:gridSpan w:val="2"/>
            <w:noWrap/>
          </w:tcPr>
          <w:p w14:paraId="02CB3398" w14:textId="77777777" w:rsidR="00F661DA" w:rsidRPr="00C744DD" w:rsidRDefault="00F661DA" w:rsidP="00F661DA">
            <w:pPr>
              <w:pStyle w:val="TabIntestaSup"/>
            </w:pPr>
            <w:r w:rsidRPr="00C744DD">
              <w:t>Prometeia</w:t>
            </w:r>
          </w:p>
        </w:tc>
        <w:tc>
          <w:tcPr>
            <w:tcW w:w="907" w:type="dxa"/>
            <w:gridSpan w:val="2"/>
            <w:noWrap/>
          </w:tcPr>
          <w:p w14:paraId="4887055E" w14:textId="77777777" w:rsidR="00F661DA" w:rsidRPr="00C744DD" w:rsidRDefault="00F661DA" w:rsidP="00F661DA">
            <w:pPr>
              <w:pStyle w:val="TabIntestaSup"/>
            </w:pPr>
            <w:r w:rsidRPr="00C744DD">
              <w:t>Ocse</w:t>
            </w:r>
          </w:p>
        </w:tc>
      </w:tr>
      <w:tr w:rsidR="00F661DA" w14:paraId="21D16584" w14:textId="77777777" w:rsidTr="00F661DA">
        <w:trPr>
          <w:cantSplit/>
          <w:trHeight w:val="255"/>
        </w:trPr>
        <w:tc>
          <w:tcPr>
            <w:tcW w:w="1985" w:type="dxa"/>
            <w:tcBorders>
              <w:bottom w:val="single" w:sz="4" w:space="0" w:color="632423" w:themeColor="accent2" w:themeShade="80"/>
            </w:tcBorders>
            <w:noWrap/>
          </w:tcPr>
          <w:p w14:paraId="4D5DA747" w14:textId="77777777" w:rsidR="00F661DA" w:rsidRDefault="00F661DA" w:rsidP="00F661DA">
            <w:pPr>
              <w:pStyle w:val="TabIntestaInf"/>
            </w:pPr>
          </w:p>
        </w:tc>
        <w:tc>
          <w:tcPr>
            <w:tcW w:w="908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14:paraId="1CE72663" w14:textId="77777777" w:rsidR="00F661DA" w:rsidRDefault="00F661DA" w:rsidP="00F661DA">
            <w:pPr>
              <w:pStyle w:val="TabIntestaInf"/>
            </w:pPr>
            <w:r>
              <w:t>ott-20</w:t>
            </w:r>
          </w:p>
        </w:tc>
        <w:tc>
          <w:tcPr>
            <w:tcW w:w="908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14:paraId="6AB86467" w14:textId="77777777" w:rsidR="00F661DA" w:rsidRDefault="00F661DA" w:rsidP="00F661DA">
            <w:pPr>
              <w:pStyle w:val="TabIntestaInf"/>
            </w:pPr>
            <w:r>
              <w:t>nov-20</w:t>
            </w:r>
          </w:p>
        </w:tc>
        <w:tc>
          <w:tcPr>
            <w:tcW w:w="907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14:paraId="3EF0A55A" w14:textId="77777777" w:rsidR="00F661DA" w:rsidRDefault="00F661DA" w:rsidP="00F661DA">
            <w:pPr>
              <w:pStyle w:val="TabIntestaInf"/>
            </w:pPr>
            <w:r>
              <w:t>nov-20 [1]</w:t>
            </w:r>
          </w:p>
        </w:tc>
        <w:tc>
          <w:tcPr>
            <w:tcW w:w="908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14:paraId="310430AF" w14:textId="77777777" w:rsidR="00F661DA" w:rsidRDefault="00F661DA" w:rsidP="00F661DA">
            <w:pPr>
              <w:pStyle w:val="TabIntestaInf"/>
            </w:pPr>
            <w:r>
              <w:t>dic-20 [1]</w:t>
            </w:r>
          </w:p>
        </w:tc>
        <w:tc>
          <w:tcPr>
            <w:tcW w:w="113" w:type="dxa"/>
            <w:tcBorders>
              <w:bottom w:val="single" w:sz="4" w:space="0" w:color="632423" w:themeColor="accent2" w:themeShade="80"/>
            </w:tcBorders>
            <w:noWrap/>
          </w:tcPr>
          <w:p w14:paraId="08CC6BE4" w14:textId="77777777" w:rsidR="00F661DA" w:rsidRDefault="00F661DA" w:rsidP="00F661DA">
            <w:pPr>
              <w:pStyle w:val="TabIntestaInf"/>
            </w:pPr>
          </w:p>
        </w:tc>
        <w:tc>
          <w:tcPr>
            <w:tcW w:w="908" w:type="dxa"/>
            <w:gridSpan w:val="2"/>
            <w:tcBorders>
              <w:bottom w:val="single" w:sz="4" w:space="0" w:color="632423" w:themeColor="accent2" w:themeShade="80"/>
            </w:tcBorders>
          </w:tcPr>
          <w:p w14:paraId="2553B3CA" w14:textId="77777777" w:rsidR="00F661DA" w:rsidRDefault="00F661DA" w:rsidP="00F661DA">
            <w:pPr>
              <w:pStyle w:val="TabIntestaInf"/>
            </w:pPr>
            <w:r>
              <w:t>ott-20</w:t>
            </w:r>
          </w:p>
        </w:tc>
        <w:tc>
          <w:tcPr>
            <w:tcW w:w="908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14:paraId="17251B6F" w14:textId="77777777" w:rsidR="00F661DA" w:rsidRDefault="00F661DA" w:rsidP="00F661DA">
            <w:pPr>
              <w:pStyle w:val="TabIntestaInf"/>
            </w:pPr>
            <w:r>
              <w:t>nov-20</w:t>
            </w:r>
          </w:p>
        </w:tc>
        <w:tc>
          <w:tcPr>
            <w:tcW w:w="907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14:paraId="059A3D01" w14:textId="77777777" w:rsidR="00F661DA" w:rsidRDefault="00F661DA" w:rsidP="00F661DA">
            <w:pPr>
              <w:pStyle w:val="TabIntestaInf"/>
            </w:pPr>
            <w:r>
              <w:t>nov-20 [1]</w:t>
            </w:r>
          </w:p>
        </w:tc>
        <w:tc>
          <w:tcPr>
            <w:tcW w:w="907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14:paraId="09231460" w14:textId="77777777" w:rsidR="00F661DA" w:rsidRDefault="00F661DA" w:rsidP="00F661DA">
            <w:pPr>
              <w:pStyle w:val="TabIntestaInf"/>
            </w:pPr>
            <w:r>
              <w:t>dic-20 [1]</w:t>
            </w:r>
          </w:p>
        </w:tc>
      </w:tr>
      <w:tr w:rsidR="00F661DA" w14:paraId="40584689" w14:textId="77777777" w:rsidTr="00F661DA">
        <w:trPr>
          <w:cantSplit/>
          <w:trHeight w:hRule="exact" w:val="113"/>
        </w:trPr>
        <w:tc>
          <w:tcPr>
            <w:tcW w:w="1985" w:type="dxa"/>
            <w:tcBorders>
              <w:top w:val="single" w:sz="4" w:space="0" w:color="632423" w:themeColor="accent2" w:themeShade="80"/>
            </w:tcBorders>
            <w:noWrap/>
          </w:tcPr>
          <w:p w14:paraId="79304D18" w14:textId="77777777" w:rsidR="00F661DA" w:rsidRDefault="00F661DA" w:rsidP="00F661DA">
            <w:pPr>
              <w:pStyle w:val="TabNumeri"/>
            </w:pPr>
          </w:p>
        </w:tc>
        <w:tc>
          <w:tcPr>
            <w:tcW w:w="680" w:type="dxa"/>
            <w:tcBorders>
              <w:top w:val="single" w:sz="4" w:space="0" w:color="632423" w:themeColor="accent2" w:themeShade="80"/>
            </w:tcBorders>
            <w:noWrap/>
          </w:tcPr>
          <w:p w14:paraId="4D0A913F" w14:textId="77777777" w:rsidR="00F661DA" w:rsidRDefault="00F661DA" w:rsidP="00F661DA">
            <w:pPr>
              <w:pStyle w:val="TabNumeri"/>
            </w:pPr>
          </w:p>
        </w:tc>
        <w:tc>
          <w:tcPr>
            <w:tcW w:w="228" w:type="dxa"/>
            <w:tcBorders>
              <w:top w:val="single" w:sz="4" w:space="0" w:color="632423" w:themeColor="accent2" w:themeShade="80"/>
            </w:tcBorders>
            <w:noWrap/>
          </w:tcPr>
          <w:p w14:paraId="2972FDB9" w14:textId="77777777" w:rsidR="00F661DA" w:rsidRDefault="00F661DA" w:rsidP="00F661DA">
            <w:pPr>
              <w:pStyle w:val="TabNumeri"/>
            </w:pPr>
          </w:p>
        </w:tc>
        <w:tc>
          <w:tcPr>
            <w:tcW w:w="680" w:type="dxa"/>
            <w:tcBorders>
              <w:top w:val="single" w:sz="4" w:space="0" w:color="632423" w:themeColor="accent2" w:themeShade="80"/>
            </w:tcBorders>
            <w:noWrap/>
          </w:tcPr>
          <w:p w14:paraId="3B7C61E6" w14:textId="77777777" w:rsidR="00F661DA" w:rsidRDefault="00F661DA" w:rsidP="00F661DA">
            <w:pPr>
              <w:pStyle w:val="TabNumeri"/>
            </w:pPr>
          </w:p>
        </w:tc>
        <w:tc>
          <w:tcPr>
            <w:tcW w:w="228" w:type="dxa"/>
            <w:tcBorders>
              <w:top w:val="single" w:sz="4" w:space="0" w:color="632423" w:themeColor="accent2" w:themeShade="80"/>
            </w:tcBorders>
            <w:noWrap/>
          </w:tcPr>
          <w:p w14:paraId="2DC4772B" w14:textId="77777777" w:rsidR="00F661DA" w:rsidRDefault="00F661DA" w:rsidP="00F661DA">
            <w:pPr>
              <w:pStyle w:val="TabNumeri"/>
            </w:pPr>
          </w:p>
        </w:tc>
        <w:tc>
          <w:tcPr>
            <w:tcW w:w="510" w:type="dxa"/>
            <w:tcBorders>
              <w:top w:val="single" w:sz="4" w:space="0" w:color="632423" w:themeColor="accent2" w:themeShade="80"/>
            </w:tcBorders>
            <w:noWrap/>
          </w:tcPr>
          <w:p w14:paraId="651C7274" w14:textId="77777777" w:rsidR="00F661DA" w:rsidRDefault="00F661DA" w:rsidP="00F661DA">
            <w:pPr>
              <w:pStyle w:val="TabNumeri"/>
            </w:pPr>
          </w:p>
        </w:tc>
        <w:tc>
          <w:tcPr>
            <w:tcW w:w="397" w:type="dxa"/>
            <w:tcBorders>
              <w:top w:val="single" w:sz="4" w:space="0" w:color="632423" w:themeColor="accent2" w:themeShade="80"/>
            </w:tcBorders>
            <w:noWrap/>
          </w:tcPr>
          <w:p w14:paraId="0F5FB113" w14:textId="77777777" w:rsidR="00F661DA" w:rsidRDefault="00F661DA" w:rsidP="00F661DA">
            <w:pPr>
              <w:pStyle w:val="TabNumeri"/>
            </w:pPr>
          </w:p>
        </w:tc>
        <w:tc>
          <w:tcPr>
            <w:tcW w:w="680" w:type="dxa"/>
            <w:tcBorders>
              <w:top w:val="single" w:sz="4" w:space="0" w:color="632423" w:themeColor="accent2" w:themeShade="80"/>
            </w:tcBorders>
            <w:noWrap/>
          </w:tcPr>
          <w:p w14:paraId="6518CCB7" w14:textId="77777777" w:rsidR="00F661DA" w:rsidRDefault="00F661DA" w:rsidP="00F661DA">
            <w:pPr>
              <w:pStyle w:val="TabNumeri"/>
            </w:pPr>
          </w:p>
        </w:tc>
        <w:tc>
          <w:tcPr>
            <w:tcW w:w="228" w:type="dxa"/>
            <w:tcBorders>
              <w:top w:val="single" w:sz="4" w:space="0" w:color="632423" w:themeColor="accent2" w:themeShade="80"/>
            </w:tcBorders>
          </w:tcPr>
          <w:p w14:paraId="037265C5" w14:textId="77777777" w:rsidR="00F661DA" w:rsidRPr="00B64650" w:rsidRDefault="00F661DA" w:rsidP="00F661DA">
            <w:pPr>
              <w:pStyle w:val="TabNumeri"/>
            </w:pPr>
          </w:p>
        </w:tc>
        <w:tc>
          <w:tcPr>
            <w:tcW w:w="113" w:type="dxa"/>
            <w:tcBorders>
              <w:top w:val="single" w:sz="4" w:space="0" w:color="632423" w:themeColor="accent2" w:themeShade="80"/>
            </w:tcBorders>
            <w:noWrap/>
          </w:tcPr>
          <w:p w14:paraId="56B6EF83" w14:textId="77777777" w:rsidR="00F661DA" w:rsidRDefault="00F661DA" w:rsidP="00F661DA">
            <w:pPr>
              <w:pStyle w:val="TabNumeri"/>
            </w:pPr>
          </w:p>
        </w:tc>
        <w:tc>
          <w:tcPr>
            <w:tcW w:w="680" w:type="dxa"/>
            <w:tcBorders>
              <w:top w:val="single" w:sz="4" w:space="0" w:color="632423" w:themeColor="accent2" w:themeShade="80"/>
            </w:tcBorders>
          </w:tcPr>
          <w:p w14:paraId="430F503A" w14:textId="77777777" w:rsidR="00F661DA" w:rsidRDefault="00F661DA" w:rsidP="00F661DA">
            <w:pPr>
              <w:pStyle w:val="TabNumeri"/>
            </w:pPr>
          </w:p>
        </w:tc>
        <w:tc>
          <w:tcPr>
            <w:tcW w:w="228" w:type="dxa"/>
            <w:tcBorders>
              <w:top w:val="single" w:sz="4" w:space="0" w:color="632423" w:themeColor="accent2" w:themeShade="80"/>
            </w:tcBorders>
            <w:noWrap/>
          </w:tcPr>
          <w:p w14:paraId="3D85A088" w14:textId="77777777" w:rsidR="00F661DA" w:rsidRDefault="00F661DA" w:rsidP="00F661DA">
            <w:pPr>
              <w:pStyle w:val="TabNumeri"/>
            </w:pPr>
          </w:p>
        </w:tc>
        <w:tc>
          <w:tcPr>
            <w:tcW w:w="680" w:type="dxa"/>
            <w:tcBorders>
              <w:top w:val="single" w:sz="4" w:space="0" w:color="632423" w:themeColor="accent2" w:themeShade="80"/>
            </w:tcBorders>
            <w:noWrap/>
          </w:tcPr>
          <w:p w14:paraId="4A6C449E" w14:textId="77777777" w:rsidR="00F661DA" w:rsidRDefault="00F661DA" w:rsidP="00F661DA">
            <w:pPr>
              <w:pStyle w:val="TabNumeri"/>
            </w:pPr>
          </w:p>
        </w:tc>
        <w:tc>
          <w:tcPr>
            <w:tcW w:w="228" w:type="dxa"/>
            <w:tcBorders>
              <w:top w:val="single" w:sz="4" w:space="0" w:color="632423" w:themeColor="accent2" w:themeShade="80"/>
            </w:tcBorders>
            <w:noWrap/>
          </w:tcPr>
          <w:p w14:paraId="3691389E" w14:textId="77777777" w:rsidR="00F661DA" w:rsidRDefault="00F661DA" w:rsidP="00F661DA">
            <w:pPr>
              <w:pStyle w:val="TabNumeri"/>
            </w:pPr>
          </w:p>
        </w:tc>
        <w:tc>
          <w:tcPr>
            <w:tcW w:w="510" w:type="dxa"/>
            <w:tcBorders>
              <w:top w:val="single" w:sz="4" w:space="0" w:color="632423" w:themeColor="accent2" w:themeShade="80"/>
            </w:tcBorders>
            <w:noWrap/>
          </w:tcPr>
          <w:p w14:paraId="7C35C95B" w14:textId="77777777" w:rsidR="00F661DA" w:rsidRDefault="00F661DA" w:rsidP="00F661DA">
            <w:pPr>
              <w:pStyle w:val="TabNumeri"/>
            </w:pPr>
          </w:p>
        </w:tc>
        <w:tc>
          <w:tcPr>
            <w:tcW w:w="397" w:type="dxa"/>
            <w:tcBorders>
              <w:top w:val="single" w:sz="4" w:space="0" w:color="632423" w:themeColor="accent2" w:themeShade="80"/>
            </w:tcBorders>
            <w:noWrap/>
          </w:tcPr>
          <w:p w14:paraId="367A9E99" w14:textId="77777777" w:rsidR="00F661DA" w:rsidRDefault="00F661DA" w:rsidP="00F661DA">
            <w:pPr>
              <w:pStyle w:val="TabNumeri"/>
            </w:pPr>
          </w:p>
        </w:tc>
        <w:tc>
          <w:tcPr>
            <w:tcW w:w="680" w:type="dxa"/>
            <w:tcBorders>
              <w:top w:val="single" w:sz="4" w:space="0" w:color="632423" w:themeColor="accent2" w:themeShade="80"/>
            </w:tcBorders>
            <w:noWrap/>
          </w:tcPr>
          <w:p w14:paraId="192314D9" w14:textId="77777777" w:rsidR="00F661DA" w:rsidRDefault="00F661DA" w:rsidP="00F661DA">
            <w:pPr>
              <w:pStyle w:val="TabNumeri"/>
            </w:pPr>
          </w:p>
        </w:tc>
        <w:tc>
          <w:tcPr>
            <w:tcW w:w="227" w:type="dxa"/>
            <w:tcBorders>
              <w:top w:val="single" w:sz="4" w:space="0" w:color="632423" w:themeColor="accent2" w:themeShade="80"/>
            </w:tcBorders>
            <w:noWrap/>
          </w:tcPr>
          <w:p w14:paraId="71E38453" w14:textId="77777777" w:rsidR="00F661DA" w:rsidRDefault="00F661DA" w:rsidP="00F661DA">
            <w:pPr>
              <w:pStyle w:val="TabNumeri"/>
            </w:pPr>
          </w:p>
        </w:tc>
      </w:tr>
      <w:tr w:rsidR="00F661DA" w14:paraId="658AE850" w14:textId="77777777" w:rsidTr="00F661DA">
        <w:trPr>
          <w:cantSplit/>
          <w:trHeight w:val="255"/>
        </w:trPr>
        <w:tc>
          <w:tcPr>
            <w:tcW w:w="1985" w:type="dxa"/>
            <w:noWrap/>
          </w:tcPr>
          <w:p w14:paraId="1596BC48" w14:textId="77777777" w:rsidR="00F661DA" w:rsidRPr="00233F5C" w:rsidRDefault="00F661DA" w:rsidP="00F661DA">
            <w:pPr>
              <w:pStyle w:val="TabEtichette"/>
            </w:pPr>
            <w:r w:rsidRPr="00233F5C">
              <w:t>Prodotto interno lordo</w:t>
            </w:r>
          </w:p>
        </w:tc>
        <w:tc>
          <w:tcPr>
            <w:tcW w:w="680" w:type="dxa"/>
            <w:noWrap/>
          </w:tcPr>
          <w:p w14:paraId="52C1C6B5" w14:textId="77777777" w:rsidR="00F661DA" w:rsidRPr="00F86988" w:rsidRDefault="00F661DA" w:rsidP="00F661DA">
            <w:pPr>
              <w:pStyle w:val="TabNumeri"/>
            </w:pPr>
            <w:r w:rsidRPr="005779FC">
              <w:t>-10,6</w:t>
            </w:r>
          </w:p>
        </w:tc>
        <w:tc>
          <w:tcPr>
            <w:tcW w:w="228" w:type="dxa"/>
            <w:noWrap/>
          </w:tcPr>
          <w:p w14:paraId="6EF10291" w14:textId="77777777" w:rsidR="00F661DA" w:rsidRPr="00B64650" w:rsidRDefault="00F661DA" w:rsidP="00F661DA">
            <w:pPr>
              <w:pStyle w:val="TabNumeri"/>
            </w:pPr>
          </w:p>
        </w:tc>
        <w:tc>
          <w:tcPr>
            <w:tcW w:w="680" w:type="dxa"/>
            <w:noWrap/>
          </w:tcPr>
          <w:p w14:paraId="2EFC5556" w14:textId="77777777" w:rsidR="00F661DA" w:rsidRPr="00D65A6F" w:rsidRDefault="00F661DA" w:rsidP="00F661DA">
            <w:pPr>
              <w:pStyle w:val="TabNumeri"/>
            </w:pPr>
            <w:r w:rsidRPr="005779FC">
              <w:t>-9,9</w:t>
            </w:r>
          </w:p>
        </w:tc>
        <w:tc>
          <w:tcPr>
            <w:tcW w:w="228" w:type="dxa"/>
            <w:noWrap/>
          </w:tcPr>
          <w:p w14:paraId="21628402" w14:textId="77777777" w:rsidR="00F661DA" w:rsidRPr="00C32B54" w:rsidRDefault="00F661DA" w:rsidP="00F661DA">
            <w:pPr>
              <w:pStyle w:val="TabNumeri"/>
            </w:pPr>
          </w:p>
        </w:tc>
        <w:tc>
          <w:tcPr>
            <w:tcW w:w="510" w:type="dxa"/>
            <w:noWrap/>
          </w:tcPr>
          <w:p w14:paraId="5B6F0A4E" w14:textId="77777777" w:rsidR="00F661DA" w:rsidRPr="00904DA8" w:rsidRDefault="00F661DA" w:rsidP="00F661DA">
            <w:pPr>
              <w:pStyle w:val="TabNumeri"/>
            </w:pPr>
            <w:r w:rsidRPr="00C8485A">
              <w:t>-9,0</w:t>
            </w:r>
          </w:p>
        </w:tc>
        <w:tc>
          <w:tcPr>
            <w:tcW w:w="397" w:type="dxa"/>
            <w:noWrap/>
          </w:tcPr>
          <w:p w14:paraId="4DEB3A69" w14:textId="77777777" w:rsidR="00F661DA" w:rsidRPr="00904DA8" w:rsidRDefault="00F661DA" w:rsidP="00F661DA">
            <w:pPr>
              <w:pStyle w:val="TabNumeri"/>
            </w:pPr>
            <w:r w:rsidRPr="00C8485A">
              <w:t>[7]</w:t>
            </w:r>
          </w:p>
        </w:tc>
        <w:tc>
          <w:tcPr>
            <w:tcW w:w="680" w:type="dxa"/>
            <w:noWrap/>
          </w:tcPr>
          <w:p w14:paraId="542CB372" w14:textId="77777777" w:rsidR="00F661DA" w:rsidRPr="003C782D" w:rsidRDefault="00F661DA" w:rsidP="00F661DA">
            <w:pPr>
              <w:pStyle w:val="TabNumeri"/>
            </w:pPr>
            <w:r w:rsidRPr="00535D6A">
              <w:t>-9,1</w:t>
            </w:r>
          </w:p>
        </w:tc>
        <w:tc>
          <w:tcPr>
            <w:tcW w:w="228" w:type="dxa"/>
          </w:tcPr>
          <w:p w14:paraId="51ED0C6E" w14:textId="77777777" w:rsidR="00F661DA" w:rsidRPr="00AA375C" w:rsidRDefault="00F661DA" w:rsidP="00F661DA">
            <w:pPr>
              <w:pStyle w:val="TabNumeri"/>
            </w:pPr>
          </w:p>
        </w:tc>
        <w:tc>
          <w:tcPr>
            <w:tcW w:w="113" w:type="dxa"/>
            <w:noWrap/>
          </w:tcPr>
          <w:p w14:paraId="0E02C702" w14:textId="77777777" w:rsidR="00F661DA" w:rsidRPr="00B64650" w:rsidRDefault="00F661DA" w:rsidP="00F661DA">
            <w:pPr>
              <w:pStyle w:val="TabNumeri"/>
            </w:pPr>
          </w:p>
        </w:tc>
        <w:tc>
          <w:tcPr>
            <w:tcW w:w="680" w:type="dxa"/>
          </w:tcPr>
          <w:p w14:paraId="1B99528C" w14:textId="77777777" w:rsidR="00F661DA" w:rsidRPr="009E61ED" w:rsidRDefault="00F661DA" w:rsidP="00F661DA">
            <w:pPr>
              <w:pStyle w:val="TabNumeri"/>
            </w:pPr>
            <w:r w:rsidRPr="00B74D44">
              <w:t>5,2</w:t>
            </w:r>
          </w:p>
        </w:tc>
        <w:tc>
          <w:tcPr>
            <w:tcW w:w="228" w:type="dxa"/>
            <w:noWrap/>
          </w:tcPr>
          <w:p w14:paraId="64008EE3" w14:textId="77777777" w:rsidR="00F661DA" w:rsidRPr="00811B57" w:rsidRDefault="00F661DA" w:rsidP="00F661DA">
            <w:pPr>
              <w:pStyle w:val="TabNumeri"/>
            </w:pPr>
          </w:p>
        </w:tc>
        <w:tc>
          <w:tcPr>
            <w:tcW w:w="680" w:type="dxa"/>
            <w:noWrap/>
          </w:tcPr>
          <w:p w14:paraId="047685FE" w14:textId="77777777" w:rsidR="00F661DA" w:rsidRPr="00A27A0A" w:rsidRDefault="00F661DA" w:rsidP="00F661DA">
            <w:pPr>
              <w:pStyle w:val="TabNumeri"/>
            </w:pPr>
            <w:r w:rsidRPr="00B74D44">
              <w:t>4,1</w:t>
            </w:r>
          </w:p>
        </w:tc>
        <w:tc>
          <w:tcPr>
            <w:tcW w:w="228" w:type="dxa"/>
            <w:noWrap/>
          </w:tcPr>
          <w:p w14:paraId="51FF077C" w14:textId="77777777" w:rsidR="00F661DA" w:rsidRPr="00DC6642" w:rsidRDefault="00F661DA" w:rsidP="00F661DA">
            <w:pPr>
              <w:pStyle w:val="TabNumeri"/>
            </w:pPr>
          </w:p>
        </w:tc>
        <w:tc>
          <w:tcPr>
            <w:tcW w:w="510" w:type="dxa"/>
            <w:noWrap/>
          </w:tcPr>
          <w:p w14:paraId="3FCF1250" w14:textId="77777777" w:rsidR="00F661DA" w:rsidRPr="00986A4F" w:rsidRDefault="00F661DA" w:rsidP="00F661DA">
            <w:pPr>
              <w:pStyle w:val="TabNumeri"/>
            </w:pPr>
            <w:r w:rsidRPr="00AA7C7D">
              <w:t>5,0</w:t>
            </w:r>
          </w:p>
        </w:tc>
        <w:tc>
          <w:tcPr>
            <w:tcW w:w="397" w:type="dxa"/>
            <w:noWrap/>
          </w:tcPr>
          <w:p w14:paraId="05FE60FB" w14:textId="77777777" w:rsidR="00F661DA" w:rsidRPr="00986A4F" w:rsidRDefault="00F661DA" w:rsidP="00F661DA">
            <w:pPr>
              <w:pStyle w:val="TabNumeri"/>
            </w:pPr>
            <w:r w:rsidRPr="00AA7C7D">
              <w:t>[7]</w:t>
            </w:r>
          </w:p>
        </w:tc>
        <w:tc>
          <w:tcPr>
            <w:tcW w:w="680" w:type="dxa"/>
            <w:noWrap/>
          </w:tcPr>
          <w:p w14:paraId="0ADB2F77" w14:textId="77777777" w:rsidR="00F661DA" w:rsidRPr="00413582" w:rsidRDefault="00F661DA" w:rsidP="00F661DA">
            <w:pPr>
              <w:pStyle w:val="TabNumeri"/>
            </w:pPr>
            <w:r w:rsidRPr="00194795">
              <w:t>4,3</w:t>
            </w:r>
          </w:p>
        </w:tc>
        <w:tc>
          <w:tcPr>
            <w:tcW w:w="227" w:type="dxa"/>
            <w:noWrap/>
          </w:tcPr>
          <w:p w14:paraId="15B89723" w14:textId="77777777" w:rsidR="00F661DA" w:rsidRPr="00A319C0" w:rsidRDefault="00F661DA" w:rsidP="00F661DA">
            <w:pPr>
              <w:pStyle w:val="TabNumeri"/>
            </w:pPr>
          </w:p>
        </w:tc>
      </w:tr>
      <w:tr w:rsidR="00F661DA" w14:paraId="4882B712" w14:textId="77777777" w:rsidTr="00F661DA">
        <w:trPr>
          <w:cantSplit/>
          <w:trHeight w:val="255"/>
        </w:trPr>
        <w:tc>
          <w:tcPr>
            <w:tcW w:w="1985" w:type="dxa"/>
            <w:shd w:val="clear" w:color="auto" w:fill="EAF1DD" w:themeFill="accent3" w:themeFillTint="33"/>
            <w:noWrap/>
          </w:tcPr>
          <w:p w14:paraId="1CFF33A9" w14:textId="77777777" w:rsidR="00F661DA" w:rsidRPr="00233F5C" w:rsidRDefault="00F661DA" w:rsidP="00F661DA">
            <w:pPr>
              <w:pStyle w:val="TabEtichette"/>
            </w:pPr>
            <w:r w:rsidRPr="00233F5C">
              <w:t>Importazioni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056D91C5" w14:textId="77777777" w:rsidR="00F661DA" w:rsidRPr="00F86988" w:rsidRDefault="00F661DA" w:rsidP="00F661DA">
            <w:pPr>
              <w:pStyle w:val="TabNumeri"/>
            </w:pPr>
            <w:r w:rsidRPr="005779FC">
              <w:t>-19,0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577DEEF5" w14:textId="77777777" w:rsidR="00F661DA" w:rsidRPr="00B64650" w:rsidRDefault="00F661DA" w:rsidP="00F661DA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15451648" w14:textId="77777777" w:rsidR="00F661DA" w:rsidRPr="00D65A6F" w:rsidRDefault="00F661DA" w:rsidP="00F661DA">
            <w:pPr>
              <w:pStyle w:val="TabNumeri"/>
            </w:pPr>
            <w:r w:rsidRPr="005779FC">
              <w:t>-14,1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16748381" w14:textId="77777777" w:rsidR="00F661DA" w:rsidRPr="00C32B54" w:rsidRDefault="00F661DA" w:rsidP="00F661DA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0EE599F3" w14:textId="77777777" w:rsidR="00F661DA" w:rsidRPr="00904DA8" w:rsidRDefault="00F661DA" w:rsidP="00F661DA">
            <w:pPr>
              <w:pStyle w:val="TabNumeri"/>
            </w:pPr>
            <w:r w:rsidRPr="00C8485A">
              <w:t>-14,3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14:paraId="194FA797" w14:textId="77777777" w:rsidR="00F661DA" w:rsidRPr="00904DA8" w:rsidRDefault="00F661DA" w:rsidP="00F661DA">
            <w:pPr>
              <w:pStyle w:val="TabNumeri"/>
            </w:pPr>
            <w:r w:rsidRPr="00C8485A">
              <w:t>[7]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1FDD1B0F" w14:textId="77777777" w:rsidR="00F661DA" w:rsidRPr="003C782D" w:rsidRDefault="00F661DA" w:rsidP="00F661DA">
            <w:pPr>
              <w:pStyle w:val="TabNumeri"/>
            </w:pPr>
            <w:r w:rsidRPr="00535D6A">
              <w:t>-15,0</w:t>
            </w:r>
          </w:p>
        </w:tc>
        <w:tc>
          <w:tcPr>
            <w:tcW w:w="228" w:type="dxa"/>
            <w:shd w:val="clear" w:color="auto" w:fill="EAF1DD" w:themeFill="accent3" w:themeFillTint="33"/>
          </w:tcPr>
          <w:p w14:paraId="0063C1B4" w14:textId="77777777" w:rsidR="00F661DA" w:rsidRPr="00AA375C" w:rsidRDefault="00F661DA" w:rsidP="00F661DA">
            <w:pPr>
              <w:pStyle w:val="TabNumeri"/>
            </w:pPr>
          </w:p>
        </w:tc>
        <w:tc>
          <w:tcPr>
            <w:tcW w:w="113" w:type="dxa"/>
            <w:shd w:val="clear" w:color="auto" w:fill="EAF1DD" w:themeFill="accent3" w:themeFillTint="33"/>
            <w:noWrap/>
          </w:tcPr>
          <w:p w14:paraId="0E0AD329" w14:textId="77777777" w:rsidR="00F661DA" w:rsidRPr="00B64650" w:rsidRDefault="00F661DA" w:rsidP="00F661DA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</w:tcPr>
          <w:p w14:paraId="50538B49" w14:textId="77777777" w:rsidR="00F661DA" w:rsidRPr="009E61ED" w:rsidRDefault="00F661DA" w:rsidP="00F661DA">
            <w:pPr>
              <w:pStyle w:val="TabNumeri"/>
            </w:pPr>
            <w:r w:rsidRPr="00B74D44">
              <w:t>11,8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30134AFD" w14:textId="77777777" w:rsidR="00F661DA" w:rsidRPr="00811B57" w:rsidRDefault="00F661DA" w:rsidP="00F661DA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6F30A54C" w14:textId="77777777" w:rsidR="00F661DA" w:rsidRPr="00A27A0A" w:rsidRDefault="00F661DA" w:rsidP="00F661DA">
            <w:pPr>
              <w:pStyle w:val="TabNumeri"/>
            </w:pPr>
            <w:r w:rsidRPr="00B74D44">
              <w:t>9,9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38424933" w14:textId="77777777" w:rsidR="00F661DA" w:rsidRPr="00DC6642" w:rsidRDefault="00F661DA" w:rsidP="00F661DA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61FEF547" w14:textId="77777777" w:rsidR="00F661DA" w:rsidRPr="00986A4F" w:rsidRDefault="00F661DA" w:rsidP="00F661DA">
            <w:pPr>
              <w:pStyle w:val="TabNumeri"/>
            </w:pPr>
            <w:r w:rsidRPr="00AA7C7D">
              <w:t>10,1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14:paraId="0D149723" w14:textId="77777777" w:rsidR="00F661DA" w:rsidRPr="00986A4F" w:rsidRDefault="00F661DA" w:rsidP="00F661DA">
            <w:pPr>
              <w:pStyle w:val="TabNumeri"/>
            </w:pPr>
            <w:r w:rsidRPr="00AA7C7D">
              <w:t>[7]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69F6D43B" w14:textId="77777777" w:rsidR="00F661DA" w:rsidRPr="00413582" w:rsidRDefault="00F661DA" w:rsidP="00F661DA">
            <w:pPr>
              <w:pStyle w:val="TabNumeri"/>
            </w:pPr>
            <w:r w:rsidRPr="00194795">
              <w:t>4,2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14:paraId="3D38D651" w14:textId="77777777" w:rsidR="00F661DA" w:rsidRPr="00A319C0" w:rsidRDefault="00F661DA" w:rsidP="00F661DA">
            <w:pPr>
              <w:pStyle w:val="TabNumeri"/>
            </w:pPr>
          </w:p>
        </w:tc>
      </w:tr>
      <w:tr w:rsidR="00F661DA" w14:paraId="503C3F6F" w14:textId="77777777" w:rsidTr="00F661DA">
        <w:trPr>
          <w:cantSplit/>
          <w:trHeight w:val="255"/>
        </w:trPr>
        <w:tc>
          <w:tcPr>
            <w:tcW w:w="1985" w:type="dxa"/>
            <w:noWrap/>
          </w:tcPr>
          <w:p w14:paraId="59B5F89E" w14:textId="77777777" w:rsidR="00F661DA" w:rsidRPr="00233F5C" w:rsidRDefault="00F661DA" w:rsidP="00F661DA">
            <w:pPr>
              <w:pStyle w:val="TabEtichette"/>
            </w:pPr>
            <w:r w:rsidRPr="00233F5C">
              <w:t>Esportazioni</w:t>
            </w:r>
          </w:p>
        </w:tc>
        <w:tc>
          <w:tcPr>
            <w:tcW w:w="680" w:type="dxa"/>
            <w:noWrap/>
          </w:tcPr>
          <w:p w14:paraId="350F9F63" w14:textId="77777777" w:rsidR="00F661DA" w:rsidRPr="00F86988" w:rsidRDefault="00F661DA" w:rsidP="00F661DA">
            <w:pPr>
              <w:pStyle w:val="TabNumeri"/>
            </w:pPr>
            <w:r w:rsidRPr="005779FC">
              <w:t>-17,8</w:t>
            </w:r>
          </w:p>
        </w:tc>
        <w:tc>
          <w:tcPr>
            <w:tcW w:w="228" w:type="dxa"/>
            <w:noWrap/>
          </w:tcPr>
          <w:p w14:paraId="33627893" w14:textId="77777777" w:rsidR="00F661DA" w:rsidRPr="00B64650" w:rsidRDefault="00F661DA" w:rsidP="00F661DA">
            <w:pPr>
              <w:pStyle w:val="TabNumeri"/>
            </w:pPr>
          </w:p>
        </w:tc>
        <w:tc>
          <w:tcPr>
            <w:tcW w:w="680" w:type="dxa"/>
            <w:noWrap/>
          </w:tcPr>
          <w:p w14:paraId="63B8708C" w14:textId="77777777" w:rsidR="00F661DA" w:rsidRPr="00D65A6F" w:rsidRDefault="00F661DA" w:rsidP="00F661DA">
            <w:pPr>
              <w:pStyle w:val="TabNumeri"/>
            </w:pPr>
            <w:r w:rsidRPr="005779FC">
              <w:t>-16,7</w:t>
            </w:r>
          </w:p>
        </w:tc>
        <w:tc>
          <w:tcPr>
            <w:tcW w:w="228" w:type="dxa"/>
            <w:noWrap/>
          </w:tcPr>
          <w:p w14:paraId="35C2A033" w14:textId="77777777" w:rsidR="00F661DA" w:rsidRPr="00C32B54" w:rsidRDefault="00F661DA" w:rsidP="00F661DA">
            <w:pPr>
              <w:pStyle w:val="TabNumeri"/>
            </w:pPr>
          </w:p>
        </w:tc>
        <w:tc>
          <w:tcPr>
            <w:tcW w:w="510" w:type="dxa"/>
            <w:noWrap/>
          </w:tcPr>
          <w:p w14:paraId="0688893E" w14:textId="77777777" w:rsidR="00F661DA" w:rsidRPr="00904DA8" w:rsidRDefault="00F661DA" w:rsidP="00F661DA">
            <w:pPr>
              <w:pStyle w:val="TabNumeri"/>
            </w:pPr>
            <w:r w:rsidRPr="00C8485A">
              <w:t>-16,5</w:t>
            </w:r>
          </w:p>
        </w:tc>
        <w:tc>
          <w:tcPr>
            <w:tcW w:w="397" w:type="dxa"/>
            <w:noWrap/>
          </w:tcPr>
          <w:p w14:paraId="3F05B24A" w14:textId="77777777" w:rsidR="00F661DA" w:rsidRPr="00904DA8" w:rsidRDefault="00F661DA" w:rsidP="00F661DA">
            <w:pPr>
              <w:pStyle w:val="TabNumeri"/>
            </w:pPr>
            <w:r w:rsidRPr="00C8485A">
              <w:t>[7]</w:t>
            </w:r>
          </w:p>
        </w:tc>
        <w:tc>
          <w:tcPr>
            <w:tcW w:w="680" w:type="dxa"/>
            <w:noWrap/>
          </w:tcPr>
          <w:p w14:paraId="5895A583" w14:textId="77777777" w:rsidR="00F661DA" w:rsidRPr="003C782D" w:rsidRDefault="00F661DA" w:rsidP="00F661DA">
            <w:pPr>
              <w:pStyle w:val="TabNumeri"/>
            </w:pPr>
            <w:r w:rsidRPr="00535D6A">
              <w:t>-17,8</w:t>
            </w:r>
          </w:p>
        </w:tc>
        <w:tc>
          <w:tcPr>
            <w:tcW w:w="228" w:type="dxa"/>
          </w:tcPr>
          <w:p w14:paraId="7FFB6A41" w14:textId="77777777" w:rsidR="00F661DA" w:rsidRPr="00AA375C" w:rsidRDefault="00F661DA" w:rsidP="00F661DA">
            <w:pPr>
              <w:pStyle w:val="TabNumeri"/>
            </w:pPr>
          </w:p>
        </w:tc>
        <w:tc>
          <w:tcPr>
            <w:tcW w:w="113" w:type="dxa"/>
            <w:noWrap/>
          </w:tcPr>
          <w:p w14:paraId="6B282D62" w14:textId="77777777" w:rsidR="00F661DA" w:rsidRPr="00B64650" w:rsidRDefault="00F661DA" w:rsidP="00F661DA">
            <w:pPr>
              <w:pStyle w:val="TabNumeri"/>
            </w:pPr>
          </w:p>
        </w:tc>
        <w:tc>
          <w:tcPr>
            <w:tcW w:w="680" w:type="dxa"/>
          </w:tcPr>
          <w:p w14:paraId="7F61E67C" w14:textId="77777777" w:rsidR="00F661DA" w:rsidRPr="009E61ED" w:rsidRDefault="00F661DA" w:rsidP="00F661DA">
            <w:pPr>
              <w:pStyle w:val="TabNumeri"/>
            </w:pPr>
            <w:r w:rsidRPr="00B74D44">
              <w:t>11,5</w:t>
            </w:r>
          </w:p>
        </w:tc>
        <w:tc>
          <w:tcPr>
            <w:tcW w:w="228" w:type="dxa"/>
            <w:noWrap/>
          </w:tcPr>
          <w:p w14:paraId="69D413D0" w14:textId="77777777" w:rsidR="00F661DA" w:rsidRPr="00811B57" w:rsidRDefault="00F661DA" w:rsidP="00F661DA">
            <w:pPr>
              <w:pStyle w:val="TabNumeri"/>
            </w:pPr>
          </w:p>
        </w:tc>
        <w:tc>
          <w:tcPr>
            <w:tcW w:w="680" w:type="dxa"/>
            <w:noWrap/>
          </w:tcPr>
          <w:p w14:paraId="0808FAA4" w14:textId="77777777" w:rsidR="00F661DA" w:rsidRPr="00A27A0A" w:rsidRDefault="00F661DA" w:rsidP="00F661DA">
            <w:pPr>
              <w:pStyle w:val="TabNumeri"/>
            </w:pPr>
            <w:r w:rsidRPr="00B74D44">
              <w:t>10,3</w:t>
            </w:r>
          </w:p>
        </w:tc>
        <w:tc>
          <w:tcPr>
            <w:tcW w:w="228" w:type="dxa"/>
            <w:noWrap/>
          </w:tcPr>
          <w:p w14:paraId="5B842484" w14:textId="77777777" w:rsidR="00F661DA" w:rsidRPr="00DC6642" w:rsidRDefault="00F661DA" w:rsidP="00F661DA">
            <w:pPr>
              <w:pStyle w:val="TabNumeri"/>
            </w:pPr>
          </w:p>
        </w:tc>
        <w:tc>
          <w:tcPr>
            <w:tcW w:w="510" w:type="dxa"/>
            <w:noWrap/>
          </w:tcPr>
          <w:p w14:paraId="7779CBF8" w14:textId="77777777" w:rsidR="00F661DA" w:rsidRPr="00986A4F" w:rsidRDefault="00F661DA" w:rsidP="00F661DA">
            <w:pPr>
              <w:pStyle w:val="TabNumeri"/>
            </w:pPr>
            <w:r w:rsidRPr="00AA7C7D">
              <w:t>10,0</w:t>
            </w:r>
          </w:p>
        </w:tc>
        <w:tc>
          <w:tcPr>
            <w:tcW w:w="397" w:type="dxa"/>
            <w:noWrap/>
          </w:tcPr>
          <w:p w14:paraId="1692D824" w14:textId="77777777" w:rsidR="00F661DA" w:rsidRPr="00986A4F" w:rsidRDefault="00F661DA" w:rsidP="00F661DA">
            <w:pPr>
              <w:pStyle w:val="TabNumeri"/>
            </w:pPr>
            <w:r w:rsidRPr="00AA7C7D">
              <w:t>[7]</w:t>
            </w:r>
          </w:p>
        </w:tc>
        <w:tc>
          <w:tcPr>
            <w:tcW w:w="680" w:type="dxa"/>
            <w:noWrap/>
          </w:tcPr>
          <w:p w14:paraId="1A7A980D" w14:textId="77777777" w:rsidR="00F661DA" w:rsidRPr="00413582" w:rsidRDefault="00F661DA" w:rsidP="00F661DA">
            <w:pPr>
              <w:pStyle w:val="TabNumeri"/>
            </w:pPr>
            <w:r w:rsidRPr="00194795">
              <w:t>5,4</w:t>
            </w:r>
          </w:p>
        </w:tc>
        <w:tc>
          <w:tcPr>
            <w:tcW w:w="227" w:type="dxa"/>
            <w:noWrap/>
          </w:tcPr>
          <w:p w14:paraId="6C27DC53" w14:textId="77777777" w:rsidR="00F661DA" w:rsidRPr="00A319C0" w:rsidRDefault="00F661DA" w:rsidP="00F661DA">
            <w:pPr>
              <w:pStyle w:val="TabNumeri"/>
            </w:pPr>
          </w:p>
        </w:tc>
      </w:tr>
      <w:tr w:rsidR="00F661DA" w14:paraId="7CE64986" w14:textId="77777777" w:rsidTr="00F661DA">
        <w:trPr>
          <w:cantSplit/>
          <w:trHeight w:val="255"/>
        </w:trPr>
        <w:tc>
          <w:tcPr>
            <w:tcW w:w="1985" w:type="dxa"/>
            <w:shd w:val="clear" w:color="auto" w:fill="EAF1DD" w:themeFill="accent3" w:themeFillTint="33"/>
            <w:noWrap/>
          </w:tcPr>
          <w:p w14:paraId="325A52BA" w14:textId="77777777" w:rsidR="00F661DA" w:rsidRPr="00233F5C" w:rsidRDefault="00F661DA" w:rsidP="00F661DA">
            <w:pPr>
              <w:pStyle w:val="TabEtichette"/>
            </w:pPr>
            <w:r w:rsidRPr="00233F5C">
              <w:t>Domanda interna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4E247566" w14:textId="77777777" w:rsidR="00F661DA" w:rsidRPr="00F86988" w:rsidRDefault="00F661DA" w:rsidP="00F661DA">
            <w:pPr>
              <w:pStyle w:val="TabNumeri"/>
            </w:pPr>
            <w:r w:rsidRPr="005779FC">
              <w:t>-10,6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67B89D00" w14:textId="77777777" w:rsidR="00F661DA" w:rsidRPr="00B64650" w:rsidRDefault="00F661DA" w:rsidP="00F661DA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306BE5C3" w14:textId="77777777" w:rsidR="00F661DA" w:rsidRPr="00D65A6F" w:rsidRDefault="00F661DA" w:rsidP="00F661DA">
            <w:pPr>
              <w:pStyle w:val="TabNumeri"/>
            </w:pPr>
            <w:r w:rsidRPr="005779FC">
              <w:t>-10,8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365A3EBC" w14:textId="77777777" w:rsidR="00F661DA" w:rsidRPr="00C32B54" w:rsidRDefault="00F661DA" w:rsidP="00F661DA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3F25846B" w14:textId="77777777" w:rsidR="00F661DA" w:rsidRPr="00904DA8" w:rsidRDefault="00F661DA" w:rsidP="00F661DA">
            <w:pPr>
              <w:pStyle w:val="TabNumeri"/>
            </w:pPr>
            <w:r w:rsidRPr="00C8485A">
              <w:t>-8,1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14:paraId="1D55D9B6" w14:textId="77777777" w:rsidR="00F661DA" w:rsidRPr="00904DA8" w:rsidRDefault="00F661DA" w:rsidP="00F661DA">
            <w:pPr>
              <w:pStyle w:val="TabNumeri"/>
            </w:pPr>
            <w:r w:rsidRPr="00C8485A">
              <w:t>[7]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018DD09F" w14:textId="77777777" w:rsidR="00F661DA" w:rsidRPr="003C782D" w:rsidRDefault="00F661DA" w:rsidP="00F661DA">
            <w:pPr>
              <w:pStyle w:val="TabNumeri"/>
            </w:pPr>
            <w:r w:rsidRPr="00535D6A">
              <w:t>-7,9</w:t>
            </w:r>
          </w:p>
        </w:tc>
        <w:tc>
          <w:tcPr>
            <w:tcW w:w="228" w:type="dxa"/>
            <w:shd w:val="clear" w:color="auto" w:fill="EAF1DD" w:themeFill="accent3" w:themeFillTint="33"/>
          </w:tcPr>
          <w:p w14:paraId="38890B66" w14:textId="77777777" w:rsidR="00F661DA" w:rsidRPr="00AA375C" w:rsidRDefault="00F661DA" w:rsidP="00F661DA">
            <w:pPr>
              <w:pStyle w:val="TabNumeri"/>
            </w:pPr>
          </w:p>
        </w:tc>
        <w:tc>
          <w:tcPr>
            <w:tcW w:w="113" w:type="dxa"/>
            <w:shd w:val="clear" w:color="auto" w:fill="EAF1DD" w:themeFill="accent3" w:themeFillTint="33"/>
            <w:noWrap/>
          </w:tcPr>
          <w:p w14:paraId="7C872543" w14:textId="77777777" w:rsidR="00F661DA" w:rsidRPr="00B64650" w:rsidRDefault="00F661DA" w:rsidP="00F661DA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</w:tcPr>
          <w:p w14:paraId="67AD8581" w14:textId="77777777" w:rsidR="00F661DA" w:rsidRPr="009E61ED" w:rsidRDefault="00F661DA" w:rsidP="00F661DA">
            <w:pPr>
              <w:pStyle w:val="TabNumeri"/>
            </w:pPr>
            <w:r w:rsidRPr="00B74D44">
              <w:t>5,2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06E7A3F9" w14:textId="77777777" w:rsidR="00F661DA" w:rsidRPr="00811B57" w:rsidRDefault="00F661DA" w:rsidP="00F661DA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7F8A2F77" w14:textId="77777777" w:rsidR="00F661DA" w:rsidRPr="00A27A0A" w:rsidRDefault="00F661DA" w:rsidP="00F661DA">
            <w:pPr>
              <w:pStyle w:val="TabNumeri"/>
            </w:pPr>
            <w:r w:rsidRPr="00B74D44">
              <w:t>5,2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734BE848" w14:textId="77777777" w:rsidR="00F661DA" w:rsidRPr="00DC6642" w:rsidRDefault="00F661DA" w:rsidP="00F661DA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421AFC54" w14:textId="77777777" w:rsidR="00F661DA" w:rsidRPr="00986A4F" w:rsidRDefault="00F661DA" w:rsidP="00F661DA">
            <w:pPr>
              <w:pStyle w:val="TabNumeri"/>
            </w:pPr>
            <w:r w:rsidRPr="00AA7C7D">
              <w:t>4,9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14:paraId="204F0B31" w14:textId="77777777" w:rsidR="00F661DA" w:rsidRPr="00986A4F" w:rsidRDefault="00F661DA" w:rsidP="00F661DA">
            <w:pPr>
              <w:pStyle w:val="TabNumeri"/>
            </w:pPr>
            <w:r w:rsidRPr="00AA7C7D">
              <w:t>[7]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136D2721" w14:textId="77777777" w:rsidR="00F661DA" w:rsidRPr="00413582" w:rsidRDefault="00F661DA" w:rsidP="00F661DA">
            <w:pPr>
              <w:pStyle w:val="TabNumeri"/>
            </w:pPr>
            <w:r w:rsidRPr="00194795">
              <w:t>4,0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14:paraId="5D82C5AC" w14:textId="77777777" w:rsidR="00F661DA" w:rsidRPr="00A319C0" w:rsidRDefault="00F661DA" w:rsidP="00F661DA">
            <w:pPr>
              <w:pStyle w:val="TabNumeri"/>
            </w:pPr>
          </w:p>
        </w:tc>
      </w:tr>
      <w:tr w:rsidR="00F661DA" w14:paraId="5B5F128E" w14:textId="77777777" w:rsidTr="00F661DA">
        <w:trPr>
          <w:cantSplit/>
          <w:trHeight w:val="255"/>
        </w:trPr>
        <w:tc>
          <w:tcPr>
            <w:tcW w:w="1985" w:type="dxa"/>
            <w:noWrap/>
          </w:tcPr>
          <w:p w14:paraId="299F850E" w14:textId="77777777" w:rsidR="00F661DA" w:rsidRPr="00233F5C" w:rsidRDefault="00F661DA" w:rsidP="00F661DA">
            <w:pPr>
              <w:pStyle w:val="TabEtichette"/>
            </w:pPr>
            <w:r w:rsidRPr="00233F5C">
              <w:t xml:space="preserve">Consumi </w:t>
            </w:r>
            <w:r>
              <w:t xml:space="preserve">delle </w:t>
            </w:r>
            <w:r w:rsidRPr="00233F5C">
              <w:t>famiglie</w:t>
            </w:r>
          </w:p>
        </w:tc>
        <w:tc>
          <w:tcPr>
            <w:tcW w:w="680" w:type="dxa"/>
            <w:noWrap/>
          </w:tcPr>
          <w:p w14:paraId="67C028CC" w14:textId="77777777" w:rsidR="00F661DA" w:rsidRPr="00F86988" w:rsidRDefault="00F661DA" w:rsidP="00F661DA">
            <w:pPr>
              <w:pStyle w:val="TabNumeri"/>
            </w:pPr>
            <w:r w:rsidRPr="005779FC">
              <w:t>-11,8</w:t>
            </w:r>
          </w:p>
        </w:tc>
        <w:tc>
          <w:tcPr>
            <w:tcW w:w="228" w:type="dxa"/>
            <w:noWrap/>
          </w:tcPr>
          <w:p w14:paraId="51EA1B96" w14:textId="77777777" w:rsidR="00F661DA" w:rsidRPr="00B64650" w:rsidRDefault="00F661DA" w:rsidP="00F661DA">
            <w:pPr>
              <w:pStyle w:val="TabNumeri"/>
            </w:pPr>
          </w:p>
        </w:tc>
        <w:tc>
          <w:tcPr>
            <w:tcW w:w="680" w:type="dxa"/>
            <w:noWrap/>
          </w:tcPr>
          <w:p w14:paraId="1D311E8A" w14:textId="77777777" w:rsidR="00F661DA" w:rsidRPr="00D65A6F" w:rsidRDefault="00F661DA" w:rsidP="00F661DA">
            <w:pPr>
              <w:pStyle w:val="TabNumeri"/>
            </w:pPr>
            <w:r w:rsidRPr="005779FC">
              <w:t>-10,5</w:t>
            </w:r>
          </w:p>
        </w:tc>
        <w:tc>
          <w:tcPr>
            <w:tcW w:w="228" w:type="dxa"/>
            <w:noWrap/>
          </w:tcPr>
          <w:p w14:paraId="006D4DD5" w14:textId="77777777" w:rsidR="00F661DA" w:rsidRPr="00C32B54" w:rsidRDefault="00F661DA" w:rsidP="00F661DA">
            <w:pPr>
              <w:pStyle w:val="TabNumeri"/>
            </w:pPr>
          </w:p>
        </w:tc>
        <w:tc>
          <w:tcPr>
            <w:tcW w:w="510" w:type="dxa"/>
            <w:noWrap/>
          </w:tcPr>
          <w:p w14:paraId="7C4F929B" w14:textId="77777777" w:rsidR="00F661DA" w:rsidRPr="00904DA8" w:rsidRDefault="00F661DA" w:rsidP="00F661DA">
            <w:pPr>
              <w:pStyle w:val="TabNumeri"/>
            </w:pPr>
            <w:r w:rsidRPr="00C8485A">
              <w:t>-10,0</w:t>
            </w:r>
          </w:p>
        </w:tc>
        <w:tc>
          <w:tcPr>
            <w:tcW w:w="397" w:type="dxa"/>
            <w:noWrap/>
          </w:tcPr>
          <w:p w14:paraId="13B8474A" w14:textId="77777777" w:rsidR="00F661DA" w:rsidRPr="00904DA8" w:rsidRDefault="00F661DA" w:rsidP="00F661DA">
            <w:pPr>
              <w:pStyle w:val="TabNumeri"/>
            </w:pPr>
            <w:r w:rsidRPr="00C8485A">
              <w:t>[7]</w:t>
            </w:r>
          </w:p>
        </w:tc>
        <w:tc>
          <w:tcPr>
            <w:tcW w:w="680" w:type="dxa"/>
            <w:noWrap/>
          </w:tcPr>
          <w:p w14:paraId="1F938E05" w14:textId="77777777" w:rsidR="00F661DA" w:rsidRPr="003C782D" w:rsidRDefault="00F661DA" w:rsidP="00F661DA">
            <w:pPr>
              <w:pStyle w:val="TabNumeri"/>
            </w:pPr>
            <w:r w:rsidRPr="00535D6A">
              <w:t>-9,2</w:t>
            </w:r>
          </w:p>
        </w:tc>
        <w:tc>
          <w:tcPr>
            <w:tcW w:w="228" w:type="dxa"/>
          </w:tcPr>
          <w:p w14:paraId="7ABC08C4" w14:textId="77777777" w:rsidR="00F661DA" w:rsidRPr="00AA375C" w:rsidRDefault="00F661DA" w:rsidP="00F661DA">
            <w:pPr>
              <w:pStyle w:val="TabNumeri"/>
            </w:pPr>
          </w:p>
        </w:tc>
        <w:tc>
          <w:tcPr>
            <w:tcW w:w="113" w:type="dxa"/>
            <w:noWrap/>
          </w:tcPr>
          <w:p w14:paraId="1AA934D3" w14:textId="77777777" w:rsidR="00F661DA" w:rsidRPr="00B64650" w:rsidRDefault="00F661DA" w:rsidP="00F661DA">
            <w:pPr>
              <w:pStyle w:val="TabNumeri"/>
            </w:pPr>
          </w:p>
        </w:tc>
        <w:tc>
          <w:tcPr>
            <w:tcW w:w="680" w:type="dxa"/>
          </w:tcPr>
          <w:p w14:paraId="685C5299" w14:textId="77777777" w:rsidR="00F661DA" w:rsidRPr="009E61ED" w:rsidRDefault="00F661DA" w:rsidP="00F661DA">
            <w:pPr>
              <w:pStyle w:val="TabNumeri"/>
            </w:pPr>
            <w:r w:rsidRPr="00B74D44">
              <w:t>4,9</w:t>
            </w:r>
          </w:p>
        </w:tc>
        <w:tc>
          <w:tcPr>
            <w:tcW w:w="228" w:type="dxa"/>
            <w:noWrap/>
          </w:tcPr>
          <w:p w14:paraId="38D9B084" w14:textId="77777777" w:rsidR="00F661DA" w:rsidRPr="00811B57" w:rsidRDefault="00F661DA" w:rsidP="00F661DA">
            <w:pPr>
              <w:pStyle w:val="TabNumeri"/>
            </w:pPr>
          </w:p>
        </w:tc>
        <w:tc>
          <w:tcPr>
            <w:tcW w:w="680" w:type="dxa"/>
            <w:noWrap/>
          </w:tcPr>
          <w:p w14:paraId="1255983D" w14:textId="77777777" w:rsidR="00F661DA" w:rsidRPr="00A27A0A" w:rsidRDefault="00F661DA" w:rsidP="00F661DA">
            <w:pPr>
              <w:pStyle w:val="TabNumeri"/>
            </w:pPr>
            <w:r w:rsidRPr="00B74D44">
              <w:t>3,8</w:t>
            </w:r>
          </w:p>
        </w:tc>
        <w:tc>
          <w:tcPr>
            <w:tcW w:w="228" w:type="dxa"/>
            <w:noWrap/>
          </w:tcPr>
          <w:p w14:paraId="78BE1F4B" w14:textId="77777777" w:rsidR="00F661DA" w:rsidRPr="00DC6642" w:rsidRDefault="00F661DA" w:rsidP="00F661DA">
            <w:pPr>
              <w:pStyle w:val="TabNumeri"/>
            </w:pPr>
          </w:p>
        </w:tc>
        <w:tc>
          <w:tcPr>
            <w:tcW w:w="510" w:type="dxa"/>
            <w:noWrap/>
          </w:tcPr>
          <w:p w14:paraId="30C376DC" w14:textId="77777777" w:rsidR="00F661DA" w:rsidRPr="00986A4F" w:rsidRDefault="00F661DA" w:rsidP="00F661DA">
            <w:pPr>
              <w:pStyle w:val="TabNumeri"/>
            </w:pPr>
            <w:r w:rsidRPr="00AA7C7D">
              <w:t>3,8</w:t>
            </w:r>
          </w:p>
        </w:tc>
        <w:tc>
          <w:tcPr>
            <w:tcW w:w="397" w:type="dxa"/>
            <w:noWrap/>
          </w:tcPr>
          <w:p w14:paraId="55B39E14" w14:textId="77777777" w:rsidR="00F661DA" w:rsidRPr="00986A4F" w:rsidRDefault="00F661DA" w:rsidP="00F661DA">
            <w:pPr>
              <w:pStyle w:val="TabNumeri"/>
            </w:pPr>
            <w:r w:rsidRPr="00AA7C7D">
              <w:t>[7]</w:t>
            </w:r>
          </w:p>
        </w:tc>
        <w:tc>
          <w:tcPr>
            <w:tcW w:w="680" w:type="dxa"/>
            <w:noWrap/>
          </w:tcPr>
          <w:p w14:paraId="66C43C08" w14:textId="77777777" w:rsidR="00F661DA" w:rsidRPr="00413582" w:rsidRDefault="00F661DA" w:rsidP="00F661DA">
            <w:pPr>
              <w:pStyle w:val="TabNumeri"/>
            </w:pPr>
            <w:r w:rsidRPr="00194795">
              <w:t>4,9</w:t>
            </w:r>
          </w:p>
        </w:tc>
        <w:tc>
          <w:tcPr>
            <w:tcW w:w="227" w:type="dxa"/>
            <w:noWrap/>
          </w:tcPr>
          <w:p w14:paraId="113FE5C9" w14:textId="77777777" w:rsidR="00F661DA" w:rsidRPr="00A319C0" w:rsidRDefault="00F661DA" w:rsidP="00F661DA">
            <w:pPr>
              <w:pStyle w:val="TabNumeri"/>
            </w:pPr>
          </w:p>
        </w:tc>
      </w:tr>
      <w:tr w:rsidR="00F661DA" w14:paraId="3B47F8C8" w14:textId="77777777" w:rsidTr="00F661DA">
        <w:trPr>
          <w:cantSplit/>
          <w:trHeight w:val="255"/>
        </w:trPr>
        <w:tc>
          <w:tcPr>
            <w:tcW w:w="1985" w:type="dxa"/>
            <w:shd w:val="clear" w:color="auto" w:fill="EAF1DD" w:themeFill="accent3" w:themeFillTint="33"/>
            <w:noWrap/>
          </w:tcPr>
          <w:p w14:paraId="6957B6D0" w14:textId="77777777" w:rsidR="00F661DA" w:rsidRPr="00233F5C" w:rsidRDefault="00F661DA" w:rsidP="00F661DA">
            <w:pPr>
              <w:pStyle w:val="TabEtichette"/>
            </w:pPr>
            <w:r w:rsidRPr="00233F5C">
              <w:t>Consumi collettivi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650D329C" w14:textId="77777777" w:rsidR="00F661DA" w:rsidRPr="00F86988" w:rsidRDefault="00F661DA" w:rsidP="00F661DA">
            <w:pPr>
              <w:pStyle w:val="TabNumeri"/>
            </w:pPr>
            <w:r w:rsidRPr="005779FC">
              <w:t>3,1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465B7DD6" w14:textId="77777777" w:rsidR="00F661DA" w:rsidRPr="00B64650" w:rsidRDefault="00F661DA" w:rsidP="00F661DA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3EF75B8D" w14:textId="77777777" w:rsidR="00F661DA" w:rsidRPr="00D65A6F" w:rsidRDefault="00F661DA" w:rsidP="00F661DA">
            <w:pPr>
              <w:pStyle w:val="TabNumeri"/>
            </w:pPr>
            <w:r w:rsidRPr="005779FC">
              <w:t>2,1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327FFDC6" w14:textId="77777777" w:rsidR="00F661DA" w:rsidRPr="00C32B54" w:rsidRDefault="00F661DA" w:rsidP="00F661DA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73376EB1" w14:textId="77777777" w:rsidR="00F661DA" w:rsidRPr="00904DA8" w:rsidRDefault="00F661DA" w:rsidP="00F661DA">
            <w:pPr>
              <w:pStyle w:val="TabNumeri"/>
            </w:pPr>
            <w:r w:rsidRPr="00C8485A">
              <w:t>0,7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14:paraId="309E6D5E" w14:textId="77777777" w:rsidR="00F661DA" w:rsidRPr="00904DA8" w:rsidRDefault="00F661DA" w:rsidP="00F661DA">
            <w:pPr>
              <w:pStyle w:val="TabNumeri"/>
            </w:pPr>
            <w:r w:rsidRPr="00C8485A">
              <w:t>[7]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48D68CBC" w14:textId="77777777" w:rsidR="00F661DA" w:rsidRPr="003C782D" w:rsidRDefault="00F661DA" w:rsidP="00F661DA">
            <w:pPr>
              <w:pStyle w:val="TabNumeri"/>
            </w:pPr>
            <w:r w:rsidRPr="00535D6A">
              <w:t>2,1</w:t>
            </w:r>
          </w:p>
        </w:tc>
        <w:tc>
          <w:tcPr>
            <w:tcW w:w="228" w:type="dxa"/>
            <w:shd w:val="clear" w:color="auto" w:fill="EAF1DD" w:themeFill="accent3" w:themeFillTint="33"/>
          </w:tcPr>
          <w:p w14:paraId="69E1DD1D" w14:textId="77777777" w:rsidR="00F661DA" w:rsidRPr="00AA375C" w:rsidRDefault="00F661DA" w:rsidP="00F661DA">
            <w:pPr>
              <w:pStyle w:val="TabNumeri"/>
            </w:pPr>
          </w:p>
        </w:tc>
        <w:tc>
          <w:tcPr>
            <w:tcW w:w="113" w:type="dxa"/>
            <w:shd w:val="clear" w:color="auto" w:fill="EAF1DD" w:themeFill="accent3" w:themeFillTint="33"/>
            <w:noWrap/>
          </w:tcPr>
          <w:p w14:paraId="18EC930E" w14:textId="77777777" w:rsidR="00F661DA" w:rsidRPr="00B64650" w:rsidRDefault="00F661DA" w:rsidP="00F661DA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</w:tcPr>
          <w:p w14:paraId="46D23AAE" w14:textId="77777777" w:rsidR="00F661DA" w:rsidRPr="009E61ED" w:rsidRDefault="00F661DA" w:rsidP="00F661DA">
            <w:pPr>
              <w:pStyle w:val="TabNumeri"/>
            </w:pPr>
            <w:r w:rsidRPr="00B74D44">
              <w:t>-1,0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0A2200B4" w14:textId="77777777" w:rsidR="00F661DA" w:rsidRPr="00811B57" w:rsidRDefault="00F661DA" w:rsidP="00F661DA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5581A48C" w14:textId="77777777" w:rsidR="00F661DA" w:rsidRPr="00A27A0A" w:rsidRDefault="00F661DA" w:rsidP="00F661DA">
            <w:pPr>
              <w:pStyle w:val="TabNumeri"/>
            </w:pPr>
            <w:r w:rsidRPr="00B74D44">
              <w:t>0,1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699280AC" w14:textId="77777777" w:rsidR="00F661DA" w:rsidRPr="00DC6642" w:rsidRDefault="00F661DA" w:rsidP="00F661DA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345F4351" w14:textId="77777777" w:rsidR="00F661DA" w:rsidRPr="00986A4F" w:rsidRDefault="00F661DA" w:rsidP="00F661DA">
            <w:pPr>
              <w:pStyle w:val="TabNumeri"/>
            </w:pPr>
            <w:r w:rsidRPr="00AA7C7D">
              <w:t>2,7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14:paraId="45A6456E" w14:textId="77777777" w:rsidR="00F661DA" w:rsidRPr="00986A4F" w:rsidRDefault="00F661DA" w:rsidP="00F661DA">
            <w:pPr>
              <w:pStyle w:val="TabNumeri"/>
            </w:pPr>
            <w:r w:rsidRPr="00AA7C7D">
              <w:t>[7]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16C25FFC" w14:textId="77777777" w:rsidR="00F661DA" w:rsidRPr="00413582" w:rsidRDefault="00F661DA" w:rsidP="00F661DA">
            <w:pPr>
              <w:pStyle w:val="TabNumeri"/>
            </w:pPr>
            <w:r w:rsidRPr="00194795">
              <w:t>1,0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14:paraId="39E903EA" w14:textId="77777777" w:rsidR="00F661DA" w:rsidRPr="00A319C0" w:rsidRDefault="00F661DA" w:rsidP="00F661DA">
            <w:pPr>
              <w:pStyle w:val="TabNumeri"/>
            </w:pPr>
          </w:p>
        </w:tc>
      </w:tr>
      <w:tr w:rsidR="00F661DA" w14:paraId="0F145B76" w14:textId="77777777" w:rsidTr="00F661DA">
        <w:trPr>
          <w:cantSplit/>
          <w:trHeight w:val="255"/>
        </w:trPr>
        <w:tc>
          <w:tcPr>
            <w:tcW w:w="1985" w:type="dxa"/>
            <w:noWrap/>
          </w:tcPr>
          <w:p w14:paraId="531FE327" w14:textId="77777777" w:rsidR="00F661DA" w:rsidRPr="00233F5C" w:rsidRDefault="00F661DA" w:rsidP="00F661DA">
            <w:pPr>
              <w:pStyle w:val="TabEtichette"/>
            </w:pPr>
            <w:r w:rsidRPr="00233F5C">
              <w:t>Investimenti fissi lordi</w:t>
            </w:r>
          </w:p>
        </w:tc>
        <w:tc>
          <w:tcPr>
            <w:tcW w:w="680" w:type="dxa"/>
            <w:noWrap/>
          </w:tcPr>
          <w:p w14:paraId="095A287C" w14:textId="77777777" w:rsidR="00F661DA" w:rsidRPr="00F86988" w:rsidRDefault="00F661DA" w:rsidP="00F661DA">
            <w:pPr>
              <w:pStyle w:val="TabNumeri"/>
            </w:pPr>
            <w:r w:rsidRPr="005779FC">
              <w:t>-15,1</w:t>
            </w:r>
          </w:p>
        </w:tc>
        <w:tc>
          <w:tcPr>
            <w:tcW w:w="228" w:type="dxa"/>
            <w:noWrap/>
          </w:tcPr>
          <w:p w14:paraId="62CFE44D" w14:textId="77777777" w:rsidR="00F661DA" w:rsidRPr="00B64650" w:rsidRDefault="00F661DA" w:rsidP="00F661DA">
            <w:pPr>
              <w:pStyle w:val="TabNumeri"/>
            </w:pPr>
          </w:p>
        </w:tc>
        <w:tc>
          <w:tcPr>
            <w:tcW w:w="680" w:type="dxa"/>
            <w:noWrap/>
          </w:tcPr>
          <w:p w14:paraId="5C765435" w14:textId="77777777" w:rsidR="00F661DA" w:rsidRPr="00D65A6F" w:rsidRDefault="00F661DA" w:rsidP="00F661DA">
            <w:pPr>
              <w:pStyle w:val="TabNumeri"/>
            </w:pPr>
            <w:r w:rsidRPr="005779FC">
              <w:t>-13,6</w:t>
            </w:r>
          </w:p>
        </w:tc>
        <w:tc>
          <w:tcPr>
            <w:tcW w:w="228" w:type="dxa"/>
            <w:noWrap/>
          </w:tcPr>
          <w:p w14:paraId="42896738" w14:textId="77777777" w:rsidR="00F661DA" w:rsidRPr="00C32B54" w:rsidRDefault="00F661DA" w:rsidP="00F661DA">
            <w:pPr>
              <w:pStyle w:val="TabNumeri"/>
            </w:pPr>
          </w:p>
        </w:tc>
        <w:tc>
          <w:tcPr>
            <w:tcW w:w="510" w:type="dxa"/>
            <w:noWrap/>
          </w:tcPr>
          <w:p w14:paraId="2C49B3C0" w14:textId="77777777" w:rsidR="00F661DA" w:rsidRPr="00904DA8" w:rsidRDefault="00F661DA" w:rsidP="00F661DA">
            <w:pPr>
              <w:pStyle w:val="TabNumeri"/>
            </w:pPr>
            <w:r w:rsidRPr="00C8485A">
              <w:t>-12,3</w:t>
            </w:r>
          </w:p>
        </w:tc>
        <w:tc>
          <w:tcPr>
            <w:tcW w:w="397" w:type="dxa"/>
            <w:noWrap/>
          </w:tcPr>
          <w:p w14:paraId="22818F83" w14:textId="77777777" w:rsidR="00F661DA" w:rsidRPr="00904DA8" w:rsidRDefault="00F661DA" w:rsidP="00F661DA">
            <w:pPr>
              <w:pStyle w:val="TabNumeri"/>
            </w:pPr>
            <w:r w:rsidRPr="00C8485A">
              <w:t>[7]</w:t>
            </w:r>
          </w:p>
        </w:tc>
        <w:tc>
          <w:tcPr>
            <w:tcW w:w="680" w:type="dxa"/>
            <w:noWrap/>
          </w:tcPr>
          <w:p w14:paraId="5F6B685C" w14:textId="77777777" w:rsidR="00F661DA" w:rsidRPr="003C782D" w:rsidRDefault="00F661DA" w:rsidP="00F661DA">
            <w:pPr>
              <w:pStyle w:val="TabNumeri"/>
            </w:pPr>
            <w:r w:rsidRPr="00535D6A">
              <w:t>-14,6</w:t>
            </w:r>
          </w:p>
        </w:tc>
        <w:tc>
          <w:tcPr>
            <w:tcW w:w="228" w:type="dxa"/>
          </w:tcPr>
          <w:p w14:paraId="368F6E1C" w14:textId="77777777" w:rsidR="00F661DA" w:rsidRPr="00AA375C" w:rsidRDefault="00F661DA" w:rsidP="00F661DA">
            <w:pPr>
              <w:pStyle w:val="TabNumeri"/>
            </w:pPr>
          </w:p>
        </w:tc>
        <w:tc>
          <w:tcPr>
            <w:tcW w:w="113" w:type="dxa"/>
            <w:noWrap/>
          </w:tcPr>
          <w:p w14:paraId="377FF619" w14:textId="77777777" w:rsidR="00F661DA" w:rsidRPr="00B64650" w:rsidRDefault="00F661DA" w:rsidP="00F661DA">
            <w:pPr>
              <w:pStyle w:val="TabNumeri"/>
            </w:pPr>
          </w:p>
        </w:tc>
        <w:tc>
          <w:tcPr>
            <w:tcW w:w="680" w:type="dxa"/>
          </w:tcPr>
          <w:p w14:paraId="4310F353" w14:textId="77777777" w:rsidR="00F661DA" w:rsidRPr="009E61ED" w:rsidRDefault="00F661DA" w:rsidP="00F661DA">
            <w:pPr>
              <w:pStyle w:val="TabNumeri"/>
            </w:pPr>
            <w:r w:rsidRPr="00B74D44">
              <w:t>12,6</w:t>
            </w:r>
          </w:p>
        </w:tc>
        <w:tc>
          <w:tcPr>
            <w:tcW w:w="228" w:type="dxa"/>
            <w:noWrap/>
          </w:tcPr>
          <w:p w14:paraId="7C53939C" w14:textId="77777777" w:rsidR="00F661DA" w:rsidRPr="00811B57" w:rsidRDefault="00F661DA" w:rsidP="00F661DA">
            <w:pPr>
              <w:pStyle w:val="TabNumeri"/>
            </w:pPr>
          </w:p>
        </w:tc>
        <w:tc>
          <w:tcPr>
            <w:tcW w:w="680" w:type="dxa"/>
            <w:noWrap/>
          </w:tcPr>
          <w:p w14:paraId="2D52CD6C" w14:textId="77777777" w:rsidR="00F661DA" w:rsidRPr="00A27A0A" w:rsidRDefault="00F661DA" w:rsidP="00F661DA">
            <w:pPr>
              <w:pStyle w:val="TabNumeri"/>
            </w:pPr>
            <w:r w:rsidRPr="00B74D44">
              <w:t>7,2</w:t>
            </w:r>
          </w:p>
        </w:tc>
        <w:tc>
          <w:tcPr>
            <w:tcW w:w="228" w:type="dxa"/>
            <w:noWrap/>
          </w:tcPr>
          <w:p w14:paraId="5C9F648D" w14:textId="77777777" w:rsidR="00F661DA" w:rsidRPr="00DC6642" w:rsidRDefault="00F661DA" w:rsidP="00F661DA">
            <w:pPr>
              <w:pStyle w:val="TabNumeri"/>
            </w:pPr>
          </w:p>
        </w:tc>
        <w:tc>
          <w:tcPr>
            <w:tcW w:w="510" w:type="dxa"/>
            <w:noWrap/>
          </w:tcPr>
          <w:p w14:paraId="69E15787" w14:textId="77777777" w:rsidR="00F661DA" w:rsidRPr="00986A4F" w:rsidRDefault="00F661DA" w:rsidP="00F661DA">
            <w:pPr>
              <w:pStyle w:val="TabNumeri"/>
            </w:pPr>
            <w:r w:rsidRPr="00AA7C7D">
              <w:t>8,1</w:t>
            </w:r>
          </w:p>
        </w:tc>
        <w:tc>
          <w:tcPr>
            <w:tcW w:w="397" w:type="dxa"/>
            <w:noWrap/>
          </w:tcPr>
          <w:p w14:paraId="04E7BBE0" w14:textId="77777777" w:rsidR="00F661DA" w:rsidRPr="00986A4F" w:rsidRDefault="00F661DA" w:rsidP="00F661DA">
            <w:pPr>
              <w:pStyle w:val="TabNumeri"/>
            </w:pPr>
            <w:r w:rsidRPr="00AA7C7D">
              <w:t>[7]</w:t>
            </w:r>
          </w:p>
        </w:tc>
        <w:tc>
          <w:tcPr>
            <w:tcW w:w="680" w:type="dxa"/>
            <w:noWrap/>
          </w:tcPr>
          <w:p w14:paraId="491F2E15" w14:textId="77777777" w:rsidR="00F661DA" w:rsidRPr="00413582" w:rsidRDefault="00F661DA" w:rsidP="00F661DA">
            <w:pPr>
              <w:pStyle w:val="TabNumeri"/>
            </w:pPr>
            <w:r w:rsidRPr="00194795">
              <w:t>4,3</w:t>
            </w:r>
          </w:p>
        </w:tc>
        <w:tc>
          <w:tcPr>
            <w:tcW w:w="227" w:type="dxa"/>
            <w:noWrap/>
          </w:tcPr>
          <w:p w14:paraId="4C37ADD3" w14:textId="77777777" w:rsidR="00F661DA" w:rsidRPr="00A319C0" w:rsidRDefault="00F661DA" w:rsidP="00F661DA">
            <w:pPr>
              <w:pStyle w:val="TabNumeri"/>
            </w:pPr>
          </w:p>
        </w:tc>
      </w:tr>
      <w:tr w:rsidR="00F661DA" w14:paraId="29A6C9ED" w14:textId="77777777" w:rsidTr="00F661DA">
        <w:trPr>
          <w:cantSplit/>
          <w:trHeight w:val="255"/>
        </w:trPr>
        <w:tc>
          <w:tcPr>
            <w:tcW w:w="1985" w:type="dxa"/>
            <w:shd w:val="clear" w:color="auto" w:fill="EAF1DD" w:themeFill="accent3" w:themeFillTint="33"/>
            <w:noWrap/>
          </w:tcPr>
          <w:p w14:paraId="1B056F3F" w14:textId="77777777" w:rsidR="00F661DA" w:rsidRPr="00233F5C" w:rsidRDefault="00F661DA" w:rsidP="00F661DA">
            <w:pPr>
              <w:pStyle w:val="TabEtichette"/>
            </w:pPr>
            <w:r w:rsidRPr="00233F5C">
              <w:t xml:space="preserve">- </w:t>
            </w:r>
            <w:proofErr w:type="spellStart"/>
            <w:r w:rsidRPr="00233F5C">
              <w:t>mac</w:t>
            </w:r>
            <w:proofErr w:type="spellEnd"/>
            <w:r w:rsidRPr="00233F5C">
              <w:t xml:space="preserve">. </w:t>
            </w:r>
            <w:proofErr w:type="spellStart"/>
            <w:r w:rsidRPr="00233F5C">
              <w:t>attr</w:t>
            </w:r>
            <w:proofErr w:type="spellEnd"/>
            <w:r w:rsidRPr="00233F5C">
              <w:t xml:space="preserve">. </w:t>
            </w:r>
            <w:proofErr w:type="spellStart"/>
            <w:r w:rsidRPr="00233F5C">
              <w:t>mez</w:t>
            </w:r>
            <w:proofErr w:type="spellEnd"/>
            <w:r>
              <w:t>.</w:t>
            </w:r>
            <w:r w:rsidRPr="00233F5C">
              <w:t xml:space="preserve"> </w:t>
            </w:r>
            <w:proofErr w:type="spellStart"/>
            <w:r w:rsidRPr="00233F5C">
              <w:t>trasp</w:t>
            </w:r>
            <w:proofErr w:type="spellEnd"/>
            <w:r w:rsidRPr="00233F5C">
              <w:t>.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3A899243" w14:textId="77777777" w:rsidR="00F661DA" w:rsidRPr="00F86988" w:rsidRDefault="00F661DA" w:rsidP="00F661DA">
            <w:pPr>
              <w:pStyle w:val="TabNumeri"/>
            </w:pPr>
            <w:proofErr w:type="spellStart"/>
            <w:r w:rsidRPr="005779FC">
              <w:t>n.d.</w:t>
            </w:r>
            <w:proofErr w:type="spellEnd"/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4ABCEE07" w14:textId="77777777" w:rsidR="00F661DA" w:rsidRPr="00B64650" w:rsidRDefault="00F661DA" w:rsidP="00F661DA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4D046CA4" w14:textId="77777777" w:rsidR="00F661DA" w:rsidRPr="00D65A6F" w:rsidRDefault="00F661DA" w:rsidP="00F661DA">
            <w:pPr>
              <w:pStyle w:val="TabNumeri"/>
            </w:pPr>
            <w:r w:rsidRPr="005779FC">
              <w:t>-18,8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3DC8B136" w14:textId="77777777" w:rsidR="00F661DA" w:rsidRPr="00C32B54" w:rsidRDefault="00F661DA" w:rsidP="00F661DA">
            <w:pPr>
              <w:pStyle w:val="TabNumeri"/>
            </w:pPr>
            <w:r w:rsidRPr="005779FC">
              <w:t>[2]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57433218" w14:textId="77777777" w:rsidR="00F661DA" w:rsidRPr="00904DA8" w:rsidRDefault="00F661DA" w:rsidP="00F661DA">
            <w:pPr>
              <w:pStyle w:val="TabNumeri"/>
            </w:pPr>
            <w:r w:rsidRPr="00C8485A">
              <w:t>-14,0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14:paraId="47E59584" w14:textId="77777777" w:rsidR="00F661DA" w:rsidRPr="00904DA8" w:rsidRDefault="00F661DA" w:rsidP="00F661DA">
            <w:pPr>
              <w:pStyle w:val="TabNumeri"/>
            </w:pPr>
            <w:r w:rsidRPr="00C8485A">
              <w:t>[7]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4DA5B7C7" w14:textId="77777777" w:rsidR="00F661DA" w:rsidRPr="003C782D" w:rsidRDefault="00F661DA" w:rsidP="00F661DA">
            <w:pPr>
              <w:pStyle w:val="TabNumeri"/>
            </w:pPr>
            <w:proofErr w:type="spellStart"/>
            <w:r w:rsidRPr="00535D6A">
              <w:t>n.d.</w:t>
            </w:r>
            <w:proofErr w:type="spellEnd"/>
          </w:p>
        </w:tc>
        <w:tc>
          <w:tcPr>
            <w:tcW w:w="228" w:type="dxa"/>
            <w:shd w:val="clear" w:color="auto" w:fill="EAF1DD" w:themeFill="accent3" w:themeFillTint="33"/>
          </w:tcPr>
          <w:p w14:paraId="69882A6D" w14:textId="77777777" w:rsidR="00F661DA" w:rsidRPr="00AA375C" w:rsidRDefault="00F661DA" w:rsidP="00F661DA">
            <w:pPr>
              <w:pStyle w:val="TabNumeri"/>
            </w:pPr>
          </w:p>
        </w:tc>
        <w:tc>
          <w:tcPr>
            <w:tcW w:w="113" w:type="dxa"/>
            <w:shd w:val="clear" w:color="auto" w:fill="EAF1DD" w:themeFill="accent3" w:themeFillTint="33"/>
            <w:noWrap/>
          </w:tcPr>
          <w:p w14:paraId="27D08F56" w14:textId="77777777" w:rsidR="00F661DA" w:rsidRPr="00B64650" w:rsidRDefault="00F661DA" w:rsidP="00F661DA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</w:tcPr>
          <w:p w14:paraId="071793C3" w14:textId="77777777" w:rsidR="00F661DA" w:rsidRPr="009E61ED" w:rsidRDefault="00F661DA" w:rsidP="00F661DA">
            <w:pPr>
              <w:pStyle w:val="TabNumeri"/>
            </w:pPr>
            <w:proofErr w:type="spellStart"/>
            <w:r w:rsidRPr="00B74D44">
              <w:t>n.d.</w:t>
            </w:r>
            <w:proofErr w:type="spellEnd"/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2E8C5830" w14:textId="77777777" w:rsidR="00F661DA" w:rsidRPr="00811B57" w:rsidRDefault="00F661DA" w:rsidP="00F661DA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591FF3B1" w14:textId="77777777" w:rsidR="00F661DA" w:rsidRPr="00A27A0A" w:rsidRDefault="00F661DA" w:rsidP="00F661DA">
            <w:pPr>
              <w:pStyle w:val="TabNumeri"/>
            </w:pPr>
            <w:r w:rsidRPr="00B74D44">
              <w:t>9,4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39D4A75E" w14:textId="77777777" w:rsidR="00F661DA" w:rsidRPr="00DC6642" w:rsidRDefault="00F661DA" w:rsidP="00F661DA">
            <w:pPr>
              <w:pStyle w:val="TabNumeri"/>
            </w:pPr>
            <w:r w:rsidRPr="00B74D44">
              <w:t>[2]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2E25815D" w14:textId="77777777" w:rsidR="00F661DA" w:rsidRPr="00986A4F" w:rsidRDefault="00F661DA" w:rsidP="00F661DA">
            <w:pPr>
              <w:pStyle w:val="TabNumeri"/>
            </w:pPr>
            <w:r w:rsidRPr="00AA7C7D">
              <w:t>4,9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14:paraId="6FE099CF" w14:textId="77777777" w:rsidR="00F661DA" w:rsidRPr="00986A4F" w:rsidRDefault="00F661DA" w:rsidP="00F661DA">
            <w:pPr>
              <w:pStyle w:val="TabNumeri"/>
            </w:pPr>
            <w:r w:rsidRPr="00AA7C7D">
              <w:t>[7]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16798FEA" w14:textId="77777777" w:rsidR="00F661DA" w:rsidRPr="00413582" w:rsidRDefault="00F661DA" w:rsidP="00F661DA">
            <w:pPr>
              <w:pStyle w:val="TabNumeri"/>
            </w:pPr>
            <w:proofErr w:type="spellStart"/>
            <w:r w:rsidRPr="00194795">
              <w:t>n.d.</w:t>
            </w:r>
            <w:proofErr w:type="spellEnd"/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14:paraId="5092C545" w14:textId="77777777" w:rsidR="00F661DA" w:rsidRPr="00A319C0" w:rsidRDefault="00F661DA" w:rsidP="00F661DA">
            <w:pPr>
              <w:pStyle w:val="TabNumeri"/>
            </w:pPr>
          </w:p>
        </w:tc>
      </w:tr>
      <w:tr w:rsidR="00F661DA" w14:paraId="7A1BF89E" w14:textId="77777777" w:rsidTr="00F661DA">
        <w:trPr>
          <w:cantSplit/>
          <w:trHeight w:val="255"/>
        </w:trPr>
        <w:tc>
          <w:tcPr>
            <w:tcW w:w="1985" w:type="dxa"/>
            <w:noWrap/>
          </w:tcPr>
          <w:p w14:paraId="7E9D451D" w14:textId="77777777" w:rsidR="00F661DA" w:rsidRPr="00233F5C" w:rsidRDefault="00F661DA" w:rsidP="00F661DA">
            <w:pPr>
              <w:pStyle w:val="TabEtichette"/>
            </w:pPr>
            <w:r w:rsidRPr="00233F5C">
              <w:t>- costruzioni</w:t>
            </w:r>
          </w:p>
        </w:tc>
        <w:tc>
          <w:tcPr>
            <w:tcW w:w="680" w:type="dxa"/>
            <w:noWrap/>
          </w:tcPr>
          <w:p w14:paraId="72715654" w14:textId="77777777" w:rsidR="00F661DA" w:rsidRPr="00F86988" w:rsidRDefault="00F661DA" w:rsidP="00F661DA">
            <w:pPr>
              <w:pStyle w:val="TabNumeri"/>
            </w:pPr>
            <w:proofErr w:type="spellStart"/>
            <w:r w:rsidRPr="005779FC">
              <w:t>n.d.</w:t>
            </w:r>
            <w:proofErr w:type="spellEnd"/>
          </w:p>
        </w:tc>
        <w:tc>
          <w:tcPr>
            <w:tcW w:w="228" w:type="dxa"/>
            <w:noWrap/>
          </w:tcPr>
          <w:p w14:paraId="0109CAD5" w14:textId="77777777" w:rsidR="00F661DA" w:rsidRPr="00B64650" w:rsidRDefault="00F661DA" w:rsidP="00F661DA">
            <w:pPr>
              <w:pStyle w:val="TabNumeri"/>
            </w:pPr>
          </w:p>
        </w:tc>
        <w:tc>
          <w:tcPr>
            <w:tcW w:w="680" w:type="dxa"/>
            <w:noWrap/>
          </w:tcPr>
          <w:p w14:paraId="6FB6F9A9" w14:textId="77777777" w:rsidR="00F661DA" w:rsidRPr="00D65A6F" w:rsidRDefault="00F661DA" w:rsidP="00F661DA">
            <w:pPr>
              <w:pStyle w:val="TabNumeri"/>
            </w:pPr>
            <w:r w:rsidRPr="005779FC">
              <w:t>-14,1</w:t>
            </w:r>
          </w:p>
        </w:tc>
        <w:tc>
          <w:tcPr>
            <w:tcW w:w="228" w:type="dxa"/>
            <w:noWrap/>
          </w:tcPr>
          <w:p w14:paraId="5994AFA5" w14:textId="77777777" w:rsidR="00F661DA" w:rsidRPr="00C32B54" w:rsidRDefault="00F661DA" w:rsidP="00F661DA">
            <w:pPr>
              <w:pStyle w:val="TabNumeri"/>
            </w:pPr>
          </w:p>
        </w:tc>
        <w:tc>
          <w:tcPr>
            <w:tcW w:w="510" w:type="dxa"/>
            <w:noWrap/>
          </w:tcPr>
          <w:p w14:paraId="38233DDC" w14:textId="77777777" w:rsidR="00F661DA" w:rsidRPr="00904DA8" w:rsidRDefault="00F661DA" w:rsidP="00F661DA">
            <w:pPr>
              <w:pStyle w:val="TabNumeri"/>
            </w:pPr>
            <w:r w:rsidRPr="00C8485A">
              <w:t>-10,1</w:t>
            </w:r>
          </w:p>
        </w:tc>
        <w:tc>
          <w:tcPr>
            <w:tcW w:w="397" w:type="dxa"/>
            <w:noWrap/>
          </w:tcPr>
          <w:p w14:paraId="3B08F07F" w14:textId="77777777" w:rsidR="00F661DA" w:rsidRPr="00904DA8" w:rsidRDefault="00F661DA" w:rsidP="00F661DA">
            <w:pPr>
              <w:pStyle w:val="TabNumeri"/>
            </w:pPr>
            <w:r w:rsidRPr="00C8485A">
              <w:t>[7]</w:t>
            </w:r>
          </w:p>
        </w:tc>
        <w:tc>
          <w:tcPr>
            <w:tcW w:w="680" w:type="dxa"/>
            <w:noWrap/>
          </w:tcPr>
          <w:p w14:paraId="60FF0E3A" w14:textId="77777777" w:rsidR="00F661DA" w:rsidRPr="003C782D" w:rsidRDefault="00F661DA" w:rsidP="00F661DA">
            <w:pPr>
              <w:pStyle w:val="TabNumeri"/>
            </w:pPr>
            <w:proofErr w:type="spellStart"/>
            <w:r w:rsidRPr="00535D6A">
              <w:t>n.d.</w:t>
            </w:r>
            <w:proofErr w:type="spellEnd"/>
          </w:p>
        </w:tc>
        <w:tc>
          <w:tcPr>
            <w:tcW w:w="228" w:type="dxa"/>
          </w:tcPr>
          <w:p w14:paraId="33D1BBF6" w14:textId="77777777" w:rsidR="00F661DA" w:rsidRPr="00AA375C" w:rsidRDefault="00F661DA" w:rsidP="00F661DA">
            <w:pPr>
              <w:pStyle w:val="TabNumeri"/>
            </w:pPr>
          </w:p>
        </w:tc>
        <w:tc>
          <w:tcPr>
            <w:tcW w:w="113" w:type="dxa"/>
            <w:noWrap/>
          </w:tcPr>
          <w:p w14:paraId="10248DA2" w14:textId="77777777" w:rsidR="00F661DA" w:rsidRPr="00B64650" w:rsidRDefault="00F661DA" w:rsidP="00F661DA">
            <w:pPr>
              <w:pStyle w:val="TabNumeri"/>
            </w:pPr>
          </w:p>
        </w:tc>
        <w:tc>
          <w:tcPr>
            <w:tcW w:w="680" w:type="dxa"/>
          </w:tcPr>
          <w:p w14:paraId="655A3B58" w14:textId="77777777" w:rsidR="00F661DA" w:rsidRPr="009E61ED" w:rsidRDefault="00F661DA" w:rsidP="00F661DA">
            <w:pPr>
              <w:pStyle w:val="TabNumeri"/>
            </w:pPr>
            <w:proofErr w:type="spellStart"/>
            <w:r w:rsidRPr="00B74D44">
              <w:t>n.d.</w:t>
            </w:r>
            <w:proofErr w:type="spellEnd"/>
          </w:p>
        </w:tc>
        <w:tc>
          <w:tcPr>
            <w:tcW w:w="228" w:type="dxa"/>
            <w:noWrap/>
          </w:tcPr>
          <w:p w14:paraId="51A38159" w14:textId="77777777" w:rsidR="00F661DA" w:rsidRPr="00811B57" w:rsidRDefault="00F661DA" w:rsidP="00F661DA">
            <w:pPr>
              <w:pStyle w:val="TabNumeri"/>
            </w:pPr>
          </w:p>
        </w:tc>
        <w:tc>
          <w:tcPr>
            <w:tcW w:w="680" w:type="dxa"/>
            <w:noWrap/>
          </w:tcPr>
          <w:p w14:paraId="08A62022" w14:textId="77777777" w:rsidR="00F661DA" w:rsidRPr="00A27A0A" w:rsidRDefault="00F661DA" w:rsidP="00F661DA">
            <w:pPr>
              <w:pStyle w:val="TabNumeri"/>
            </w:pPr>
            <w:r w:rsidRPr="00B74D44">
              <w:t>7,5</w:t>
            </w:r>
          </w:p>
        </w:tc>
        <w:tc>
          <w:tcPr>
            <w:tcW w:w="228" w:type="dxa"/>
            <w:noWrap/>
          </w:tcPr>
          <w:p w14:paraId="682B61EF" w14:textId="77777777" w:rsidR="00F661DA" w:rsidRPr="00DC6642" w:rsidRDefault="00F661DA" w:rsidP="00F661DA">
            <w:pPr>
              <w:pStyle w:val="TabNumeri"/>
            </w:pPr>
          </w:p>
        </w:tc>
        <w:tc>
          <w:tcPr>
            <w:tcW w:w="510" w:type="dxa"/>
            <w:noWrap/>
          </w:tcPr>
          <w:p w14:paraId="635906C2" w14:textId="77777777" w:rsidR="00F661DA" w:rsidRPr="00986A4F" w:rsidRDefault="00F661DA" w:rsidP="00F661DA">
            <w:pPr>
              <w:pStyle w:val="TabNumeri"/>
            </w:pPr>
            <w:r w:rsidRPr="00AA7C7D">
              <w:t>12,0</w:t>
            </w:r>
          </w:p>
        </w:tc>
        <w:tc>
          <w:tcPr>
            <w:tcW w:w="397" w:type="dxa"/>
            <w:noWrap/>
          </w:tcPr>
          <w:p w14:paraId="696520C2" w14:textId="77777777" w:rsidR="00F661DA" w:rsidRPr="00986A4F" w:rsidRDefault="00F661DA" w:rsidP="00F661DA">
            <w:pPr>
              <w:pStyle w:val="TabNumeri"/>
            </w:pPr>
            <w:r w:rsidRPr="00AA7C7D">
              <w:t>[7]</w:t>
            </w:r>
          </w:p>
        </w:tc>
        <w:tc>
          <w:tcPr>
            <w:tcW w:w="680" w:type="dxa"/>
            <w:noWrap/>
          </w:tcPr>
          <w:p w14:paraId="67A69BF9" w14:textId="77777777" w:rsidR="00F661DA" w:rsidRPr="00413582" w:rsidRDefault="00F661DA" w:rsidP="00F661DA">
            <w:pPr>
              <w:pStyle w:val="TabNumeri"/>
            </w:pPr>
            <w:proofErr w:type="spellStart"/>
            <w:r w:rsidRPr="00194795">
              <w:t>n.d.</w:t>
            </w:r>
            <w:proofErr w:type="spellEnd"/>
          </w:p>
        </w:tc>
        <w:tc>
          <w:tcPr>
            <w:tcW w:w="227" w:type="dxa"/>
            <w:noWrap/>
          </w:tcPr>
          <w:p w14:paraId="7DBA9611" w14:textId="77777777" w:rsidR="00F661DA" w:rsidRPr="00A319C0" w:rsidRDefault="00F661DA" w:rsidP="00F661DA">
            <w:pPr>
              <w:pStyle w:val="TabNumeri"/>
            </w:pPr>
          </w:p>
        </w:tc>
      </w:tr>
      <w:tr w:rsidR="00F661DA" w14:paraId="58BE09B4" w14:textId="77777777" w:rsidTr="00F661DA">
        <w:trPr>
          <w:cantSplit/>
          <w:trHeight w:val="255"/>
        </w:trPr>
        <w:tc>
          <w:tcPr>
            <w:tcW w:w="1985" w:type="dxa"/>
            <w:shd w:val="clear" w:color="auto" w:fill="EAF1DD" w:themeFill="accent3" w:themeFillTint="33"/>
            <w:noWrap/>
          </w:tcPr>
          <w:p w14:paraId="1E1DBBB6" w14:textId="77777777" w:rsidR="00F661DA" w:rsidRPr="00233F5C" w:rsidRDefault="00F661DA" w:rsidP="00F661DA">
            <w:pPr>
              <w:pStyle w:val="TabEtichette"/>
            </w:pPr>
            <w:r>
              <w:t>Occupazione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75B707C3" w14:textId="77777777" w:rsidR="00F661DA" w:rsidRPr="00F86988" w:rsidRDefault="00F661DA" w:rsidP="00F661DA">
            <w:pPr>
              <w:pStyle w:val="TabNumeri"/>
            </w:pPr>
            <w:r w:rsidRPr="005779FC">
              <w:t>-2,7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09B1AB18" w14:textId="77777777" w:rsidR="00F661DA" w:rsidRPr="00B64650" w:rsidRDefault="00F661DA" w:rsidP="00F661DA">
            <w:pPr>
              <w:pStyle w:val="TabNumeri"/>
            </w:pPr>
            <w:r w:rsidRPr="005779FC">
              <w:t>[3]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7FFD76E1" w14:textId="77777777" w:rsidR="00F661DA" w:rsidRPr="00D65A6F" w:rsidRDefault="00F661DA" w:rsidP="00F661DA">
            <w:pPr>
              <w:pStyle w:val="TabNumeri"/>
            </w:pPr>
            <w:r w:rsidRPr="005779FC">
              <w:t>-10,3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39C69AA9" w14:textId="77777777" w:rsidR="00F661DA" w:rsidRPr="00C32B54" w:rsidRDefault="00F661DA" w:rsidP="00F661DA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1328283A" w14:textId="77777777" w:rsidR="00F661DA" w:rsidRPr="00904DA8" w:rsidRDefault="00F661DA" w:rsidP="00F661DA">
            <w:pPr>
              <w:pStyle w:val="TabNumeri"/>
            </w:pPr>
            <w:r w:rsidRPr="00C8485A">
              <w:t>-11,7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14:paraId="069C02F4" w14:textId="77777777" w:rsidR="00F661DA" w:rsidRPr="00904DA8" w:rsidRDefault="00F661DA" w:rsidP="00F661DA">
            <w:pPr>
              <w:pStyle w:val="TabNumeri"/>
            </w:pPr>
            <w:r w:rsidRPr="00C8485A">
              <w:t>[4 7]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2A2A01DD" w14:textId="77777777" w:rsidR="00F661DA" w:rsidRPr="003C782D" w:rsidRDefault="00F661DA" w:rsidP="00F661DA">
            <w:pPr>
              <w:pStyle w:val="TabNumeri"/>
            </w:pPr>
            <w:proofErr w:type="spellStart"/>
            <w:r w:rsidRPr="00535D6A">
              <w:t>n.d.</w:t>
            </w:r>
            <w:proofErr w:type="spellEnd"/>
          </w:p>
        </w:tc>
        <w:tc>
          <w:tcPr>
            <w:tcW w:w="228" w:type="dxa"/>
            <w:shd w:val="clear" w:color="auto" w:fill="EAF1DD" w:themeFill="accent3" w:themeFillTint="33"/>
          </w:tcPr>
          <w:p w14:paraId="2896501B" w14:textId="77777777" w:rsidR="00F661DA" w:rsidRPr="00AA375C" w:rsidRDefault="00F661DA" w:rsidP="00F661DA">
            <w:pPr>
              <w:pStyle w:val="TabNumeri"/>
            </w:pPr>
            <w:r w:rsidRPr="00535D6A">
              <w:t>[3]</w:t>
            </w:r>
          </w:p>
        </w:tc>
        <w:tc>
          <w:tcPr>
            <w:tcW w:w="113" w:type="dxa"/>
            <w:shd w:val="clear" w:color="auto" w:fill="EAF1DD" w:themeFill="accent3" w:themeFillTint="33"/>
            <w:noWrap/>
          </w:tcPr>
          <w:p w14:paraId="298BE6F7" w14:textId="77777777" w:rsidR="00F661DA" w:rsidRPr="00B64650" w:rsidRDefault="00F661DA" w:rsidP="00F661DA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</w:tcPr>
          <w:p w14:paraId="77284C52" w14:textId="77777777" w:rsidR="00F661DA" w:rsidRPr="009E61ED" w:rsidRDefault="00F661DA" w:rsidP="00F661DA">
            <w:pPr>
              <w:pStyle w:val="TabNumeri"/>
            </w:pPr>
            <w:r w:rsidRPr="00B74D44">
              <w:t>1,3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6004E7A3" w14:textId="77777777" w:rsidR="00F661DA" w:rsidRPr="00811B57" w:rsidRDefault="00F661DA" w:rsidP="00F661DA">
            <w:pPr>
              <w:pStyle w:val="TabNumeri"/>
            </w:pPr>
            <w:r w:rsidRPr="00B74D44">
              <w:t>[3]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3737502D" w14:textId="77777777" w:rsidR="00F661DA" w:rsidRPr="00A27A0A" w:rsidRDefault="00F661DA" w:rsidP="00F661DA">
            <w:pPr>
              <w:pStyle w:val="TabNumeri"/>
            </w:pPr>
            <w:r w:rsidRPr="00B74D44">
              <w:t>6,1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600BA0C4" w14:textId="77777777" w:rsidR="00F661DA" w:rsidRPr="00DC6642" w:rsidRDefault="00F661DA" w:rsidP="00F661DA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392377EA" w14:textId="77777777" w:rsidR="00F661DA" w:rsidRPr="00986A4F" w:rsidRDefault="00F661DA" w:rsidP="00F661DA">
            <w:pPr>
              <w:pStyle w:val="TabNumeri"/>
            </w:pPr>
            <w:r w:rsidRPr="00AA7C7D">
              <w:t>4,2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14:paraId="20BC1763" w14:textId="77777777" w:rsidR="00F661DA" w:rsidRPr="00986A4F" w:rsidRDefault="00F661DA" w:rsidP="00F661DA">
            <w:pPr>
              <w:pStyle w:val="TabNumeri"/>
            </w:pPr>
            <w:r w:rsidRPr="00AA7C7D">
              <w:t>[4 7]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6ADA0076" w14:textId="77777777" w:rsidR="00F661DA" w:rsidRPr="00413582" w:rsidRDefault="00F661DA" w:rsidP="00F661DA">
            <w:pPr>
              <w:pStyle w:val="TabNumeri"/>
            </w:pPr>
            <w:proofErr w:type="spellStart"/>
            <w:r w:rsidRPr="00194795">
              <w:t>n.d.</w:t>
            </w:r>
            <w:proofErr w:type="spellEnd"/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14:paraId="4850A45B" w14:textId="77777777" w:rsidR="00F661DA" w:rsidRPr="00A319C0" w:rsidRDefault="00F661DA" w:rsidP="00F661DA">
            <w:pPr>
              <w:pStyle w:val="TabNumeri"/>
            </w:pPr>
            <w:r w:rsidRPr="00194795">
              <w:t>[3]</w:t>
            </w:r>
          </w:p>
        </w:tc>
      </w:tr>
      <w:tr w:rsidR="00F661DA" w14:paraId="36AE4D5D" w14:textId="77777777" w:rsidTr="00F661DA">
        <w:trPr>
          <w:cantSplit/>
          <w:trHeight w:val="255"/>
        </w:trPr>
        <w:tc>
          <w:tcPr>
            <w:tcW w:w="1985" w:type="dxa"/>
            <w:noWrap/>
          </w:tcPr>
          <w:p w14:paraId="0D8725A5" w14:textId="77777777" w:rsidR="00F661DA" w:rsidRPr="00233F5C" w:rsidRDefault="00F661DA" w:rsidP="00F661DA">
            <w:pPr>
              <w:pStyle w:val="TabEtichette"/>
            </w:pPr>
            <w:r w:rsidRPr="00233F5C">
              <w:t>Disoccupazione [</w:t>
            </w:r>
            <w:r>
              <w:t>a</w:t>
            </w:r>
            <w:r w:rsidRPr="00233F5C">
              <w:t>]</w:t>
            </w:r>
          </w:p>
        </w:tc>
        <w:tc>
          <w:tcPr>
            <w:tcW w:w="680" w:type="dxa"/>
            <w:noWrap/>
          </w:tcPr>
          <w:p w14:paraId="14BBE9F6" w14:textId="77777777" w:rsidR="00F661DA" w:rsidRPr="00F86988" w:rsidRDefault="00F661DA" w:rsidP="00F661DA">
            <w:pPr>
              <w:pStyle w:val="TabNumeri"/>
            </w:pPr>
            <w:r w:rsidRPr="005779FC">
              <w:t>11,0</w:t>
            </w:r>
          </w:p>
        </w:tc>
        <w:tc>
          <w:tcPr>
            <w:tcW w:w="228" w:type="dxa"/>
            <w:noWrap/>
          </w:tcPr>
          <w:p w14:paraId="080B2CA1" w14:textId="77777777" w:rsidR="00F661DA" w:rsidRPr="00B64650" w:rsidRDefault="00F661DA" w:rsidP="00F661DA">
            <w:pPr>
              <w:pStyle w:val="TabNumeri"/>
            </w:pPr>
          </w:p>
        </w:tc>
        <w:tc>
          <w:tcPr>
            <w:tcW w:w="680" w:type="dxa"/>
            <w:noWrap/>
          </w:tcPr>
          <w:p w14:paraId="2FBBE10D" w14:textId="77777777" w:rsidR="00F661DA" w:rsidRPr="00D65A6F" w:rsidRDefault="00F661DA" w:rsidP="00F661DA">
            <w:pPr>
              <w:pStyle w:val="TabNumeri"/>
            </w:pPr>
            <w:r w:rsidRPr="005779FC">
              <w:t>9,9</w:t>
            </w:r>
          </w:p>
        </w:tc>
        <w:tc>
          <w:tcPr>
            <w:tcW w:w="228" w:type="dxa"/>
            <w:noWrap/>
          </w:tcPr>
          <w:p w14:paraId="55B56AEA" w14:textId="77777777" w:rsidR="00F661DA" w:rsidRPr="00C32B54" w:rsidRDefault="00F661DA" w:rsidP="00F661DA">
            <w:pPr>
              <w:pStyle w:val="TabNumeri"/>
            </w:pPr>
          </w:p>
        </w:tc>
        <w:tc>
          <w:tcPr>
            <w:tcW w:w="510" w:type="dxa"/>
            <w:noWrap/>
          </w:tcPr>
          <w:p w14:paraId="2BD37FE1" w14:textId="77777777" w:rsidR="00F661DA" w:rsidRPr="00904DA8" w:rsidRDefault="00F661DA" w:rsidP="00F661DA">
            <w:pPr>
              <w:pStyle w:val="TabNumeri"/>
            </w:pPr>
            <w:r w:rsidRPr="00C8485A">
              <w:t>9,8</w:t>
            </w:r>
          </w:p>
        </w:tc>
        <w:tc>
          <w:tcPr>
            <w:tcW w:w="397" w:type="dxa"/>
            <w:noWrap/>
          </w:tcPr>
          <w:p w14:paraId="6BDDB1A7" w14:textId="77777777" w:rsidR="00F661DA" w:rsidRPr="00904DA8" w:rsidRDefault="00F661DA" w:rsidP="00F661DA">
            <w:pPr>
              <w:pStyle w:val="TabNumeri"/>
            </w:pPr>
            <w:r w:rsidRPr="00C8485A">
              <w:t>[8]</w:t>
            </w:r>
          </w:p>
        </w:tc>
        <w:tc>
          <w:tcPr>
            <w:tcW w:w="680" w:type="dxa"/>
            <w:noWrap/>
          </w:tcPr>
          <w:p w14:paraId="32F5487B" w14:textId="77777777" w:rsidR="00F661DA" w:rsidRPr="003C782D" w:rsidRDefault="00F661DA" w:rsidP="00F661DA">
            <w:pPr>
              <w:pStyle w:val="TabNumeri"/>
            </w:pPr>
            <w:r w:rsidRPr="00535D6A">
              <w:t>9,4</w:t>
            </w:r>
          </w:p>
        </w:tc>
        <w:tc>
          <w:tcPr>
            <w:tcW w:w="228" w:type="dxa"/>
          </w:tcPr>
          <w:p w14:paraId="06EA776B" w14:textId="77777777" w:rsidR="00F661DA" w:rsidRPr="00AA375C" w:rsidRDefault="00F661DA" w:rsidP="00F661DA">
            <w:pPr>
              <w:pStyle w:val="TabNumeri"/>
            </w:pPr>
          </w:p>
        </w:tc>
        <w:tc>
          <w:tcPr>
            <w:tcW w:w="113" w:type="dxa"/>
            <w:noWrap/>
          </w:tcPr>
          <w:p w14:paraId="6BF40A74" w14:textId="77777777" w:rsidR="00F661DA" w:rsidRPr="00B64650" w:rsidRDefault="00F661DA" w:rsidP="00F661DA">
            <w:pPr>
              <w:pStyle w:val="TabNumeri"/>
            </w:pPr>
          </w:p>
        </w:tc>
        <w:tc>
          <w:tcPr>
            <w:tcW w:w="680" w:type="dxa"/>
          </w:tcPr>
          <w:p w14:paraId="0C41E207" w14:textId="77777777" w:rsidR="00F661DA" w:rsidRPr="009E61ED" w:rsidRDefault="00F661DA" w:rsidP="00F661DA">
            <w:pPr>
              <w:pStyle w:val="TabNumeri"/>
            </w:pPr>
            <w:r w:rsidRPr="00B74D44">
              <w:t>11,8</w:t>
            </w:r>
          </w:p>
        </w:tc>
        <w:tc>
          <w:tcPr>
            <w:tcW w:w="228" w:type="dxa"/>
            <w:noWrap/>
          </w:tcPr>
          <w:p w14:paraId="5688F0F2" w14:textId="77777777" w:rsidR="00F661DA" w:rsidRPr="00811B57" w:rsidRDefault="00F661DA" w:rsidP="00F661DA">
            <w:pPr>
              <w:pStyle w:val="TabNumeri"/>
            </w:pPr>
          </w:p>
        </w:tc>
        <w:tc>
          <w:tcPr>
            <w:tcW w:w="680" w:type="dxa"/>
            <w:noWrap/>
          </w:tcPr>
          <w:p w14:paraId="5E905BEA" w14:textId="77777777" w:rsidR="00F661DA" w:rsidRPr="00A27A0A" w:rsidRDefault="00F661DA" w:rsidP="00F661DA">
            <w:pPr>
              <w:pStyle w:val="TabNumeri"/>
            </w:pPr>
            <w:r w:rsidRPr="00B74D44">
              <w:t>11,6</w:t>
            </w:r>
          </w:p>
        </w:tc>
        <w:tc>
          <w:tcPr>
            <w:tcW w:w="228" w:type="dxa"/>
            <w:noWrap/>
          </w:tcPr>
          <w:p w14:paraId="6322FE57" w14:textId="77777777" w:rsidR="00F661DA" w:rsidRPr="00DC6642" w:rsidRDefault="00F661DA" w:rsidP="00F661DA">
            <w:pPr>
              <w:pStyle w:val="TabNumeri"/>
            </w:pPr>
          </w:p>
        </w:tc>
        <w:tc>
          <w:tcPr>
            <w:tcW w:w="510" w:type="dxa"/>
            <w:noWrap/>
          </w:tcPr>
          <w:p w14:paraId="508443BE" w14:textId="77777777" w:rsidR="00F661DA" w:rsidRPr="00986A4F" w:rsidRDefault="00F661DA" w:rsidP="00F661DA">
            <w:pPr>
              <w:pStyle w:val="TabNumeri"/>
            </w:pPr>
            <w:r w:rsidRPr="00AA7C7D">
              <w:t>11,3</w:t>
            </w:r>
          </w:p>
        </w:tc>
        <w:tc>
          <w:tcPr>
            <w:tcW w:w="397" w:type="dxa"/>
            <w:noWrap/>
          </w:tcPr>
          <w:p w14:paraId="7D27BEB0" w14:textId="77777777" w:rsidR="00F661DA" w:rsidRPr="00986A4F" w:rsidRDefault="00F661DA" w:rsidP="00F661DA">
            <w:pPr>
              <w:pStyle w:val="TabNumeri"/>
            </w:pPr>
            <w:r w:rsidRPr="00AA7C7D">
              <w:t>[8]</w:t>
            </w:r>
          </w:p>
        </w:tc>
        <w:tc>
          <w:tcPr>
            <w:tcW w:w="680" w:type="dxa"/>
            <w:noWrap/>
          </w:tcPr>
          <w:p w14:paraId="78CB7100" w14:textId="77777777" w:rsidR="00F661DA" w:rsidRPr="00413582" w:rsidRDefault="00F661DA" w:rsidP="00F661DA">
            <w:pPr>
              <w:pStyle w:val="TabNumeri"/>
            </w:pPr>
            <w:r w:rsidRPr="00194795">
              <w:t>11,0</w:t>
            </w:r>
          </w:p>
        </w:tc>
        <w:tc>
          <w:tcPr>
            <w:tcW w:w="227" w:type="dxa"/>
            <w:noWrap/>
          </w:tcPr>
          <w:p w14:paraId="2FBB1200" w14:textId="77777777" w:rsidR="00F661DA" w:rsidRPr="00A319C0" w:rsidRDefault="00F661DA" w:rsidP="00F661DA">
            <w:pPr>
              <w:pStyle w:val="TabNumeri"/>
            </w:pPr>
          </w:p>
        </w:tc>
      </w:tr>
      <w:tr w:rsidR="00F661DA" w14:paraId="6380A6D6" w14:textId="77777777" w:rsidTr="00F661DA">
        <w:trPr>
          <w:cantSplit/>
          <w:trHeight w:val="255"/>
        </w:trPr>
        <w:tc>
          <w:tcPr>
            <w:tcW w:w="1985" w:type="dxa"/>
            <w:shd w:val="clear" w:color="auto" w:fill="EAF1DD" w:themeFill="accent3" w:themeFillTint="33"/>
            <w:noWrap/>
          </w:tcPr>
          <w:p w14:paraId="57DAA793" w14:textId="77777777" w:rsidR="00F661DA" w:rsidRPr="00233F5C" w:rsidRDefault="00F661DA" w:rsidP="00F661DA">
            <w:pPr>
              <w:pStyle w:val="TabEtichette"/>
            </w:pPr>
            <w:r w:rsidRPr="00233F5C">
              <w:t>Prezzi al consumo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7A5B947B" w14:textId="77777777" w:rsidR="00F661DA" w:rsidRPr="00F86988" w:rsidRDefault="00F661DA" w:rsidP="00F661DA">
            <w:pPr>
              <w:pStyle w:val="TabNumeri"/>
            </w:pPr>
            <w:r w:rsidRPr="005779FC">
              <w:t>0,1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265C29F9" w14:textId="77777777" w:rsidR="00F661DA" w:rsidRPr="00B64650" w:rsidRDefault="00F661DA" w:rsidP="00F661DA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38C2EF87" w14:textId="77777777" w:rsidR="00F661DA" w:rsidRPr="00D65A6F" w:rsidRDefault="00F661DA" w:rsidP="00F661DA">
            <w:pPr>
              <w:pStyle w:val="TabNumeri"/>
            </w:pPr>
            <w:r w:rsidRPr="005779FC">
              <w:t>-0,1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296BDF1E" w14:textId="77777777" w:rsidR="00F661DA" w:rsidRPr="00C32B54" w:rsidRDefault="00F661DA" w:rsidP="00F661DA">
            <w:pPr>
              <w:pStyle w:val="TabNumeri"/>
            </w:pPr>
            <w:r w:rsidRPr="005779FC">
              <w:t>[5]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2A5B49E8" w14:textId="77777777" w:rsidR="00F661DA" w:rsidRPr="00904DA8" w:rsidRDefault="00F661DA" w:rsidP="00F661DA">
            <w:pPr>
              <w:pStyle w:val="TabNumeri"/>
            </w:pPr>
            <w:r w:rsidRPr="00C8485A">
              <w:t>-0,2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14:paraId="0B2F121D" w14:textId="77777777" w:rsidR="00F661DA" w:rsidRPr="00904DA8" w:rsidRDefault="00F661DA" w:rsidP="00F661DA">
            <w:pPr>
              <w:pStyle w:val="TabNumeri"/>
            </w:pPr>
            <w:r w:rsidRPr="00C8485A">
              <w:t>[7]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27D6AB4B" w14:textId="77777777" w:rsidR="00F661DA" w:rsidRPr="003C782D" w:rsidRDefault="00F661DA" w:rsidP="00F661DA">
            <w:pPr>
              <w:pStyle w:val="TabNumeri"/>
            </w:pPr>
            <w:r w:rsidRPr="00535D6A">
              <w:t>-0,1</w:t>
            </w:r>
          </w:p>
        </w:tc>
        <w:tc>
          <w:tcPr>
            <w:tcW w:w="228" w:type="dxa"/>
            <w:shd w:val="clear" w:color="auto" w:fill="EAF1DD" w:themeFill="accent3" w:themeFillTint="33"/>
          </w:tcPr>
          <w:p w14:paraId="71761E08" w14:textId="77777777" w:rsidR="00F661DA" w:rsidRPr="00AA375C" w:rsidRDefault="00F661DA" w:rsidP="00F661DA">
            <w:pPr>
              <w:pStyle w:val="TabNumeri"/>
            </w:pPr>
            <w:r w:rsidRPr="00535D6A">
              <w:t>[5]</w:t>
            </w:r>
          </w:p>
        </w:tc>
        <w:tc>
          <w:tcPr>
            <w:tcW w:w="113" w:type="dxa"/>
            <w:shd w:val="clear" w:color="auto" w:fill="EAF1DD" w:themeFill="accent3" w:themeFillTint="33"/>
            <w:noWrap/>
          </w:tcPr>
          <w:p w14:paraId="5B6B052D" w14:textId="77777777" w:rsidR="00F661DA" w:rsidRPr="00B64650" w:rsidRDefault="00F661DA" w:rsidP="00F661DA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</w:tcPr>
          <w:p w14:paraId="33B27B52" w14:textId="77777777" w:rsidR="00F661DA" w:rsidRPr="009E61ED" w:rsidRDefault="00F661DA" w:rsidP="00F661DA">
            <w:pPr>
              <w:pStyle w:val="TabNumeri"/>
            </w:pPr>
            <w:r w:rsidRPr="00B74D44">
              <w:t>0,6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6131C8D0" w14:textId="77777777" w:rsidR="00F661DA" w:rsidRPr="00811B57" w:rsidRDefault="00F661DA" w:rsidP="00F661DA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4DF1AD1A" w14:textId="77777777" w:rsidR="00F661DA" w:rsidRPr="00A27A0A" w:rsidRDefault="00F661DA" w:rsidP="00F661DA">
            <w:pPr>
              <w:pStyle w:val="TabNumeri"/>
            </w:pPr>
            <w:r w:rsidRPr="00B74D44">
              <w:t>0,7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4B8A9A9B" w14:textId="77777777" w:rsidR="00F661DA" w:rsidRPr="00DC6642" w:rsidRDefault="00F661DA" w:rsidP="00F661DA">
            <w:pPr>
              <w:pStyle w:val="TabNumeri"/>
            </w:pPr>
            <w:r w:rsidRPr="00B74D44">
              <w:t>[5]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1F5A162F" w14:textId="77777777" w:rsidR="00F661DA" w:rsidRPr="00986A4F" w:rsidRDefault="00F661DA" w:rsidP="00F661DA">
            <w:pPr>
              <w:pStyle w:val="TabNumeri"/>
            </w:pPr>
            <w:r w:rsidRPr="00AA7C7D">
              <w:t>0,5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14:paraId="5E11D5CD" w14:textId="77777777" w:rsidR="00F661DA" w:rsidRPr="00986A4F" w:rsidRDefault="00F661DA" w:rsidP="00F661DA">
            <w:pPr>
              <w:pStyle w:val="TabNumeri"/>
            </w:pPr>
            <w:r w:rsidRPr="00AA7C7D">
              <w:t>[7]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6D43F34F" w14:textId="77777777" w:rsidR="00F661DA" w:rsidRPr="00413582" w:rsidRDefault="00F661DA" w:rsidP="00F661DA">
            <w:pPr>
              <w:pStyle w:val="TabNumeri"/>
            </w:pPr>
            <w:r w:rsidRPr="00194795">
              <w:t>0,4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14:paraId="62DA15BC" w14:textId="77777777" w:rsidR="00F661DA" w:rsidRPr="00A319C0" w:rsidRDefault="00F661DA" w:rsidP="00F661DA">
            <w:pPr>
              <w:pStyle w:val="TabNumeri"/>
            </w:pPr>
            <w:r w:rsidRPr="00194795">
              <w:t>[5]</w:t>
            </w:r>
          </w:p>
        </w:tc>
      </w:tr>
      <w:tr w:rsidR="00F661DA" w14:paraId="6E7C19B5" w14:textId="77777777" w:rsidTr="00F661DA">
        <w:trPr>
          <w:cantSplit/>
          <w:trHeight w:val="255"/>
        </w:trPr>
        <w:tc>
          <w:tcPr>
            <w:tcW w:w="1985" w:type="dxa"/>
            <w:noWrap/>
          </w:tcPr>
          <w:p w14:paraId="598D3BE7" w14:textId="77777777" w:rsidR="00F661DA" w:rsidRPr="00233F5C" w:rsidRDefault="00F661DA" w:rsidP="00F661DA">
            <w:pPr>
              <w:pStyle w:val="TabEtichette"/>
            </w:pPr>
            <w:r>
              <w:t xml:space="preserve">Saldo c. c. </w:t>
            </w:r>
            <w:proofErr w:type="spellStart"/>
            <w:r>
              <w:t>Bil</w:t>
            </w:r>
            <w:proofErr w:type="spellEnd"/>
            <w:r>
              <w:t xml:space="preserve"> </w:t>
            </w:r>
            <w:proofErr w:type="spellStart"/>
            <w:r>
              <w:t>Pag</w:t>
            </w:r>
            <w:proofErr w:type="spellEnd"/>
            <w:r>
              <w:t xml:space="preserve"> [b</w:t>
            </w:r>
            <w:r w:rsidRPr="00233F5C">
              <w:t>]</w:t>
            </w:r>
          </w:p>
        </w:tc>
        <w:tc>
          <w:tcPr>
            <w:tcW w:w="680" w:type="dxa"/>
            <w:noWrap/>
          </w:tcPr>
          <w:p w14:paraId="1A3FF6CB" w14:textId="77777777" w:rsidR="00F661DA" w:rsidRPr="00F86988" w:rsidRDefault="00F661DA" w:rsidP="00F661DA">
            <w:pPr>
              <w:pStyle w:val="TabNumeri"/>
            </w:pPr>
            <w:r w:rsidRPr="005779FC">
              <w:t>3,2</w:t>
            </w:r>
          </w:p>
        </w:tc>
        <w:tc>
          <w:tcPr>
            <w:tcW w:w="228" w:type="dxa"/>
            <w:noWrap/>
          </w:tcPr>
          <w:p w14:paraId="22EB967A" w14:textId="77777777" w:rsidR="00F661DA" w:rsidRPr="00B64650" w:rsidRDefault="00F661DA" w:rsidP="00F661DA">
            <w:pPr>
              <w:pStyle w:val="TabNumeri"/>
            </w:pPr>
          </w:p>
        </w:tc>
        <w:tc>
          <w:tcPr>
            <w:tcW w:w="680" w:type="dxa"/>
            <w:noWrap/>
          </w:tcPr>
          <w:p w14:paraId="42F879CC" w14:textId="77777777" w:rsidR="00F661DA" w:rsidRPr="00D65A6F" w:rsidRDefault="00F661DA" w:rsidP="00F661DA">
            <w:pPr>
              <w:pStyle w:val="TabNumeri"/>
            </w:pPr>
            <w:r w:rsidRPr="005779FC">
              <w:t>2,9</w:t>
            </w:r>
          </w:p>
        </w:tc>
        <w:tc>
          <w:tcPr>
            <w:tcW w:w="228" w:type="dxa"/>
            <w:noWrap/>
          </w:tcPr>
          <w:p w14:paraId="516558C8" w14:textId="77777777" w:rsidR="00F661DA" w:rsidRPr="00C32B54" w:rsidRDefault="00F661DA" w:rsidP="00F661DA">
            <w:pPr>
              <w:pStyle w:val="TabNumeri"/>
            </w:pPr>
          </w:p>
        </w:tc>
        <w:tc>
          <w:tcPr>
            <w:tcW w:w="510" w:type="dxa"/>
            <w:noWrap/>
          </w:tcPr>
          <w:p w14:paraId="380BCA0C" w14:textId="77777777" w:rsidR="00F661DA" w:rsidRPr="00904DA8" w:rsidRDefault="00F661DA" w:rsidP="00F661DA">
            <w:pPr>
              <w:pStyle w:val="TabNumeri"/>
            </w:pPr>
            <w:r w:rsidRPr="00C8485A">
              <w:t>3,9</w:t>
            </w:r>
          </w:p>
        </w:tc>
        <w:tc>
          <w:tcPr>
            <w:tcW w:w="397" w:type="dxa"/>
            <w:noWrap/>
          </w:tcPr>
          <w:p w14:paraId="3752FC96" w14:textId="77777777" w:rsidR="00F661DA" w:rsidRPr="00904DA8" w:rsidRDefault="00F661DA" w:rsidP="00F661DA">
            <w:pPr>
              <w:pStyle w:val="TabNumeri"/>
            </w:pPr>
            <w:r w:rsidRPr="00C8485A">
              <w:t>[6 7]</w:t>
            </w:r>
          </w:p>
        </w:tc>
        <w:tc>
          <w:tcPr>
            <w:tcW w:w="680" w:type="dxa"/>
            <w:noWrap/>
          </w:tcPr>
          <w:p w14:paraId="05B0D240" w14:textId="77777777" w:rsidR="00F661DA" w:rsidRPr="003C782D" w:rsidRDefault="00F661DA" w:rsidP="00F661DA">
            <w:pPr>
              <w:pStyle w:val="TabNumeri"/>
            </w:pPr>
            <w:r w:rsidRPr="00535D6A">
              <w:t>2,8</w:t>
            </w:r>
          </w:p>
        </w:tc>
        <w:tc>
          <w:tcPr>
            <w:tcW w:w="228" w:type="dxa"/>
          </w:tcPr>
          <w:p w14:paraId="6B7E86DD" w14:textId="77777777" w:rsidR="00F661DA" w:rsidRPr="00AA375C" w:rsidRDefault="00F661DA" w:rsidP="00F661DA">
            <w:pPr>
              <w:pStyle w:val="TabNumeri"/>
            </w:pPr>
          </w:p>
        </w:tc>
        <w:tc>
          <w:tcPr>
            <w:tcW w:w="113" w:type="dxa"/>
            <w:noWrap/>
          </w:tcPr>
          <w:p w14:paraId="7008AD2A" w14:textId="77777777" w:rsidR="00F661DA" w:rsidRPr="00B64650" w:rsidRDefault="00F661DA" w:rsidP="00F661DA">
            <w:pPr>
              <w:pStyle w:val="TabNumeri"/>
            </w:pPr>
          </w:p>
        </w:tc>
        <w:tc>
          <w:tcPr>
            <w:tcW w:w="680" w:type="dxa"/>
          </w:tcPr>
          <w:p w14:paraId="17E81F38" w14:textId="77777777" w:rsidR="00F661DA" w:rsidRPr="009E61ED" w:rsidRDefault="00F661DA" w:rsidP="00F661DA">
            <w:pPr>
              <w:pStyle w:val="TabNumeri"/>
            </w:pPr>
            <w:r w:rsidRPr="00B74D44">
              <w:t>3,0</w:t>
            </w:r>
          </w:p>
        </w:tc>
        <w:tc>
          <w:tcPr>
            <w:tcW w:w="228" w:type="dxa"/>
            <w:noWrap/>
          </w:tcPr>
          <w:p w14:paraId="3F025DAB" w14:textId="77777777" w:rsidR="00F661DA" w:rsidRPr="00811B57" w:rsidRDefault="00F661DA" w:rsidP="00F661DA">
            <w:pPr>
              <w:pStyle w:val="TabNumeri"/>
            </w:pPr>
          </w:p>
        </w:tc>
        <w:tc>
          <w:tcPr>
            <w:tcW w:w="680" w:type="dxa"/>
            <w:noWrap/>
          </w:tcPr>
          <w:p w14:paraId="58D0370C" w14:textId="77777777" w:rsidR="00F661DA" w:rsidRPr="00A27A0A" w:rsidRDefault="00F661DA" w:rsidP="00F661DA">
            <w:pPr>
              <w:pStyle w:val="TabNumeri"/>
            </w:pPr>
            <w:r w:rsidRPr="00B74D44">
              <w:t>3,1</w:t>
            </w:r>
          </w:p>
        </w:tc>
        <w:tc>
          <w:tcPr>
            <w:tcW w:w="228" w:type="dxa"/>
            <w:noWrap/>
          </w:tcPr>
          <w:p w14:paraId="46DC9D9A" w14:textId="77777777" w:rsidR="00F661DA" w:rsidRPr="00DC6642" w:rsidRDefault="00F661DA" w:rsidP="00F661DA">
            <w:pPr>
              <w:pStyle w:val="TabNumeri"/>
            </w:pPr>
          </w:p>
        </w:tc>
        <w:tc>
          <w:tcPr>
            <w:tcW w:w="510" w:type="dxa"/>
            <w:noWrap/>
          </w:tcPr>
          <w:p w14:paraId="1896F969" w14:textId="77777777" w:rsidR="00F661DA" w:rsidRPr="00986A4F" w:rsidRDefault="00F661DA" w:rsidP="00F661DA">
            <w:pPr>
              <w:pStyle w:val="TabNumeri"/>
            </w:pPr>
            <w:r w:rsidRPr="00AA7C7D">
              <w:t>3,7</w:t>
            </w:r>
          </w:p>
        </w:tc>
        <w:tc>
          <w:tcPr>
            <w:tcW w:w="397" w:type="dxa"/>
            <w:noWrap/>
          </w:tcPr>
          <w:p w14:paraId="72EAEA2A" w14:textId="77777777" w:rsidR="00F661DA" w:rsidRPr="00986A4F" w:rsidRDefault="00F661DA" w:rsidP="00F661DA">
            <w:pPr>
              <w:pStyle w:val="TabNumeri"/>
            </w:pPr>
            <w:r w:rsidRPr="00AA7C7D">
              <w:t>[6 7]</w:t>
            </w:r>
          </w:p>
        </w:tc>
        <w:tc>
          <w:tcPr>
            <w:tcW w:w="680" w:type="dxa"/>
            <w:noWrap/>
          </w:tcPr>
          <w:p w14:paraId="39262FDD" w14:textId="77777777" w:rsidR="00F661DA" w:rsidRPr="00413582" w:rsidRDefault="00F661DA" w:rsidP="00F661DA">
            <w:pPr>
              <w:pStyle w:val="TabNumeri"/>
            </w:pPr>
            <w:r w:rsidRPr="00194795">
              <w:t>3,0</w:t>
            </w:r>
          </w:p>
        </w:tc>
        <w:tc>
          <w:tcPr>
            <w:tcW w:w="227" w:type="dxa"/>
            <w:noWrap/>
          </w:tcPr>
          <w:p w14:paraId="09070CA0" w14:textId="77777777" w:rsidR="00F661DA" w:rsidRPr="00A319C0" w:rsidRDefault="00F661DA" w:rsidP="00F661DA">
            <w:pPr>
              <w:pStyle w:val="TabNumeri"/>
            </w:pPr>
          </w:p>
        </w:tc>
      </w:tr>
      <w:tr w:rsidR="00F661DA" w14:paraId="6D045D89" w14:textId="77777777" w:rsidTr="00F661DA">
        <w:trPr>
          <w:cantSplit/>
          <w:trHeight w:val="255"/>
        </w:trPr>
        <w:tc>
          <w:tcPr>
            <w:tcW w:w="1985" w:type="dxa"/>
            <w:shd w:val="clear" w:color="auto" w:fill="EAF1DD" w:themeFill="accent3" w:themeFillTint="33"/>
            <w:noWrap/>
          </w:tcPr>
          <w:p w14:paraId="29F32ED0" w14:textId="77777777" w:rsidR="00F661DA" w:rsidRPr="00233F5C" w:rsidRDefault="00F661DA" w:rsidP="00F661DA">
            <w:pPr>
              <w:pStyle w:val="TabEtichette"/>
            </w:pPr>
            <w:r w:rsidRPr="00233F5C">
              <w:t>Avanzo primario [</w:t>
            </w:r>
            <w:r>
              <w:t>b</w:t>
            </w:r>
            <w:r w:rsidRPr="00233F5C">
              <w:t>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7157B75A" w14:textId="77777777" w:rsidR="00F661DA" w:rsidRPr="00F86988" w:rsidRDefault="00F661DA" w:rsidP="00F661DA">
            <w:pPr>
              <w:pStyle w:val="TabNumeri"/>
            </w:pPr>
            <w:r w:rsidRPr="005779FC">
              <w:t>-9,4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4D21F713" w14:textId="77777777" w:rsidR="00F661DA" w:rsidRPr="00B64650" w:rsidRDefault="00F661DA" w:rsidP="00F661DA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2B1065A7" w14:textId="77777777" w:rsidR="00F661DA" w:rsidRPr="00D65A6F" w:rsidRDefault="00F661DA" w:rsidP="00F661DA">
            <w:pPr>
              <w:pStyle w:val="TabNumeri"/>
            </w:pPr>
            <w:r w:rsidRPr="005779FC">
              <w:t>-7,2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2F1871AA" w14:textId="77777777" w:rsidR="00F661DA" w:rsidRPr="00C32B54" w:rsidRDefault="00F661DA" w:rsidP="00F661DA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57CD50DC" w14:textId="77777777" w:rsidR="00F661DA" w:rsidRPr="00904DA8" w:rsidRDefault="00F661DA" w:rsidP="00F661DA">
            <w:pPr>
              <w:pStyle w:val="TabNumeri"/>
            </w:pPr>
            <w:r w:rsidRPr="00C8485A">
              <w:t>-7,3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14:paraId="7AA3FA69" w14:textId="77777777" w:rsidR="00F661DA" w:rsidRPr="00904DA8" w:rsidRDefault="00F661DA" w:rsidP="00F661DA">
            <w:pPr>
              <w:pStyle w:val="TabNumeri"/>
            </w:pPr>
            <w:r w:rsidRPr="00C8485A">
              <w:t>[8]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7FCA7CF6" w14:textId="77777777" w:rsidR="00F661DA" w:rsidRPr="003C782D" w:rsidRDefault="00F661DA" w:rsidP="00F661DA">
            <w:pPr>
              <w:pStyle w:val="TabNumeri"/>
            </w:pPr>
            <w:proofErr w:type="spellStart"/>
            <w:r w:rsidRPr="00535D6A">
              <w:t>n.d.</w:t>
            </w:r>
            <w:proofErr w:type="spellEnd"/>
          </w:p>
        </w:tc>
        <w:tc>
          <w:tcPr>
            <w:tcW w:w="228" w:type="dxa"/>
            <w:shd w:val="clear" w:color="auto" w:fill="EAF1DD" w:themeFill="accent3" w:themeFillTint="33"/>
          </w:tcPr>
          <w:p w14:paraId="1628DC16" w14:textId="77777777" w:rsidR="00F661DA" w:rsidRPr="00AA375C" w:rsidRDefault="00F661DA" w:rsidP="00F661DA">
            <w:pPr>
              <w:pStyle w:val="TabNumeri"/>
            </w:pPr>
          </w:p>
        </w:tc>
        <w:tc>
          <w:tcPr>
            <w:tcW w:w="113" w:type="dxa"/>
            <w:shd w:val="clear" w:color="auto" w:fill="EAF1DD" w:themeFill="accent3" w:themeFillTint="33"/>
            <w:noWrap/>
          </w:tcPr>
          <w:p w14:paraId="388FEF11" w14:textId="77777777" w:rsidR="00F661DA" w:rsidRPr="00B64650" w:rsidRDefault="00F661DA" w:rsidP="00F661DA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</w:tcPr>
          <w:p w14:paraId="04D32610" w14:textId="77777777" w:rsidR="00F661DA" w:rsidRPr="009E61ED" w:rsidRDefault="00F661DA" w:rsidP="00F661DA">
            <w:pPr>
              <w:pStyle w:val="TabNumeri"/>
            </w:pPr>
            <w:r w:rsidRPr="00B74D44">
              <w:t>-2,8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3367E0D8" w14:textId="77777777" w:rsidR="00F661DA" w:rsidRPr="00811B57" w:rsidRDefault="00F661DA" w:rsidP="00F661DA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33299EAE" w14:textId="77777777" w:rsidR="00F661DA" w:rsidRPr="00A27A0A" w:rsidRDefault="00F661DA" w:rsidP="00F661DA">
            <w:pPr>
              <w:pStyle w:val="TabNumeri"/>
            </w:pPr>
            <w:r w:rsidRPr="00B74D44">
              <w:t>-4,4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5EB93560" w14:textId="77777777" w:rsidR="00F661DA" w:rsidRPr="00DC6642" w:rsidRDefault="00F661DA" w:rsidP="00F661DA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02419E9D" w14:textId="77777777" w:rsidR="00F661DA" w:rsidRPr="00986A4F" w:rsidRDefault="00F661DA" w:rsidP="00F661DA">
            <w:pPr>
              <w:pStyle w:val="TabNumeri"/>
            </w:pPr>
            <w:r w:rsidRPr="00AA7C7D">
              <w:t>-2,9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14:paraId="2A6E8E61" w14:textId="77777777" w:rsidR="00F661DA" w:rsidRPr="00986A4F" w:rsidRDefault="00F661DA" w:rsidP="00F661DA">
            <w:pPr>
              <w:pStyle w:val="TabNumeri"/>
            </w:pPr>
            <w:r w:rsidRPr="00AA7C7D">
              <w:t>[8]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6E58F28F" w14:textId="77777777" w:rsidR="00F661DA" w:rsidRPr="00413582" w:rsidRDefault="00F661DA" w:rsidP="00F661DA">
            <w:pPr>
              <w:pStyle w:val="TabNumeri"/>
            </w:pPr>
            <w:proofErr w:type="spellStart"/>
            <w:r w:rsidRPr="00194795">
              <w:t>n.d.</w:t>
            </w:r>
            <w:proofErr w:type="spellEnd"/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14:paraId="655E4831" w14:textId="77777777" w:rsidR="00F661DA" w:rsidRPr="00A319C0" w:rsidRDefault="00F661DA" w:rsidP="00F661DA">
            <w:pPr>
              <w:pStyle w:val="TabNumeri"/>
            </w:pPr>
          </w:p>
        </w:tc>
      </w:tr>
      <w:tr w:rsidR="00F661DA" w14:paraId="261A3C39" w14:textId="77777777" w:rsidTr="00F661DA">
        <w:trPr>
          <w:cantSplit/>
          <w:trHeight w:val="255"/>
        </w:trPr>
        <w:tc>
          <w:tcPr>
            <w:tcW w:w="1985" w:type="dxa"/>
            <w:noWrap/>
          </w:tcPr>
          <w:p w14:paraId="5B853386" w14:textId="77777777" w:rsidR="00F661DA" w:rsidRPr="00233F5C" w:rsidRDefault="00F661DA" w:rsidP="00F661DA">
            <w:pPr>
              <w:pStyle w:val="TabEtichette"/>
            </w:pPr>
            <w:r w:rsidRPr="00233F5C">
              <w:t>Ind</w:t>
            </w:r>
            <w:r>
              <w:t>ebitamento A. P. [b</w:t>
            </w:r>
            <w:r w:rsidRPr="00233F5C">
              <w:t>]</w:t>
            </w:r>
          </w:p>
        </w:tc>
        <w:tc>
          <w:tcPr>
            <w:tcW w:w="680" w:type="dxa"/>
            <w:noWrap/>
          </w:tcPr>
          <w:p w14:paraId="2016851B" w14:textId="77777777" w:rsidR="00F661DA" w:rsidRPr="00F86988" w:rsidRDefault="00F661DA" w:rsidP="00F661DA">
            <w:pPr>
              <w:pStyle w:val="TabNumeri"/>
            </w:pPr>
            <w:r w:rsidRPr="005779FC">
              <w:t>13,0</w:t>
            </w:r>
          </w:p>
        </w:tc>
        <w:tc>
          <w:tcPr>
            <w:tcW w:w="228" w:type="dxa"/>
            <w:noWrap/>
          </w:tcPr>
          <w:p w14:paraId="1AFD2617" w14:textId="77777777" w:rsidR="00F661DA" w:rsidRPr="00B64650" w:rsidRDefault="00F661DA" w:rsidP="00F661DA">
            <w:pPr>
              <w:pStyle w:val="TabNumeri"/>
            </w:pPr>
          </w:p>
        </w:tc>
        <w:tc>
          <w:tcPr>
            <w:tcW w:w="680" w:type="dxa"/>
            <w:noWrap/>
          </w:tcPr>
          <w:p w14:paraId="7CAB0C8E" w14:textId="77777777" w:rsidR="00F661DA" w:rsidRPr="00D65A6F" w:rsidRDefault="00F661DA" w:rsidP="00F661DA">
            <w:pPr>
              <w:pStyle w:val="TabNumeri"/>
            </w:pPr>
            <w:r w:rsidRPr="005779FC">
              <w:t>10,8</w:t>
            </w:r>
          </w:p>
        </w:tc>
        <w:tc>
          <w:tcPr>
            <w:tcW w:w="228" w:type="dxa"/>
            <w:noWrap/>
          </w:tcPr>
          <w:p w14:paraId="490D995F" w14:textId="77777777" w:rsidR="00F661DA" w:rsidRPr="00C32B54" w:rsidRDefault="00F661DA" w:rsidP="00F661DA">
            <w:pPr>
              <w:pStyle w:val="TabNumeri"/>
            </w:pPr>
          </w:p>
        </w:tc>
        <w:tc>
          <w:tcPr>
            <w:tcW w:w="510" w:type="dxa"/>
            <w:noWrap/>
          </w:tcPr>
          <w:p w14:paraId="29C1C008" w14:textId="77777777" w:rsidR="00F661DA" w:rsidRPr="00904DA8" w:rsidRDefault="00F661DA" w:rsidP="00F661DA">
            <w:pPr>
              <w:pStyle w:val="TabNumeri"/>
            </w:pPr>
            <w:r w:rsidRPr="00C8485A">
              <w:t>10,8</w:t>
            </w:r>
          </w:p>
        </w:tc>
        <w:tc>
          <w:tcPr>
            <w:tcW w:w="397" w:type="dxa"/>
            <w:noWrap/>
          </w:tcPr>
          <w:p w14:paraId="08F0C9AD" w14:textId="77777777" w:rsidR="00F661DA" w:rsidRPr="00904DA8" w:rsidRDefault="00F661DA" w:rsidP="00F661DA">
            <w:pPr>
              <w:pStyle w:val="TabNumeri"/>
            </w:pPr>
            <w:r w:rsidRPr="00C8485A">
              <w:t>[7]</w:t>
            </w:r>
          </w:p>
        </w:tc>
        <w:tc>
          <w:tcPr>
            <w:tcW w:w="680" w:type="dxa"/>
            <w:noWrap/>
          </w:tcPr>
          <w:p w14:paraId="1875B25D" w14:textId="77777777" w:rsidR="00F661DA" w:rsidRPr="003C782D" w:rsidRDefault="00F661DA" w:rsidP="00F661DA">
            <w:pPr>
              <w:pStyle w:val="TabNumeri"/>
            </w:pPr>
            <w:r w:rsidRPr="00535D6A">
              <w:t>-10,7</w:t>
            </w:r>
          </w:p>
        </w:tc>
        <w:tc>
          <w:tcPr>
            <w:tcW w:w="228" w:type="dxa"/>
          </w:tcPr>
          <w:p w14:paraId="76485C52" w14:textId="77777777" w:rsidR="00F661DA" w:rsidRPr="00AA375C" w:rsidRDefault="00F661DA" w:rsidP="00F661DA">
            <w:pPr>
              <w:pStyle w:val="TabNumeri"/>
            </w:pPr>
          </w:p>
        </w:tc>
        <w:tc>
          <w:tcPr>
            <w:tcW w:w="113" w:type="dxa"/>
            <w:noWrap/>
          </w:tcPr>
          <w:p w14:paraId="510A9B04" w14:textId="77777777" w:rsidR="00F661DA" w:rsidRPr="00B64650" w:rsidRDefault="00F661DA" w:rsidP="00F661DA">
            <w:pPr>
              <w:pStyle w:val="TabNumeri"/>
            </w:pPr>
          </w:p>
        </w:tc>
        <w:tc>
          <w:tcPr>
            <w:tcW w:w="680" w:type="dxa"/>
          </w:tcPr>
          <w:p w14:paraId="1EE9D194" w14:textId="77777777" w:rsidR="00F661DA" w:rsidRPr="009E61ED" w:rsidRDefault="00F661DA" w:rsidP="00F661DA">
            <w:pPr>
              <w:pStyle w:val="TabNumeri"/>
            </w:pPr>
            <w:r w:rsidRPr="00B74D44">
              <w:t>6,2</w:t>
            </w:r>
          </w:p>
        </w:tc>
        <w:tc>
          <w:tcPr>
            <w:tcW w:w="228" w:type="dxa"/>
            <w:noWrap/>
          </w:tcPr>
          <w:p w14:paraId="0B19EE8A" w14:textId="77777777" w:rsidR="00F661DA" w:rsidRPr="00811B57" w:rsidRDefault="00F661DA" w:rsidP="00F661DA">
            <w:pPr>
              <w:pStyle w:val="TabNumeri"/>
            </w:pPr>
          </w:p>
        </w:tc>
        <w:tc>
          <w:tcPr>
            <w:tcW w:w="680" w:type="dxa"/>
            <w:noWrap/>
          </w:tcPr>
          <w:p w14:paraId="7CE0DA74" w14:textId="77777777" w:rsidR="00F661DA" w:rsidRPr="00A27A0A" w:rsidRDefault="00F661DA" w:rsidP="00F661DA">
            <w:pPr>
              <w:pStyle w:val="TabNumeri"/>
            </w:pPr>
            <w:r w:rsidRPr="00B74D44">
              <w:t>7,8</w:t>
            </w:r>
          </w:p>
        </w:tc>
        <w:tc>
          <w:tcPr>
            <w:tcW w:w="228" w:type="dxa"/>
            <w:noWrap/>
          </w:tcPr>
          <w:p w14:paraId="5929886E" w14:textId="77777777" w:rsidR="00F661DA" w:rsidRPr="00DC6642" w:rsidRDefault="00F661DA" w:rsidP="00F661DA">
            <w:pPr>
              <w:pStyle w:val="TabNumeri"/>
            </w:pPr>
          </w:p>
        </w:tc>
        <w:tc>
          <w:tcPr>
            <w:tcW w:w="510" w:type="dxa"/>
            <w:noWrap/>
          </w:tcPr>
          <w:p w14:paraId="2963BA35" w14:textId="77777777" w:rsidR="00F661DA" w:rsidRPr="00986A4F" w:rsidRDefault="00F661DA" w:rsidP="00F661DA">
            <w:pPr>
              <w:pStyle w:val="TabNumeri"/>
            </w:pPr>
            <w:r w:rsidRPr="00AA7C7D">
              <w:t>7,4</w:t>
            </w:r>
          </w:p>
        </w:tc>
        <w:tc>
          <w:tcPr>
            <w:tcW w:w="397" w:type="dxa"/>
            <w:noWrap/>
          </w:tcPr>
          <w:p w14:paraId="71EB3959" w14:textId="77777777" w:rsidR="00F661DA" w:rsidRPr="00986A4F" w:rsidRDefault="00F661DA" w:rsidP="00F661DA">
            <w:pPr>
              <w:pStyle w:val="TabNumeri"/>
            </w:pPr>
            <w:r w:rsidRPr="00AA7C7D">
              <w:t>[7]</w:t>
            </w:r>
          </w:p>
        </w:tc>
        <w:tc>
          <w:tcPr>
            <w:tcW w:w="680" w:type="dxa"/>
            <w:noWrap/>
          </w:tcPr>
          <w:p w14:paraId="68041114" w14:textId="77777777" w:rsidR="00F661DA" w:rsidRPr="00413582" w:rsidRDefault="00F661DA" w:rsidP="00F661DA">
            <w:pPr>
              <w:pStyle w:val="TabNumeri"/>
            </w:pPr>
            <w:r w:rsidRPr="00194795">
              <w:t>-6,9</w:t>
            </w:r>
          </w:p>
        </w:tc>
        <w:tc>
          <w:tcPr>
            <w:tcW w:w="227" w:type="dxa"/>
            <w:noWrap/>
          </w:tcPr>
          <w:p w14:paraId="7F100EF1" w14:textId="77777777" w:rsidR="00F661DA" w:rsidRPr="00A319C0" w:rsidRDefault="00F661DA" w:rsidP="00F661DA">
            <w:pPr>
              <w:pStyle w:val="TabNumeri"/>
            </w:pPr>
          </w:p>
        </w:tc>
      </w:tr>
      <w:tr w:rsidR="00F661DA" w14:paraId="241DB712" w14:textId="77777777" w:rsidTr="00F661DA">
        <w:trPr>
          <w:cantSplit/>
          <w:trHeight w:val="255"/>
        </w:trPr>
        <w:tc>
          <w:tcPr>
            <w:tcW w:w="1985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5785162C" w14:textId="77777777" w:rsidR="00F661DA" w:rsidRDefault="00F661DA" w:rsidP="00F661DA">
            <w:pPr>
              <w:pStyle w:val="TabEtichette"/>
            </w:pPr>
            <w:r>
              <w:t>Debito A. Pubblica [b</w:t>
            </w:r>
            <w:r w:rsidRPr="00233F5C">
              <w:t>]</w:t>
            </w:r>
          </w:p>
        </w:tc>
        <w:tc>
          <w:tcPr>
            <w:tcW w:w="680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27B06A0E" w14:textId="77777777" w:rsidR="00F661DA" w:rsidRDefault="00F661DA" w:rsidP="00F661DA">
            <w:pPr>
              <w:pStyle w:val="TabNumeri"/>
            </w:pPr>
            <w:r w:rsidRPr="005779FC">
              <w:t>161,8</w:t>
            </w:r>
          </w:p>
        </w:tc>
        <w:tc>
          <w:tcPr>
            <w:tcW w:w="228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35E16D49" w14:textId="77777777" w:rsidR="00F661DA" w:rsidRPr="00B64650" w:rsidRDefault="00F661DA" w:rsidP="00F661DA">
            <w:pPr>
              <w:pStyle w:val="TabNumeri"/>
            </w:pPr>
          </w:p>
        </w:tc>
        <w:tc>
          <w:tcPr>
            <w:tcW w:w="680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242A46F6" w14:textId="77777777" w:rsidR="00F661DA" w:rsidRDefault="00F661DA" w:rsidP="00F661DA">
            <w:pPr>
              <w:pStyle w:val="TabNumeri"/>
            </w:pPr>
            <w:r w:rsidRPr="005779FC">
              <w:t>159,6</w:t>
            </w:r>
          </w:p>
        </w:tc>
        <w:tc>
          <w:tcPr>
            <w:tcW w:w="228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04F1231D" w14:textId="77777777" w:rsidR="00F661DA" w:rsidRDefault="00F661DA" w:rsidP="00F661DA">
            <w:pPr>
              <w:pStyle w:val="TabNumeri"/>
            </w:pPr>
          </w:p>
        </w:tc>
        <w:tc>
          <w:tcPr>
            <w:tcW w:w="510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31DCB78C" w14:textId="77777777" w:rsidR="00F661DA" w:rsidRPr="00904DA8" w:rsidRDefault="00F661DA" w:rsidP="00F661DA">
            <w:pPr>
              <w:pStyle w:val="TabNumeri"/>
            </w:pPr>
            <w:r w:rsidRPr="00C8485A">
              <w:t>158,1</w:t>
            </w:r>
          </w:p>
        </w:tc>
        <w:tc>
          <w:tcPr>
            <w:tcW w:w="39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7B7A4F8C" w14:textId="77777777" w:rsidR="00F661DA" w:rsidRDefault="00F661DA" w:rsidP="00F661DA">
            <w:pPr>
              <w:pStyle w:val="TabNumeri"/>
            </w:pPr>
            <w:r w:rsidRPr="00C8485A">
              <w:t>[8]</w:t>
            </w:r>
          </w:p>
        </w:tc>
        <w:tc>
          <w:tcPr>
            <w:tcW w:w="680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1E4A97F6" w14:textId="77777777" w:rsidR="00F661DA" w:rsidRDefault="00F661DA" w:rsidP="00F661DA">
            <w:pPr>
              <w:pStyle w:val="TabNumeri"/>
            </w:pPr>
            <w:r w:rsidRPr="00535D6A">
              <w:t>159,8</w:t>
            </w:r>
          </w:p>
        </w:tc>
        <w:tc>
          <w:tcPr>
            <w:tcW w:w="228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</w:tcPr>
          <w:p w14:paraId="2EB473A3" w14:textId="77777777" w:rsidR="00F661DA" w:rsidRDefault="00F661DA" w:rsidP="00F661DA">
            <w:pPr>
              <w:pStyle w:val="TabNumeri"/>
            </w:pPr>
          </w:p>
        </w:tc>
        <w:tc>
          <w:tcPr>
            <w:tcW w:w="113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5BC501B0" w14:textId="77777777" w:rsidR="00F661DA" w:rsidRPr="00B64650" w:rsidRDefault="00F661DA" w:rsidP="00F661DA">
            <w:pPr>
              <w:pStyle w:val="TabNumeri"/>
            </w:pPr>
          </w:p>
        </w:tc>
        <w:tc>
          <w:tcPr>
            <w:tcW w:w="680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</w:tcPr>
          <w:p w14:paraId="2FDEB619" w14:textId="77777777" w:rsidR="00F661DA" w:rsidRDefault="00F661DA" w:rsidP="00F661DA">
            <w:pPr>
              <w:pStyle w:val="TabNumeri"/>
            </w:pPr>
            <w:r w:rsidRPr="00B74D44">
              <w:t>158,3</w:t>
            </w:r>
          </w:p>
        </w:tc>
        <w:tc>
          <w:tcPr>
            <w:tcW w:w="228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0DFCABE9" w14:textId="77777777" w:rsidR="00F661DA" w:rsidRDefault="00F661DA" w:rsidP="00F661DA">
            <w:pPr>
              <w:pStyle w:val="TabNumeri"/>
            </w:pPr>
          </w:p>
        </w:tc>
        <w:tc>
          <w:tcPr>
            <w:tcW w:w="680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315BC06B" w14:textId="77777777" w:rsidR="00F661DA" w:rsidRDefault="00F661DA" w:rsidP="00F661DA">
            <w:pPr>
              <w:pStyle w:val="TabNumeri"/>
            </w:pPr>
            <w:r w:rsidRPr="00B74D44">
              <w:t>159,5</w:t>
            </w:r>
          </w:p>
        </w:tc>
        <w:tc>
          <w:tcPr>
            <w:tcW w:w="228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27F19A3F" w14:textId="77777777" w:rsidR="00F661DA" w:rsidRDefault="00F661DA" w:rsidP="00F661DA">
            <w:pPr>
              <w:pStyle w:val="TabNumeri"/>
            </w:pPr>
          </w:p>
        </w:tc>
        <w:tc>
          <w:tcPr>
            <w:tcW w:w="510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7AB72066" w14:textId="77777777" w:rsidR="00F661DA" w:rsidRPr="00986A4F" w:rsidRDefault="00F661DA" w:rsidP="00F661DA">
            <w:pPr>
              <w:pStyle w:val="TabNumeri"/>
            </w:pPr>
            <w:r w:rsidRPr="00AA7C7D">
              <w:t>154,2</w:t>
            </w:r>
          </w:p>
        </w:tc>
        <w:tc>
          <w:tcPr>
            <w:tcW w:w="39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5E62EE20" w14:textId="77777777" w:rsidR="00F661DA" w:rsidRDefault="00F661DA" w:rsidP="00F661DA">
            <w:pPr>
              <w:pStyle w:val="TabNumeri"/>
            </w:pPr>
            <w:r w:rsidRPr="00AA7C7D">
              <w:t>[8]</w:t>
            </w:r>
          </w:p>
        </w:tc>
        <w:tc>
          <w:tcPr>
            <w:tcW w:w="680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1456323F" w14:textId="77777777" w:rsidR="00F661DA" w:rsidRDefault="00F661DA" w:rsidP="00F661DA">
            <w:pPr>
              <w:pStyle w:val="TabNumeri"/>
            </w:pPr>
            <w:r w:rsidRPr="00194795">
              <w:t>158,3</w:t>
            </w:r>
          </w:p>
        </w:tc>
        <w:tc>
          <w:tcPr>
            <w:tcW w:w="22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49D24E96" w14:textId="77777777" w:rsidR="00F661DA" w:rsidRDefault="00F661DA" w:rsidP="00F661DA">
            <w:pPr>
              <w:pStyle w:val="TabNumeri"/>
            </w:pPr>
          </w:p>
        </w:tc>
      </w:tr>
      <w:tr w:rsidR="00F661DA" w14:paraId="489039BB" w14:textId="77777777" w:rsidTr="00F661DA">
        <w:trPr>
          <w:cantSplit/>
          <w:trHeight w:val="255"/>
        </w:trPr>
        <w:tc>
          <w:tcPr>
            <w:tcW w:w="9359" w:type="dxa"/>
            <w:gridSpan w:val="18"/>
            <w:tcBorders>
              <w:top w:val="single" w:sz="4" w:space="0" w:color="632423" w:themeColor="accent2" w:themeShade="80"/>
            </w:tcBorders>
            <w:noWrap/>
          </w:tcPr>
          <w:p w14:paraId="2304FA91" w14:textId="2C0BF158" w:rsidR="00F661DA" w:rsidRPr="00D76DB6" w:rsidRDefault="00F661DA" w:rsidP="00F661DA">
            <w:pPr>
              <w:pStyle w:val="TabNoteSuperiori"/>
            </w:pPr>
            <w:r w:rsidRPr="00F661DA">
              <w:t xml:space="preserve">[a] Tasso percentuale. [b] Percentuale sul Pil. [1] Variazioni del PIL e delle sue componenti stimate su dati trimestrali destagionalizzati e corretti per il numero di giornate. [2] Investment in </w:t>
            </w:r>
            <w:proofErr w:type="spellStart"/>
            <w:r w:rsidRPr="00F661DA">
              <w:t>equipment</w:t>
            </w:r>
            <w:proofErr w:type="spellEnd"/>
            <w:r w:rsidRPr="00F661DA">
              <w:t xml:space="preserve">. [3] Persone. [4] Unità di lavoro standard. [5] Tasso di inflazione armonizzato Ue. [6] Bilancia commerciale (in % del Pil). [7] </w:t>
            </w:r>
            <w:proofErr w:type="spellStart"/>
            <w:r w:rsidRPr="00F661DA">
              <w:t>Promoteia</w:t>
            </w:r>
            <w:proofErr w:type="spellEnd"/>
            <w:r w:rsidRPr="00F661DA">
              <w:t xml:space="preserve"> Brief, novembre 2020. [8] Rapporto di previsione, settembre 2020.</w:t>
            </w:r>
          </w:p>
          <w:p w14:paraId="110D5C07" w14:textId="77777777" w:rsidR="00F661DA" w:rsidRDefault="00F661DA" w:rsidP="00F661DA">
            <w:pPr>
              <w:pStyle w:val="TabNoteInferiori"/>
            </w:pPr>
            <w:r w:rsidRPr="00D76DB6">
              <w:t>Font</w:t>
            </w:r>
            <w:r>
              <w:t xml:space="preserve">e: </w:t>
            </w:r>
            <w:r w:rsidRPr="00D76DB6">
              <w:t xml:space="preserve">Fmi, World </w:t>
            </w:r>
            <w:proofErr w:type="spellStart"/>
            <w:r w:rsidRPr="00D76DB6">
              <w:t>Economic</w:t>
            </w:r>
            <w:proofErr w:type="spellEnd"/>
            <w:r w:rsidRPr="00D76DB6">
              <w:t xml:space="preserve"> Outlook; </w:t>
            </w:r>
            <w:proofErr w:type="spellStart"/>
            <w:r w:rsidRPr="00D76DB6">
              <w:t>Europen</w:t>
            </w:r>
            <w:proofErr w:type="spellEnd"/>
            <w:r w:rsidRPr="00D76DB6">
              <w:t xml:space="preserve"> Commission, </w:t>
            </w:r>
            <w:proofErr w:type="spellStart"/>
            <w:r w:rsidRPr="00D76DB6">
              <w:t>European</w:t>
            </w:r>
            <w:proofErr w:type="spellEnd"/>
            <w:r w:rsidRPr="00D76DB6">
              <w:t xml:space="preserve"> </w:t>
            </w:r>
            <w:proofErr w:type="spellStart"/>
            <w:r w:rsidRPr="00D76DB6">
              <w:t>Economic</w:t>
            </w:r>
            <w:proofErr w:type="spellEnd"/>
            <w:r w:rsidRPr="00D76DB6">
              <w:t xml:space="preserve"> Forecast; </w:t>
            </w:r>
            <w:proofErr w:type="spellStart"/>
            <w:r w:rsidRPr="00D76DB6">
              <w:t>Oecd</w:t>
            </w:r>
            <w:proofErr w:type="spellEnd"/>
            <w:r w:rsidRPr="00D76DB6">
              <w:t xml:space="preserve">, </w:t>
            </w:r>
            <w:proofErr w:type="spellStart"/>
            <w:r w:rsidRPr="00D76DB6">
              <w:t>Economic</w:t>
            </w:r>
            <w:proofErr w:type="spellEnd"/>
            <w:r w:rsidRPr="00D76DB6">
              <w:t xml:space="preserve"> Outlook; </w:t>
            </w:r>
            <w:r w:rsidRPr="006F4A37">
              <w:t>Prometeia, Rapporto di Previsione; Prometeia, Brief.</w:t>
            </w:r>
          </w:p>
        </w:tc>
      </w:tr>
    </w:tbl>
    <w:bookmarkEnd w:id="11"/>
    <w:p w14:paraId="5999B831" w14:textId="77777777" w:rsidR="00D37A56" w:rsidRDefault="008741B6" w:rsidP="00D37A56">
      <w:r>
        <w:t>Ancora</w:t>
      </w:r>
      <w:r w:rsidR="00CE2787">
        <w:t xml:space="preserve"> tabella</w:t>
      </w:r>
    </w:p>
    <w:p w14:paraId="793C2583" w14:textId="77777777" w:rsidR="00992B5F" w:rsidRDefault="00992B5F" w:rsidP="003D7D2C"/>
    <w:p w14:paraId="1377FA25" w14:textId="77777777" w:rsidR="00981333" w:rsidRDefault="00981333" w:rsidP="00981333">
      <w:pPr>
        <w:pStyle w:val="FigTitolo"/>
      </w:pPr>
      <w:r>
        <w:br w:type="page"/>
      </w:r>
    </w:p>
    <w:p w14:paraId="7CC4121D" w14:textId="61F95528" w:rsidR="00F858D8" w:rsidRDefault="00F858D8" w:rsidP="00F858D8">
      <w:pPr>
        <w:pStyle w:val="Titolo2"/>
      </w:pPr>
      <w:bookmarkStart w:id="12" w:name="_Toc448399722"/>
      <w:bookmarkStart w:id="13" w:name="_Toc509407741"/>
      <w:bookmarkStart w:id="14" w:name="OLE_LINK1"/>
      <w:r>
        <w:lastRenderedPageBreak/>
        <w:t>Il quadro regionale</w:t>
      </w:r>
      <w:bookmarkEnd w:id="12"/>
      <w:bookmarkEnd w:id="13"/>
      <w:bookmarkEnd w:id="14"/>
    </w:p>
    <w:p w14:paraId="50E1F694" w14:textId="77777777" w:rsidR="00DF0CEB" w:rsidRDefault="00DF0CEB" w:rsidP="000A6AC8"/>
    <w:tbl>
      <w:tblPr>
        <w:tblpPr w:topFromText="425" w:bottomFromText="425" w:horzAnchor="margin" w:tblpXSpec="center" w:tblpYSpec="bottom"/>
        <w:tblOverlap w:val="never"/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1134"/>
        <w:gridCol w:w="1134"/>
        <w:gridCol w:w="1134"/>
        <w:gridCol w:w="1134"/>
      </w:tblGrid>
      <w:tr w:rsidR="000A6AC8" w14:paraId="0A3FE258" w14:textId="77777777" w:rsidTr="00560490">
        <w:trPr>
          <w:cantSplit/>
        </w:trPr>
        <w:tc>
          <w:tcPr>
            <w:tcW w:w="9356" w:type="dxa"/>
            <w:gridSpan w:val="5"/>
            <w:tcBorders>
              <w:bottom w:val="single" w:sz="4" w:space="0" w:color="800000"/>
            </w:tcBorders>
          </w:tcPr>
          <w:p w14:paraId="07BD750B" w14:textId="6D7C06E6" w:rsidR="000A6AC8" w:rsidRPr="007C570B" w:rsidRDefault="000A6AC8" w:rsidP="00560490">
            <w:pPr>
              <w:pStyle w:val="TabTitolo"/>
              <w:ind w:left="1134" w:hanging="1134"/>
            </w:pPr>
            <w:bookmarkStart w:id="15" w:name="_Hlk59198037"/>
            <w:r>
              <w:t>Previsione per l’Emilia-Romagna. Tassi di variazione percentuali</w:t>
            </w:r>
            <w:r w:rsidRPr="007C570B">
              <w:t xml:space="preserve"> su valori </w:t>
            </w:r>
            <w:r>
              <w:t xml:space="preserve">concatenati, anno di </w:t>
            </w:r>
            <w:proofErr w:type="spellStart"/>
            <w:r>
              <w:t>riferim</w:t>
            </w:r>
            <w:proofErr w:type="spellEnd"/>
            <w:r>
              <w:t>. 201</w:t>
            </w:r>
            <w:r w:rsidR="00504545">
              <w:t>5</w:t>
            </w:r>
          </w:p>
        </w:tc>
      </w:tr>
      <w:tr w:rsidR="00853E52" w14:paraId="75F17E47" w14:textId="77777777" w:rsidTr="00560490">
        <w:trPr>
          <w:cantSplit/>
        </w:trPr>
        <w:tc>
          <w:tcPr>
            <w:tcW w:w="4820" w:type="dxa"/>
            <w:tcBorders>
              <w:bottom w:val="single" w:sz="4" w:space="0" w:color="800000"/>
            </w:tcBorders>
            <w:vAlign w:val="bottom"/>
          </w:tcPr>
          <w:p w14:paraId="4FDAF80D" w14:textId="77777777" w:rsidR="00853E52" w:rsidRDefault="00853E52" w:rsidP="00853E52">
            <w:pPr>
              <w:pStyle w:val="TabIntestazioni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14:paraId="1E6AD966" w14:textId="044A94F9" w:rsidR="00853E52" w:rsidRPr="0085406E" w:rsidRDefault="00853E52" w:rsidP="00853E52">
            <w:pPr>
              <w:pStyle w:val="TabIntestazioni"/>
              <w:jc w:val="right"/>
            </w:pPr>
            <w:r w:rsidRPr="0085406E">
              <w:t>2018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14:paraId="0422ED42" w14:textId="402A69D2" w:rsidR="00853E52" w:rsidRPr="0085406E" w:rsidRDefault="00853E52" w:rsidP="00853E52">
            <w:pPr>
              <w:pStyle w:val="TabIntestazioni"/>
              <w:jc w:val="right"/>
            </w:pPr>
            <w:r w:rsidRPr="0085406E">
              <w:t>2019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14:paraId="4AF4B03A" w14:textId="135D3EDE" w:rsidR="00853E52" w:rsidRPr="0085406E" w:rsidRDefault="00853E52" w:rsidP="00853E52">
            <w:pPr>
              <w:pStyle w:val="TabIntestazioni"/>
              <w:jc w:val="right"/>
            </w:pPr>
            <w:r w:rsidRPr="0085406E">
              <w:t>20</w:t>
            </w:r>
            <w:r>
              <w:t>20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14:paraId="28198434" w14:textId="190C54C2" w:rsidR="00853E52" w:rsidRPr="0085406E" w:rsidRDefault="00853E52" w:rsidP="00853E52">
            <w:pPr>
              <w:pStyle w:val="TabIntestazioni"/>
              <w:jc w:val="right"/>
            </w:pPr>
            <w:r w:rsidRPr="0085406E">
              <w:t>20</w:t>
            </w:r>
            <w:r>
              <w:t>21</w:t>
            </w:r>
          </w:p>
        </w:tc>
      </w:tr>
      <w:tr w:rsidR="000A6AC8" w14:paraId="28B0A33A" w14:textId="77777777" w:rsidTr="00560490">
        <w:trPr>
          <w:cantSplit/>
          <w:trHeight w:hRule="exact" w:val="57"/>
        </w:trPr>
        <w:tc>
          <w:tcPr>
            <w:tcW w:w="4820" w:type="dxa"/>
            <w:tcBorders>
              <w:top w:val="single" w:sz="4" w:space="0" w:color="800000"/>
            </w:tcBorders>
          </w:tcPr>
          <w:p w14:paraId="4C865D42" w14:textId="77777777" w:rsidR="000A6AC8" w:rsidRPr="00686A56" w:rsidRDefault="000A6AC8" w:rsidP="00560490">
            <w:pPr>
              <w:pStyle w:val="TabEtichette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800000"/>
            </w:tcBorders>
          </w:tcPr>
          <w:p w14:paraId="59B4835E" w14:textId="77777777" w:rsidR="000A6AC8" w:rsidRPr="0085406E" w:rsidRDefault="000A6AC8" w:rsidP="00560490"/>
        </w:tc>
        <w:tc>
          <w:tcPr>
            <w:tcW w:w="1134" w:type="dxa"/>
            <w:tcBorders>
              <w:top w:val="single" w:sz="4" w:space="0" w:color="800000"/>
            </w:tcBorders>
          </w:tcPr>
          <w:p w14:paraId="7D20978B" w14:textId="77777777" w:rsidR="000A6AC8" w:rsidRPr="0085406E" w:rsidRDefault="000A6AC8" w:rsidP="00560490"/>
        </w:tc>
        <w:tc>
          <w:tcPr>
            <w:tcW w:w="1134" w:type="dxa"/>
            <w:tcBorders>
              <w:top w:val="single" w:sz="4" w:space="0" w:color="800000"/>
            </w:tcBorders>
          </w:tcPr>
          <w:p w14:paraId="6662AD00" w14:textId="77777777" w:rsidR="000A6AC8" w:rsidRPr="0085406E" w:rsidRDefault="000A6AC8" w:rsidP="00560490"/>
        </w:tc>
        <w:tc>
          <w:tcPr>
            <w:tcW w:w="1134" w:type="dxa"/>
            <w:tcBorders>
              <w:top w:val="single" w:sz="4" w:space="0" w:color="800000"/>
            </w:tcBorders>
          </w:tcPr>
          <w:p w14:paraId="7293BC6D" w14:textId="77777777" w:rsidR="000A6AC8" w:rsidRPr="0085406E" w:rsidRDefault="000A6AC8" w:rsidP="00560490"/>
        </w:tc>
      </w:tr>
      <w:tr w:rsidR="000A6AC8" w14:paraId="47612E03" w14:textId="77777777" w:rsidTr="00560490">
        <w:trPr>
          <w:cantSplit/>
          <w:trHeight w:val="227"/>
        </w:trPr>
        <w:tc>
          <w:tcPr>
            <w:tcW w:w="4820" w:type="dxa"/>
          </w:tcPr>
          <w:p w14:paraId="1B72A4D7" w14:textId="77777777" w:rsidR="000A6AC8" w:rsidRPr="00F039B7" w:rsidRDefault="000A6AC8" w:rsidP="00560490">
            <w:pPr>
              <w:pStyle w:val="TabEtichetteBold"/>
              <w:rPr>
                <w:rFonts w:eastAsia="Arial Unicode MS"/>
              </w:rPr>
            </w:pPr>
            <w:r w:rsidRPr="00F039B7">
              <w:t>Conto economico</w:t>
            </w:r>
          </w:p>
        </w:tc>
        <w:tc>
          <w:tcPr>
            <w:tcW w:w="1134" w:type="dxa"/>
          </w:tcPr>
          <w:p w14:paraId="182A8B7F" w14:textId="77777777" w:rsidR="000A6AC8" w:rsidRPr="0085406E" w:rsidRDefault="000A6AC8" w:rsidP="00560490">
            <w:pPr>
              <w:pStyle w:val="tabnum"/>
            </w:pPr>
          </w:p>
        </w:tc>
        <w:tc>
          <w:tcPr>
            <w:tcW w:w="1134" w:type="dxa"/>
          </w:tcPr>
          <w:p w14:paraId="3336543D" w14:textId="77777777" w:rsidR="000A6AC8" w:rsidRPr="0085406E" w:rsidRDefault="000A6AC8" w:rsidP="00560490">
            <w:pPr>
              <w:pStyle w:val="tabnum"/>
            </w:pPr>
          </w:p>
        </w:tc>
        <w:tc>
          <w:tcPr>
            <w:tcW w:w="1134" w:type="dxa"/>
          </w:tcPr>
          <w:p w14:paraId="464A7E7A" w14:textId="77777777" w:rsidR="000A6AC8" w:rsidRPr="0085406E" w:rsidRDefault="000A6AC8" w:rsidP="00560490">
            <w:pPr>
              <w:pStyle w:val="tabnum"/>
            </w:pPr>
          </w:p>
        </w:tc>
        <w:tc>
          <w:tcPr>
            <w:tcW w:w="1134" w:type="dxa"/>
          </w:tcPr>
          <w:p w14:paraId="32E2F1C0" w14:textId="77777777" w:rsidR="000A6AC8" w:rsidRPr="0085406E" w:rsidRDefault="000A6AC8" w:rsidP="00560490">
            <w:pPr>
              <w:pStyle w:val="tabnum"/>
            </w:pPr>
          </w:p>
        </w:tc>
      </w:tr>
      <w:tr w:rsidR="004F064C" w14:paraId="398855ED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762F0C11" w14:textId="77777777" w:rsidR="004F064C" w:rsidRDefault="004F064C" w:rsidP="009C6AFC">
            <w:pPr>
              <w:pStyle w:val="TabEtichette"/>
              <w:rPr>
                <w:rFonts w:eastAsia="Arial Unicode MS"/>
              </w:rPr>
            </w:pPr>
            <w:r>
              <w:t>Prodotto interno lordo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5EEE65C" w14:textId="0C22A1F6" w:rsidR="004F064C" w:rsidRPr="00AE376F" w:rsidRDefault="004F064C" w:rsidP="009C6AFC">
            <w:pPr>
              <w:pStyle w:val="TabNumeri"/>
            </w:pPr>
            <w:r w:rsidRPr="00C97574">
              <w:t>1,8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9080667" w14:textId="1202E1F5" w:rsidR="004F064C" w:rsidRPr="00AE376F" w:rsidRDefault="004F064C" w:rsidP="009C6AFC">
            <w:pPr>
              <w:pStyle w:val="TabNumeri"/>
            </w:pPr>
            <w:r w:rsidRPr="00C97574">
              <w:t>0,5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3EA72FD" w14:textId="77B52E41" w:rsidR="004F064C" w:rsidRPr="00AE376F" w:rsidRDefault="004F064C" w:rsidP="009C6AFC">
            <w:pPr>
              <w:pStyle w:val="TabNumeri"/>
            </w:pPr>
            <w:r w:rsidRPr="00C97574">
              <w:t>-9,9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44A1805" w14:textId="63A896C6" w:rsidR="004F064C" w:rsidRPr="00AE376F" w:rsidRDefault="004F064C" w:rsidP="009C6AFC">
            <w:pPr>
              <w:pStyle w:val="TabNumeri"/>
            </w:pPr>
            <w:r w:rsidRPr="00C97574">
              <w:t>7,1</w:t>
            </w:r>
          </w:p>
        </w:tc>
      </w:tr>
      <w:tr w:rsidR="004F064C" w14:paraId="40624A75" w14:textId="77777777" w:rsidTr="00560490">
        <w:trPr>
          <w:cantSplit/>
          <w:trHeight w:val="227"/>
        </w:trPr>
        <w:tc>
          <w:tcPr>
            <w:tcW w:w="4820" w:type="dxa"/>
          </w:tcPr>
          <w:p w14:paraId="3E554455" w14:textId="77777777" w:rsidR="004F064C" w:rsidRDefault="004F064C" w:rsidP="009C6AFC">
            <w:pPr>
              <w:pStyle w:val="TabEtichette"/>
              <w:rPr>
                <w:rFonts w:eastAsia="Arial Unicode MS"/>
              </w:rPr>
            </w:pPr>
            <w:r>
              <w:t xml:space="preserve">Domanda </w:t>
            </w:r>
            <w:proofErr w:type="gramStart"/>
            <w:r>
              <w:t>interna</w:t>
            </w:r>
            <w:r>
              <w:rPr>
                <w:vertAlign w:val="superscript"/>
              </w:rPr>
              <w:t>(</w:t>
            </w:r>
            <w:proofErr w:type="gramEnd"/>
            <w:r>
              <w:rPr>
                <w:vertAlign w:val="superscript"/>
              </w:rPr>
              <w:t>1</w:t>
            </w:r>
            <w:r w:rsidRPr="002F2B82">
              <w:rPr>
                <w:vertAlign w:val="superscript"/>
              </w:rPr>
              <w:t>)</w:t>
            </w:r>
          </w:p>
        </w:tc>
        <w:tc>
          <w:tcPr>
            <w:tcW w:w="1134" w:type="dxa"/>
          </w:tcPr>
          <w:p w14:paraId="682B458C" w14:textId="6B705779" w:rsidR="004F064C" w:rsidRPr="00AE376F" w:rsidRDefault="004F064C" w:rsidP="009C6AFC">
            <w:pPr>
              <w:pStyle w:val="TabNumeri"/>
            </w:pPr>
            <w:r w:rsidRPr="00C97574">
              <w:t>1,7</w:t>
            </w:r>
          </w:p>
        </w:tc>
        <w:tc>
          <w:tcPr>
            <w:tcW w:w="1134" w:type="dxa"/>
          </w:tcPr>
          <w:p w14:paraId="5F17EF70" w14:textId="49565A36" w:rsidR="004F064C" w:rsidRPr="00AE376F" w:rsidRDefault="004F064C" w:rsidP="009C6AFC">
            <w:pPr>
              <w:pStyle w:val="TabNumeri"/>
            </w:pPr>
            <w:r w:rsidRPr="00C97574">
              <w:t>1,1</w:t>
            </w:r>
          </w:p>
        </w:tc>
        <w:tc>
          <w:tcPr>
            <w:tcW w:w="1134" w:type="dxa"/>
          </w:tcPr>
          <w:p w14:paraId="344984E3" w14:textId="06C787D0" w:rsidR="004F064C" w:rsidRPr="00AE376F" w:rsidRDefault="004F064C" w:rsidP="009C6AFC">
            <w:pPr>
              <w:pStyle w:val="TabNumeri"/>
            </w:pPr>
            <w:r w:rsidRPr="00C97574">
              <w:t>-10,2</w:t>
            </w:r>
          </w:p>
        </w:tc>
        <w:tc>
          <w:tcPr>
            <w:tcW w:w="1134" w:type="dxa"/>
          </w:tcPr>
          <w:p w14:paraId="037BD335" w14:textId="56330166" w:rsidR="004F064C" w:rsidRPr="00AE376F" w:rsidRDefault="004F064C" w:rsidP="009C6AFC">
            <w:pPr>
              <w:pStyle w:val="TabNumeri"/>
            </w:pPr>
            <w:r w:rsidRPr="00C97574">
              <w:t>7,1</w:t>
            </w:r>
          </w:p>
        </w:tc>
      </w:tr>
      <w:tr w:rsidR="004F064C" w14:paraId="02BA9AE3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15CF38CF" w14:textId="77777777" w:rsidR="004F064C" w:rsidRDefault="004F064C" w:rsidP="009C6AFC">
            <w:pPr>
              <w:pStyle w:val="TabEtichette"/>
              <w:rPr>
                <w:rFonts w:eastAsia="Arial Unicode MS"/>
              </w:rPr>
            </w:pPr>
            <w:r>
              <w:t xml:space="preserve">   Consumi delle famiglie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9C3098E" w14:textId="3A3E77B2" w:rsidR="004F064C" w:rsidRPr="00AE376F" w:rsidRDefault="004F064C" w:rsidP="009C6AFC">
            <w:pPr>
              <w:pStyle w:val="TabNumeri"/>
            </w:pPr>
            <w:r w:rsidRPr="00C97574">
              <w:t>1,0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A527ACE" w14:textId="76355B54" w:rsidR="004F064C" w:rsidRPr="00AE376F" w:rsidRDefault="004F064C" w:rsidP="009C6AFC">
            <w:pPr>
              <w:pStyle w:val="TabNumeri"/>
            </w:pPr>
            <w:r w:rsidRPr="00C97574">
              <w:t>0,9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93E1218" w14:textId="576125E2" w:rsidR="004F064C" w:rsidRPr="00AE376F" w:rsidRDefault="004F064C" w:rsidP="009C6AFC">
            <w:pPr>
              <w:pStyle w:val="TabNumeri"/>
            </w:pPr>
            <w:r w:rsidRPr="00C97574">
              <w:t>-11,8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D48F3B7" w14:textId="5CFB0868" w:rsidR="004F064C" w:rsidRPr="00AE376F" w:rsidRDefault="004F064C" w:rsidP="009C6AFC">
            <w:pPr>
              <w:pStyle w:val="TabNumeri"/>
            </w:pPr>
            <w:r w:rsidRPr="00C97574">
              <w:t>6,9</w:t>
            </w:r>
          </w:p>
        </w:tc>
      </w:tr>
      <w:tr w:rsidR="004F064C" w14:paraId="40A77F76" w14:textId="77777777" w:rsidTr="00560490">
        <w:trPr>
          <w:cantSplit/>
          <w:trHeight w:val="227"/>
        </w:trPr>
        <w:tc>
          <w:tcPr>
            <w:tcW w:w="4820" w:type="dxa"/>
          </w:tcPr>
          <w:p w14:paraId="4BD49D0D" w14:textId="77777777" w:rsidR="004F064C" w:rsidRDefault="004F064C" w:rsidP="009C6AFC">
            <w:pPr>
              <w:pStyle w:val="TabEtichette"/>
              <w:rPr>
                <w:rFonts w:eastAsia="Arial Unicode MS"/>
              </w:rPr>
            </w:pPr>
            <w:r>
              <w:t xml:space="preserve">   Consumi delle AAPP e ISP</w:t>
            </w:r>
          </w:p>
        </w:tc>
        <w:tc>
          <w:tcPr>
            <w:tcW w:w="1134" w:type="dxa"/>
          </w:tcPr>
          <w:p w14:paraId="3699EA78" w14:textId="7B89B9B5" w:rsidR="004F064C" w:rsidRPr="00AE376F" w:rsidRDefault="004F064C" w:rsidP="009C6AFC">
            <w:pPr>
              <w:pStyle w:val="TabNumeri"/>
            </w:pPr>
            <w:r w:rsidRPr="00C97574">
              <w:t>0,8</w:t>
            </w:r>
          </w:p>
        </w:tc>
        <w:tc>
          <w:tcPr>
            <w:tcW w:w="1134" w:type="dxa"/>
          </w:tcPr>
          <w:p w14:paraId="49C4D9E8" w14:textId="1DA67454" w:rsidR="004F064C" w:rsidRPr="00AE376F" w:rsidRDefault="004F064C" w:rsidP="009C6AFC">
            <w:pPr>
              <w:pStyle w:val="TabNumeri"/>
            </w:pPr>
            <w:r w:rsidRPr="00C97574">
              <w:t>0,0</w:t>
            </w:r>
          </w:p>
        </w:tc>
        <w:tc>
          <w:tcPr>
            <w:tcW w:w="1134" w:type="dxa"/>
          </w:tcPr>
          <w:p w14:paraId="1FE86ABB" w14:textId="6BCCB819" w:rsidR="004F064C" w:rsidRPr="00AE376F" w:rsidRDefault="004F064C" w:rsidP="009C6AFC">
            <w:pPr>
              <w:pStyle w:val="TabNumeri"/>
            </w:pPr>
            <w:r w:rsidRPr="00C97574">
              <w:t>-0,2</w:t>
            </w:r>
          </w:p>
        </w:tc>
        <w:tc>
          <w:tcPr>
            <w:tcW w:w="1134" w:type="dxa"/>
          </w:tcPr>
          <w:p w14:paraId="32534C6B" w14:textId="79F3B618" w:rsidR="004F064C" w:rsidRPr="00AE376F" w:rsidRDefault="004F064C" w:rsidP="009C6AFC">
            <w:pPr>
              <w:pStyle w:val="TabNumeri"/>
            </w:pPr>
            <w:r w:rsidRPr="00C97574">
              <w:t>2,7</w:t>
            </w:r>
          </w:p>
        </w:tc>
      </w:tr>
      <w:tr w:rsidR="004F064C" w14:paraId="41CC19C4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74D19C7E" w14:textId="77777777" w:rsidR="004F064C" w:rsidRDefault="004F064C" w:rsidP="009C6AFC">
            <w:pPr>
              <w:pStyle w:val="TabEtichette"/>
              <w:rPr>
                <w:rFonts w:eastAsia="Arial Unicode MS"/>
              </w:rPr>
            </w:pPr>
            <w:r>
              <w:t xml:space="preserve">   Investimenti fissi lordi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86D8AAE" w14:textId="5D517B22" w:rsidR="004F064C" w:rsidRPr="00AE376F" w:rsidRDefault="004F064C" w:rsidP="009C6AFC">
            <w:pPr>
              <w:pStyle w:val="TabNumeri"/>
            </w:pPr>
            <w:r w:rsidRPr="00C97574">
              <w:t>4,7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D6E0743" w14:textId="4FEE1CB3" w:rsidR="004F064C" w:rsidRPr="00AE376F" w:rsidRDefault="004F064C" w:rsidP="009C6AFC">
            <w:pPr>
              <w:pStyle w:val="TabNumeri"/>
            </w:pPr>
            <w:r w:rsidRPr="00C97574">
              <w:t>2,6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11944D8" w14:textId="4E6BDB0D" w:rsidR="004F064C" w:rsidRPr="00AE376F" w:rsidRDefault="004F064C" w:rsidP="009C6AFC">
            <w:pPr>
              <w:pStyle w:val="TabNumeri"/>
            </w:pPr>
            <w:r w:rsidRPr="00C97574">
              <w:t>-12,9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172F273" w14:textId="3A117605" w:rsidR="004F064C" w:rsidRPr="00AE376F" w:rsidRDefault="004F064C" w:rsidP="009C6AFC">
            <w:pPr>
              <w:pStyle w:val="TabNumeri"/>
            </w:pPr>
            <w:r w:rsidRPr="00C97574">
              <w:t>11,2</w:t>
            </w:r>
          </w:p>
        </w:tc>
      </w:tr>
      <w:tr w:rsidR="004F064C" w14:paraId="58CF5494" w14:textId="77777777" w:rsidTr="00560490">
        <w:trPr>
          <w:cantSplit/>
          <w:trHeight w:val="227"/>
        </w:trPr>
        <w:tc>
          <w:tcPr>
            <w:tcW w:w="4820" w:type="dxa"/>
          </w:tcPr>
          <w:p w14:paraId="4E0554EF" w14:textId="77777777" w:rsidR="004F064C" w:rsidRDefault="004F064C" w:rsidP="009C6AFC">
            <w:pPr>
              <w:pStyle w:val="TabEtichette"/>
              <w:rPr>
                <w:rFonts w:eastAsia="Arial Unicode MS"/>
              </w:rPr>
            </w:pPr>
            <w:r>
              <w:t>Importazioni di beni dall’estero</w:t>
            </w:r>
          </w:p>
        </w:tc>
        <w:tc>
          <w:tcPr>
            <w:tcW w:w="1134" w:type="dxa"/>
          </w:tcPr>
          <w:p w14:paraId="3D9841C5" w14:textId="78C003CA" w:rsidR="004F064C" w:rsidRPr="00AE376F" w:rsidRDefault="004F064C" w:rsidP="009C6AFC">
            <w:pPr>
              <w:pStyle w:val="TabNumeri"/>
            </w:pPr>
            <w:r w:rsidRPr="00C97574">
              <w:t>0,5</w:t>
            </w:r>
          </w:p>
        </w:tc>
        <w:tc>
          <w:tcPr>
            <w:tcW w:w="1134" w:type="dxa"/>
          </w:tcPr>
          <w:p w14:paraId="15200074" w14:textId="306F6224" w:rsidR="004F064C" w:rsidRPr="00AE376F" w:rsidRDefault="004F064C" w:rsidP="009C6AFC">
            <w:pPr>
              <w:pStyle w:val="TabNumeri"/>
            </w:pPr>
            <w:r w:rsidRPr="00C97574">
              <w:t>2,5</w:t>
            </w:r>
          </w:p>
        </w:tc>
        <w:tc>
          <w:tcPr>
            <w:tcW w:w="1134" w:type="dxa"/>
          </w:tcPr>
          <w:p w14:paraId="07BE2C79" w14:textId="06B00299" w:rsidR="004F064C" w:rsidRPr="00AE376F" w:rsidRDefault="004F064C" w:rsidP="009C6AFC">
            <w:pPr>
              <w:pStyle w:val="TabNumeri"/>
            </w:pPr>
            <w:r w:rsidRPr="00C97574">
              <w:t>-10,9</w:t>
            </w:r>
          </w:p>
        </w:tc>
        <w:tc>
          <w:tcPr>
            <w:tcW w:w="1134" w:type="dxa"/>
          </w:tcPr>
          <w:p w14:paraId="25BCD8A1" w14:textId="722A4DC1" w:rsidR="004F064C" w:rsidRPr="00AE376F" w:rsidRDefault="004F064C" w:rsidP="009C6AFC">
            <w:pPr>
              <w:pStyle w:val="TabNumeri"/>
            </w:pPr>
            <w:r w:rsidRPr="00C97574">
              <w:t>13,8</w:t>
            </w:r>
          </w:p>
        </w:tc>
      </w:tr>
      <w:tr w:rsidR="004F064C" w14:paraId="5B6F7521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24ECA588" w14:textId="77777777" w:rsidR="004F064C" w:rsidRDefault="004F064C" w:rsidP="009C6AFC">
            <w:pPr>
              <w:pStyle w:val="TabEtichette"/>
              <w:rPr>
                <w:rFonts w:eastAsia="Arial Unicode MS"/>
              </w:rPr>
            </w:pPr>
            <w:r>
              <w:t>Esportazioni di beni verso l’estero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5971E3C" w14:textId="01E437C4" w:rsidR="004F064C" w:rsidRPr="00AE376F" w:rsidRDefault="004F064C" w:rsidP="009C6AFC">
            <w:pPr>
              <w:pStyle w:val="TabNumeri"/>
            </w:pPr>
            <w:r w:rsidRPr="00C97574">
              <w:t>4,3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16FB6BE" w14:textId="38A0CC80" w:rsidR="004F064C" w:rsidRPr="00AE376F" w:rsidRDefault="004F064C" w:rsidP="009C6AFC">
            <w:pPr>
              <w:pStyle w:val="TabNumeri"/>
            </w:pPr>
            <w:r w:rsidRPr="00C97574">
              <w:t>3,5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5C273C9" w14:textId="16368163" w:rsidR="004F064C" w:rsidRPr="00AE376F" w:rsidRDefault="004F064C" w:rsidP="009C6AFC">
            <w:pPr>
              <w:pStyle w:val="TabNumeri"/>
            </w:pPr>
            <w:r w:rsidRPr="00C97574">
              <w:t>-11,5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FE0BAEA" w14:textId="77A50CE9" w:rsidR="004F064C" w:rsidRPr="00AE376F" w:rsidRDefault="004F064C" w:rsidP="009C6AFC">
            <w:pPr>
              <w:pStyle w:val="TabNumeri"/>
            </w:pPr>
            <w:r w:rsidRPr="00C97574">
              <w:t>12,0</w:t>
            </w:r>
          </w:p>
        </w:tc>
      </w:tr>
      <w:tr w:rsidR="004F064C" w14:paraId="60D3834A" w14:textId="77777777" w:rsidTr="00560490">
        <w:trPr>
          <w:cantSplit/>
          <w:trHeight w:val="227"/>
        </w:trPr>
        <w:tc>
          <w:tcPr>
            <w:tcW w:w="4820" w:type="dxa"/>
          </w:tcPr>
          <w:p w14:paraId="5DED4FD3" w14:textId="77777777" w:rsidR="004F064C" w:rsidRPr="00EC6592" w:rsidRDefault="004F064C" w:rsidP="009C6AFC">
            <w:pPr>
              <w:pStyle w:val="TabEtichetteBold"/>
              <w:rPr>
                <w:rFonts w:eastAsia="Arial Unicode MS"/>
              </w:rPr>
            </w:pPr>
            <w:r w:rsidRPr="00EC6592">
              <w:t>Valore aggiunto ai prezzi base</w:t>
            </w:r>
          </w:p>
        </w:tc>
        <w:tc>
          <w:tcPr>
            <w:tcW w:w="1134" w:type="dxa"/>
          </w:tcPr>
          <w:p w14:paraId="741C2D83" w14:textId="77777777" w:rsidR="004F064C" w:rsidRPr="00AE376F" w:rsidRDefault="004F064C" w:rsidP="009C6AFC">
            <w:pPr>
              <w:pStyle w:val="TabNumeri"/>
            </w:pPr>
          </w:p>
        </w:tc>
        <w:tc>
          <w:tcPr>
            <w:tcW w:w="1134" w:type="dxa"/>
          </w:tcPr>
          <w:p w14:paraId="780AEEF3" w14:textId="77777777" w:rsidR="004F064C" w:rsidRPr="00AE376F" w:rsidRDefault="004F064C" w:rsidP="009C6AFC">
            <w:pPr>
              <w:pStyle w:val="TabNumeri"/>
            </w:pPr>
          </w:p>
        </w:tc>
        <w:tc>
          <w:tcPr>
            <w:tcW w:w="1134" w:type="dxa"/>
          </w:tcPr>
          <w:p w14:paraId="567DE3ED" w14:textId="77777777" w:rsidR="004F064C" w:rsidRPr="00AE376F" w:rsidRDefault="004F064C" w:rsidP="009C6AFC">
            <w:pPr>
              <w:pStyle w:val="TabNumeri"/>
            </w:pPr>
          </w:p>
        </w:tc>
        <w:tc>
          <w:tcPr>
            <w:tcW w:w="1134" w:type="dxa"/>
          </w:tcPr>
          <w:p w14:paraId="369DDA7B" w14:textId="77777777" w:rsidR="004F064C" w:rsidRPr="00AE376F" w:rsidRDefault="004F064C" w:rsidP="009C6AFC">
            <w:pPr>
              <w:pStyle w:val="TabNumeri"/>
            </w:pPr>
          </w:p>
        </w:tc>
      </w:tr>
      <w:tr w:rsidR="004F064C" w14:paraId="12671B4C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2D608939" w14:textId="77777777" w:rsidR="004F064C" w:rsidRDefault="004F064C" w:rsidP="009C6AFC">
            <w:pPr>
              <w:pStyle w:val="TabEtichette"/>
              <w:rPr>
                <w:rFonts w:eastAsia="Arial Unicode MS"/>
              </w:rPr>
            </w:pPr>
            <w:r>
              <w:t>Agricoltura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6B7D134A" w14:textId="53CCE6B8" w:rsidR="004F064C" w:rsidRPr="00AE376F" w:rsidRDefault="004F064C" w:rsidP="009C6AFC">
            <w:pPr>
              <w:pStyle w:val="TabNumeri"/>
            </w:pPr>
            <w:r w:rsidRPr="00C97574">
              <w:t>-0,9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859F7F1" w14:textId="2797DA33" w:rsidR="004F064C" w:rsidRPr="00AE376F" w:rsidRDefault="004F064C" w:rsidP="009C6AFC">
            <w:pPr>
              <w:pStyle w:val="TabNumeri"/>
            </w:pPr>
            <w:r w:rsidRPr="00C97574">
              <w:t>-6,7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6E89AE57" w14:textId="53BA9FD6" w:rsidR="004F064C" w:rsidRPr="00AE376F" w:rsidRDefault="004F064C" w:rsidP="009C6AFC">
            <w:pPr>
              <w:pStyle w:val="TabNumeri"/>
            </w:pPr>
            <w:r w:rsidRPr="00C97574">
              <w:t>0,2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2F23EFC" w14:textId="4EFAB0DD" w:rsidR="004F064C" w:rsidRPr="00AE376F" w:rsidRDefault="004F064C" w:rsidP="009C6AFC">
            <w:pPr>
              <w:pStyle w:val="TabNumeri"/>
            </w:pPr>
            <w:r w:rsidRPr="00C97574">
              <w:t>1,6</w:t>
            </w:r>
          </w:p>
        </w:tc>
      </w:tr>
      <w:tr w:rsidR="004F064C" w14:paraId="1E53DC3C" w14:textId="77777777" w:rsidTr="00560490">
        <w:trPr>
          <w:cantSplit/>
          <w:trHeight w:val="227"/>
        </w:trPr>
        <w:tc>
          <w:tcPr>
            <w:tcW w:w="4820" w:type="dxa"/>
          </w:tcPr>
          <w:p w14:paraId="188EEC9B" w14:textId="77777777" w:rsidR="004F064C" w:rsidRDefault="004F064C" w:rsidP="009C6AFC">
            <w:pPr>
              <w:pStyle w:val="TabEtichette"/>
              <w:rPr>
                <w:rFonts w:eastAsia="Arial Unicode MS"/>
              </w:rPr>
            </w:pPr>
            <w:r>
              <w:t>Industria</w:t>
            </w:r>
          </w:p>
        </w:tc>
        <w:tc>
          <w:tcPr>
            <w:tcW w:w="1134" w:type="dxa"/>
          </w:tcPr>
          <w:p w14:paraId="3E17C06A" w14:textId="36360FD4" w:rsidR="004F064C" w:rsidRPr="00AE376F" w:rsidRDefault="004F064C" w:rsidP="009C6AFC">
            <w:pPr>
              <w:pStyle w:val="TabNumeri"/>
            </w:pPr>
            <w:r w:rsidRPr="00C97574">
              <w:t>5,3</w:t>
            </w:r>
          </w:p>
        </w:tc>
        <w:tc>
          <w:tcPr>
            <w:tcW w:w="1134" w:type="dxa"/>
          </w:tcPr>
          <w:p w14:paraId="303D6EA3" w14:textId="4541DCE3" w:rsidR="004F064C" w:rsidRPr="00AE376F" w:rsidRDefault="004F064C" w:rsidP="009C6AFC">
            <w:pPr>
              <w:pStyle w:val="TabNumeri"/>
            </w:pPr>
            <w:r w:rsidRPr="00C97574">
              <w:t>-0,3</w:t>
            </w:r>
          </w:p>
        </w:tc>
        <w:tc>
          <w:tcPr>
            <w:tcW w:w="1134" w:type="dxa"/>
          </w:tcPr>
          <w:p w14:paraId="3FCA2BAC" w14:textId="151DB989" w:rsidR="004F064C" w:rsidRPr="00AE376F" w:rsidRDefault="004F064C" w:rsidP="009C6AFC">
            <w:pPr>
              <w:pStyle w:val="TabNumeri"/>
            </w:pPr>
            <w:r w:rsidRPr="00C97574">
              <w:t>-13,7</w:t>
            </w:r>
          </w:p>
        </w:tc>
        <w:tc>
          <w:tcPr>
            <w:tcW w:w="1134" w:type="dxa"/>
          </w:tcPr>
          <w:p w14:paraId="49FA31C3" w14:textId="737C7F8B" w:rsidR="004F064C" w:rsidRPr="00AE376F" w:rsidRDefault="004F064C" w:rsidP="009C6AFC">
            <w:pPr>
              <w:pStyle w:val="TabNumeri"/>
            </w:pPr>
            <w:r w:rsidRPr="00C97574">
              <w:t>13,6</w:t>
            </w:r>
          </w:p>
        </w:tc>
      </w:tr>
      <w:tr w:rsidR="004F064C" w14:paraId="076CB923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1234ADD6" w14:textId="77777777" w:rsidR="004F064C" w:rsidRDefault="004F064C" w:rsidP="009C6AFC">
            <w:pPr>
              <w:pStyle w:val="TabEtichette"/>
              <w:rPr>
                <w:rFonts w:eastAsia="Arial Unicode MS"/>
              </w:rPr>
            </w:pPr>
            <w:r>
              <w:t>Costruzioni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9FD9B86" w14:textId="548EB2A3" w:rsidR="004F064C" w:rsidRPr="00AE376F" w:rsidRDefault="004F064C" w:rsidP="009C6AFC">
            <w:pPr>
              <w:pStyle w:val="TabNumeri"/>
            </w:pPr>
            <w:r w:rsidRPr="00C97574">
              <w:t>4,3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614420AB" w14:textId="0C638E94" w:rsidR="004F064C" w:rsidRPr="00AE376F" w:rsidRDefault="004F064C" w:rsidP="009C6AFC">
            <w:pPr>
              <w:pStyle w:val="TabNumeri"/>
            </w:pPr>
            <w:r w:rsidRPr="00C97574">
              <w:t>2,2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DA63AC8" w14:textId="523C2AC5" w:rsidR="004F064C" w:rsidRPr="00AE376F" w:rsidRDefault="004F064C" w:rsidP="009C6AFC">
            <w:pPr>
              <w:pStyle w:val="TabNumeri"/>
            </w:pPr>
            <w:r w:rsidRPr="00C97574">
              <w:t>-11,3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D29CB65" w14:textId="18B6E37A" w:rsidR="004F064C" w:rsidRPr="00AE376F" w:rsidRDefault="004F064C" w:rsidP="009C6AFC">
            <w:pPr>
              <w:pStyle w:val="TabNumeri"/>
            </w:pPr>
            <w:r w:rsidRPr="00C97574">
              <w:t>12,2</w:t>
            </w:r>
          </w:p>
        </w:tc>
      </w:tr>
      <w:tr w:rsidR="004F064C" w14:paraId="2C2C23CA" w14:textId="77777777" w:rsidTr="00560490">
        <w:trPr>
          <w:cantSplit/>
          <w:trHeight w:val="227"/>
        </w:trPr>
        <w:tc>
          <w:tcPr>
            <w:tcW w:w="4820" w:type="dxa"/>
          </w:tcPr>
          <w:p w14:paraId="71072637" w14:textId="77777777" w:rsidR="004F064C" w:rsidRDefault="004F064C" w:rsidP="009C6AFC">
            <w:pPr>
              <w:pStyle w:val="TabEtichette"/>
              <w:rPr>
                <w:rFonts w:eastAsia="Arial Unicode MS"/>
              </w:rPr>
            </w:pPr>
            <w:r>
              <w:t>Servizi</w:t>
            </w:r>
          </w:p>
        </w:tc>
        <w:tc>
          <w:tcPr>
            <w:tcW w:w="1134" w:type="dxa"/>
          </w:tcPr>
          <w:p w14:paraId="3A51F628" w14:textId="5C4A8656" w:rsidR="004F064C" w:rsidRPr="00AE376F" w:rsidRDefault="004F064C" w:rsidP="009C6AFC">
            <w:pPr>
              <w:pStyle w:val="TabNumeri"/>
            </w:pPr>
            <w:r w:rsidRPr="00C97574">
              <w:t>0,5</w:t>
            </w:r>
          </w:p>
        </w:tc>
        <w:tc>
          <w:tcPr>
            <w:tcW w:w="1134" w:type="dxa"/>
          </w:tcPr>
          <w:p w14:paraId="755D1ED7" w14:textId="3C33676E" w:rsidR="004F064C" w:rsidRPr="00AE376F" w:rsidRDefault="004F064C" w:rsidP="009C6AFC">
            <w:pPr>
              <w:pStyle w:val="TabNumeri"/>
            </w:pPr>
            <w:r w:rsidRPr="00C97574">
              <w:t>0,9</w:t>
            </w:r>
          </w:p>
        </w:tc>
        <w:tc>
          <w:tcPr>
            <w:tcW w:w="1134" w:type="dxa"/>
          </w:tcPr>
          <w:p w14:paraId="107514CC" w14:textId="5DBEC254" w:rsidR="004F064C" w:rsidRPr="00AE376F" w:rsidRDefault="004F064C" w:rsidP="009C6AFC">
            <w:pPr>
              <w:pStyle w:val="TabNumeri"/>
            </w:pPr>
            <w:r w:rsidRPr="00C97574">
              <w:t>-8,7</w:t>
            </w:r>
          </w:p>
        </w:tc>
        <w:tc>
          <w:tcPr>
            <w:tcW w:w="1134" w:type="dxa"/>
          </w:tcPr>
          <w:p w14:paraId="76AB7ECB" w14:textId="686891AF" w:rsidR="004F064C" w:rsidRPr="00AE376F" w:rsidRDefault="004F064C" w:rsidP="009C6AFC">
            <w:pPr>
              <w:pStyle w:val="TabNumeri"/>
            </w:pPr>
            <w:r w:rsidRPr="00C97574">
              <w:t>4,4</w:t>
            </w:r>
          </w:p>
        </w:tc>
      </w:tr>
      <w:tr w:rsidR="004F064C" w14:paraId="2E730199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3465C18B" w14:textId="77777777" w:rsidR="004F064C" w:rsidRDefault="004F064C" w:rsidP="009C6AFC">
            <w:pPr>
              <w:pStyle w:val="TabEtichette"/>
              <w:rPr>
                <w:rFonts w:eastAsia="Arial Unicode MS"/>
              </w:rPr>
            </w:pPr>
            <w:r>
              <w:t>Totale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EBEBE13" w14:textId="25E1FF28" w:rsidR="004F064C" w:rsidRPr="00AE376F" w:rsidRDefault="004F064C" w:rsidP="009C6AFC">
            <w:pPr>
              <w:pStyle w:val="TabNumeri"/>
            </w:pPr>
            <w:r w:rsidRPr="00C97574">
              <w:t>1,9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68EAACE" w14:textId="156740CF" w:rsidR="004F064C" w:rsidRPr="00AE376F" w:rsidRDefault="004F064C" w:rsidP="009C6AFC">
            <w:pPr>
              <w:pStyle w:val="TabNumeri"/>
            </w:pPr>
            <w:r w:rsidRPr="00C97574">
              <w:t>0,4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1A3B7AC1" w14:textId="3FA416C7" w:rsidR="004F064C" w:rsidRPr="00AE376F" w:rsidRDefault="004F064C" w:rsidP="009C6AFC">
            <w:pPr>
              <w:pStyle w:val="TabNumeri"/>
            </w:pPr>
            <w:r w:rsidRPr="00C97574">
              <w:t>-10,0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76E0F063" w14:textId="56589E93" w:rsidR="004F064C" w:rsidRPr="00AE376F" w:rsidRDefault="004F064C" w:rsidP="009C6AFC">
            <w:pPr>
              <w:pStyle w:val="TabNumeri"/>
            </w:pPr>
            <w:r w:rsidRPr="00C97574">
              <w:t>7,1</w:t>
            </w:r>
          </w:p>
        </w:tc>
      </w:tr>
      <w:tr w:rsidR="004F064C" w14:paraId="5F434ED6" w14:textId="77777777" w:rsidTr="00560490">
        <w:trPr>
          <w:cantSplit/>
          <w:trHeight w:val="227"/>
        </w:trPr>
        <w:tc>
          <w:tcPr>
            <w:tcW w:w="4820" w:type="dxa"/>
          </w:tcPr>
          <w:p w14:paraId="0D111956" w14:textId="77777777" w:rsidR="004F064C" w:rsidRPr="00EC6592" w:rsidRDefault="004F064C" w:rsidP="009C6AFC">
            <w:pPr>
              <w:pStyle w:val="TabEtichetteBold"/>
              <w:rPr>
                <w:rFonts w:eastAsia="Arial Unicode MS"/>
              </w:rPr>
            </w:pPr>
            <w:r w:rsidRPr="00EC6592">
              <w:t>Rapporti caratteristici</w:t>
            </w:r>
          </w:p>
        </w:tc>
        <w:tc>
          <w:tcPr>
            <w:tcW w:w="1134" w:type="dxa"/>
          </w:tcPr>
          <w:p w14:paraId="6405A80B" w14:textId="77777777" w:rsidR="004F064C" w:rsidRPr="00AE376F" w:rsidRDefault="004F064C" w:rsidP="009C6AFC">
            <w:pPr>
              <w:pStyle w:val="TabNumeri"/>
            </w:pPr>
          </w:p>
        </w:tc>
        <w:tc>
          <w:tcPr>
            <w:tcW w:w="1134" w:type="dxa"/>
          </w:tcPr>
          <w:p w14:paraId="480CA9DA" w14:textId="77777777" w:rsidR="004F064C" w:rsidRPr="00AE376F" w:rsidRDefault="004F064C" w:rsidP="009C6AFC">
            <w:pPr>
              <w:pStyle w:val="TabNumeri"/>
            </w:pPr>
          </w:p>
        </w:tc>
        <w:tc>
          <w:tcPr>
            <w:tcW w:w="1134" w:type="dxa"/>
          </w:tcPr>
          <w:p w14:paraId="28DCF3B4" w14:textId="77777777" w:rsidR="004F064C" w:rsidRPr="00AE376F" w:rsidRDefault="004F064C" w:rsidP="009C6AFC">
            <w:pPr>
              <w:pStyle w:val="TabNumeri"/>
            </w:pPr>
          </w:p>
        </w:tc>
        <w:tc>
          <w:tcPr>
            <w:tcW w:w="1134" w:type="dxa"/>
          </w:tcPr>
          <w:p w14:paraId="3F7DFC42" w14:textId="77777777" w:rsidR="004F064C" w:rsidRPr="00AE376F" w:rsidRDefault="004F064C" w:rsidP="009C6AFC">
            <w:pPr>
              <w:pStyle w:val="TabNumeri"/>
            </w:pPr>
          </w:p>
        </w:tc>
      </w:tr>
      <w:tr w:rsidR="004F064C" w14:paraId="41625814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34343FEF" w14:textId="77777777" w:rsidR="004F064C" w:rsidRPr="00983308" w:rsidRDefault="004F064C" w:rsidP="009C6AFC">
            <w:pPr>
              <w:pStyle w:val="TabEtichette"/>
            </w:pPr>
            <w:r w:rsidRPr="00983308">
              <w:t>Forze di lavoro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38585A5" w14:textId="3D53B35A" w:rsidR="004F064C" w:rsidRPr="00AE376F" w:rsidRDefault="004F064C" w:rsidP="009C6AFC">
            <w:pPr>
              <w:pStyle w:val="TabNumeri"/>
            </w:pPr>
            <w:r w:rsidRPr="00C97574">
              <w:t>0,9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464F244" w14:textId="5BD39CC0" w:rsidR="004F064C" w:rsidRPr="00AE376F" w:rsidRDefault="004F064C" w:rsidP="009C6AFC">
            <w:pPr>
              <w:pStyle w:val="TabNumeri"/>
            </w:pPr>
            <w:r w:rsidRPr="00C97574">
              <w:t>1,1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6FAF070C" w14:textId="5FAEE032" w:rsidR="004F064C" w:rsidRPr="00AE376F" w:rsidRDefault="004F064C" w:rsidP="009C6AFC">
            <w:pPr>
              <w:pStyle w:val="TabNumeri"/>
            </w:pPr>
            <w:r w:rsidRPr="00C97574">
              <w:t>-1,4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8AE4A3A" w14:textId="5598A8B8" w:rsidR="004F064C" w:rsidRPr="00AE376F" w:rsidRDefault="004F064C" w:rsidP="009C6AFC">
            <w:pPr>
              <w:pStyle w:val="TabNumeri"/>
            </w:pPr>
            <w:r w:rsidRPr="00C97574">
              <w:t>0,9</w:t>
            </w:r>
          </w:p>
        </w:tc>
      </w:tr>
      <w:tr w:rsidR="004F064C" w14:paraId="22BDA044" w14:textId="77777777" w:rsidTr="00560490">
        <w:trPr>
          <w:cantSplit/>
          <w:trHeight w:val="227"/>
        </w:trPr>
        <w:tc>
          <w:tcPr>
            <w:tcW w:w="4820" w:type="dxa"/>
          </w:tcPr>
          <w:p w14:paraId="74D9DC44" w14:textId="77777777" w:rsidR="004F064C" w:rsidRDefault="004F064C" w:rsidP="009C6AFC">
            <w:pPr>
              <w:pStyle w:val="TabEtichette"/>
            </w:pPr>
            <w:r w:rsidRPr="00983308">
              <w:t>Occupati</w:t>
            </w:r>
          </w:p>
        </w:tc>
        <w:tc>
          <w:tcPr>
            <w:tcW w:w="1134" w:type="dxa"/>
          </w:tcPr>
          <w:p w14:paraId="64E41735" w14:textId="3BAAD943" w:rsidR="004F064C" w:rsidRPr="00AE376F" w:rsidRDefault="004F064C" w:rsidP="009C6AFC">
            <w:pPr>
              <w:pStyle w:val="TabNumeri"/>
            </w:pPr>
            <w:r w:rsidRPr="00C97574">
              <w:t>1,6</w:t>
            </w:r>
          </w:p>
        </w:tc>
        <w:tc>
          <w:tcPr>
            <w:tcW w:w="1134" w:type="dxa"/>
          </w:tcPr>
          <w:p w14:paraId="1D5B4BDC" w14:textId="39037D7D" w:rsidR="004F064C" w:rsidRPr="00AE376F" w:rsidRDefault="004F064C" w:rsidP="009C6AFC">
            <w:pPr>
              <w:pStyle w:val="TabNumeri"/>
            </w:pPr>
            <w:r w:rsidRPr="00C97574">
              <w:t>1,4</w:t>
            </w:r>
          </w:p>
        </w:tc>
        <w:tc>
          <w:tcPr>
            <w:tcW w:w="1134" w:type="dxa"/>
          </w:tcPr>
          <w:p w14:paraId="5279F736" w14:textId="3FDBED1D" w:rsidR="004F064C" w:rsidRPr="00AE376F" w:rsidRDefault="004F064C" w:rsidP="009C6AFC">
            <w:pPr>
              <w:pStyle w:val="TabNumeri"/>
            </w:pPr>
            <w:r w:rsidRPr="00C97574">
              <w:t>-2,1</w:t>
            </w:r>
          </w:p>
        </w:tc>
        <w:tc>
          <w:tcPr>
            <w:tcW w:w="1134" w:type="dxa"/>
          </w:tcPr>
          <w:p w14:paraId="2C0DA69D" w14:textId="4F7595B0" w:rsidR="004F064C" w:rsidRPr="00AE376F" w:rsidRDefault="004F064C" w:rsidP="009C6AFC">
            <w:pPr>
              <w:pStyle w:val="TabNumeri"/>
            </w:pPr>
            <w:r w:rsidRPr="00C97574">
              <w:t>0,2</w:t>
            </w:r>
          </w:p>
        </w:tc>
      </w:tr>
      <w:tr w:rsidR="004F064C" w14:paraId="4A28A52C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5FBA1244" w14:textId="77777777" w:rsidR="004F064C" w:rsidRPr="007427DC" w:rsidRDefault="004F064C" w:rsidP="009C6AFC">
            <w:pPr>
              <w:pStyle w:val="tabetic"/>
            </w:pPr>
            <w:r>
              <w:t xml:space="preserve"> Tasso di attività (2)(3</w:t>
            </w:r>
            <w:r w:rsidRPr="007427DC">
              <w:t>)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05B9213" w14:textId="2A38BEB0" w:rsidR="004F064C" w:rsidRPr="00AE376F" w:rsidRDefault="004F064C" w:rsidP="009C6AFC">
            <w:pPr>
              <w:pStyle w:val="TabNumeri"/>
            </w:pPr>
            <w:r w:rsidRPr="00C97574">
              <w:t>48,2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3FF8E6F" w14:textId="15B99DBB" w:rsidR="004F064C" w:rsidRPr="00AE376F" w:rsidRDefault="004F064C" w:rsidP="009C6AFC">
            <w:pPr>
              <w:pStyle w:val="TabNumeri"/>
            </w:pPr>
            <w:r w:rsidRPr="00C97574">
              <w:t>48,6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E0826A0" w14:textId="3E67CECD" w:rsidR="004F064C" w:rsidRPr="00AE376F" w:rsidRDefault="004F064C" w:rsidP="009C6AFC">
            <w:pPr>
              <w:pStyle w:val="TabNumeri"/>
            </w:pPr>
            <w:r w:rsidRPr="00C97574">
              <w:t>47,9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69BE7202" w14:textId="44F924B4" w:rsidR="004F064C" w:rsidRPr="00AE376F" w:rsidRDefault="004F064C" w:rsidP="009C6AFC">
            <w:pPr>
              <w:pStyle w:val="TabNumeri"/>
            </w:pPr>
            <w:r w:rsidRPr="00C97574">
              <w:t>48,2</w:t>
            </w:r>
          </w:p>
        </w:tc>
      </w:tr>
      <w:tr w:rsidR="004F064C" w14:paraId="3DE420A0" w14:textId="77777777" w:rsidTr="00560490">
        <w:trPr>
          <w:cantSplit/>
          <w:trHeight w:val="227"/>
        </w:trPr>
        <w:tc>
          <w:tcPr>
            <w:tcW w:w="4820" w:type="dxa"/>
          </w:tcPr>
          <w:p w14:paraId="145558C9" w14:textId="77777777" w:rsidR="004F064C" w:rsidRPr="007427DC" w:rsidRDefault="004F064C" w:rsidP="009C6AFC">
            <w:pPr>
              <w:pStyle w:val="tabetic"/>
            </w:pPr>
            <w:r>
              <w:t xml:space="preserve"> </w:t>
            </w:r>
            <w:r w:rsidRPr="007427DC">
              <w:t>Tasso di occupazione</w:t>
            </w:r>
            <w:r>
              <w:t xml:space="preserve"> </w:t>
            </w:r>
            <w:r w:rsidRPr="007427DC">
              <w:t>(</w:t>
            </w:r>
            <w:r>
              <w:t>2</w:t>
            </w:r>
            <w:r w:rsidRPr="007427DC">
              <w:t>)(</w:t>
            </w:r>
            <w:r>
              <w:t>3</w:t>
            </w:r>
            <w:r w:rsidRPr="007427DC">
              <w:t>)</w:t>
            </w:r>
          </w:p>
        </w:tc>
        <w:tc>
          <w:tcPr>
            <w:tcW w:w="1134" w:type="dxa"/>
          </w:tcPr>
          <w:p w14:paraId="293BDBA8" w14:textId="52B4EF43" w:rsidR="004F064C" w:rsidRPr="00AE376F" w:rsidRDefault="004F064C" w:rsidP="009C6AFC">
            <w:pPr>
              <w:pStyle w:val="TabNumeri"/>
            </w:pPr>
            <w:r w:rsidRPr="00C97574">
              <w:t>45,3</w:t>
            </w:r>
          </w:p>
        </w:tc>
        <w:tc>
          <w:tcPr>
            <w:tcW w:w="1134" w:type="dxa"/>
          </w:tcPr>
          <w:p w14:paraId="78667E31" w14:textId="30E40D2C" w:rsidR="004F064C" w:rsidRPr="00AE376F" w:rsidRDefault="004F064C" w:rsidP="009C6AFC">
            <w:pPr>
              <w:pStyle w:val="TabNumeri"/>
            </w:pPr>
            <w:r w:rsidRPr="00C97574">
              <w:t>45,9</w:t>
            </w:r>
          </w:p>
        </w:tc>
        <w:tc>
          <w:tcPr>
            <w:tcW w:w="1134" w:type="dxa"/>
          </w:tcPr>
          <w:p w14:paraId="0F04068E" w14:textId="47258F47" w:rsidR="004F064C" w:rsidRPr="00AE376F" w:rsidRDefault="004F064C" w:rsidP="009C6AFC">
            <w:pPr>
              <w:pStyle w:val="TabNumeri"/>
            </w:pPr>
            <w:r w:rsidRPr="00C97574">
              <w:t>44,9</w:t>
            </w:r>
          </w:p>
        </w:tc>
        <w:tc>
          <w:tcPr>
            <w:tcW w:w="1134" w:type="dxa"/>
          </w:tcPr>
          <w:p w14:paraId="287C26AA" w14:textId="35887CD4" w:rsidR="004F064C" w:rsidRPr="00AE376F" w:rsidRDefault="004F064C" w:rsidP="009C6AFC">
            <w:pPr>
              <w:pStyle w:val="TabNumeri"/>
            </w:pPr>
            <w:r w:rsidRPr="00C97574">
              <w:t>44,9</w:t>
            </w:r>
          </w:p>
        </w:tc>
      </w:tr>
      <w:tr w:rsidR="004F064C" w14:paraId="32DB9DFF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73C45DEF" w14:textId="77777777" w:rsidR="004F064C" w:rsidRPr="007427DC" w:rsidRDefault="004F064C" w:rsidP="009C6AFC">
            <w:pPr>
              <w:pStyle w:val="tabetic"/>
            </w:pPr>
            <w:r>
              <w:t xml:space="preserve"> Tasso di disoccupazione (2</w:t>
            </w:r>
            <w:r w:rsidRPr="007427DC">
              <w:t>)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F54826C" w14:textId="68B4CEED" w:rsidR="004F064C" w:rsidRPr="00AE376F" w:rsidRDefault="004F064C" w:rsidP="009C6AFC">
            <w:pPr>
              <w:pStyle w:val="TabNumeri"/>
            </w:pPr>
            <w:r w:rsidRPr="00C97574">
              <w:t>5,9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781C58F3" w14:textId="139E2AAC" w:rsidR="004F064C" w:rsidRPr="00AE376F" w:rsidRDefault="004F064C" w:rsidP="009C6AFC">
            <w:pPr>
              <w:pStyle w:val="TabNumeri"/>
            </w:pPr>
            <w:r w:rsidRPr="00C97574">
              <w:t>5,5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728D5BCF" w14:textId="334F3BA4" w:rsidR="004F064C" w:rsidRPr="00AE376F" w:rsidRDefault="004F064C" w:rsidP="009C6AFC">
            <w:pPr>
              <w:pStyle w:val="TabNumeri"/>
            </w:pPr>
            <w:r w:rsidRPr="00C97574">
              <w:t>6,2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4080604" w14:textId="4F496D57" w:rsidR="004F064C" w:rsidRPr="00AE376F" w:rsidRDefault="004F064C" w:rsidP="009C6AFC">
            <w:pPr>
              <w:pStyle w:val="TabNumeri"/>
            </w:pPr>
            <w:r w:rsidRPr="00C97574">
              <w:t>6,9</w:t>
            </w:r>
          </w:p>
        </w:tc>
      </w:tr>
      <w:tr w:rsidR="004F064C" w14:paraId="7EB8B1C5" w14:textId="77777777" w:rsidTr="00560490">
        <w:trPr>
          <w:cantSplit/>
          <w:trHeight w:val="227"/>
        </w:trPr>
        <w:tc>
          <w:tcPr>
            <w:tcW w:w="4820" w:type="dxa"/>
          </w:tcPr>
          <w:p w14:paraId="2E49119C" w14:textId="77777777" w:rsidR="004F064C" w:rsidRPr="00EC6592" w:rsidRDefault="004F064C" w:rsidP="009C6AFC">
            <w:pPr>
              <w:pStyle w:val="TabEtichetteBold"/>
            </w:pPr>
            <w:r w:rsidRPr="00EC6592">
              <w:t>Produttività e capacità di spesa</w:t>
            </w:r>
          </w:p>
        </w:tc>
        <w:tc>
          <w:tcPr>
            <w:tcW w:w="1134" w:type="dxa"/>
          </w:tcPr>
          <w:p w14:paraId="44355C92" w14:textId="77777777" w:rsidR="004F064C" w:rsidRPr="00AE376F" w:rsidRDefault="004F064C" w:rsidP="009C6AFC">
            <w:pPr>
              <w:pStyle w:val="TabNumeri"/>
            </w:pPr>
          </w:p>
        </w:tc>
        <w:tc>
          <w:tcPr>
            <w:tcW w:w="1134" w:type="dxa"/>
          </w:tcPr>
          <w:p w14:paraId="4E2D3125" w14:textId="77777777" w:rsidR="004F064C" w:rsidRPr="00AE376F" w:rsidRDefault="004F064C" w:rsidP="009C6AFC">
            <w:pPr>
              <w:pStyle w:val="TabNumeri"/>
            </w:pPr>
          </w:p>
        </w:tc>
        <w:tc>
          <w:tcPr>
            <w:tcW w:w="1134" w:type="dxa"/>
          </w:tcPr>
          <w:p w14:paraId="36C325B2" w14:textId="77777777" w:rsidR="004F064C" w:rsidRPr="00AE376F" w:rsidRDefault="004F064C" w:rsidP="009C6AFC">
            <w:pPr>
              <w:pStyle w:val="TabNumeri"/>
            </w:pPr>
          </w:p>
        </w:tc>
        <w:tc>
          <w:tcPr>
            <w:tcW w:w="1134" w:type="dxa"/>
          </w:tcPr>
          <w:p w14:paraId="7789DB8D" w14:textId="77777777" w:rsidR="004F064C" w:rsidRPr="00AE376F" w:rsidRDefault="004F064C" w:rsidP="009C6AFC">
            <w:pPr>
              <w:pStyle w:val="TabNumeri"/>
            </w:pPr>
          </w:p>
        </w:tc>
      </w:tr>
      <w:tr w:rsidR="004F064C" w14:paraId="16526FF3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0E88D505" w14:textId="77777777" w:rsidR="004F064C" w:rsidRPr="00B130A5" w:rsidRDefault="004F064C" w:rsidP="009C6AFC">
            <w:pPr>
              <w:pStyle w:val="TabEtichette"/>
            </w:pPr>
            <w:r w:rsidRPr="00B130A5">
              <w:t xml:space="preserve">Reddito disponibile delle famiglie e </w:t>
            </w:r>
            <w:proofErr w:type="spellStart"/>
            <w:r w:rsidRPr="00B130A5">
              <w:t>Istituz.SP</w:t>
            </w:r>
            <w:proofErr w:type="spellEnd"/>
            <w:r w:rsidRPr="00B130A5">
              <w:t xml:space="preserve"> (prezzi correnti)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260DD6F" w14:textId="15933BDE" w:rsidR="004F064C" w:rsidRPr="00AE376F" w:rsidRDefault="004F064C" w:rsidP="009C6AFC">
            <w:pPr>
              <w:pStyle w:val="TabNumeri"/>
            </w:pPr>
            <w:r w:rsidRPr="00C97574">
              <w:t>1,9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91BC324" w14:textId="755E2C90" w:rsidR="004F064C" w:rsidRPr="00AE376F" w:rsidRDefault="004F064C" w:rsidP="009C6AFC">
            <w:pPr>
              <w:pStyle w:val="TabNumeri"/>
            </w:pPr>
            <w:r w:rsidRPr="00C97574">
              <w:t>1,5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91A116C" w14:textId="1765E889" w:rsidR="004F064C" w:rsidRPr="00AE376F" w:rsidRDefault="004F064C" w:rsidP="009C6AFC">
            <w:pPr>
              <w:pStyle w:val="TabNumeri"/>
            </w:pPr>
            <w:r w:rsidRPr="00C97574">
              <w:t>-3,8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81B31CE" w14:textId="1C044DB8" w:rsidR="004F064C" w:rsidRPr="00AE376F" w:rsidRDefault="004F064C" w:rsidP="009C6AFC">
            <w:pPr>
              <w:pStyle w:val="TabNumeri"/>
            </w:pPr>
            <w:r w:rsidRPr="00C97574">
              <w:t>3,0</w:t>
            </w:r>
          </w:p>
        </w:tc>
      </w:tr>
      <w:tr w:rsidR="004F064C" w14:paraId="3970B371" w14:textId="77777777" w:rsidTr="00560490">
        <w:trPr>
          <w:cantSplit/>
          <w:trHeight w:val="227"/>
        </w:trPr>
        <w:tc>
          <w:tcPr>
            <w:tcW w:w="4820" w:type="dxa"/>
          </w:tcPr>
          <w:p w14:paraId="739D7505" w14:textId="77777777" w:rsidR="004F064C" w:rsidRDefault="004F064C" w:rsidP="009C6AFC">
            <w:pPr>
              <w:pStyle w:val="TabEtichette"/>
            </w:pPr>
            <w:r w:rsidRPr="00B130A5">
              <w:t>Valore aggiunto totale per abitante (migliaia di euro)</w:t>
            </w:r>
          </w:p>
        </w:tc>
        <w:tc>
          <w:tcPr>
            <w:tcW w:w="1134" w:type="dxa"/>
          </w:tcPr>
          <w:p w14:paraId="7A9F4669" w14:textId="15A23892" w:rsidR="004F064C" w:rsidRPr="00AE376F" w:rsidRDefault="004F064C" w:rsidP="009C6AFC">
            <w:pPr>
              <w:pStyle w:val="TabNumeri"/>
            </w:pPr>
            <w:r w:rsidRPr="00C97574">
              <w:t>31,8</w:t>
            </w:r>
          </w:p>
        </w:tc>
        <w:tc>
          <w:tcPr>
            <w:tcW w:w="1134" w:type="dxa"/>
          </w:tcPr>
          <w:p w14:paraId="4B5D2540" w14:textId="2355337C" w:rsidR="004F064C" w:rsidRPr="00AE376F" w:rsidRDefault="004F064C" w:rsidP="009C6AFC">
            <w:pPr>
              <w:pStyle w:val="TabNumeri"/>
            </w:pPr>
            <w:r w:rsidRPr="00C97574">
              <w:t>31,9</w:t>
            </w:r>
          </w:p>
        </w:tc>
        <w:tc>
          <w:tcPr>
            <w:tcW w:w="1134" w:type="dxa"/>
          </w:tcPr>
          <w:p w14:paraId="4F6AF2DF" w14:textId="4F57AFB5" w:rsidR="004F064C" w:rsidRPr="00AE376F" w:rsidRDefault="004F064C" w:rsidP="009C6AFC">
            <w:pPr>
              <w:pStyle w:val="TabNumeri"/>
            </w:pPr>
            <w:r w:rsidRPr="00C97574">
              <w:t>28,7</w:t>
            </w:r>
          </w:p>
        </w:tc>
        <w:tc>
          <w:tcPr>
            <w:tcW w:w="1134" w:type="dxa"/>
          </w:tcPr>
          <w:p w14:paraId="54F4410F" w14:textId="02F4DA83" w:rsidR="004F064C" w:rsidRDefault="004F064C" w:rsidP="009C6AFC">
            <w:pPr>
              <w:pStyle w:val="TabNumeri"/>
            </w:pPr>
            <w:r w:rsidRPr="00C97574">
              <w:t>30,7</w:t>
            </w:r>
          </w:p>
        </w:tc>
      </w:tr>
      <w:tr w:rsidR="000A6AC8" w14:paraId="3D74B357" w14:textId="77777777" w:rsidTr="00560490">
        <w:trPr>
          <w:cantSplit/>
        </w:trPr>
        <w:tc>
          <w:tcPr>
            <w:tcW w:w="9356" w:type="dxa"/>
            <w:gridSpan w:val="5"/>
            <w:tcBorders>
              <w:top w:val="single" w:sz="4" w:space="0" w:color="800000"/>
            </w:tcBorders>
          </w:tcPr>
          <w:p w14:paraId="33A0CB78" w14:textId="77777777" w:rsidR="000A6AC8" w:rsidRDefault="000A6AC8" w:rsidP="00560490">
            <w:pPr>
              <w:pStyle w:val="TabNoteSuperiori"/>
            </w:pPr>
            <w:r>
              <w:t>(1) Al netto delle scorte. (2) Rapporto percentuale. (3) Quota sulla popolazione presente totale.</w:t>
            </w:r>
          </w:p>
          <w:p w14:paraId="3AAA9721" w14:textId="74FBF19E" w:rsidR="000A6AC8" w:rsidRPr="007C570B" w:rsidRDefault="000A6AC8" w:rsidP="00153771">
            <w:pPr>
              <w:pStyle w:val="TabNoteInferiori"/>
            </w:pPr>
            <w:r w:rsidRPr="00B60C06">
              <w:t xml:space="preserve">Fonte: elaborazione Unioncamere E.R. su dati Prometeia, Scenari per le economie locali, </w:t>
            </w:r>
            <w:r w:rsidR="006917BC">
              <w:t>o</w:t>
            </w:r>
            <w:r w:rsidR="00153771">
              <w:t>tt</w:t>
            </w:r>
            <w:r w:rsidR="006917BC">
              <w:t>ob</w:t>
            </w:r>
            <w:r w:rsidR="00153771">
              <w:t>re</w:t>
            </w:r>
            <w:r w:rsidR="009C6AFC">
              <w:t xml:space="preserve"> </w:t>
            </w:r>
            <w:r>
              <w:fldChar w:fldCharType="begin"/>
            </w:r>
            <w:r>
              <w:instrText xml:space="preserve"> DATE  \@ "yyyy"  \* MERGEFORMAT </w:instrText>
            </w:r>
            <w:r>
              <w:fldChar w:fldCharType="separate"/>
            </w:r>
            <w:r w:rsidR="009A02B1">
              <w:rPr>
                <w:noProof/>
              </w:rPr>
              <w:t>2020</w:t>
            </w:r>
            <w:r>
              <w:fldChar w:fldCharType="end"/>
            </w:r>
            <w:r w:rsidRPr="00B60C06">
              <w:t>.</w:t>
            </w:r>
          </w:p>
        </w:tc>
      </w:tr>
    </w:tbl>
    <w:bookmarkEnd w:id="15"/>
    <w:p w14:paraId="4110EF17" w14:textId="77777777" w:rsidR="000A6AC8" w:rsidRDefault="000A6AC8" w:rsidP="000A6AC8">
      <w:r>
        <w:t>Ancora tabella</w:t>
      </w:r>
    </w:p>
    <w:p w14:paraId="41B12111" w14:textId="77777777" w:rsidR="000A6AC8" w:rsidRDefault="000A6AC8" w:rsidP="000A6AC8"/>
    <w:p w14:paraId="434E6F9A" w14:textId="77777777" w:rsidR="000A6AC8" w:rsidRDefault="000A6AC8" w:rsidP="000A6AC8">
      <w:pPr>
        <w:spacing w:line="240" w:lineRule="auto"/>
        <w:ind w:firstLine="0"/>
        <w:jc w:val="left"/>
      </w:pPr>
      <w:r>
        <w:br w:type="page"/>
      </w:r>
    </w:p>
    <w:p w14:paraId="331C4C66" w14:textId="77777777" w:rsidR="00551593" w:rsidRDefault="00551593" w:rsidP="00092240"/>
    <w:p w14:paraId="5FABBCA5" w14:textId="77777777" w:rsidR="00551593" w:rsidRDefault="00551593" w:rsidP="00092240">
      <w:r>
        <w:t xml:space="preserve">Ancora grafico </w:t>
      </w:r>
    </w:p>
    <w:tbl>
      <w:tblPr>
        <w:tblpPr w:topFromText="284" w:bottomFromText="284" w:horzAnchor="margin" w:tblpXSpec="center" w:tblpYSpec="top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551593" w14:paraId="55A00D95" w14:textId="77777777" w:rsidTr="00AF53B8">
        <w:trPr>
          <w:cantSplit/>
        </w:trPr>
        <w:tc>
          <w:tcPr>
            <w:tcW w:w="9356" w:type="dxa"/>
          </w:tcPr>
          <w:p w14:paraId="5A70ECBE" w14:textId="77777777" w:rsidR="00551593" w:rsidRDefault="00F51EF7" w:rsidP="00AF53B8">
            <w:pPr>
              <w:pStyle w:val="FigTitolo"/>
              <w:ind w:left="1134" w:hanging="1134"/>
            </w:pPr>
            <w:bookmarkStart w:id="16" w:name="_Hlk59198044"/>
            <w:r>
              <w:t>Il quadro regionale</w:t>
            </w:r>
            <w:r w:rsidR="00551593">
              <w:t>: tasso di variazione e numero indice del Pil (2000=100)</w:t>
            </w:r>
          </w:p>
          <w:p w14:paraId="393716F5" w14:textId="77777777" w:rsidR="00551593" w:rsidRDefault="00551593" w:rsidP="00AF53B8">
            <w:pPr>
              <w:pStyle w:val="Figure"/>
            </w:pPr>
            <w:r w:rsidRPr="00AD0198">
              <w:rPr>
                <w:noProof/>
              </w:rPr>
              <w:drawing>
                <wp:inline distT="0" distB="0" distL="0" distR="0" wp14:anchorId="0CE5C14A" wp14:editId="1DF09536">
                  <wp:extent cx="5904000" cy="2340000"/>
                  <wp:effectExtent l="0" t="0" r="0" b="0"/>
                  <wp:docPr id="1" name="Grafico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  <w:p w14:paraId="117877FE" w14:textId="3A8BB2E9" w:rsidR="00551593" w:rsidRDefault="00551593" w:rsidP="00350269">
            <w:pPr>
              <w:pStyle w:val="TabNoteInferiori"/>
            </w:pPr>
            <w:r w:rsidRPr="0029075E">
              <w:t xml:space="preserve">Fonte: </w:t>
            </w:r>
            <w:r w:rsidRPr="00B60C06">
              <w:t xml:space="preserve">elaborazione Unioncamere E.R. su dati Prometeia, Scenari per le economie locali, </w:t>
            </w:r>
            <w:r w:rsidR="006917BC">
              <w:t xml:space="preserve">ottobre </w:t>
            </w:r>
            <w:r>
              <w:fldChar w:fldCharType="begin"/>
            </w:r>
            <w:r>
              <w:instrText xml:space="preserve"> DATE  \@ "yyyy"  \* MERGEFORMAT </w:instrText>
            </w:r>
            <w:r>
              <w:fldChar w:fldCharType="separate"/>
            </w:r>
            <w:r w:rsidR="009A02B1">
              <w:rPr>
                <w:noProof/>
              </w:rPr>
              <w:t>2020</w:t>
            </w:r>
            <w:r>
              <w:fldChar w:fldCharType="end"/>
            </w:r>
            <w:r w:rsidRPr="00B60C06">
              <w:t>..</w:t>
            </w:r>
            <w:r w:rsidRPr="0029075E">
              <w:t>.</w:t>
            </w:r>
          </w:p>
        </w:tc>
      </w:tr>
      <w:bookmarkEnd w:id="16"/>
    </w:tbl>
    <w:p w14:paraId="783603D0" w14:textId="77777777" w:rsidR="00551593" w:rsidRDefault="00551593" w:rsidP="00092240"/>
    <w:p w14:paraId="4B3D37FA" w14:textId="77777777" w:rsidR="00551593" w:rsidRDefault="00551593">
      <w:pPr>
        <w:spacing w:line="240" w:lineRule="auto"/>
        <w:ind w:firstLine="0"/>
        <w:jc w:val="left"/>
      </w:pPr>
      <w:r>
        <w:br w:type="page"/>
      </w:r>
    </w:p>
    <w:p w14:paraId="06993D94" w14:textId="77777777" w:rsidR="00551593" w:rsidRDefault="00551593" w:rsidP="00092240"/>
    <w:p w14:paraId="3FDBFC61" w14:textId="77777777" w:rsidR="00551593" w:rsidRDefault="00551593" w:rsidP="00092240">
      <w:r>
        <w:t>Ancora figura</w:t>
      </w:r>
    </w:p>
    <w:tbl>
      <w:tblPr>
        <w:tblpPr w:topFromText="284" w:bottomFromText="284" w:horzAnchor="margin" w:tblpXSpec="center" w:tblpYSpec="top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551593" w14:paraId="379BFA0D" w14:textId="77777777" w:rsidTr="00413019">
        <w:trPr>
          <w:cantSplit/>
        </w:trPr>
        <w:tc>
          <w:tcPr>
            <w:tcW w:w="9356" w:type="dxa"/>
          </w:tcPr>
          <w:p w14:paraId="756DF61E" w14:textId="77777777" w:rsidR="00551593" w:rsidRDefault="00F51EF7" w:rsidP="00092240">
            <w:pPr>
              <w:pStyle w:val="FigTitolo"/>
              <w:ind w:left="1134" w:hanging="1134"/>
            </w:pPr>
            <w:bookmarkStart w:id="17" w:name="_Hlk59198055"/>
            <w:r>
              <w:t>Il quadro</w:t>
            </w:r>
            <w:r w:rsidR="00551593">
              <w:t xml:space="preserve"> regionale, i </w:t>
            </w:r>
            <w:proofErr w:type="gramStart"/>
            <w:r w:rsidR="00551593">
              <w:t>settori :</w:t>
            </w:r>
            <w:proofErr w:type="gramEnd"/>
            <w:r w:rsidR="00551593">
              <w:t xml:space="preserve"> tassi di variazione e numeri indice del valore aggiunto (2000=100)</w:t>
            </w:r>
          </w:p>
          <w:p w14:paraId="1687D7C9" w14:textId="77777777" w:rsidR="00551593" w:rsidRDefault="00551593" w:rsidP="00092240">
            <w:pPr>
              <w:pStyle w:val="Figure"/>
            </w:pPr>
            <w:r w:rsidRPr="00AD0198">
              <w:rPr>
                <w:noProof/>
              </w:rPr>
              <w:drawing>
                <wp:inline distT="0" distB="0" distL="0" distR="0" wp14:anchorId="3812B7D0" wp14:editId="1DF3B5FA">
                  <wp:extent cx="5904000" cy="2340000"/>
                  <wp:effectExtent l="0" t="0" r="0" b="0"/>
                  <wp:docPr id="29" name="Grafico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  <w:p w14:paraId="746DE94C" w14:textId="5B6BA6D6" w:rsidR="00551593" w:rsidRDefault="00551593" w:rsidP="00350269">
            <w:pPr>
              <w:pStyle w:val="TabNoteInferiori"/>
            </w:pPr>
            <w:r w:rsidRPr="0029075E">
              <w:t xml:space="preserve">Fonte: </w:t>
            </w:r>
            <w:r w:rsidR="00B7658C" w:rsidRPr="00B60C06">
              <w:t xml:space="preserve">elaborazione Unioncamere E.R. su dati </w:t>
            </w:r>
            <w:r w:rsidRPr="0029075E">
              <w:t xml:space="preserve">Prometeia, Scenari per le economie locali, </w:t>
            </w:r>
            <w:r w:rsidR="006917BC">
              <w:t xml:space="preserve">ottobre </w:t>
            </w:r>
            <w:r w:rsidR="00055096">
              <w:fldChar w:fldCharType="begin"/>
            </w:r>
            <w:r w:rsidR="00055096">
              <w:instrText xml:space="preserve"> DATE  \@ "yyyy"  \* MERGEFORMAT </w:instrText>
            </w:r>
            <w:r w:rsidR="00055096">
              <w:fldChar w:fldCharType="separate"/>
            </w:r>
            <w:r w:rsidR="009A02B1">
              <w:rPr>
                <w:noProof/>
              </w:rPr>
              <w:t>2020</w:t>
            </w:r>
            <w:r w:rsidR="00055096">
              <w:fldChar w:fldCharType="end"/>
            </w:r>
            <w:r w:rsidR="006F0EA1" w:rsidRPr="006F0EA1">
              <w:t>.</w:t>
            </w:r>
          </w:p>
        </w:tc>
      </w:tr>
      <w:bookmarkEnd w:id="17"/>
    </w:tbl>
    <w:p w14:paraId="75D49EDC" w14:textId="77777777" w:rsidR="00551593" w:rsidRDefault="00551593" w:rsidP="00092240"/>
    <w:sectPr w:rsidR="00551593" w:rsidSect="00EC7F1C">
      <w:footerReference w:type="even" r:id="rId12"/>
      <w:footerReference w:type="default" r:id="rId13"/>
      <w:footnotePr>
        <w:numRestart w:val="eachSect"/>
      </w:footnotePr>
      <w:pgSz w:w="11907" w:h="16840" w:code="9"/>
      <w:pgMar w:top="1276" w:right="992" w:bottom="1276" w:left="992" w:header="567" w:footer="567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380073" w14:textId="77777777" w:rsidR="00BF4FD6" w:rsidRDefault="00BF4FD6">
      <w:r>
        <w:separator/>
      </w:r>
    </w:p>
    <w:p w14:paraId="4D760FD9" w14:textId="77777777" w:rsidR="00BF4FD6" w:rsidRDefault="00BF4FD6"/>
  </w:endnote>
  <w:endnote w:type="continuationSeparator" w:id="0">
    <w:p w14:paraId="61355259" w14:textId="77777777" w:rsidR="00BF4FD6" w:rsidRDefault="00BF4FD6">
      <w:r>
        <w:continuationSeparator/>
      </w:r>
    </w:p>
    <w:p w14:paraId="55A4F812" w14:textId="77777777" w:rsidR="00BF4FD6" w:rsidRDefault="00BF4F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200C49" w14:textId="77777777" w:rsidR="00745F38" w:rsidRDefault="00745F38" w:rsidP="00785036">
    <w:pPr>
      <w:pStyle w:val="Pidipagina"/>
      <w:framePr w:wrap="around" w:vAnchor="text" w:hAnchor="margin" w:xAlign="outside" w:y="1"/>
      <w:ind w:firstLine="0"/>
      <w:jc w:val="left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10</w:t>
    </w:r>
    <w:r>
      <w:rPr>
        <w:rStyle w:val="Numeropagina"/>
      </w:rPr>
      <w:fldChar w:fldCharType="end"/>
    </w:r>
  </w:p>
  <w:p w14:paraId="138423D0" w14:textId="77777777" w:rsidR="00745F38" w:rsidRDefault="00745F38" w:rsidP="00EC7F1C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286D2" w14:textId="77777777" w:rsidR="00745F38" w:rsidRDefault="00745F38" w:rsidP="00EC7F1C">
    <w:pPr>
      <w:pStyle w:val="Intestazione"/>
      <w:framePr w:wrap="around" w:vAnchor="text" w:hAnchor="margin" w:xAlign="right" w:y="1"/>
      <w:ind w:firstLine="0"/>
      <w:jc w:val="right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9</w:t>
    </w:r>
    <w:r>
      <w:rPr>
        <w:rStyle w:val="Numeropagina"/>
      </w:rPr>
      <w:fldChar w:fldCharType="end"/>
    </w:r>
  </w:p>
  <w:p w14:paraId="736B3480" w14:textId="77777777" w:rsidR="00745F38" w:rsidRDefault="00745F38" w:rsidP="00EC7F1C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0FD830" w14:textId="77777777" w:rsidR="00BF4FD6" w:rsidRDefault="00BF4FD6">
      <w:r>
        <w:separator/>
      </w:r>
    </w:p>
    <w:p w14:paraId="10E55786" w14:textId="77777777" w:rsidR="00BF4FD6" w:rsidRDefault="00BF4FD6"/>
  </w:footnote>
  <w:footnote w:type="continuationSeparator" w:id="0">
    <w:p w14:paraId="504B7A79" w14:textId="77777777" w:rsidR="00BF4FD6" w:rsidRDefault="00BF4FD6">
      <w:r>
        <w:continuationSeparator/>
      </w:r>
    </w:p>
    <w:p w14:paraId="7AA64D91" w14:textId="77777777" w:rsidR="00BF4FD6" w:rsidRDefault="00BF4FD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mirrorMargin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12A"/>
    <w:rsid w:val="00002661"/>
    <w:rsid w:val="00006931"/>
    <w:rsid w:val="000112AF"/>
    <w:rsid w:val="00014186"/>
    <w:rsid w:val="00023493"/>
    <w:rsid w:val="000355D6"/>
    <w:rsid w:val="00042A50"/>
    <w:rsid w:val="0005477E"/>
    <w:rsid w:val="00055096"/>
    <w:rsid w:val="00055AA0"/>
    <w:rsid w:val="00061D42"/>
    <w:rsid w:val="00072096"/>
    <w:rsid w:val="0008614C"/>
    <w:rsid w:val="00091C7A"/>
    <w:rsid w:val="00092240"/>
    <w:rsid w:val="000929E9"/>
    <w:rsid w:val="000954C7"/>
    <w:rsid w:val="000A136A"/>
    <w:rsid w:val="000A47C0"/>
    <w:rsid w:val="000A6AC8"/>
    <w:rsid w:val="000A7ACE"/>
    <w:rsid w:val="000B4E48"/>
    <w:rsid w:val="000B711D"/>
    <w:rsid w:val="000C35DD"/>
    <w:rsid w:val="000C3780"/>
    <w:rsid w:val="000C731A"/>
    <w:rsid w:val="000D058A"/>
    <w:rsid w:val="000D2AF5"/>
    <w:rsid w:val="000D3408"/>
    <w:rsid w:val="000D77D9"/>
    <w:rsid w:val="000E7C99"/>
    <w:rsid w:val="0010487D"/>
    <w:rsid w:val="0011376D"/>
    <w:rsid w:val="00116309"/>
    <w:rsid w:val="001169DB"/>
    <w:rsid w:val="0012006D"/>
    <w:rsid w:val="00134F68"/>
    <w:rsid w:val="0013784E"/>
    <w:rsid w:val="00145433"/>
    <w:rsid w:val="00151819"/>
    <w:rsid w:val="00153771"/>
    <w:rsid w:val="00155A22"/>
    <w:rsid w:val="001629EC"/>
    <w:rsid w:val="00165D0C"/>
    <w:rsid w:val="00172D69"/>
    <w:rsid w:val="00196169"/>
    <w:rsid w:val="0019786B"/>
    <w:rsid w:val="001A2E23"/>
    <w:rsid w:val="001A30EE"/>
    <w:rsid w:val="001B00BB"/>
    <w:rsid w:val="001C0714"/>
    <w:rsid w:val="001C7B8A"/>
    <w:rsid w:val="001D3849"/>
    <w:rsid w:val="001D3F9B"/>
    <w:rsid w:val="001D496D"/>
    <w:rsid w:val="001E2EB1"/>
    <w:rsid w:val="001F4A61"/>
    <w:rsid w:val="00204CFD"/>
    <w:rsid w:val="002112CA"/>
    <w:rsid w:val="00226FD7"/>
    <w:rsid w:val="0023194D"/>
    <w:rsid w:val="00250494"/>
    <w:rsid w:val="00253503"/>
    <w:rsid w:val="002624CD"/>
    <w:rsid w:val="002638B0"/>
    <w:rsid w:val="00277B53"/>
    <w:rsid w:val="00290645"/>
    <w:rsid w:val="002958B5"/>
    <w:rsid w:val="00295CB4"/>
    <w:rsid w:val="00297826"/>
    <w:rsid w:val="002A0339"/>
    <w:rsid w:val="002A3FE8"/>
    <w:rsid w:val="002A4363"/>
    <w:rsid w:val="002A5A5F"/>
    <w:rsid w:val="002A67C3"/>
    <w:rsid w:val="002B4A67"/>
    <w:rsid w:val="002B5F45"/>
    <w:rsid w:val="002C41D2"/>
    <w:rsid w:val="002E0C1E"/>
    <w:rsid w:val="002E7D6B"/>
    <w:rsid w:val="002F3B2B"/>
    <w:rsid w:val="002F44C7"/>
    <w:rsid w:val="002F78B9"/>
    <w:rsid w:val="00300309"/>
    <w:rsid w:val="00303B46"/>
    <w:rsid w:val="00303F64"/>
    <w:rsid w:val="003079C8"/>
    <w:rsid w:val="00311B8C"/>
    <w:rsid w:val="0032026C"/>
    <w:rsid w:val="00325B0D"/>
    <w:rsid w:val="00326BDD"/>
    <w:rsid w:val="00330763"/>
    <w:rsid w:val="00341F0C"/>
    <w:rsid w:val="00343BBA"/>
    <w:rsid w:val="00350269"/>
    <w:rsid w:val="00370DD3"/>
    <w:rsid w:val="00374C2B"/>
    <w:rsid w:val="0037602F"/>
    <w:rsid w:val="00383B44"/>
    <w:rsid w:val="00386683"/>
    <w:rsid w:val="00392CCA"/>
    <w:rsid w:val="003A4CBD"/>
    <w:rsid w:val="003A7986"/>
    <w:rsid w:val="003B3B32"/>
    <w:rsid w:val="003C6E43"/>
    <w:rsid w:val="003D4594"/>
    <w:rsid w:val="003D7D2C"/>
    <w:rsid w:val="003E1102"/>
    <w:rsid w:val="003F1887"/>
    <w:rsid w:val="003F66B1"/>
    <w:rsid w:val="003F7D8E"/>
    <w:rsid w:val="00403C5A"/>
    <w:rsid w:val="004045CE"/>
    <w:rsid w:val="00413019"/>
    <w:rsid w:val="00421C45"/>
    <w:rsid w:val="004233A0"/>
    <w:rsid w:val="004308CF"/>
    <w:rsid w:val="00434AFD"/>
    <w:rsid w:val="00435CA0"/>
    <w:rsid w:val="00436B0A"/>
    <w:rsid w:val="00454296"/>
    <w:rsid w:val="00455939"/>
    <w:rsid w:val="00463C20"/>
    <w:rsid w:val="004713F6"/>
    <w:rsid w:val="004727C6"/>
    <w:rsid w:val="00474F23"/>
    <w:rsid w:val="00475E64"/>
    <w:rsid w:val="0048031B"/>
    <w:rsid w:val="004821B2"/>
    <w:rsid w:val="0048538D"/>
    <w:rsid w:val="004878E2"/>
    <w:rsid w:val="004B0C54"/>
    <w:rsid w:val="004B18C5"/>
    <w:rsid w:val="004B73AB"/>
    <w:rsid w:val="004B7A63"/>
    <w:rsid w:val="004C08CA"/>
    <w:rsid w:val="004C2B43"/>
    <w:rsid w:val="004C403E"/>
    <w:rsid w:val="004C7D09"/>
    <w:rsid w:val="004D12DD"/>
    <w:rsid w:val="004D2755"/>
    <w:rsid w:val="004D5DA3"/>
    <w:rsid w:val="004E4F1B"/>
    <w:rsid w:val="004F064C"/>
    <w:rsid w:val="0050153E"/>
    <w:rsid w:val="0050347A"/>
    <w:rsid w:val="00504545"/>
    <w:rsid w:val="00507F77"/>
    <w:rsid w:val="00513864"/>
    <w:rsid w:val="00521119"/>
    <w:rsid w:val="00526DAE"/>
    <w:rsid w:val="00530A7E"/>
    <w:rsid w:val="00534A6F"/>
    <w:rsid w:val="0053677E"/>
    <w:rsid w:val="00537422"/>
    <w:rsid w:val="00541FB1"/>
    <w:rsid w:val="00546091"/>
    <w:rsid w:val="00551593"/>
    <w:rsid w:val="00560490"/>
    <w:rsid w:val="005701F7"/>
    <w:rsid w:val="00576C2B"/>
    <w:rsid w:val="00577102"/>
    <w:rsid w:val="005A3111"/>
    <w:rsid w:val="005A35E9"/>
    <w:rsid w:val="005A50E2"/>
    <w:rsid w:val="005B1DC4"/>
    <w:rsid w:val="005B36AB"/>
    <w:rsid w:val="005E16BE"/>
    <w:rsid w:val="005E335D"/>
    <w:rsid w:val="005E5662"/>
    <w:rsid w:val="005E7630"/>
    <w:rsid w:val="005F729A"/>
    <w:rsid w:val="006017C5"/>
    <w:rsid w:val="0061438E"/>
    <w:rsid w:val="00622C7A"/>
    <w:rsid w:val="006232D9"/>
    <w:rsid w:val="00624FD5"/>
    <w:rsid w:val="00627304"/>
    <w:rsid w:val="0063075B"/>
    <w:rsid w:val="006317B1"/>
    <w:rsid w:val="006415BF"/>
    <w:rsid w:val="00646138"/>
    <w:rsid w:val="006648D0"/>
    <w:rsid w:val="006657DD"/>
    <w:rsid w:val="0067025A"/>
    <w:rsid w:val="006716DF"/>
    <w:rsid w:val="00675B59"/>
    <w:rsid w:val="006765D7"/>
    <w:rsid w:val="00676EB4"/>
    <w:rsid w:val="00680B91"/>
    <w:rsid w:val="0068342D"/>
    <w:rsid w:val="00687E65"/>
    <w:rsid w:val="006917BC"/>
    <w:rsid w:val="00693137"/>
    <w:rsid w:val="006A2313"/>
    <w:rsid w:val="006A5F7D"/>
    <w:rsid w:val="006B24FA"/>
    <w:rsid w:val="006B25D9"/>
    <w:rsid w:val="006B38E4"/>
    <w:rsid w:val="006B3E1B"/>
    <w:rsid w:val="006C2096"/>
    <w:rsid w:val="006C2562"/>
    <w:rsid w:val="006C582B"/>
    <w:rsid w:val="006D0B80"/>
    <w:rsid w:val="006D34C0"/>
    <w:rsid w:val="006E4C4F"/>
    <w:rsid w:val="006E5935"/>
    <w:rsid w:val="006F0EA1"/>
    <w:rsid w:val="006F1520"/>
    <w:rsid w:val="006F328F"/>
    <w:rsid w:val="006F4958"/>
    <w:rsid w:val="00711AD4"/>
    <w:rsid w:val="00722AB2"/>
    <w:rsid w:val="007279E5"/>
    <w:rsid w:val="00731040"/>
    <w:rsid w:val="00736E99"/>
    <w:rsid w:val="0073726E"/>
    <w:rsid w:val="007413B2"/>
    <w:rsid w:val="00745853"/>
    <w:rsid w:val="00745F38"/>
    <w:rsid w:val="00751AB1"/>
    <w:rsid w:val="007702C4"/>
    <w:rsid w:val="007709BA"/>
    <w:rsid w:val="007767D7"/>
    <w:rsid w:val="00776C28"/>
    <w:rsid w:val="00782A90"/>
    <w:rsid w:val="00785036"/>
    <w:rsid w:val="007864F5"/>
    <w:rsid w:val="007A006D"/>
    <w:rsid w:val="007A1DD2"/>
    <w:rsid w:val="007B6006"/>
    <w:rsid w:val="007C32E7"/>
    <w:rsid w:val="007D4EF0"/>
    <w:rsid w:val="007E3254"/>
    <w:rsid w:val="007F4A37"/>
    <w:rsid w:val="007F7D9B"/>
    <w:rsid w:val="008001F3"/>
    <w:rsid w:val="0080528A"/>
    <w:rsid w:val="0081512A"/>
    <w:rsid w:val="008159E5"/>
    <w:rsid w:val="0081747C"/>
    <w:rsid w:val="00822AEB"/>
    <w:rsid w:val="0082638F"/>
    <w:rsid w:val="0083021E"/>
    <w:rsid w:val="008327DA"/>
    <w:rsid w:val="00832B4E"/>
    <w:rsid w:val="00835244"/>
    <w:rsid w:val="00847E0A"/>
    <w:rsid w:val="00853D40"/>
    <w:rsid w:val="00853E52"/>
    <w:rsid w:val="008575CD"/>
    <w:rsid w:val="00860AE6"/>
    <w:rsid w:val="00863834"/>
    <w:rsid w:val="00863D09"/>
    <w:rsid w:val="00865C3E"/>
    <w:rsid w:val="00865D33"/>
    <w:rsid w:val="00872A34"/>
    <w:rsid w:val="00872B5F"/>
    <w:rsid w:val="0087322A"/>
    <w:rsid w:val="008741B6"/>
    <w:rsid w:val="008761FF"/>
    <w:rsid w:val="00885A3D"/>
    <w:rsid w:val="008917D4"/>
    <w:rsid w:val="00895570"/>
    <w:rsid w:val="00897417"/>
    <w:rsid w:val="008A59C8"/>
    <w:rsid w:val="008A6682"/>
    <w:rsid w:val="008D2187"/>
    <w:rsid w:val="008E1F7C"/>
    <w:rsid w:val="008E4B16"/>
    <w:rsid w:val="008F5EE9"/>
    <w:rsid w:val="008F762B"/>
    <w:rsid w:val="00904F49"/>
    <w:rsid w:val="00906A3E"/>
    <w:rsid w:val="009124B3"/>
    <w:rsid w:val="009135F2"/>
    <w:rsid w:val="00927E9E"/>
    <w:rsid w:val="009317C6"/>
    <w:rsid w:val="009439FA"/>
    <w:rsid w:val="00946774"/>
    <w:rsid w:val="009520BC"/>
    <w:rsid w:val="00956CB8"/>
    <w:rsid w:val="00962949"/>
    <w:rsid w:val="00962B46"/>
    <w:rsid w:val="00964213"/>
    <w:rsid w:val="0096720D"/>
    <w:rsid w:val="00981333"/>
    <w:rsid w:val="00986FFE"/>
    <w:rsid w:val="00992B5F"/>
    <w:rsid w:val="00997DEE"/>
    <w:rsid w:val="00997F90"/>
    <w:rsid w:val="009A02B1"/>
    <w:rsid w:val="009A19E1"/>
    <w:rsid w:val="009A3337"/>
    <w:rsid w:val="009B1D1A"/>
    <w:rsid w:val="009B6044"/>
    <w:rsid w:val="009C1A6E"/>
    <w:rsid w:val="009C6AFC"/>
    <w:rsid w:val="009D0172"/>
    <w:rsid w:val="009D4503"/>
    <w:rsid w:val="009F1A6A"/>
    <w:rsid w:val="009F7EE6"/>
    <w:rsid w:val="00A02841"/>
    <w:rsid w:val="00A04E5E"/>
    <w:rsid w:val="00A06976"/>
    <w:rsid w:val="00A13F9E"/>
    <w:rsid w:val="00A165A4"/>
    <w:rsid w:val="00A206B3"/>
    <w:rsid w:val="00A226D3"/>
    <w:rsid w:val="00A25260"/>
    <w:rsid w:val="00A30C67"/>
    <w:rsid w:val="00A56554"/>
    <w:rsid w:val="00A7082C"/>
    <w:rsid w:val="00A72937"/>
    <w:rsid w:val="00A72999"/>
    <w:rsid w:val="00A730F5"/>
    <w:rsid w:val="00A86646"/>
    <w:rsid w:val="00A90F5A"/>
    <w:rsid w:val="00A97F64"/>
    <w:rsid w:val="00AA22D2"/>
    <w:rsid w:val="00AA3813"/>
    <w:rsid w:val="00AA704C"/>
    <w:rsid w:val="00AB3C50"/>
    <w:rsid w:val="00AD3962"/>
    <w:rsid w:val="00AD4D85"/>
    <w:rsid w:val="00AF383C"/>
    <w:rsid w:val="00AF52FB"/>
    <w:rsid w:val="00AF53B8"/>
    <w:rsid w:val="00B0117D"/>
    <w:rsid w:val="00B012FC"/>
    <w:rsid w:val="00B141FF"/>
    <w:rsid w:val="00B1756D"/>
    <w:rsid w:val="00B21DBE"/>
    <w:rsid w:val="00B2540E"/>
    <w:rsid w:val="00B268A9"/>
    <w:rsid w:val="00B27432"/>
    <w:rsid w:val="00B300CF"/>
    <w:rsid w:val="00B3596A"/>
    <w:rsid w:val="00B37865"/>
    <w:rsid w:val="00B619AA"/>
    <w:rsid w:val="00B727E5"/>
    <w:rsid w:val="00B74896"/>
    <w:rsid w:val="00B7658C"/>
    <w:rsid w:val="00B87DAA"/>
    <w:rsid w:val="00BA3EF7"/>
    <w:rsid w:val="00BA4E1E"/>
    <w:rsid w:val="00BA6EC0"/>
    <w:rsid w:val="00BB4979"/>
    <w:rsid w:val="00BB5AA7"/>
    <w:rsid w:val="00BB6F42"/>
    <w:rsid w:val="00BB71D8"/>
    <w:rsid w:val="00BC1241"/>
    <w:rsid w:val="00BC5420"/>
    <w:rsid w:val="00BD561C"/>
    <w:rsid w:val="00BD7C77"/>
    <w:rsid w:val="00BD7ED5"/>
    <w:rsid w:val="00BF262A"/>
    <w:rsid w:val="00BF4352"/>
    <w:rsid w:val="00BF4FD6"/>
    <w:rsid w:val="00C10760"/>
    <w:rsid w:val="00C35C72"/>
    <w:rsid w:val="00C4031B"/>
    <w:rsid w:val="00C403C3"/>
    <w:rsid w:val="00C40E72"/>
    <w:rsid w:val="00C50DDB"/>
    <w:rsid w:val="00C6231C"/>
    <w:rsid w:val="00C76EBF"/>
    <w:rsid w:val="00C91709"/>
    <w:rsid w:val="00CA7D73"/>
    <w:rsid w:val="00CB605B"/>
    <w:rsid w:val="00CC5909"/>
    <w:rsid w:val="00CD278F"/>
    <w:rsid w:val="00CE1907"/>
    <w:rsid w:val="00CE2787"/>
    <w:rsid w:val="00CE5938"/>
    <w:rsid w:val="00CF2079"/>
    <w:rsid w:val="00CF3E16"/>
    <w:rsid w:val="00CF65FA"/>
    <w:rsid w:val="00D011E2"/>
    <w:rsid w:val="00D04D32"/>
    <w:rsid w:val="00D11BF6"/>
    <w:rsid w:val="00D1201C"/>
    <w:rsid w:val="00D12CCD"/>
    <w:rsid w:val="00D171F1"/>
    <w:rsid w:val="00D31C48"/>
    <w:rsid w:val="00D32334"/>
    <w:rsid w:val="00D3698C"/>
    <w:rsid w:val="00D37A56"/>
    <w:rsid w:val="00D40397"/>
    <w:rsid w:val="00D46A48"/>
    <w:rsid w:val="00D6174C"/>
    <w:rsid w:val="00D67543"/>
    <w:rsid w:val="00D76DB6"/>
    <w:rsid w:val="00D91F47"/>
    <w:rsid w:val="00D96314"/>
    <w:rsid w:val="00DB3358"/>
    <w:rsid w:val="00DB7F10"/>
    <w:rsid w:val="00DD0CFC"/>
    <w:rsid w:val="00DD14C1"/>
    <w:rsid w:val="00DD2803"/>
    <w:rsid w:val="00DD43EA"/>
    <w:rsid w:val="00DD68E8"/>
    <w:rsid w:val="00DE20DD"/>
    <w:rsid w:val="00DF0CEB"/>
    <w:rsid w:val="00DF3629"/>
    <w:rsid w:val="00DF42E6"/>
    <w:rsid w:val="00E0114B"/>
    <w:rsid w:val="00E01DC4"/>
    <w:rsid w:val="00E02373"/>
    <w:rsid w:val="00E0444A"/>
    <w:rsid w:val="00E11A1D"/>
    <w:rsid w:val="00E167FF"/>
    <w:rsid w:val="00E3355E"/>
    <w:rsid w:val="00E40A1B"/>
    <w:rsid w:val="00E52DE6"/>
    <w:rsid w:val="00E534DF"/>
    <w:rsid w:val="00E55380"/>
    <w:rsid w:val="00E60811"/>
    <w:rsid w:val="00E64EBC"/>
    <w:rsid w:val="00E678F3"/>
    <w:rsid w:val="00E67F80"/>
    <w:rsid w:val="00E70388"/>
    <w:rsid w:val="00E70469"/>
    <w:rsid w:val="00E72B5D"/>
    <w:rsid w:val="00E743E6"/>
    <w:rsid w:val="00E7750D"/>
    <w:rsid w:val="00E8095D"/>
    <w:rsid w:val="00E83F16"/>
    <w:rsid w:val="00E85754"/>
    <w:rsid w:val="00E92F52"/>
    <w:rsid w:val="00E94CC3"/>
    <w:rsid w:val="00EA294A"/>
    <w:rsid w:val="00EA5336"/>
    <w:rsid w:val="00EB042A"/>
    <w:rsid w:val="00EB5E4A"/>
    <w:rsid w:val="00EC5856"/>
    <w:rsid w:val="00EC614E"/>
    <w:rsid w:val="00EC6592"/>
    <w:rsid w:val="00EC7F1C"/>
    <w:rsid w:val="00ED09E7"/>
    <w:rsid w:val="00ED3474"/>
    <w:rsid w:val="00ED3E7E"/>
    <w:rsid w:val="00EE115B"/>
    <w:rsid w:val="00EE2F9D"/>
    <w:rsid w:val="00EE5211"/>
    <w:rsid w:val="00EF0628"/>
    <w:rsid w:val="00EF0E8E"/>
    <w:rsid w:val="00EF2792"/>
    <w:rsid w:val="00EF78C5"/>
    <w:rsid w:val="00F070DE"/>
    <w:rsid w:val="00F11BE4"/>
    <w:rsid w:val="00F216E5"/>
    <w:rsid w:val="00F30928"/>
    <w:rsid w:val="00F333A5"/>
    <w:rsid w:val="00F33FAC"/>
    <w:rsid w:val="00F34C07"/>
    <w:rsid w:val="00F41BD9"/>
    <w:rsid w:val="00F516F4"/>
    <w:rsid w:val="00F51EF7"/>
    <w:rsid w:val="00F56FF5"/>
    <w:rsid w:val="00F60684"/>
    <w:rsid w:val="00F61994"/>
    <w:rsid w:val="00F661DA"/>
    <w:rsid w:val="00F71F66"/>
    <w:rsid w:val="00F81090"/>
    <w:rsid w:val="00F81CE8"/>
    <w:rsid w:val="00F82353"/>
    <w:rsid w:val="00F858D8"/>
    <w:rsid w:val="00F90D52"/>
    <w:rsid w:val="00F91DDE"/>
    <w:rsid w:val="00F94364"/>
    <w:rsid w:val="00F97B57"/>
    <w:rsid w:val="00FA4C39"/>
    <w:rsid w:val="00FA4F3E"/>
    <w:rsid w:val="00FB0790"/>
    <w:rsid w:val="00FB0872"/>
    <w:rsid w:val="00FB5FA2"/>
    <w:rsid w:val="00FC1708"/>
    <w:rsid w:val="00FC2012"/>
    <w:rsid w:val="00FC22A8"/>
    <w:rsid w:val="00FD256F"/>
    <w:rsid w:val="00FD7576"/>
    <w:rsid w:val="00FF03A4"/>
    <w:rsid w:val="00FF1483"/>
    <w:rsid w:val="00FF29BA"/>
    <w:rsid w:val="00FF4238"/>
    <w:rsid w:val="00FF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03F59A"/>
  <w15:docId w15:val="{EF254C11-9693-4703-9318-0AABD27C9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" w:eastAsia="Times New Roman" w:hAnsi="CG Time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97F90"/>
    <w:pPr>
      <w:spacing w:line="240" w:lineRule="atLeast"/>
      <w:ind w:firstLine="227"/>
      <w:jc w:val="both"/>
    </w:pPr>
    <w:rPr>
      <w:rFonts w:ascii="Arial" w:hAnsi="Arial"/>
    </w:rPr>
  </w:style>
  <w:style w:type="paragraph" w:styleId="Titolo1">
    <w:name w:val="heading 1"/>
    <w:basedOn w:val="Normale"/>
    <w:next w:val="Titolo2"/>
    <w:qFormat/>
    <w:rsid w:val="00646138"/>
    <w:pPr>
      <w:keepNext/>
      <w:keepLines/>
      <w:tabs>
        <w:tab w:val="left" w:pos="851"/>
      </w:tabs>
      <w:spacing w:after="1680"/>
      <w:ind w:left="851" w:hanging="851"/>
      <w:jc w:val="left"/>
      <w:outlineLvl w:val="0"/>
    </w:pPr>
    <w:rPr>
      <w:b/>
      <w:color w:val="800000"/>
      <w:sz w:val="32"/>
    </w:rPr>
  </w:style>
  <w:style w:type="paragraph" w:styleId="Titolo2">
    <w:name w:val="heading 2"/>
    <w:basedOn w:val="Normale"/>
    <w:next w:val="Normale"/>
    <w:qFormat/>
    <w:rsid w:val="008F762B"/>
    <w:pPr>
      <w:keepNext/>
      <w:keepLines/>
      <w:tabs>
        <w:tab w:val="left" w:pos="737"/>
      </w:tabs>
      <w:spacing w:before="480" w:after="240"/>
      <w:ind w:left="737" w:hanging="737"/>
      <w:jc w:val="left"/>
      <w:outlineLvl w:val="1"/>
    </w:pPr>
    <w:rPr>
      <w:b/>
      <w:color w:val="800000"/>
    </w:rPr>
  </w:style>
  <w:style w:type="paragraph" w:styleId="Titolo3">
    <w:name w:val="heading 3"/>
    <w:basedOn w:val="Titolo2"/>
    <w:next w:val="Normale"/>
    <w:qFormat/>
    <w:rsid w:val="00F61994"/>
    <w:pPr>
      <w:tabs>
        <w:tab w:val="clear" w:pos="737"/>
        <w:tab w:val="left" w:pos="851"/>
      </w:tabs>
      <w:ind w:left="851" w:hanging="851"/>
      <w:outlineLvl w:val="2"/>
    </w:pPr>
    <w:rPr>
      <w:b w:val="0"/>
      <w:i/>
    </w:rPr>
  </w:style>
  <w:style w:type="paragraph" w:styleId="Titolo4">
    <w:name w:val="heading 4"/>
    <w:basedOn w:val="Titolo3"/>
    <w:next w:val="Normale"/>
    <w:qFormat/>
    <w:rsid w:val="00475E64"/>
    <w:pPr>
      <w:tabs>
        <w:tab w:val="clear" w:pos="851"/>
        <w:tab w:val="left" w:pos="1021"/>
      </w:tabs>
      <w:spacing w:before="240" w:after="0"/>
      <w:ind w:left="1021" w:hanging="1021"/>
      <w:outlineLvl w:val="3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rsid w:val="00997F90"/>
    <w:pPr>
      <w:spacing w:before="60" w:line="200" w:lineRule="atLeast"/>
    </w:pPr>
    <w:rPr>
      <w:sz w:val="16"/>
    </w:rPr>
  </w:style>
  <w:style w:type="paragraph" w:styleId="Rientronormale">
    <w:name w:val="Normal Indent"/>
    <w:basedOn w:val="Normale"/>
    <w:rsid w:val="00997F90"/>
    <w:pPr>
      <w:ind w:left="567" w:hanging="340"/>
    </w:pPr>
  </w:style>
  <w:style w:type="paragraph" w:customStyle="1" w:styleId="Figure">
    <w:name w:val="Figure"/>
    <w:basedOn w:val="Normale"/>
    <w:next w:val="Normale"/>
    <w:rsid w:val="00521119"/>
    <w:pPr>
      <w:keepLines/>
      <w:spacing w:line="240" w:lineRule="auto"/>
      <w:ind w:firstLine="0"/>
      <w:jc w:val="center"/>
    </w:pPr>
    <w:rPr>
      <w:sz w:val="16"/>
    </w:rPr>
  </w:style>
  <w:style w:type="paragraph" w:customStyle="1" w:styleId="FigTitolo">
    <w:name w:val="Fig Titolo"/>
    <w:basedOn w:val="TabTitolo"/>
    <w:rsid w:val="00537422"/>
    <w:pPr>
      <w:spacing w:after="0"/>
    </w:pPr>
  </w:style>
  <w:style w:type="paragraph" w:customStyle="1" w:styleId="TabTitolo">
    <w:name w:val="Tab Titolo"/>
    <w:basedOn w:val="Normale"/>
    <w:rsid w:val="00A226D3"/>
    <w:pPr>
      <w:keepNext/>
      <w:keepLines/>
      <w:tabs>
        <w:tab w:val="left" w:pos="907"/>
      </w:tabs>
      <w:spacing w:after="80" w:line="240" w:lineRule="auto"/>
      <w:ind w:left="907" w:hanging="907"/>
      <w:jc w:val="left"/>
    </w:pPr>
    <w:rPr>
      <w:i/>
      <w:color w:val="800000"/>
      <w:sz w:val="16"/>
    </w:rPr>
  </w:style>
  <w:style w:type="paragraph" w:styleId="Intestazione">
    <w:name w:val="header"/>
    <w:basedOn w:val="Normale"/>
    <w:rsid w:val="005B1DC4"/>
    <w:pPr>
      <w:tabs>
        <w:tab w:val="center" w:pos="4819"/>
        <w:tab w:val="right" w:pos="9638"/>
      </w:tabs>
    </w:pPr>
  </w:style>
  <w:style w:type="paragraph" w:customStyle="1" w:styleId="TabSeparazioni">
    <w:name w:val="Tab Separazioni"/>
    <w:basedOn w:val="Normale"/>
    <w:rsid w:val="00ED3E7E"/>
    <w:pPr>
      <w:keepNext/>
      <w:keepLines/>
      <w:spacing w:before="80" w:line="240" w:lineRule="auto"/>
      <w:ind w:firstLine="0"/>
      <w:jc w:val="left"/>
    </w:pPr>
    <w:rPr>
      <w:b/>
      <w:sz w:val="16"/>
    </w:rPr>
  </w:style>
  <w:style w:type="paragraph" w:customStyle="1" w:styleId="TabEtichetteBold">
    <w:name w:val="Tab Etichette Bold"/>
    <w:basedOn w:val="TabEtichette"/>
    <w:rsid w:val="00EC6592"/>
    <w:rPr>
      <w:b/>
      <w:bCs/>
    </w:rPr>
  </w:style>
  <w:style w:type="paragraph" w:customStyle="1" w:styleId="TabEtichette">
    <w:name w:val="Tab Etichette"/>
    <w:basedOn w:val="Normale"/>
    <w:rsid w:val="00B300CF"/>
    <w:pPr>
      <w:keepLines/>
      <w:spacing w:line="240" w:lineRule="auto"/>
      <w:ind w:firstLine="0"/>
      <w:jc w:val="left"/>
    </w:pPr>
    <w:rPr>
      <w:sz w:val="16"/>
    </w:rPr>
  </w:style>
  <w:style w:type="paragraph" w:customStyle="1" w:styleId="TabNumeri">
    <w:name w:val="Tab Numeri"/>
    <w:basedOn w:val="Normale"/>
    <w:rsid w:val="00B300CF"/>
    <w:pPr>
      <w:keepLines/>
      <w:spacing w:line="240" w:lineRule="auto"/>
      <w:ind w:firstLine="0"/>
      <w:jc w:val="right"/>
    </w:pPr>
    <w:rPr>
      <w:sz w:val="16"/>
    </w:rPr>
  </w:style>
  <w:style w:type="paragraph" w:customStyle="1" w:styleId="TabNoteSuperiori">
    <w:name w:val="Tab Note Superiori"/>
    <w:basedOn w:val="Normale"/>
    <w:rsid w:val="00B300CF"/>
    <w:pPr>
      <w:keepLines/>
      <w:spacing w:before="60" w:line="240" w:lineRule="auto"/>
      <w:ind w:firstLine="0"/>
    </w:pPr>
    <w:rPr>
      <w:sz w:val="16"/>
    </w:rPr>
  </w:style>
  <w:style w:type="paragraph" w:customStyle="1" w:styleId="TabNoteInferiori">
    <w:name w:val="Tab Note Inferiori"/>
    <w:basedOn w:val="TabNoteSuperiori"/>
    <w:rsid w:val="00997F90"/>
    <w:pPr>
      <w:spacing w:before="0"/>
    </w:pPr>
  </w:style>
  <w:style w:type="paragraph" w:customStyle="1" w:styleId="TabIntestazioni">
    <w:name w:val="Tab Intestazioni"/>
    <w:basedOn w:val="Normale"/>
    <w:rsid w:val="00B300CF"/>
    <w:pPr>
      <w:keepNext/>
      <w:keepLines/>
      <w:spacing w:before="80" w:after="80" w:line="240" w:lineRule="auto"/>
      <w:ind w:firstLine="0"/>
      <w:jc w:val="center"/>
    </w:pPr>
    <w:rPr>
      <w:i/>
      <w:sz w:val="16"/>
    </w:rPr>
  </w:style>
  <w:style w:type="paragraph" w:customStyle="1" w:styleId="TabIntestaSup">
    <w:name w:val="Tab Intesta Sup"/>
    <w:basedOn w:val="TabIntestazioni"/>
    <w:rsid w:val="00997F90"/>
    <w:pPr>
      <w:spacing w:before="60" w:after="20"/>
    </w:pPr>
  </w:style>
  <w:style w:type="paragraph" w:customStyle="1" w:styleId="TabIntestaSupBordo">
    <w:name w:val="Tab Intesta Sup Bordo"/>
    <w:basedOn w:val="TabIntestaSup"/>
    <w:rsid w:val="00997F90"/>
    <w:pPr>
      <w:pBdr>
        <w:bottom w:val="single" w:sz="4" w:space="1" w:color="auto"/>
      </w:pBdr>
      <w:ind w:left="57" w:right="57"/>
    </w:pPr>
  </w:style>
  <w:style w:type="paragraph" w:customStyle="1" w:styleId="TabIntestaInf">
    <w:name w:val="Tab Intesta Inf"/>
    <w:basedOn w:val="TabIntestazioni"/>
    <w:rsid w:val="00997F90"/>
    <w:pPr>
      <w:spacing w:before="0" w:after="60"/>
    </w:pPr>
  </w:style>
  <w:style w:type="paragraph" w:customStyle="1" w:styleId="TabIntestazCentro">
    <w:name w:val="Tab Intestaz Centro"/>
    <w:basedOn w:val="TabIntestazioni"/>
    <w:rsid w:val="00997F90"/>
    <w:pPr>
      <w:spacing w:before="0" w:after="20"/>
    </w:pPr>
  </w:style>
  <w:style w:type="paragraph" w:customStyle="1" w:styleId="TabIntestaCentroBordo">
    <w:name w:val="Tab Intesta Centro Bordo"/>
    <w:basedOn w:val="TabIntestazCentro"/>
    <w:rsid w:val="00997F90"/>
    <w:pPr>
      <w:pBdr>
        <w:bottom w:val="single" w:sz="4" w:space="1" w:color="auto"/>
      </w:pBdr>
      <w:ind w:left="57" w:right="57"/>
    </w:pPr>
  </w:style>
  <w:style w:type="paragraph" w:customStyle="1" w:styleId="Fineoggettoword">
    <w:name w:val="Fine oggetto word"/>
    <w:basedOn w:val="TabNoteInferiori"/>
    <w:rsid w:val="00997F90"/>
    <w:rPr>
      <w:i/>
      <w:sz w:val="12"/>
    </w:rPr>
  </w:style>
  <w:style w:type="character" w:styleId="Numeropagina">
    <w:name w:val="page number"/>
    <w:basedOn w:val="Carpredefinitoparagrafo"/>
    <w:rsid w:val="00997F90"/>
    <w:rPr>
      <w:rFonts w:ascii="Arial" w:hAnsi="Arial"/>
      <w:sz w:val="20"/>
    </w:rPr>
  </w:style>
  <w:style w:type="paragraph" w:customStyle="1" w:styleId="Intestazionecorsivo">
    <w:name w:val="Intestazione corsivo"/>
    <w:basedOn w:val="Normale"/>
    <w:rsid w:val="00521119"/>
    <w:pPr>
      <w:ind w:left="357" w:right="357" w:firstLine="0"/>
      <w:jc w:val="center"/>
    </w:pPr>
    <w:rPr>
      <w:i/>
      <w:noProof/>
      <w:sz w:val="16"/>
    </w:rPr>
  </w:style>
  <w:style w:type="paragraph" w:customStyle="1" w:styleId="Pidipaginacorsivo">
    <w:name w:val="Piè di pagina corsivo"/>
    <w:basedOn w:val="Normale"/>
    <w:rsid w:val="00521119"/>
    <w:pPr>
      <w:ind w:firstLine="0"/>
      <w:jc w:val="center"/>
    </w:pPr>
    <w:rPr>
      <w:i/>
      <w:sz w:val="16"/>
    </w:rPr>
  </w:style>
  <w:style w:type="paragraph" w:customStyle="1" w:styleId="TitoloParte">
    <w:name w:val="Titolo Parte"/>
    <w:basedOn w:val="Titolo1"/>
    <w:rsid w:val="007C32E7"/>
    <w:rPr>
      <w:caps/>
      <w:sz w:val="36"/>
    </w:rPr>
  </w:style>
  <w:style w:type="character" w:styleId="Rimandonotaapidipagina">
    <w:name w:val="footnote reference"/>
    <w:basedOn w:val="Carpredefinitoparagrafo"/>
    <w:semiHidden/>
    <w:rsid w:val="00736E99"/>
    <w:rPr>
      <w:vertAlign w:val="superscript"/>
    </w:rPr>
  </w:style>
  <w:style w:type="paragraph" w:styleId="Sommario1">
    <w:name w:val="toc 1"/>
    <w:basedOn w:val="Normale"/>
    <w:next w:val="Normale"/>
    <w:autoRedefine/>
    <w:uiPriority w:val="39"/>
    <w:rsid w:val="007C32E7"/>
  </w:style>
  <w:style w:type="paragraph" w:customStyle="1" w:styleId="autori">
    <w:name w:val="autori"/>
    <w:basedOn w:val="Normale"/>
    <w:rsid w:val="009135F2"/>
    <w:pPr>
      <w:ind w:left="57" w:right="57" w:firstLine="0"/>
      <w:jc w:val="left"/>
    </w:pPr>
    <w:rPr>
      <w:color w:val="800000"/>
      <w:sz w:val="18"/>
    </w:rPr>
  </w:style>
  <w:style w:type="paragraph" w:customStyle="1" w:styleId="Introduzionenormalecorsivo">
    <w:name w:val="Introduzione normale corsivo"/>
    <w:basedOn w:val="Normale"/>
    <w:qFormat/>
    <w:rsid w:val="00B37865"/>
    <w:pPr>
      <w:spacing w:line="360" w:lineRule="auto"/>
    </w:pPr>
    <w:rPr>
      <w:rFonts w:cs="Arial"/>
      <w:i/>
    </w:rPr>
  </w:style>
  <w:style w:type="paragraph" w:styleId="Pidipagina">
    <w:name w:val="footer"/>
    <w:basedOn w:val="Normale"/>
    <w:link w:val="PidipaginaCarattere"/>
    <w:rsid w:val="000B711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B711D"/>
    <w:rPr>
      <w:rFonts w:ascii="Arial" w:hAnsi="Arial"/>
    </w:rPr>
  </w:style>
  <w:style w:type="paragraph" w:customStyle="1" w:styleId="nascosto">
    <w:name w:val="nascosto"/>
    <w:basedOn w:val="Normale"/>
    <w:next w:val="Normale"/>
    <w:qFormat/>
    <w:rsid w:val="002E0C1E"/>
    <w:rPr>
      <w:vanish/>
      <w:color w:val="FF00FF"/>
    </w:rPr>
  </w:style>
  <w:style w:type="character" w:styleId="Collegamentoipertestuale">
    <w:name w:val="Hyperlink"/>
    <w:basedOn w:val="Carpredefinitoparagrafo"/>
    <w:uiPriority w:val="99"/>
    <w:rsid w:val="00DD14C1"/>
    <w:rPr>
      <w:color w:val="0000FF" w:themeColor="hyperlink"/>
      <w:u w:val="single"/>
    </w:rPr>
  </w:style>
  <w:style w:type="paragraph" w:styleId="Testocommento">
    <w:name w:val="annotation text"/>
    <w:basedOn w:val="Normale"/>
    <w:link w:val="TestocommentoCarattere"/>
    <w:rsid w:val="00946774"/>
  </w:style>
  <w:style w:type="character" w:customStyle="1" w:styleId="TestocommentoCarattere">
    <w:name w:val="Testo commento Carattere"/>
    <w:basedOn w:val="Carpredefinitoparagrafo"/>
    <w:link w:val="Testocommento"/>
    <w:rsid w:val="00946774"/>
    <w:rPr>
      <w:rFonts w:ascii="Arial" w:hAnsi="Arial"/>
    </w:rPr>
  </w:style>
  <w:style w:type="character" w:customStyle="1" w:styleId="nascostoCarattere">
    <w:name w:val="nascosto Carattere"/>
    <w:basedOn w:val="Carpredefinitoparagrafo"/>
    <w:rsid w:val="00EE2F9D"/>
    <w:rPr>
      <w:vanish/>
      <w:color w:val="FF00FF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53677E"/>
    <w:pPr>
      <w:ind w:left="720"/>
      <w:contextualSpacing/>
    </w:pPr>
  </w:style>
  <w:style w:type="character" w:styleId="Collegamentovisitato">
    <w:name w:val="FollowedHyperlink"/>
    <w:basedOn w:val="Carpredefinitoparagrafo"/>
    <w:rsid w:val="006C2096"/>
    <w:rPr>
      <w:color w:val="800080" w:themeColor="followedHyperlink"/>
      <w:u w:val="single"/>
    </w:rPr>
  </w:style>
  <w:style w:type="paragraph" w:styleId="Testofumetto">
    <w:name w:val="Balloon Text"/>
    <w:basedOn w:val="Normale"/>
    <w:link w:val="TestofumettoCarattere"/>
    <w:rsid w:val="001137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1376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629E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num">
    <w:name w:val="tab num"/>
    <w:basedOn w:val="Normale"/>
    <w:qFormat/>
    <w:rsid w:val="00551593"/>
    <w:pPr>
      <w:keepLines/>
      <w:spacing w:line="240" w:lineRule="auto"/>
      <w:ind w:firstLine="0"/>
      <w:jc w:val="right"/>
    </w:pPr>
    <w:rPr>
      <w:sz w:val="16"/>
      <w:szCs w:val="24"/>
    </w:rPr>
  </w:style>
  <w:style w:type="paragraph" w:customStyle="1" w:styleId="tabetic">
    <w:name w:val="tab etic"/>
    <w:basedOn w:val="Normale"/>
    <w:qFormat/>
    <w:rsid w:val="00551593"/>
    <w:pPr>
      <w:keepLines/>
      <w:tabs>
        <w:tab w:val="left" w:pos="113"/>
        <w:tab w:val="left" w:pos="227"/>
      </w:tabs>
      <w:spacing w:line="240" w:lineRule="auto"/>
      <w:ind w:firstLine="0"/>
      <w:jc w:val="left"/>
    </w:pPr>
    <w:rPr>
      <w:sz w:val="16"/>
      <w:szCs w:val="24"/>
    </w:rPr>
  </w:style>
  <w:style w:type="paragraph" w:styleId="Sommario2">
    <w:name w:val="toc 2"/>
    <w:basedOn w:val="Normale"/>
    <w:next w:val="Normale"/>
    <w:autoRedefine/>
    <w:uiPriority w:val="39"/>
    <w:rsid w:val="004B18C5"/>
    <w:pPr>
      <w:spacing w:after="100"/>
      <w:ind w:left="200"/>
    </w:pPr>
  </w:style>
  <w:style w:type="paragraph" w:styleId="Sommario3">
    <w:name w:val="toc 3"/>
    <w:basedOn w:val="Normale"/>
    <w:next w:val="Normale"/>
    <w:autoRedefine/>
    <w:uiPriority w:val="39"/>
    <w:rsid w:val="004B18C5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7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\z_sistema\m_modelli\rap_eco_reg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6755392826551313E-2"/>
          <c:y val="2.6248998386734904E-2"/>
          <c:w val="0.89120562330623354"/>
          <c:h val="0.88538151731568193"/>
        </c:manualLayout>
      </c:layout>
      <c:barChart>
        <c:barDir val="col"/>
        <c:grouping val="clustered"/>
        <c:varyColors val="0"/>
        <c:ser>
          <c:idx val="2"/>
          <c:order val="2"/>
          <c:tx>
            <c:strRef>
              <c:f>Foglio1!$D$1</c:f>
              <c:strCache>
                <c:ptCount val="1"/>
                <c:pt idx="0">
                  <c:v>Emilia-Romagna</c:v>
                </c:pt>
              </c:strCache>
            </c:strRef>
          </c:tx>
          <c:spPr>
            <a:solidFill>
              <a:srgbClr val="D99694"/>
            </a:solidFill>
            <a:ln>
              <a:solidFill>
                <a:srgbClr val="C00000"/>
              </a:solidFill>
            </a:ln>
          </c:spPr>
          <c:invertIfNegative val="0"/>
          <c:dLbls>
            <c:dLbl>
              <c:idx val="12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C67C-4AD8-922E-6FDB849AF20B}"/>
                </c:ext>
              </c:extLst>
            </c:dLbl>
            <c:dLbl>
              <c:idx val="13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C67C-4AD8-922E-6FDB849AF20B}"/>
                </c:ext>
              </c:extLst>
            </c:dLbl>
            <c:dLbl>
              <c:idx val="14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307-4546-95F6-5DE7B9DFE85E}"/>
                </c:ext>
              </c:extLst>
            </c:dLbl>
            <c:numFmt formatCode="0.0;[Red]\-0.0" sourceLinked="0"/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Foglio1!$D$2:$D$16</c:f>
              <c:numCache>
                <c:formatCode>0.0</c:formatCode>
                <c:ptCount val="15"/>
                <c:pt idx="0">
                  <c:v>2.391530279459575</c:v>
                </c:pt>
                <c:pt idx="1">
                  <c:v>-0.93204009612679606</c:v>
                </c:pt>
                <c:pt idx="2">
                  <c:v>-6.6972449348851271</c:v>
                </c:pt>
                <c:pt idx="3">
                  <c:v>2.2055064983735218</c:v>
                </c:pt>
                <c:pt idx="4">
                  <c:v>2.6405205145021426</c:v>
                </c:pt>
                <c:pt idx="5">
                  <c:v>-2.8586457435854418</c:v>
                </c:pt>
                <c:pt idx="6">
                  <c:v>-0.73800762952651588</c:v>
                </c:pt>
                <c:pt idx="7">
                  <c:v>1.0096462934914063</c:v>
                </c:pt>
                <c:pt idx="8">
                  <c:v>0.53568021273482369</c:v>
                </c:pt>
                <c:pt idx="9">
                  <c:v>1.6937762975938631</c:v>
                </c:pt>
                <c:pt idx="10">
                  <c:v>2.3152123305648642</c:v>
                </c:pt>
                <c:pt idx="11">
                  <c:v>1.7549174363135966</c:v>
                </c:pt>
                <c:pt idx="12">
                  <c:v>0.47045620561725343</c:v>
                </c:pt>
                <c:pt idx="13">
                  <c:v>-9.8729300216635174</c:v>
                </c:pt>
                <c:pt idx="14">
                  <c:v>7.0892371372192953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67C-4AD8-922E-6FDB849AF20B}"/>
            </c:ext>
          </c:extLst>
        </c:ser>
        <c:ser>
          <c:idx val="3"/>
          <c:order val="3"/>
          <c:tx>
            <c:strRef>
              <c:f>Foglio1!$E$1</c:f>
              <c:strCache>
                <c:ptCount val="1"/>
                <c:pt idx="0">
                  <c:v>Italia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  <a:ln>
              <a:solidFill>
                <a:schemeClr val="tx2">
                  <a:lumMod val="75000"/>
                </a:schemeClr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Foglio1!$E$2:$E$16</c:f>
              <c:numCache>
                <c:formatCode>0.0</c:formatCode>
                <c:ptCount val="15"/>
                <c:pt idx="0">
                  <c:v>1.487072980367854</c:v>
                </c:pt>
                <c:pt idx="1">
                  <c:v>-0.96201284057929604</c:v>
                </c:pt>
                <c:pt idx="2">
                  <c:v>-5.2809372082931016</c:v>
                </c:pt>
                <c:pt idx="3">
                  <c:v>1.7132958391692155</c:v>
                </c:pt>
                <c:pt idx="4">
                  <c:v>0.7073333470344334</c:v>
                </c:pt>
                <c:pt idx="5">
                  <c:v>-2.9809057682377071</c:v>
                </c:pt>
                <c:pt idx="6">
                  <c:v>-1.8410654508824953</c:v>
                </c:pt>
                <c:pt idx="7">
                  <c:v>-4.5475423638197121E-3</c:v>
                </c:pt>
                <c:pt idx="8">
                  <c:v>0.77830435071657433</c:v>
                </c:pt>
                <c:pt idx="9">
                  <c:v>1.293462731559103</c:v>
                </c:pt>
                <c:pt idx="10">
                  <c:v>1.6678590410685645</c:v>
                </c:pt>
                <c:pt idx="11">
                  <c:v>0.9440894685823098</c:v>
                </c:pt>
                <c:pt idx="12">
                  <c:v>0.34271899663109728</c:v>
                </c:pt>
                <c:pt idx="13">
                  <c:v>-9.6354480401803713</c:v>
                </c:pt>
                <c:pt idx="14">
                  <c:v>6.2494340630286693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67C-4AD8-922E-6FDB849AF20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351676928"/>
        <c:axId val="331912832"/>
      </c:barChart>
      <c:lineChart>
        <c:grouping val="standar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ER</c:v>
                </c:pt>
              </c:strCache>
            </c:strRef>
          </c:tx>
          <c:spPr>
            <a:ln w="34925">
              <a:solidFill>
                <a:srgbClr val="C00000"/>
              </a:solidFill>
            </a:ln>
          </c:spPr>
          <c:marker>
            <c:symbol val="none"/>
          </c:marker>
          <c:dLbls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C67C-4AD8-922E-6FDB849AF20B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C67C-4AD8-922E-6FDB849AF20B}"/>
                </c:ext>
              </c:extLst>
            </c:dLbl>
            <c:dLbl>
              <c:idx val="8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C67C-4AD8-922E-6FDB849AF20B}"/>
                </c:ext>
              </c:extLst>
            </c:dLbl>
            <c:dLbl>
              <c:idx val="1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C67C-4AD8-922E-6FDB849AF20B}"/>
                </c:ext>
              </c:extLst>
            </c:dLbl>
            <c:dLbl>
              <c:idx val="13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C67C-4AD8-922E-6FDB849AF20B}"/>
                </c:ext>
              </c:extLst>
            </c:dLbl>
            <c:dLbl>
              <c:idx val="1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C67C-4AD8-922E-6FDB849AF20B}"/>
                </c:ext>
              </c:extLst>
            </c:dLbl>
            <c:dLbl>
              <c:idx val="16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C67C-4AD8-922E-6FDB849AF20B}"/>
                </c:ext>
              </c:extLst>
            </c:dLbl>
            <c:dLbl>
              <c:idx val="18"/>
              <c:layout>
                <c:manualLayout>
                  <c:x val="-3.9821985094851006E-2"/>
                  <c:y val="4.01655978569691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C67C-4AD8-922E-6FDB849AF20B}"/>
                </c:ext>
              </c:extLst>
            </c:dLbl>
            <c:dLbl>
              <c:idx val="20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C67C-4AD8-922E-6FDB849AF20B}"/>
                </c:ext>
              </c:extLst>
            </c:dLbl>
            <c:numFmt formatCode="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it-IT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Foglio1!$B$2:$B$16</c:f>
              <c:numCache>
                <c:formatCode>0.0</c:formatCode>
                <c:ptCount val="15"/>
                <c:pt idx="0">
                  <c:v>110.35138435852645</c:v>
                </c:pt>
                <c:pt idx="1">
                  <c:v>109.32286520967401</c:v>
                </c:pt>
                <c:pt idx="2">
                  <c:v>102.00124515674781</c:v>
                </c:pt>
                <c:pt idx="3">
                  <c:v>104.25088924710178</c:v>
                </c:pt>
                <c:pt idx="4">
                  <c:v>107.00365536422241</c:v>
                </c:pt>
                <c:pt idx="5">
                  <c:v>103.94479992467222</c:v>
                </c:pt>
                <c:pt idx="6">
                  <c:v>103.17767937073208</c:v>
                </c:pt>
                <c:pt idx="7">
                  <c:v>104.21940898620912</c:v>
                </c:pt>
                <c:pt idx="8">
                  <c:v>104.77769173797742</c:v>
                </c:pt>
                <c:pt idx="9">
                  <c:v>106.55239144580126</c:v>
                </c:pt>
                <c:pt idx="10">
                  <c:v>109.01930555106618</c:v>
                </c:pt>
                <c:pt idx="11">
                  <c:v>110.93250435312983</c:v>
                </c:pt>
                <c:pt idx="12">
                  <c:v>111.45439320390575</c:v>
                </c:pt>
                <c:pt idx="13">
                  <c:v>100.45057895681444</c:v>
                </c:pt>
                <c:pt idx="14">
                  <c:v>107.57175870477273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C67C-4AD8-922E-6FDB849AF20B}"/>
            </c:ext>
          </c:extLst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Ita</c:v>
                </c:pt>
              </c:strCache>
            </c:strRef>
          </c:tx>
          <c:spPr>
            <a:ln w="34925">
              <a:solidFill>
                <a:srgbClr val="376092"/>
              </a:solidFill>
            </a:ln>
          </c:spPr>
          <c:marker>
            <c:symbol val="none"/>
          </c:marker>
          <c:dLbls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C67C-4AD8-922E-6FDB849AF20B}"/>
                </c:ext>
              </c:extLst>
            </c:dLbl>
            <c:dLbl>
              <c:idx val="8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C67C-4AD8-922E-6FDB849AF20B}"/>
                </c:ext>
              </c:extLst>
            </c:dLbl>
            <c:dLbl>
              <c:idx val="1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C67C-4AD8-922E-6FDB849AF20B}"/>
                </c:ext>
              </c:extLst>
            </c:dLbl>
            <c:dLbl>
              <c:idx val="13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C67C-4AD8-922E-6FDB849AF20B}"/>
                </c:ext>
              </c:extLst>
            </c:dLbl>
            <c:dLbl>
              <c:idx val="1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C67C-4AD8-922E-6FDB849AF20B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rgbClr val="0070C0"/>
                    </a:solidFill>
                  </a:defRPr>
                </a:pPr>
                <a:endParaRPr lang="it-IT"/>
              </a:p>
            </c:txPr>
            <c:dLblPos val="b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Foglio1!$C$2:$C$16</c:f>
              <c:numCache>
                <c:formatCode>0.0</c:formatCode>
                <c:ptCount val="15"/>
                <c:pt idx="0">
                  <c:v>108.11629677456659</c:v>
                </c:pt>
                <c:pt idx="1">
                  <c:v>107.07620411683644</c:v>
                </c:pt>
                <c:pt idx="2">
                  <c:v>101.42157701240255</c:v>
                </c:pt>
                <c:pt idx="3">
                  <c:v>103.15922867137584</c:v>
                </c:pt>
                <c:pt idx="4">
                  <c:v>103.888908296312</c:v>
                </c:pt>
                <c:pt idx="5">
                  <c:v>100.79207783634804</c:v>
                </c:pt>
                <c:pt idx="6">
                  <c:v>98.936429714076453</c:v>
                </c:pt>
                <c:pt idx="7">
                  <c:v>98.931930538021959</c:v>
                </c:pt>
                <c:pt idx="8">
                  <c:v>99.70192205764728</c:v>
                </c:pt>
                <c:pt idx="9">
                  <c:v>100.99152926211103</c:v>
                </c:pt>
                <c:pt idx="10">
                  <c:v>102.67592561362257</c:v>
                </c:pt>
                <c:pt idx="11">
                  <c:v>103.64527821411019</c:v>
                </c:pt>
                <c:pt idx="12">
                  <c:v>104.00049027166109</c:v>
                </c:pt>
                <c:pt idx="13">
                  <c:v>93.97957707000235</c:v>
                </c:pt>
                <c:pt idx="14">
                  <c:v>99.852768771705342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4-C67C-4AD8-922E-6FDB849AF20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51676416"/>
        <c:axId val="331911104"/>
      </c:lineChart>
      <c:catAx>
        <c:axId val="3516764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331911104"/>
        <c:crosses val="autoZero"/>
        <c:auto val="1"/>
        <c:lblAlgn val="ctr"/>
        <c:lblOffset val="100"/>
        <c:noMultiLvlLbl val="0"/>
      </c:catAx>
      <c:valAx>
        <c:axId val="331911104"/>
        <c:scaling>
          <c:orientation val="minMax"/>
          <c:min val="91"/>
        </c:scaling>
        <c:delete val="0"/>
        <c:axPos val="l"/>
        <c:majorGridlines>
          <c:spPr>
            <a:ln w="9525">
              <a:prstDash val="dash"/>
            </a:ln>
          </c:spPr>
        </c:majorGridlines>
        <c:numFmt formatCode="0" sourceLinked="0"/>
        <c:majorTickMark val="out"/>
        <c:minorTickMark val="none"/>
        <c:tickLblPos val="nextTo"/>
        <c:crossAx val="351676416"/>
        <c:crosses val="autoZero"/>
        <c:crossBetween val="between"/>
        <c:majorUnit val="3"/>
      </c:valAx>
      <c:valAx>
        <c:axId val="331912832"/>
        <c:scaling>
          <c:orientation val="minMax"/>
        </c:scaling>
        <c:delete val="0"/>
        <c:axPos val="r"/>
        <c:numFmt formatCode="0.0" sourceLinked="1"/>
        <c:majorTickMark val="out"/>
        <c:minorTickMark val="none"/>
        <c:tickLblPos val="nextTo"/>
        <c:crossAx val="351676928"/>
        <c:crosses val="max"/>
        <c:crossBetween val="between"/>
        <c:majorUnit val="4"/>
      </c:valAx>
      <c:catAx>
        <c:axId val="3516769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one"/>
        <c:crossAx val="331912832"/>
        <c:crossesAt val="0"/>
        <c:auto val="1"/>
        <c:lblAlgn val="ctr"/>
        <c:lblOffset val="100"/>
        <c:noMultiLvlLbl val="0"/>
      </c:catAx>
    </c:plotArea>
    <c:legend>
      <c:legendPos val="r"/>
      <c:legendEntry>
        <c:idx val="2"/>
        <c:delete val="1"/>
      </c:legendEntry>
      <c:legendEntry>
        <c:idx val="3"/>
        <c:delete val="1"/>
      </c:legendEntry>
      <c:layout>
        <c:manualLayout>
          <c:xMode val="edge"/>
          <c:yMode val="edge"/>
          <c:x val="0.23170034529807684"/>
          <c:y val="0.73023130589002017"/>
          <c:w val="0.15735225864044541"/>
          <c:h val="0.16145458905033386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it-IT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3.4084376794264626E-2"/>
          <c:y val="3.1659313725490655E-2"/>
          <c:w val="0.90555737647992451"/>
          <c:h val="0.87452686460325435"/>
        </c:manualLayout>
      </c:layout>
      <c:barChart>
        <c:barDir val="col"/>
        <c:grouping val="clustered"/>
        <c:varyColors val="0"/>
        <c:ser>
          <c:idx val="3"/>
          <c:order val="3"/>
          <c:tx>
            <c:strRef>
              <c:f>Foglio1!$E$1</c:f>
              <c:strCache>
                <c:ptCount val="1"/>
                <c:pt idx="0">
                  <c:v>Industria</c:v>
                </c:pt>
              </c:strCache>
            </c:strRef>
          </c:tx>
          <c:spPr>
            <a:solidFill>
              <a:srgbClr val="C00000"/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Foglio1!$E$2:$E$16</c:f>
              <c:numCache>
                <c:formatCode>0.0</c:formatCode>
                <c:ptCount val="15"/>
                <c:pt idx="0">
                  <c:v>4.1564230792923595</c:v>
                </c:pt>
                <c:pt idx="1">
                  <c:v>-2.2213679303614842</c:v>
                </c:pt>
                <c:pt idx="2">
                  <c:v>-20.000824821632314</c:v>
                </c:pt>
                <c:pt idx="3">
                  <c:v>13.716581491499081</c:v>
                </c:pt>
                <c:pt idx="4">
                  <c:v>4.7869318181818166</c:v>
                </c:pt>
                <c:pt idx="5">
                  <c:v>-4.1165900916880886</c:v>
                </c:pt>
                <c:pt idx="6">
                  <c:v>1.2817119171233848</c:v>
                </c:pt>
                <c:pt idx="7">
                  <c:v>1.575850813912405</c:v>
                </c:pt>
                <c:pt idx="8">
                  <c:v>2.2572241406028315</c:v>
                </c:pt>
                <c:pt idx="9">
                  <c:v>3.5364120629165496</c:v>
                </c:pt>
                <c:pt idx="10">
                  <c:v>4.6788050847691887</c:v>
                </c:pt>
                <c:pt idx="11">
                  <c:v>5.3176024883720308</c:v>
                </c:pt>
                <c:pt idx="12">
                  <c:v>-0.32475667281848253</c:v>
                </c:pt>
                <c:pt idx="13">
                  <c:v>-13.730029919303878</c:v>
                </c:pt>
                <c:pt idx="14">
                  <c:v>13.611012094798959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38A-423E-A41C-667788FE043C}"/>
            </c:ext>
          </c:extLst>
        </c:ser>
        <c:ser>
          <c:idx val="4"/>
          <c:order val="4"/>
          <c:tx>
            <c:strRef>
              <c:f>Foglio1!$F$1</c:f>
              <c:strCache>
                <c:ptCount val="1"/>
                <c:pt idx="0">
                  <c:v>Costruzioni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Foglio1!$F$2:$F$16</c:f>
              <c:numCache>
                <c:formatCode>0.0</c:formatCode>
                <c:ptCount val="15"/>
                <c:pt idx="0">
                  <c:v>0.59272696591290419</c:v>
                </c:pt>
                <c:pt idx="1">
                  <c:v>-5.4949778774979414</c:v>
                </c:pt>
                <c:pt idx="2">
                  <c:v>-8.4926278886583777</c:v>
                </c:pt>
                <c:pt idx="3">
                  <c:v>-9.9221648359642209</c:v>
                </c:pt>
                <c:pt idx="4">
                  <c:v>-6.0472691054940908</c:v>
                </c:pt>
                <c:pt idx="5">
                  <c:v>-9.5609197048921892</c:v>
                </c:pt>
                <c:pt idx="6">
                  <c:v>-4.7773676957437727</c:v>
                </c:pt>
                <c:pt idx="7">
                  <c:v>-10.380104799134992</c:v>
                </c:pt>
                <c:pt idx="8">
                  <c:v>-3.3373549883990772</c:v>
                </c:pt>
                <c:pt idx="9">
                  <c:v>3.1261401386408538</c:v>
                </c:pt>
                <c:pt idx="10">
                  <c:v>1.1972814449306535</c:v>
                </c:pt>
                <c:pt idx="11">
                  <c:v>4.3203061750202387</c:v>
                </c:pt>
                <c:pt idx="12">
                  <c:v>2.2371307447984989</c:v>
                </c:pt>
                <c:pt idx="13">
                  <c:v>-11.269100565408074</c:v>
                </c:pt>
                <c:pt idx="14">
                  <c:v>12.16930412902979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38A-423E-A41C-667788FE043C}"/>
            </c:ext>
          </c:extLst>
        </c:ser>
        <c:ser>
          <c:idx val="5"/>
          <c:order val="5"/>
          <c:tx>
            <c:strRef>
              <c:f>Foglio1!$G$1</c:f>
              <c:strCache>
                <c:ptCount val="1"/>
                <c:pt idx="0">
                  <c:v>Servizi</c:v>
                </c:pt>
              </c:strCache>
            </c:strRef>
          </c:tx>
          <c:spPr>
            <a:solidFill>
              <a:srgbClr val="99CCFF"/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Foglio1!$G$2:$G$16</c:f>
              <c:numCache>
                <c:formatCode>0.0</c:formatCode>
                <c:ptCount val="15"/>
                <c:pt idx="0">
                  <c:v>2.0536510105374495</c:v>
                </c:pt>
                <c:pt idx="1">
                  <c:v>0.25126352190103507</c:v>
                </c:pt>
                <c:pt idx="2">
                  <c:v>-2.0110402683450768</c:v>
                </c:pt>
                <c:pt idx="3">
                  <c:v>-0.28601504879179895</c:v>
                </c:pt>
                <c:pt idx="4">
                  <c:v>2.3518243186668286</c:v>
                </c:pt>
                <c:pt idx="5">
                  <c:v>-1.3586611052580966</c:v>
                </c:pt>
                <c:pt idx="6">
                  <c:v>-0.91204861270658411</c:v>
                </c:pt>
                <c:pt idx="7">
                  <c:v>1.5647992001257771</c:v>
                </c:pt>
                <c:pt idx="8">
                  <c:v>0.27450683427359124</c:v>
                </c:pt>
                <c:pt idx="9">
                  <c:v>0.86113551278874656</c:v>
                </c:pt>
                <c:pt idx="10">
                  <c:v>1.6318117404560573</c:v>
                </c:pt>
                <c:pt idx="11">
                  <c:v>0.49750111861912583</c:v>
                </c:pt>
                <c:pt idx="12">
                  <c:v>0.8894647020863955</c:v>
                </c:pt>
                <c:pt idx="13">
                  <c:v>-8.670599554719038</c:v>
                </c:pt>
                <c:pt idx="14">
                  <c:v>4.3991044397486023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38A-423E-A41C-667788FE043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352104448"/>
        <c:axId val="330173248"/>
      </c:barChart>
      <c:lineChart>
        <c:grouping val="standar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Industria-i</c:v>
                </c:pt>
              </c:strCache>
            </c:strRef>
          </c:tx>
          <c:spPr>
            <a:ln w="34925">
              <a:solidFill>
                <a:srgbClr val="C00000"/>
              </a:solidFill>
            </a:ln>
          </c:spPr>
          <c:marker>
            <c:symbol val="none"/>
          </c:marker>
          <c:dLbls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B38A-423E-A41C-667788FE043C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B38A-423E-A41C-667788FE043C}"/>
                </c:ext>
              </c:extLst>
            </c:dLbl>
            <c:dLbl>
              <c:idx val="13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B38A-423E-A41C-667788FE043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it-IT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Foglio1!$B$2:$B$16</c:f>
              <c:numCache>
                <c:formatCode>0.0</c:formatCode>
                <c:ptCount val="15"/>
                <c:pt idx="0">
                  <c:v>113.91219667552704</c:v>
                </c:pt>
                <c:pt idx="1">
                  <c:v>111.38178766980658</c:v>
                </c:pt>
                <c:pt idx="2">
                  <c:v>89.104511434766096</c:v>
                </c:pt>
                <c:pt idx="3">
                  <c:v>101.32660435831792</c:v>
                </c:pt>
                <c:pt idx="4">
                  <c:v>106.17703982262945</c:v>
                </c:pt>
                <c:pt idx="5">
                  <c:v>101.80616632164337</c:v>
                </c:pt>
                <c:pt idx="6">
                  <c:v>103.11102808775432</c:v>
                </c:pt>
                <c:pt idx="7">
                  <c:v>104.73590406310866</c:v>
                </c:pt>
                <c:pt idx="8">
                  <c:v>107.10002817349978</c:v>
                </c:pt>
                <c:pt idx="9">
                  <c:v>110.88752648921445</c:v>
                </c:pt>
                <c:pt idx="10">
                  <c:v>116.07573771696659</c:v>
                </c:pt>
                <c:pt idx="11">
                  <c:v>122.24818403420018</c:v>
                </c:pt>
                <c:pt idx="12">
                  <c:v>121.8511748991497</c:v>
                </c:pt>
                <c:pt idx="13">
                  <c:v>105.12097212847316</c:v>
                </c:pt>
                <c:pt idx="14">
                  <c:v>119.42900035904987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B38A-423E-A41C-667788FE043C}"/>
            </c:ext>
          </c:extLst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Costruzioni-i</c:v>
                </c:pt>
              </c:strCache>
            </c:strRef>
          </c:tx>
          <c:spPr>
            <a:ln w="34925">
              <a:solidFill>
                <a:schemeClr val="bg1">
                  <a:lumMod val="50000"/>
                </a:schemeClr>
              </a:solidFill>
            </a:ln>
          </c:spPr>
          <c:marker>
            <c:symbol val="none"/>
          </c:marker>
          <c:dLbls>
            <c:dLbl>
              <c:idx val="13"/>
              <c:numFmt formatCode="0.0" sourceLinked="0"/>
              <c:spPr/>
              <c:txPr>
                <a:bodyPr/>
                <a:lstStyle/>
                <a:p>
                  <a:pPr>
                    <a:defRPr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defRPr>
                  </a:pPr>
                  <a:endParaRPr lang="it-IT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B38A-423E-A41C-667788FE043C}"/>
                </c:ext>
              </c:extLst>
            </c:dLbl>
            <c:dLbl>
              <c:idx val="18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B38A-423E-A41C-667788FE043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tx1">
                        <a:lumMod val="50000"/>
                        <a:lumOff val="50000"/>
                      </a:schemeClr>
                    </a:solidFill>
                  </a:defRPr>
                </a:pPr>
                <a:endParaRPr lang="it-IT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Foglio1!$C$2:$C$16</c:f>
              <c:numCache>
                <c:formatCode>0.0</c:formatCode>
                <c:ptCount val="15"/>
                <c:pt idx="0">
                  <c:v>137.16940157910631</c:v>
                </c:pt>
                <c:pt idx="1">
                  <c:v>129.63197330763811</c:v>
                </c:pt>
                <c:pt idx="2">
                  <c:v>118.62281218989546</c:v>
                </c:pt>
                <c:pt idx="3">
                  <c:v>106.85286123135776</c:v>
                </c:pt>
                <c:pt idx="4">
                  <c:v>100.3911811657774</c:v>
                </c:pt>
                <c:pt idx="5">
                  <c:v>90.792860943724563</c:v>
                </c:pt>
                <c:pt idx="6">
                  <c:v>86.455352134957494</c:v>
                </c:pt>
                <c:pt idx="7">
                  <c:v>77.481195978887726</c:v>
                </c:pt>
                <c:pt idx="8">
                  <c:v>74.895373419815044</c:v>
                </c:pt>
                <c:pt idx="9">
                  <c:v>77.23670775027685</c:v>
                </c:pt>
                <c:pt idx="10">
                  <c:v>78.161448520846221</c:v>
                </c:pt>
                <c:pt idx="11">
                  <c:v>81.538262407777594</c:v>
                </c:pt>
                <c:pt idx="12">
                  <c:v>83.362379944876466</c:v>
                </c:pt>
                <c:pt idx="13">
                  <c:v>73.968189515170764</c:v>
                </c:pt>
                <c:pt idx="14">
                  <c:v>82.96960345600904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B38A-423E-A41C-667788FE043C}"/>
            </c:ext>
          </c:extLst>
        </c:ser>
        <c:ser>
          <c:idx val="2"/>
          <c:order val="2"/>
          <c:tx>
            <c:strRef>
              <c:f>Foglio1!$D$1</c:f>
              <c:strCache>
                <c:ptCount val="1"/>
                <c:pt idx="0">
                  <c:v>Servizi-i</c:v>
                </c:pt>
              </c:strCache>
            </c:strRef>
          </c:tx>
          <c:spPr>
            <a:ln w="34925">
              <a:solidFill>
                <a:srgbClr val="99CCFF"/>
              </a:solidFill>
            </a:ln>
          </c:spPr>
          <c:marker>
            <c:symbol val="none"/>
          </c:marker>
          <c:dLbls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B38A-423E-A41C-667788FE043C}"/>
                </c:ext>
              </c:extLst>
            </c:dLbl>
            <c:dLbl>
              <c:idx val="13"/>
              <c:numFmt formatCode="0.0;[Red]\-0.0" sourceLinked="0"/>
              <c:spPr/>
              <c:txPr>
                <a:bodyPr/>
                <a:lstStyle/>
                <a:p>
                  <a:pPr>
                    <a:defRPr>
                      <a:solidFill>
                        <a:srgbClr val="0070C0"/>
                      </a:solidFill>
                    </a:defRPr>
                  </a:pPr>
                  <a:endParaRPr lang="it-IT"/>
                </a:p>
              </c:tx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B38A-423E-A41C-667788FE043C}"/>
                </c:ext>
              </c:extLst>
            </c:dLbl>
            <c:spPr>
              <a:noFill/>
              <a:ln>
                <a:noFill/>
              </a:ln>
              <a:effectLst/>
            </c:spPr>
            <c:dLblPos val="b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</c:numCache>
            </c:numRef>
          </c:cat>
          <c:val>
            <c:numRef>
              <c:f>Foglio1!$D$2:$D$16</c:f>
              <c:numCache>
                <c:formatCode>0.0</c:formatCode>
                <c:ptCount val="15"/>
                <c:pt idx="0">
                  <c:v>108.89542785002016</c:v>
                </c:pt>
                <c:pt idx="1">
                  <c:v>109.16904233722532</c:v>
                </c:pt>
                <c:pt idx="2">
                  <c:v>106.97360893525703</c:v>
                </c:pt>
                <c:pt idx="3">
                  <c:v>106.66764831546652</c:v>
                </c:pt>
                <c:pt idx="4">
                  <c:v>109.17628400869965</c:v>
                </c:pt>
                <c:pt idx="5">
                  <c:v>107.69294830170735</c:v>
                </c:pt>
                <c:pt idx="6">
                  <c:v>106.7107362607388</c:v>
                </c:pt>
                <c:pt idx="7">
                  <c:v>108.38054500819516</c:v>
                </c:pt>
                <c:pt idx="8">
                  <c:v>108.67805701126562</c:v>
                </c:pt>
                <c:pt idx="9">
                  <c:v>109.61392235479845</c:v>
                </c:pt>
                <c:pt idx="10">
                  <c:v>111.40261520895842</c:v>
                </c:pt>
                <c:pt idx="11">
                  <c:v>111.95684446579396</c:v>
                </c:pt>
                <c:pt idx="12">
                  <c:v>112.95266107888698</c:v>
                </c:pt>
                <c:pt idx="13">
                  <c:v>103.15898815033769</c:v>
                </c:pt>
                <c:pt idx="14">
                  <c:v>107.69705977805893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B38A-423E-A41C-667788FE043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51677952"/>
        <c:axId val="330172672"/>
      </c:lineChart>
      <c:catAx>
        <c:axId val="351677952"/>
        <c:scaling>
          <c:orientation val="minMax"/>
        </c:scaling>
        <c:delete val="0"/>
        <c:axPos val="b"/>
        <c:majorGridlines>
          <c:spPr>
            <a:ln w="3175"/>
          </c:spPr>
        </c:majorGridlines>
        <c:numFmt formatCode="0" sourceLinked="0"/>
        <c:majorTickMark val="out"/>
        <c:minorTickMark val="none"/>
        <c:tickLblPos val="low"/>
        <c:spPr>
          <a:ln w="3175">
            <a:solidFill>
              <a:schemeClr val="tx1"/>
            </a:solidFill>
          </a:ln>
        </c:spPr>
        <c:crossAx val="330172672"/>
        <c:crossesAt val="100"/>
        <c:auto val="1"/>
        <c:lblAlgn val="ctr"/>
        <c:lblOffset val="100"/>
        <c:noMultiLvlLbl val="0"/>
      </c:catAx>
      <c:valAx>
        <c:axId val="330172672"/>
        <c:scaling>
          <c:orientation val="minMax"/>
          <c:max val="140"/>
          <c:min val="70"/>
        </c:scaling>
        <c:delete val="0"/>
        <c:axPos val="l"/>
        <c:numFmt formatCode="0" sourceLinked="0"/>
        <c:majorTickMark val="out"/>
        <c:minorTickMark val="none"/>
        <c:tickLblPos val="nextTo"/>
        <c:crossAx val="351677952"/>
        <c:crossesAt val="1"/>
        <c:crossBetween val="between"/>
        <c:majorUnit val="10"/>
        <c:minorUnit val="5"/>
      </c:valAx>
      <c:valAx>
        <c:axId val="330173248"/>
        <c:scaling>
          <c:orientation val="minMax"/>
        </c:scaling>
        <c:delete val="0"/>
        <c:axPos val="r"/>
        <c:numFmt formatCode="0_ ;[Red]\-0\ " sourceLinked="0"/>
        <c:majorTickMark val="out"/>
        <c:minorTickMark val="none"/>
        <c:tickLblPos val="nextTo"/>
        <c:crossAx val="352104448"/>
        <c:crosses val="max"/>
        <c:crossBetween val="between"/>
      </c:valAx>
      <c:catAx>
        <c:axId val="3521044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one"/>
        <c:crossAx val="330173248"/>
        <c:crossesAt val="0"/>
        <c:auto val="1"/>
        <c:lblAlgn val="ctr"/>
        <c:lblOffset val="100"/>
        <c:noMultiLvlLbl val="0"/>
      </c:catAx>
    </c:plotArea>
    <c:legend>
      <c:legendPos val="r"/>
      <c:legendEntry>
        <c:idx val="3"/>
        <c:delete val="1"/>
      </c:legendEntry>
      <c:legendEntry>
        <c:idx val="4"/>
        <c:delete val="1"/>
      </c:legendEntry>
      <c:legendEntry>
        <c:idx val="5"/>
        <c:delete val="1"/>
      </c:legendEntry>
      <c:layout>
        <c:manualLayout>
          <c:xMode val="edge"/>
          <c:yMode val="edge"/>
          <c:x val="0.56471499691830929"/>
          <c:y val="7.2480261541255767E-2"/>
          <c:w val="0.29473244692428935"/>
          <c:h val="7.3469588350302872E-2"/>
        </c:manualLayout>
      </c:layout>
      <c:overlay val="0"/>
      <c:spPr>
        <a:solidFill>
          <a:schemeClr val="bg1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it-IT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056A4F-A835-4B1A-9492-137784BFA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rap_eco_reg.dot</Template>
  <TotalTime>4</TotalTime>
  <Pages>10</Pages>
  <Words>1173</Words>
  <Characters>6690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Unioncamere Emilia Romagna</Company>
  <LinksUpToDate>false</LinksUpToDate>
  <CharactersWithSpaces>7848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Mauro Guaitoli</dc:creator>
  <cp:lastModifiedBy>Mauro Guaitoli</cp:lastModifiedBy>
  <cp:revision>6</cp:revision>
  <cp:lastPrinted>2012-03-30T09:15:00Z</cp:lastPrinted>
  <dcterms:created xsi:type="dcterms:W3CDTF">2020-12-16T17:57:00Z</dcterms:created>
  <dcterms:modified xsi:type="dcterms:W3CDTF">2020-12-18T14:36:00Z</dcterms:modified>
</cp:coreProperties>
</file>