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2C983" w14:textId="77777777" w:rsidR="00541FB1" w:rsidRDefault="00BD7C77" w:rsidP="00072096">
      <w:pPr>
        <w:pStyle w:val="Titolo1"/>
      </w:pPr>
      <w:r>
        <w:t>X</w:t>
      </w:r>
      <w:r w:rsidR="00FF4238">
        <w:t>.</w:t>
      </w:r>
      <w:r w:rsidR="00072096">
        <w:tab/>
        <w:t>Scenario economico</w:t>
      </w:r>
    </w:p>
    <w:p w14:paraId="5B096FCB" w14:textId="77777777"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C81BA0" w:rsidRPr="00BC2A0C" w14:paraId="34BFBFD7" w14:textId="77777777" w:rsidTr="00B8361E">
        <w:trPr>
          <w:cantSplit/>
        </w:trPr>
        <w:tc>
          <w:tcPr>
            <w:tcW w:w="9358" w:type="dxa"/>
            <w:gridSpan w:val="9"/>
            <w:tcBorders>
              <w:bottom w:val="single" w:sz="4" w:space="0" w:color="800000"/>
            </w:tcBorders>
          </w:tcPr>
          <w:p w14:paraId="11062B81" w14:textId="77777777" w:rsidR="00C81BA0" w:rsidRPr="00BC2A0C" w:rsidRDefault="00C81BA0" w:rsidP="00B8361E">
            <w:pPr>
              <w:pStyle w:val="TabTitolo"/>
            </w:pPr>
            <w:r w:rsidRPr="007C3BBD">
              <w:t>La previsione del Fondo Monetario Internazionale (a)(b)</w:t>
            </w:r>
          </w:p>
        </w:tc>
      </w:tr>
      <w:tr w:rsidR="00C81BA0" w:rsidRPr="00BC2A0C" w14:paraId="7ED961C6" w14:textId="77777777" w:rsidTr="00B8361E">
        <w:trPr>
          <w:cantSplit/>
        </w:trPr>
        <w:tc>
          <w:tcPr>
            <w:tcW w:w="3402" w:type="dxa"/>
            <w:tcBorders>
              <w:top w:val="single" w:sz="4" w:space="0" w:color="800000"/>
              <w:bottom w:val="single" w:sz="4" w:space="0" w:color="800000"/>
            </w:tcBorders>
          </w:tcPr>
          <w:p w14:paraId="3B2F7BFD" w14:textId="77777777" w:rsidR="00C81BA0" w:rsidRPr="00BC2A0C" w:rsidRDefault="00C81BA0" w:rsidP="00B8361E">
            <w:pPr>
              <w:pStyle w:val="TabIntestazioni"/>
            </w:pPr>
          </w:p>
        </w:tc>
        <w:tc>
          <w:tcPr>
            <w:tcW w:w="510" w:type="dxa"/>
            <w:tcBorders>
              <w:top w:val="single" w:sz="4" w:space="0" w:color="800000"/>
              <w:bottom w:val="single" w:sz="4" w:space="0" w:color="800000"/>
            </w:tcBorders>
          </w:tcPr>
          <w:p w14:paraId="27B46D6E" w14:textId="77777777" w:rsidR="00C81BA0" w:rsidRPr="003234B1" w:rsidRDefault="00C81BA0" w:rsidP="00B8361E">
            <w:pPr>
              <w:pStyle w:val="TabIntestazioni"/>
            </w:pPr>
            <w:r w:rsidRPr="003234B1">
              <w:t>20</w:t>
            </w:r>
            <w:r>
              <w:t>20</w:t>
            </w:r>
          </w:p>
        </w:tc>
        <w:tc>
          <w:tcPr>
            <w:tcW w:w="510" w:type="dxa"/>
            <w:tcBorders>
              <w:top w:val="single" w:sz="4" w:space="0" w:color="800000"/>
              <w:bottom w:val="single" w:sz="4" w:space="0" w:color="800000"/>
            </w:tcBorders>
          </w:tcPr>
          <w:p w14:paraId="4FD6EA9A" w14:textId="77777777" w:rsidR="00C81BA0" w:rsidRPr="003234B1" w:rsidRDefault="00C81BA0" w:rsidP="00B8361E">
            <w:pPr>
              <w:pStyle w:val="TabIntestazioni"/>
            </w:pPr>
            <w:r w:rsidRPr="003234B1">
              <w:t>20</w:t>
            </w:r>
            <w:r>
              <w:t>21</w:t>
            </w:r>
          </w:p>
        </w:tc>
        <w:tc>
          <w:tcPr>
            <w:tcW w:w="510" w:type="dxa"/>
            <w:tcBorders>
              <w:top w:val="single" w:sz="4" w:space="0" w:color="800000"/>
              <w:bottom w:val="single" w:sz="4" w:space="0" w:color="800000"/>
            </w:tcBorders>
          </w:tcPr>
          <w:p w14:paraId="02F30764" w14:textId="77777777" w:rsidR="00C81BA0" w:rsidRPr="003234B1" w:rsidRDefault="00C81BA0" w:rsidP="00B8361E">
            <w:pPr>
              <w:pStyle w:val="TabIntestazioni"/>
            </w:pPr>
            <w:r w:rsidRPr="003234B1">
              <w:t>20</w:t>
            </w:r>
            <w:r>
              <w:t>22</w:t>
            </w:r>
          </w:p>
        </w:tc>
        <w:tc>
          <w:tcPr>
            <w:tcW w:w="340" w:type="dxa"/>
            <w:tcBorders>
              <w:top w:val="single" w:sz="4" w:space="0" w:color="800000"/>
              <w:bottom w:val="single" w:sz="4" w:space="0" w:color="800000"/>
            </w:tcBorders>
          </w:tcPr>
          <w:p w14:paraId="406F3AF4" w14:textId="77777777" w:rsidR="00C81BA0" w:rsidRPr="00BC2A0C" w:rsidRDefault="00C81BA0" w:rsidP="00B8361E">
            <w:pPr>
              <w:pStyle w:val="TabIntestazioni"/>
            </w:pPr>
          </w:p>
        </w:tc>
        <w:tc>
          <w:tcPr>
            <w:tcW w:w="2552" w:type="dxa"/>
            <w:tcBorders>
              <w:top w:val="single" w:sz="4" w:space="0" w:color="800000"/>
              <w:bottom w:val="single" w:sz="4" w:space="0" w:color="800000"/>
            </w:tcBorders>
          </w:tcPr>
          <w:p w14:paraId="06358241" w14:textId="77777777" w:rsidR="00C81BA0" w:rsidRPr="00BC2A0C" w:rsidRDefault="00C81BA0" w:rsidP="00B8361E">
            <w:pPr>
              <w:pStyle w:val="TabIntestazioni"/>
            </w:pPr>
          </w:p>
        </w:tc>
        <w:tc>
          <w:tcPr>
            <w:tcW w:w="510" w:type="dxa"/>
            <w:tcBorders>
              <w:top w:val="single" w:sz="4" w:space="0" w:color="800000"/>
              <w:bottom w:val="single" w:sz="4" w:space="0" w:color="800000"/>
            </w:tcBorders>
          </w:tcPr>
          <w:p w14:paraId="4DD2B966" w14:textId="77777777" w:rsidR="00C81BA0" w:rsidRPr="003234B1" w:rsidRDefault="00C81BA0" w:rsidP="00B8361E">
            <w:pPr>
              <w:pStyle w:val="TabIntestazioni"/>
            </w:pPr>
            <w:r w:rsidRPr="003234B1">
              <w:t>20</w:t>
            </w:r>
            <w:r>
              <w:t>20</w:t>
            </w:r>
          </w:p>
        </w:tc>
        <w:tc>
          <w:tcPr>
            <w:tcW w:w="510" w:type="dxa"/>
            <w:tcBorders>
              <w:top w:val="single" w:sz="4" w:space="0" w:color="800000"/>
              <w:bottom w:val="single" w:sz="4" w:space="0" w:color="800000"/>
            </w:tcBorders>
          </w:tcPr>
          <w:p w14:paraId="281F6A54" w14:textId="77777777" w:rsidR="00C81BA0" w:rsidRPr="003234B1" w:rsidRDefault="00C81BA0" w:rsidP="00B8361E">
            <w:pPr>
              <w:pStyle w:val="TabIntestazioni"/>
            </w:pPr>
            <w:r w:rsidRPr="003234B1">
              <w:t>20</w:t>
            </w:r>
            <w:r>
              <w:t>21</w:t>
            </w:r>
          </w:p>
        </w:tc>
        <w:tc>
          <w:tcPr>
            <w:tcW w:w="514" w:type="dxa"/>
            <w:tcBorders>
              <w:top w:val="single" w:sz="4" w:space="0" w:color="800000"/>
              <w:bottom w:val="single" w:sz="4" w:space="0" w:color="800000"/>
            </w:tcBorders>
          </w:tcPr>
          <w:p w14:paraId="583EDE0C" w14:textId="77777777" w:rsidR="00C81BA0" w:rsidRPr="003234B1" w:rsidRDefault="00C81BA0" w:rsidP="00B8361E">
            <w:pPr>
              <w:pStyle w:val="TabIntestazioni"/>
            </w:pPr>
            <w:r w:rsidRPr="003234B1">
              <w:t>20</w:t>
            </w:r>
            <w:r>
              <w:t>22</w:t>
            </w:r>
          </w:p>
        </w:tc>
      </w:tr>
      <w:tr w:rsidR="00C81BA0" w:rsidRPr="00BC2A0C" w14:paraId="43F72894" w14:textId="77777777" w:rsidTr="00B8361E">
        <w:trPr>
          <w:cantSplit/>
          <w:trHeight w:val="255"/>
        </w:trPr>
        <w:tc>
          <w:tcPr>
            <w:tcW w:w="9358" w:type="dxa"/>
            <w:gridSpan w:val="9"/>
            <w:shd w:val="clear" w:color="auto" w:fill="F2F2F2" w:themeFill="background1" w:themeFillShade="F2"/>
          </w:tcPr>
          <w:p w14:paraId="7488ECF3" w14:textId="77777777" w:rsidR="00C81BA0" w:rsidRPr="00997C5D" w:rsidRDefault="00C81BA0" w:rsidP="00B8361E">
            <w:pPr>
              <w:pStyle w:val="TabIntestaSup"/>
            </w:pPr>
            <w:r>
              <w:t>Prodotto</w:t>
            </w:r>
          </w:p>
        </w:tc>
      </w:tr>
      <w:tr w:rsidR="00C81BA0" w:rsidRPr="00BC2A0C" w14:paraId="2029B6C8" w14:textId="77777777" w:rsidTr="00B8361E">
        <w:trPr>
          <w:cantSplit/>
          <w:trHeight w:val="255"/>
        </w:trPr>
        <w:tc>
          <w:tcPr>
            <w:tcW w:w="3402" w:type="dxa"/>
          </w:tcPr>
          <w:p w14:paraId="7BDC8ACE" w14:textId="77777777" w:rsidR="00C81BA0" w:rsidRPr="00BC2A0C" w:rsidRDefault="00C81BA0" w:rsidP="00B8361E">
            <w:pPr>
              <w:pStyle w:val="TabEtichette"/>
            </w:pPr>
            <w:r w:rsidRPr="00BC2A0C">
              <w:t>Prodotto mondiale</w:t>
            </w:r>
          </w:p>
        </w:tc>
        <w:tc>
          <w:tcPr>
            <w:tcW w:w="510" w:type="dxa"/>
          </w:tcPr>
          <w:p w14:paraId="56C60742" w14:textId="77777777" w:rsidR="00C81BA0" w:rsidRPr="0040417A" w:rsidRDefault="00C81BA0" w:rsidP="00B8361E">
            <w:pPr>
              <w:pStyle w:val="TabNumeri"/>
            </w:pPr>
            <w:r w:rsidRPr="00C469D4">
              <w:t xml:space="preserve">-3,5 </w:t>
            </w:r>
          </w:p>
        </w:tc>
        <w:tc>
          <w:tcPr>
            <w:tcW w:w="510" w:type="dxa"/>
          </w:tcPr>
          <w:p w14:paraId="061143B9" w14:textId="77777777" w:rsidR="00C81BA0" w:rsidRPr="0040417A" w:rsidRDefault="00C81BA0" w:rsidP="00B8361E">
            <w:pPr>
              <w:pStyle w:val="TabNumeri"/>
            </w:pPr>
            <w:r w:rsidRPr="00C469D4">
              <w:t xml:space="preserve">5,5 </w:t>
            </w:r>
          </w:p>
        </w:tc>
        <w:tc>
          <w:tcPr>
            <w:tcW w:w="510" w:type="dxa"/>
          </w:tcPr>
          <w:p w14:paraId="5F5FD464" w14:textId="77777777" w:rsidR="00C81BA0" w:rsidRPr="0040417A" w:rsidRDefault="00C81BA0" w:rsidP="00B8361E">
            <w:pPr>
              <w:pStyle w:val="TabNumeri"/>
            </w:pPr>
            <w:r w:rsidRPr="00C469D4">
              <w:t xml:space="preserve">4,2 </w:t>
            </w:r>
          </w:p>
        </w:tc>
        <w:tc>
          <w:tcPr>
            <w:tcW w:w="340" w:type="dxa"/>
          </w:tcPr>
          <w:p w14:paraId="7A63E567" w14:textId="77777777" w:rsidR="00C81BA0" w:rsidRPr="00BC2A0C" w:rsidRDefault="00C81BA0" w:rsidP="00B8361E">
            <w:pPr>
              <w:pStyle w:val="TabEtichette"/>
            </w:pPr>
          </w:p>
        </w:tc>
        <w:tc>
          <w:tcPr>
            <w:tcW w:w="2552" w:type="dxa"/>
          </w:tcPr>
          <w:p w14:paraId="6564A1E4" w14:textId="77777777" w:rsidR="00C81BA0" w:rsidRPr="00903CBB" w:rsidRDefault="00C81BA0" w:rsidP="00B8361E">
            <w:pPr>
              <w:pStyle w:val="TabEtichette"/>
            </w:pPr>
            <w:r w:rsidRPr="00903CBB">
              <w:t>Stati Uniti</w:t>
            </w:r>
          </w:p>
        </w:tc>
        <w:tc>
          <w:tcPr>
            <w:tcW w:w="510" w:type="dxa"/>
          </w:tcPr>
          <w:p w14:paraId="60A3A33C" w14:textId="77777777" w:rsidR="00C81BA0" w:rsidRPr="000D66D3" w:rsidRDefault="00C81BA0" w:rsidP="00B8361E">
            <w:pPr>
              <w:pStyle w:val="TabNumeri"/>
            </w:pPr>
            <w:r w:rsidRPr="001B36D3">
              <w:t xml:space="preserve">-3,4 </w:t>
            </w:r>
          </w:p>
        </w:tc>
        <w:tc>
          <w:tcPr>
            <w:tcW w:w="510" w:type="dxa"/>
          </w:tcPr>
          <w:p w14:paraId="00BA14DC" w14:textId="77777777" w:rsidR="00C81BA0" w:rsidRPr="000D66D3" w:rsidRDefault="00C81BA0" w:rsidP="00B8361E">
            <w:pPr>
              <w:pStyle w:val="TabNumeri"/>
            </w:pPr>
            <w:r w:rsidRPr="001B36D3">
              <w:t xml:space="preserve">5,1 </w:t>
            </w:r>
          </w:p>
        </w:tc>
        <w:tc>
          <w:tcPr>
            <w:tcW w:w="514" w:type="dxa"/>
          </w:tcPr>
          <w:p w14:paraId="7DBEEA26" w14:textId="77777777" w:rsidR="00C81BA0" w:rsidRPr="000D66D3" w:rsidRDefault="00C81BA0" w:rsidP="00B8361E">
            <w:pPr>
              <w:pStyle w:val="TabNumeri"/>
            </w:pPr>
            <w:r w:rsidRPr="001B36D3">
              <w:t xml:space="preserve">2,5 </w:t>
            </w:r>
          </w:p>
        </w:tc>
      </w:tr>
      <w:tr w:rsidR="00C81BA0" w:rsidRPr="00BC2A0C" w14:paraId="2F70E419" w14:textId="77777777" w:rsidTr="00B8361E">
        <w:trPr>
          <w:cantSplit/>
          <w:trHeight w:val="255"/>
        </w:trPr>
        <w:tc>
          <w:tcPr>
            <w:tcW w:w="3402" w:type="dxa"/>
            <w:shd w:val="clear" w:color="auto" w:fill="F2F2F2" w:themeFill="background1" w:themeFillShade="F2"/>
          </w:tcPr>
          <w:p w14:paraId="7B55E926" w14:textId="77777777" w:rsidR="00C81BA0" w:rsidRPr="00BC2A0C" w:rsidRDefault="00C81BA0" w:rsidP="00B8361E">
            <w:pPr>
              <w:pStyle w:val="TabEtichette"/>
            </w:pPr>
            <w:r w:rsidRPr="00B85524">
              <w:t>Economie avanzate</w:t>
            </w:r>
          </w:p>
        </w:tc>
        <w:tc>
          <w:tcPr>
            <w:tcW w:w="510" w:type="dxa"/>
            <w:shd w:val="clear" w:color="auto" w:fill="F2F2F2" w:themeFill="background1" w:themeFillShade="F2"/>
          </w:tcPr>
          <w:p w14:paraId="29DE567C" w14:textId="77777777" w:rsidR="00C81BA0" w:rsidRPr="0040417A" w:rsidRDefault="00C81BA0" w:rsidP="00B8361E">
            <w:pPr>
              <w:pStyle w:val="TabNumeri"/>
            </w:pPr>
            <w:r w:rsidRPr="00C469D4">
              <w:t xml:space="preserve">-4,9 </w:t>
            </w:r>
          </w:p>
        </w:tc>
        <w:tc>
          <w:tcPr>
            <w:tcW w:w="510" w:type="dxa"/>
            <w:shd w:val="clear" w:color="auto" w:fill="F2F2F2" w:themeFill="background1" w:themeFillShade="F2"/>
          </w:tcPr>
          <w:p w14:paraId="51A89A4E" w14:textId="77777777" w:rsidR="00C81BA0" w:rsidRPr="0040417A" w:rsidRDefault="00C81BA0" w:rsidP="00B8361E">
            <w:pPr>
              <w:pStyle w:val="TabNumeri"/>
            </w:pPr>
            <w:r w:rsidRPr="00C469D4">
              <w:t xml:space="preserve">4,3 </w:t>
            </w:r>
          </w:p>
        </w:tc>
        <w:tc>
          <w:tcPr>
            <w:tcW w:w="510" w:type="dxa"/>
            <w:shd w:val="clear" w:color="auto" w:fill="F2F2F2" w:themeFill="background1" w:themeFillShade="F2"/>
          </w:tcPr>
          <w:p w14:paraId="4C347236" w14:textId="77777777" w:rsidR="00C81BA0" w:rsidRPr="0040417A" w:rsidRDefault="00C81BA0" w:rsidP="00B8361E">
            <w:pPr>
              <w:pStyle w:val="TabNumeri"/>
            </w:pPr>
            <w:r w:rsidRPr="00C469D4">
              <w:t xml:space="preserve">3,1 </w:t>
            </w:r>
          </w:p>
        </w:tc>
        <w:tc>
          <w:tcPr>
            <w:tcW w:w="340" w:type="dxa"/>
            <w:shd w:val="clear" w:color="auto" w:fill="F2F2F2" w:themeFill="background1" w:themeFillShade="F2"/>
          </w:tcPr>
          <w:p w14:paraId="130E4D39" w14:textId="77777777" w:rsidR="00C81BA0" w:rsidRPr="00BC2A0C" w:rsidRDefault="00C81BA0" w:rsidP="00B8361E">
            <w:pPr>
              <w:pStyle w:val="TabEtichette"/>
            </w:pPr>
          </w:p>
        </w:tc>
        <w:tc>
          <w:tcPr>
            <w:tcW w:w="2552" w:type="dxa"/>
            <w:shd w:val="clear" w:color="auto" w:fill="F2F2F2" w:themeFill="background1" w:themeFillShade="F2"/>
          </w:tcPr>
          <w:p w14:paraId="26B541C0" w14:textId="77777777" w:rsidR="00C81BA0" w:rsidRPr="00903CBB" w:rsidRDefault="00C81BA0" w:rsidP="00B8361E">
            <w:pPr>
              <w:pStyle w:val="TabEtichette"/>
            </w:pPr>
            <w:r w:rsidRPr="00903CBB">
              <w:t>Cina</w:t>
            </w:r>
          </w:p>
        </w:tc>
        <w:tc>
          <w:tcPr>
            <w:tcW w:w="510" w:type="dxa"/>
            <w:shd w:val="clear" w:color="auto" w:fill="F2F2F2" w:themeFill="background1" w:themeFillShade="F2"/>
          </w:tcPr>
          <w:p w14:paraId="12A82584" w14:textId="77777777" w:rsidR="00C81BA0" w:rsidRPr="000D66D3" w:rsidRDefault="00C81BA0" w:rsidP="00B8361E">
            <w:pPr>
              <w:pStyle w:val="TabNumeri"/>
            </w:pPr>
            <w:r w:rsidRPr="001B36D3">
              <w:t xml:space="preserve">2,3 </w:t>
            </w:r>
          </w:p>
        </w:tc>
        <w:tc>
          <w:tcPr>
            <w:tcW w:w="510" w:type="dxa"/>
            <w:shd w:val="clear" w:color="auto" w:fill="F2F2F2" w:themeFill="background1" w:themeFillShade="F2"/>
          </w:tcPr>
          <w:p w14:paraId="57B3E65C" w14:textId="77777777" w:rsidR="00C81BA0" w:rsidRPr="000D66D3" w:rsidRDefault="00C81BA0" w:rsidP="00B8361E">
            <w:pPr>
              <w:pStyle w:val="TabNumeri"/>
            </w:pPr>
            <w:r w:rsidRPr="001B36D3">
              <w:t xml:space="preserve">8,1 </w:t>
            </w:r>
          </w:p>
        </w:tc>
        <w:tc>
          <w:tcPr>
            <w:tcW w:w="514" w:type="dxa"/>
            <w:shd w:val="clear" w:color="auto" w:fill="F2F2F2" w:themeFill="background1" w:themeFillShade="F2"/>
          </w:tcPr>
          <w:p w14:paraId="2B99341C" w14:textId="77777777" w:rsidR="00C81BA0" w:rsidRPr="000D66D3" w:rsidRDefault="00C81BA0" w:rsidP="00B8361E">
            <w:pPr>
              <w:pStyle w:val="TabNumeri"/>
            </w:pPr>
            <w:r w:rsidRPr="001B36D3">
              <w:t xml:space="preserve">5,6 </w:t>
            </w:r>
          </w:p>
        </w:tc>
      </w:tr>
      <w:tr w:rsidR="00C81BA0" w:rsidRPr="00BC2A0C" w14:paraId="5A500454" w14:textId="77777777" w:rsidTr="00B8361E">
        <w:trPr>
          <w:cantSplit/>
          <w:trHeight w:val="255"/>
        </w:trPr>
        <w:tc>
          <w:tcPr>
            <w:tcW w:w="3402" w:type="dxa"/>
          </w:tcPr>
          <w:p w14:paraId="18EB6954" w14:textId="77777777" w:rsidR="00C81BA0" w:rsidRPr="00BC2A0C" w:rsidRDefault="00C81BA0" w:rsidP="00B8361E">
            <w:pPr>
              <w:pStyle w:val="TabEtichette"/>
            </w:pPr>
            <w:r w:rsidRPr="00BC2A0C">
              <w:t>Economie emergenti e in sviluppo</w:t>
            </w:r>
          </w:p>
        </w:tc>
        <w:tc>
          <w:tcPr>
            <w:tcW w:w="510" w:type="dxa"/>
          </w:tcPr>
          <w:p w14:paraId="1A34719E" w14:textId="77777777" w:rsidR="00C81BA0" w:rsidRPr="0040417A" w:rsidRDefault="00C81BA0" w:rsidP="00B8361E">
            <w:pPr>
              <w:pStyle w:val="TabNumeri"/>
            </w:pPr>
            <w:r w:rsidRPr="00C469D4">
              <w:t xml:space="preserve">-2,4 </w:t>
            </w:r>
          </w:p>
        </w:tc>
        <w:tc>
          <w:tcPr>
            <w:tcW w:w="510" w:type="dxa"/>
          </w:tcPr>
          <w:p w14:paraId="68F7736B" w14:textId="77777777" w:rsidR="00C81BA0" w:rsidRPr="0040417A" w:rsidRDefault="00C81BA0" w:rsidP="00B8361E">
            <w:pPr>
              <w:pStyle w:val="TabNumeri"/>
            </w:pPr>
            <w:r w:rsidRPr="00C469D4">
              <w:t xml:space="preserve">6,3 </w:t>
            </w:r>
          </w:p>
        </w:tc>
        <w:tc>
          <w:tcPr>
            <w:tcW w:w="510" w:type="dxa"/>
          </w:tcPr>
          <w:p w14:paraId="7813B279" w14:textId="77777777" w:rsidR="00C81BA0" w:rsidRPr="0040417A" w:rsidRDefault="00C81BA0" w:rsidP="00B8361E">
            <w:pPr>
              <w:pStyle w:val="TabNumeri"/>
            </w:pPr>
            <w:r w:rsidRPr="00C469D4">
              <w:t xml:space="preserve">5,0 </w:t>
            </w:r>
          </w:p>
        </w:tc>
        <w:tc>
          <w:tcPr>
            <w:tcW w:w="340" w:type="dxa"/>
          </w:tcPr>
          <w:p w14:paraId="26B2CDA9" w14:textId="77777777" w:rsidR="00C81BA0" w:rsidRPr="00BC2A0C" w:rsidRDefault="00C81BA0" w:rsidP="00B8361E">
            <w:pPr>
              <w:pStyle w:val="TabEtichette"/>
            </w:pPr>
          </w:p>
        </w:tc>
        <w:tc>
          <w:tcPr>
            <w:tcW w:w="2552" w:type="dxa"/>
          </w:tcPr>
          <w:p w14:paraId="3488900E" w14:textId="77777777" w:rsidR="00C81BA0" w:rsidRPr="00903CBB" w:rsidRDefault="00C81BA0" w:rsidP="00B8361E">
            <w:pPr>
              <w:pStyle w:val="TabEtichette"/>
            </w:pPr>
            <w:r w:rsidRPr="00903CBB">
              <w:t>Giappone</w:t>
            </w:r>
          </w:p>
        </w:tc>
        <w:tc>
          <w:tcPr>
            <w:tcW w:w="510" w:type="dxa"/>
          </w:tcPr>
          <w:p w14:paraId="760B43BF" w14:textId="77777777" w:rsidR="00C81BA0" w:rsidRPr="000D66D3" w:rsidRDefault="00C81BA0" w:rsidP="00B8361E">
            <w:pPr>
              <w:pStyle w:val="TabNumeri"/>
            </w:pPr>
            <w:r w:rsidRPr="001B36D3">
              <w:t xml:space="preserve">-5,1 </w:t>
            </w:r>
          </w:p>
        </w:tc>
        <w:tc>
          <w:tcPr>
            <w:tcW w:w="510" w:type="dxa"/>
          </w:tcPr>
          <w:p w14:paraId="2932EE59" w14:textId="77777777" w:rsidR="00C81BA0" w:rsidRPr="000D66D3" w:rsidRDefault="00C81BA0" w:rsidP="00B8361E">
            <w:pPr>
              <w:pStyle w:val="TabNumeri"/>
            </w:pPr>
            <w:r w:rsidRPr="001B36D3">
              <w:t xml:space="preserve">3,1 </w:t>
            </w:r>
          </w:p>
        </w:tc>
        <w:tc>
          <w:tcPr>
            <w:tcW w:w="514" w:type="dxa"/>
          </w:tcPr>
          <w:p w14:paraId="21EE9ED5" w14:textId="77777777" w:rsidR="00C81BA0" w:rsidRPr="000D66D3" w:rsidRDefault="00C81BA0" w:rsidP="00B8361E">
            <w:pPr>
              <w:pStyle w:val="TabNumeri"/>
            </w:pPr>
            <w:r w:rsidRPr="001B36D3">
              <w:t xml:space="preserve">2,4 </w:t>
            </w:r>
          </w:p>
        </w:tc>
      </w:tr>
      <w:tr w:rsidR="00C81BA0" w:rsidRPr="00BC2A0C" w14:paraId="3F5291FD" w14:textId="77777777" w:rsidTr="00B8361E">
        <w:trPr>
          <w:cantSplit/>
          <w:trHeight w:val="255"/>
        </w:trPr>
        <w:tc>
          <w:tcPr>
            <w:tcW w:w="3402" w:type="dxa"/>
            <w:shd w:val="clear" w:color="auto" w:fill="F2F2F2" w:themeFill="background1" w:themeFillShade="F2"/>
          </w:tcPr>
          <w:p w14:paraId="4AC2F823" w14:textId="77777777" w:rsidR="00C81BA0" w:rsidRPr="00C103CD" w:rsidRDefault="00C81BA0" w:rsidP="00B8361E">
            <w:pPr>
              <w:pStyle w:val="TabEtichette"/>
            </w:pPr>
            <w:r>
              <w:t xml:space="preserve">  Europa e</w:t>
            </w:r>
            <w:r w:rsidRPr="00C103CD">
              <w:t>mergente e in sviluppo</w:t>
            </w:r>
          </w:p>
        </w:tc>
        <w:tc>
          <w:tcPr>
            <w:tcW w:w="510" w:type="dxa"/>
            <w:shd w:val="clear" w:color="auto" w:fill="F2F2F2" w:themeFill="background1" w:themeFillShade="F2"/>
          </w:tcPr>
          <w:p w14:paraId="34B62697" w14:textId="77777777" w:rsidR="00C81BA0" w:rsidRPr="0040417A" w:rsidRDefault="00C81BA0" w:rsidP="00B8361E">
            <w:pPr>
              <w:pStyle w:val="TabNumeri"/>
            </w:pPr>
            <w:r w:rsidRPr="00C469D4">
              <w:t xml:space="preserve">-2,8 </w:t>
            </w:r>
          </w:p>
        </w:tc>
        <w:tc>
          <w:tcPr>
            <w:tcW w:w="510" w:type="dxa"/>
            <w:shd w:val="clear" w:color="auto" w:fill="F2F2F2" w:themeFill="background1" w:themeFillShade="F2"/>
          </w:tcPr>
          <w:p w14:paraId="4AF33A75" w14:textId="77777777" w:rsidR="00C81BA0" w:rsidRPr="0040417A" w:rsidRDefault="00C81BA0" w:rsidP="00B8361E">
            <w:pPr>
              <w:pStyle w:val="TabNumeri"/>
            </w:pPr>
            <w:r w:rsidRPr="00C469D4">
              <w:t xml:space="preserve">4,0 </w:t>
            </w:r>
          </w:p>
        </w:tc>
        <w:tc>
          <w:tcPr>
            <w:tcW w:w="510" w:type="dxa"/>
            <w:shd w:val="clear" w:color="auto" w:fill="F2F2F2" w:themeFill="background1" w:themeFillShade="F2"/>
          </w:tcPr>
          <w:p w14:paraId="70167EE8" w14:textId="77777777" w:rsidR="00C81BA0" w:rsidRPr="0040417A" w:rsidRDefault="00C81BA0" w:rsidP="00B8361E">
            <w:pPr>
              <w:pStyle w:val="TabNumeri"/>
            </w:pPr>
            <w:r w:rsidRPr="00C469D4">
              <w:t xml:space="preserve">3,9 </w:t>
            </w:r>
          </w:p>
        </w:tc>
        <w:tc>
          <w:tcPr>
            <w:tcW w:w="340" w:type="dxa"/>
            <w:shd w:val="clear" w:color="auto" w:fill="F2F2F2" w:themeFill="background1" w:themeFillShade="F2"/>
          </w:tcPr>
          <w:p w14:paraId="2A0F7368" w14:textId="77777777" w:rsidR="00C81BA0" w:rsidRPr="00BC2A0C" w:rsidRDefault="00C81BA0" w:rsidP="00B8361E">
            <w:pPr>
              <w:pStyle w:val="TabEtichette"/>
            </w:pPr>
          </w:p>
        </w:tc>
        <w:tc>
          <w:tcPr>
            <w:tcW w:w="2552" w:type="dxa"/>
            <w:shd w:val="clear" w:color="auto" w:fill="F2F2F2" w:themeFill="background1" w:themeFillShade="F2"/>
          </w:tcPr>
          <w:p w14:paraId="2DCB30A1" w14:textId="77777777" w:rsidR="00C81BA0" w:rsidRPr="00903CBB" w:rsidRDefault="00C81BA0" w:rsidP="00B8361E">
            <w:pPr>
              <w:pStyle w:val="TabEtichette"/>
            </w:pPr>
            <w:r w:rsidRPr="00903CBB">
              <w:t>Area dell'euro</w:t>
            </w:r>
          </w:p>
        </w:tc>
        <w:tc>
          <w:tcPr>
            <w:tcW w:w="510" w:type="dxa"/>
            <w:shd w:val="clear" w:color="auto" w:fill="F2F2F2" w:themeFill="background1" w:themeFillShade="F2"/>
          </w:tcPr>
          <w:p w14:paraId="67154DC7" w14:textId="77777777" w:rsidR="00C81BA0" w:rsidRPr="000D66D3" w:rsidRDefault="00C81BA0" w:rsidP="00B8361E">
            <w:pPr>
              <w:pStyle w:val="TabNumeri"/>
            </w:pPr>
            <w:r w:rsidRPr="001B36D3">
              <w:t xml:space="preserve">-7,2 </w:t>
            </w:r>
          </w:p>
        </w:tc>
        <w:tc>
          <w:tcPr>
            <w:tcW w:w="510" w:type="dxa"/>
            <w:shd w:val="clear" w:color="auto" w:fill="F2F2F2" w:themeFill="background1" w:themeFillShade="F2"/>
          </w:tcPr>
          <w:p w14:paraId="3755BB76" w14:textId="77777777" w:rsidR="00C81BA0" w:rsidRPr="000D66D3" w:rsidRDefault="00C81BA0" w:rsidP="00B8361E">
            <w:pPr>
              <w:pStyle w:val="TabNumeri"/>
            </w:pPr>
            <w:r w:rsidRPr="001B36D3">
              <w:t xml:space="preserve">4,2 </w:t>
            </w:r>
          </w:p>
        </w:tc>
        <w:tc>
          <w:tcPr>
            <w:tcW w:w="514" w:type="dxa"/>
            <w:shd w:val="clear" w:color="auto" w:fill="F2F2F2" w:themeFill="background1" w:themeFillShade="F2"/>
          </w:tcPr>
          <w:p w14:paraId="6F05747B" w14:textId="77777777" w:rsidR="00C81BA0" w:rsidRPr="000D66D3" w:rsidRDefault="00C81BA0" w:rsidP="00B8361E">
            <w:pPr>
              <w:pStyle w:val="TabNumeri"/>
            </w:pPr>
            <w:r w:rsidRPr="001B36D3">
              <w:t xml:space="preserve">3,6 </w:t>
            </w:r>
          </w:p>
        </w:tc>
      </w:tr>
      <w:tr w:rsidR="00C81BA0" w:rsidRPr="00BC2A0C" w14:paraId="002AA359" w14:textId="77777777" w:rsidTr="00B8361E">
        <w:trPr>
          <w:cantSplit/>
          <w:trHeight w:val="255"/>
        </w:trPr>
        <w:tc>
          <w:tcPr>
            <w:tcW w:w="3402" w:type="dxa"/>
          </w:tcPr>
          <w:p w14:paraId="5DB761C3" w14:textId="77777777" w:rsidR="00C81BA0" w:rsidRPr="00C103CD" w:rsidRDefault="00C81BA0" w:rsidP="00B8361E">
            <w:pPr>
              <w:pStyle w:val="TabEtichette"/>
            </w:pPr>
            <w:r w:rsidRPr="00C103CD">
              <w:t xml:space="preserve">  Paesi Asiatici in </w:t>
            </w:r>
            <w:r>
              <w:t>s</w:t>
            </w:r>
            <w:r w:rsidRPr="00C103CD">
              <w:t>viluppo</w:t>
            </w:r>
            <w:r>
              <w:t xml:space="preserve"> </w:t>
            </w:r>
            <w:proofErr w:type="gramStart"/>
            <w:r>
              <w:t>e</w:t>
            </w:r>
            <w:proofErr w:type="gramEnd"/>
            <w:r>
              <w:t xml:space="preserve"> emergenti</w:t>
            </w:r>
          </w:p>
        </w:tc>
        <w:tc>
          <w:tcPr>
            <w:tcW w:w="510" w:type="dxa"/>
          </w:tcPr>
          <w:p w14:paraId="5F2E6149" w14:textId="77777777" w:rsidR="00C81BA0" w:rsidRPr="0040417A" w:rsidRDefault="00C81BA0" w:rsidP="00B8361E">
            <w:pPr>
              <w:pStyle w:val="TabNumeri"/>
            </w:pPr>
            <w:r w:rsidRPr="00C469D4">
              <w:t xml:space="preserve">-1,1 </w:t>
            </w:r>
          </w:p>
        </w:tc>
        <w:tc>
          <w:tcPr>
            <w:tcW w:w="510" w:type="dxa"/>
          </w:tcPr>
          <w:p w14:paraId="1157197F" w14:textId="77777777" w:rsidR="00C81BA0" w:rsidRPr="0040417A" w:rsidRDefault="00C81BA0" w:rsidP="00B8361E">
            <w:pPr>
              <w:pStyle w:val="TabNumeri"/>
            </w:pPr>
            <w:r w:rsidRPr="00C469D4">
              <w:t xml:space="preserve">8,3 </w:t>
            </w:r>
          </w:p>
        </w:tc>
        <w:tc>
          <w:tcPr>
            <w:tcW w:w="510" w:type="dxa"/>
          </w:tcPr>
          <w:p w14:paraId="5579C6CC" w14:textId="77777777" w:rsidR="00C81BA0" w:rsidRPr="0040417A" w:rsidRDefault="00C81BA0" w:rsidP="00B8361E">
            <w:pPr>
              <w:pStyle w:val="TabNumeri"/>
            </w:pPr>
            <w:r w:rsidRPr="00C469D4">
              <w:t xml:space="preserve">5,9 </w:t>
            </w:r>
          </w:p>
        </w:tc>
        <w:tc>
          <w:tcPr>
            <w:tcW w:w="340" w:type="dxa"/>
          </w:tcPr>
          <w:p w14:paraId="3BCC59A6" w14:textId="77777777" w:rsidR="00C81BA0" w:rsidRPr="00BC2A0C" w:rsidRDefault="00C81BA0" w:rsidP="00B8361E">
            <w:pPr>
              <w:pStyle w:val="TabEtichette"/>
            </w:pPr>
          </w:p>
        </w:tc>
        <w:tc>
          <w:tcPr>
            <w:tcW w:w="2552" w:type="dxa"/>
          </w:tcPr>
          <w:p w14:paraId="29981178" w14:textId="77777777" w:rsidR="00C81BA0" w:rsidRPr="00903CBB" w:rsidRDefault="00C81BA0" w:rsidP="00B8361E">
            <w:pPr>
              <w:pStyle w:val="TabEtichette"/>
            </w:pPr>
            <w:r w:rsidRPr="00903CBB">
              <w:t xml:space="preserve">  Germania</w:t>
            </w:r>
          </w:p>
        </w:tc>
        <w:tc>
          <w:tcPr>
            <w:tcW w:w="510" w:type="dxa"/>
          </w:tcPr>
          <w:p w14:paraId="49E2EC1B" w14:textId="77777777" w:rsidR="00C81BA0" w:rsidRPr="000D66D3" w:rsidRDefault="00C81BA0" w:rsidP="00B8361E">
            <w:pPr>
              <w:pStyle w:val="TabNumeri"/>
            </w:pPr>
            <w:r w:rsidRPr="001B36D3">
              <w:t xml:space="preserve">-5,4 </w:t>
            </w:r>
          </w:p>
        </w:tc>
        <w:tc>
          <w:tcPr>
            <w:tcW w:w="510" w:type="dxa"/>
          </w:tcPr>
          <w:p w14:paraId="2188948A" w14:textId="77777777" w:rsidR="00C81BA0" w:rsidRPr="000D66D3" w:rsidRDefault="00C81BA0" w:rsidP="00B8361E">
            <w:pPr>
              <w:pStyle w:val="TabNumeri"/>
            </w:pPr>
            <w:r w:rsidRPr="001B36D3">
              <w:t xml:space="preserve">3,5 </w:t>
            </w:r>
          </w:p>
        </w:tc>
        <w:tc>
          <w:tcPr>
            <w:tcW w:w="514" w:type="dxa"/>
          </w:tcPr>
          <w:p w14:paraId="0FB7259D" w14:textId="77777777" w:rsidR="00C81BA0" w:rsidRPr="000D66D3" w:rsidRDefault="00C81BA0" w:rsidP="00B8361E">
            <w:pPr>
              <w:pStyle w:val="TabNumeri"/>
            </w:pPr>
            <w:r w:rsidRPr="001B36D3">
              <w:t xml:space="preserve">3,1 </w:t>
            </w:r>
          </w:p>
        </w:tc>
      </w:tr>
      <w:tr w:rsidR="00C81BA0" w:rsidRPr="00BC2A0C" w14:paraId="72E4322C" w14:textId="77777777" w:rsidTr="00B8361E">
        <w:trPr>
          <w:cantSplit/>
          <w:trHeight w:val="255"/>
        </w:trPr>
        <w:tc>
          <w:tcPr>
            <w:tcW w:w="3402" w:type="dxa"/>
            <w:shd w:val="clear" w:color="auto" w:fill="F2F2F2" w:themeFill="background1" w:themeFillShade="F2"/>
          </w:tcPr>
          <w:p w14:paraId="7EC9405B" w14:textId="77777777" w:rsidR="00C81BA0" w:rsidRPr="00C103CD" w:rsidRDefault="00C81BA0" w:rsidP="00B8361E">
            <w:pPr>
              <w:pStyle w:val="TabEtichette"/>
            </w:pPr>
            <w:r w:rsidRPr="00C103CD">
              <w:t xml:space="preserve">  M. Oriente</w:t>
            </w:r>
            <w:r>
              <w:t>,</w:t>
            </w:r>
            <w:r w:rsidRPr="00C103CD">
              <w:t xml:space="preserve"> Nord Africa</w:t>
            </w:r>
            <w:r>
              <w:t>,</w:t>
            </w:r>
            <w:r w:rsidRPr="00C103CD">
              <w:t xml:space="preserve"> Afg</w:t>
            </w:r>
            <w:r>
              <w:t>anistan,</w:t>
            </w:r>
            <w:r w:rsidRPr="00C103CD">
              <w:t xml:space="preserve"> Pak</w:t>
            </w:r>
            <w:r>
              <w:t>istan</w:t>
            </w:r>
          </w:p>
        </w:tc>
        <w:tc>
          <w:tcPr>
            <w:tcW w:w="510" w:type="dxa"/>
            <w:shd w:val="clear" w:color="auto" w:fill="F2F2F2" w:themeFill="background1" w:themeFillShade="F2"/>
          </w:tcPr>
          <w:p w14:paraId="09B6D7A7" w14:textId="77777777" w:rsidR="00C81BA0" w:rsidRPr="0040417A" w:rsidRDefault="00C81BA0" w:rsidP="00B8361E">
            <w:pPr>
              <w:pStyle w:val="TabNumeri"/>
            </w:pPr>
            <w:r w:rsidRPr="00C469D4">
              <w:t xml:space="preserve">-3,2 </w:t>
            </w:r>
          </w:p>
        </w:tc>
        <w:tc>
          <w:tcPr>
            <w:tcW w:w="510" w:type="dxa"/>
            <w:shd w:val="clear" w:color="auto" w:fill="F2F2F2" w:themeFill="background1" w:themeFillShade="F2"/>
          </w:tcPr>
          <w:p w14:paraId="467BD571" w14:textId="77777777" w:rsidR="00C81BA0" w:rsidRPr="0040417A" w:rsidRDefault="00C81BA0" w:rsidP="00B8361E">
            <w:pPr>
              <w:pStyle w:val="TabNumeri"/>
            </w:pPr>
            <w:r w:rsidRPr="00C469D4">
              <w:t xml:space="preserve">3,0 </w:t>
            </w:r>
          </w:p>
        </w:tc>
        <w:tc>
          <w:tcPr>
            <w:tcW w:w="510" w:type="dxa"/>
            <w:shd w:val="clear" w:color="auto" w:fill="F2F2F2" w:themeFill="background1" w:themeFillShade="F2"/>
          </w:tcPr>
          <w:p w14:paraId="17B83D99" w14:textId="77777777" w:rsidR="00C81BA0" w:rsidRPr="0040417A" w:rsidRDefault="00C81BA0" w:rsidP="00B8361E">
            <w:pPr>
              <w:pStyle w:val="TabNumeri"/>
            </w:pPr>
            <w:r w:rsidRPr="00C469D4">
              <w:t xml:space="preserve">4,2 </w:t>
            </w:r>
          </w:p>
        </w:tc>
        <w:tc>
          <w:tcPr>
            <w:tcW w:w="340" w:type="dxa"/>
            <w:shd w:val="clear" w:color="auto" w:fill="F2F2F2" w:themeFill="background1" w:themeFillShade="F2"/>
          </w:tcPr>
          <w:p w14:paraId="121FDF7E" w14:textId="77777777" w:rsidR="00C81BA0" w:rsidRPr="00BC2A0C" w:rsidRDefault="00C81BA0" w:rsidP="00B8361E">
            <w:pPr>
              <w:pStyle w:val="TabEtichette"/>
            </w:pPr>
          </w:p>
        </w:tc>
        <w:tc>
          <w:tcPr>
            <w:tcW w:w="2552" w:type="dxa"/>
            <w:shd w:val="clear" w:color="auto" w:fill="F2F2F2" w:themeFill="background1" w:themeFillShade="F2"/>
          </w:tcPr>
          <w:p w14:paraId="6BCD8E22" w14:textId="77777777" w:rsidR="00C81BA0" w:rsidRPr="00903CBB" w:rsidRDefault="00C81BA0" w:rsidP="00B8361E">
            <w:pPr>
              <w:pStyle w:val="TabEtichette"/>
            </w:pPr>
            <w:r w:rsidRPr="00903CBB">
              <w:t xml:space="preserve">  Francia</w:t>
            </w:r>
          </w:p>
        </w:tc>
        <w:tc>
          <w:tcPr>
            <w:tcW w:w="510" w:type="dxa"/>
            <w:shd w:val="clear" w:color="auto" w:fill="F2F2F2" w:themeFill="background1" w:themeFillShade="F2"/>
          </w:tcPr>
          <w:p w14:paraId="47D29261" w14:textId="77777777" w:rsidR="00C81BA0" w:rsidRPr="000D66D3" w:rsidRDefault="00C81BA0" w:rsidP="00B8361E">
            <w:pPr>
              <w:pStyle w:val="TabNumeri"/>
            </w:pPr>
            <w:r w:rsidRPr="001B36D3">
              <w:t xml:space="preserve">-9,0 </w:t>
            </w:r>
          </w:p>
        </w:tc>
        <w:tc>
          <w:tcPr>
            <w:tcW w:w="510" w:type="dxa"/>
            <w:shd w:val="clear" w:color="auto" w:fill="F2F2F2" w:themeFill="background1" w:themeFillShade="F2"/>
          </w:tcPr>
          <w:p w14:paraId="74467FF5" w14:textId="77777777" w:rsidR="00C81BA0" w:rsidRPr="000D66D3" w:rsidRDefault="00C81BA0" w:rsidP="00B8361E">
            <w:pPr>
              <w:pStyle w:val="TabNumeri"/>
            </w:pPr>
            <w:r w:rsidRPr="001B36D3">
              <w:t xml:space="preserve">5,5 </w:t>
            </w:r>
          </w:p>
        </w:tc>
        <w:tc>
          <w:tcPr>
            <w:tcW w:w="514" w:type="dxa"/>
            <w:shd w:val="clear" w:color="auto" w:fill="F2F2F2" w:themeFill="background1" w:themeFillShade="F2"/>
          </w:tcPr>
          <w:p w14:paraId="4FA7C959" w14:textId="77777777" w:rsidR="00C81BA0" w:rsidRPr="000D66D3" w:rsidRDefault="00C81BA0" w:rsidP="00B8361E">
            <w:pPr>
              <w:pStyle w:val="TabNumeri"/>
            </w:pPr>
            <w:r w:rsidRPr="001B36D3">
              <w:t xml:space="preserve">4,1 </w:t>
            </w:r>
          </w:p>
        </w:tc>
      </w:tr>
      <w:tr w:rsidR="00C81BA0" w:rsidRPr="00BC2A0C" w14:paraId="3189C13C" w14:textId="77777777" w:rsidTr="00B8361E">
        <w:trPr>
          <w:cantSplit/>
          <w:trHeight w:val="255"/>
        </w:trPr>
        <w:tc>
          <w:tcPr>
            <w:tcW w:w="3402" w:type="dxa"/>
          </w:tcPr>
          <w:p w14:paraId="3765AFD5" w14:textId="77777777" w:rsidR="00C81BA0" w:rsidRPr="00C103CD" w:rsidRDefault="00C81BA0" w:rsidP="00B8361E">
            <w:pPr>
              <w:pStyle w:val="TabEtichette"/>
            </w:pPr>
            <w:r w:rsidRPr="00C103CD">
              <w:t xml:space="preserve">  Africa Sub-Sahariana</w:t>
            </w:r>
          </w:p>
        </w:tc>
        <w:tc>
          <w:tcPr>
            <w:tcW w:w="510" w:type="dxa"/>
          </w:tcPr>
          <w:p w14:paraId="53173CF1" w14:textId="77777777" w:rsidR="00C81BA0" w:rsidRPr="0040417A" w:rsidRDefault="00C81BA0" w:rsidP="00B8361E">
            <w:pPr>
              <w:pStyle w:val="TabNumeri"/>
            </w:pPr>
            <w:r w:rsidRPr="00C469D4">
              <w:t xml:space="preserve">-2,6 </w:t>
            </w:r>
          </w:p>
        </w:tc>
        <w:tc>
          <w:tcPr>
            <w:tcW w:w="510" w:type="dxa"/>
          </w:tcPr>
          <w:p w14:paraId="3D89DD17" w14:textId="77777777" w:rsidR="00C81BA0" w:rsidRPr="0040417A" w:rsidRDefault="00C81BA0" w:rsidP="00B8361E">
            <w:pPr>
              <w:pStyle w:val="TabNumeri"/>
            </w:pPr>
            <w:r w:rsidRPr="00C469D4">
              <w:t xml:space="preserve">3,2 </w:t>
            </w:r>
          </w:p>
        </w:tc>
        <w:tc>
          <w:tcPr>
            <w:tcW w:w="510" w:type="dxa"/>
          </w:tcPr>
          <w:p w14:paraId="6CF398A4" w14:textId="77777777" w:rsidR="00C81BA0" w:rsidRPr="0040417A" w:rsidRDefault="00C81BA0" w:rsidP="00B8361E">
            <w:pPr>
              <w:pStyle w:val="TabNumeri"/>
            </w:pPr>
            <w:r w:rsidRPr="00C469D4">
              <w:t xml:space="preserve">3,9 </w:t>
            </w:r>
          </w:p>
        </w:tc>
        <w:tc>
          <w:tcPr>
            <w:tcW w:w="340" w:type="dxa"/>
          </w:tcPr>
          <w:p w14:paraId="5833AAE3" w14:textId="77777777" w:rsidR="00C81BA0" w:rsidRPr="00BC2A0C" w:rsidRDefault="00C81BA0" w:rsidP="00B8361E">
            <w:pPr>
              <w:pStyle w:val="TabEtichette"/>
            </w:pPr>
          </w:p>
        </w:tc>
        <w:tc>
          <w:tcPr>
            <w:tcW w:w="2552" w:type="dxa"/>
          </w:tcPr>
          <w:p w14:paraId="512FA21A" w14:textId="77777777" w:rsidR="00C81BA0" w:rsidRPr="00903CBB" w:rsidRDefault="00C81BA0" w:rsidP="00B8361E">
            <w:pPr>
              <w:pStyle w:val="TabEtichette"/>
            </w:pPr>
            <w:r w:rsidRPr="00903CBB">
              <w:t>Russia</w:t>
            </w:r>
          </w:p>
        </w:tc>
        <w:tc>
          <w:tcPr>
            <w:tcW w:w="510" w:type="dxa"/>
          </w:tcPr>
          <w:p w14:paraId="2B6A9EE8" w14:textId="77777777" w:rsidR="00C81BA0" w:rsidRPr="000D66D3" w:rsidRDefault="00C81BA0" w:rsidP="00B8361E">
            <w:pPr>
              <w:pStyle w:val="TabNumeri"/>
            </w:pPr>
            <w:r w:rsidRPr="001B36D3">
              <w:t xml:space="preserve">-3,6 </w:t>
            </w:r>
          </w:p>
        </w:tc>
        <w:tc>
          <w:tcPr>
            <w:tcW w:w="510" w:type="dxa"/>
          </w:tcPr>
          <w:p w14:paraId="345EED7E" w14:textId="77777777" w:rsidR="00C81BA0" w:rsidRPr="000D66D3" w:rsidRDefault="00C81BA0" w:rsidP="00B8361E">
            <w:pPr>
              <w:pStyle w:val="TabNumeri"/>
            </w:pPr>
            <w:r w:rsidRPr="001B36D3">
              <w:t xml:space="preserve">3,0 </w:t>
            </w:r>
          </w:p>
        </w:tc>
        <w:tc>
          <w:tcPr>
            <w:tcW w:w="514" w:type="dxa"/>
          </w:tcPr>
          <w:p w14:paraId="38C9D1FE" w14:textId="77777777" w:rsidR="00C81BA0" w:rsidRPr="000D66D3" w:rsidRDefault="00C81BA0" w:rsidP="00B8361E">
            <w:pPr>
              <w:pStyle w:val="TabNumeri"/>
            </w:pPr>
            <w:r w:rsidRPr="001B36D3">
              <w:t xml:space="preserve">3,9 </w:t>
            </w:r>
          </w:p>
        </w:tc>
      </w:tr>
      <w:tr w:rsidR="00C81BA0" w:rsidRPr="00BC2A0C" w14:paraId="34964108" w14:textId="77777777" w:rsidTr="00B8361E">
        <w:trPr>
          <w:cantSplit/>
          <w:trHeight w:val="255"/>
        </w:trPr>
        <w:tc>
          <w:tcPr>
            <w:tcW w:w="3402" w:type="dxa"/>
            <w:shd w:val="clear" w:color="auto" w:fill="F2F2F2" w:themeFill="background1" w:themeFillShade="F2"/>
          </w:tcPr>
          <w:p w14:paraId="0CC6EAF9" w14:textId="77777777" w:rsidR="00C81BA0" w:rsidRDefault="00C81BA0" w:rsidP="00B8361E">
            <w:pPr>
              <w:pStyle w:val="TabEtichette"/>
            </w:pPr>
            <w:r w:rsidRPr="00C103CD">
              <w:t xml:space="preserve">  America Latina e Caraibi</w:t>
            </w:r>
          </w:p>
        </w:tc>
        <w:tc>
          <w:tcPr>
            <w:tcW w:w="510" w:type="dxa"/>
            <w:shd w:val="clear" w:color="auto" w:fill="F2F2F2" w:themeFill="background1" w:themeFillShade="F2"/>
          </w:tcPr>
          <w:p w14:paraId="46311392" w14:textId="77777777" w:rsidR="00C81BA0" w:rsidRPr="0040417A" w:rsidRDefault="00C81BA0" w:rsidP="00B8361E">
            <w:pPr>
              <w:pStyle w:val="TabNumeri"/>
            </w:pPr>
            <w:r w:rsidRPr="00C469D4">
              <w:t xml:space="preserve">-7,4 </w:t>
            </w:r>
          </w:p>
        </w:tc>
        <w:tc>
          <w:tcPr>
            <w:tcW w:w="510" w:type="dxa"/>
            <w:shd w:val="clear" w:color="auto" w:fill="F2F2F2" w:themeFill="background1" w:themeFillShade="F2"/>
          </w:tcPr>
          <w:p w14:paraId="63C89BF5" w14:textId="77777777" w:rsidR="00C81BA0" w:rsidRPr="0040417A" w:rsidRDefault="00C81BA0" w:rsidP="00B8361E">
            <w:pPr>
              <w:pStyle w:val="TabNumeri"/>
            </w:pPr>
            <w:r w:rsidRPr="00C469D4">
              <w:t xml:space="preserve">4,1 </w:t>
            </w:r>
          </w:p>
        </w:tc>
        <w:tc>
          <w:tcPr>
            <w:tcW w:w="510" w:type="dxa"/>
            <w:shd w:val="clear" w:color="auto" w:fill="F2F2F2" w:themeFill="background1" w:themeFillShade="F2"/>
          </w:tcPr>
          <w:p w14:paraId="2213F0A1" w14:textId="77777777" w:rsidR="00C81BA0" w:rsidRDefault="00C81BA0" w:rsidP="00B8361E">
            <w:pPr>
              <w:pStyle w:val="TabNumeri"/>
            </w:pPr>
            <w:r w:rsidRPr="00C469D4">
              <w:t xml:space="preserve">2,9 </w:t>
            </w:r>
          </w:p>
        </w:tc>
        <w:tc>
          <w:tcPr>
            <w:tcW w:w="340" w:type="dxa"/>
            <w:shd w:val="clear" w:color="auto" w:fill="F2F2F2" w:themeFill="background1" w:themeFillShade="F2"/>
          </w:tcPr>
          <w:p w14:paraId="7203162B" w14:textId="77777777" w:rsidR="00C81BA0" w:rsidRPr="00BC2A0C" w:rsidRDefault="00C81BA0" w:rsidP="00B8361E">
            <w:pPr>
              <w:pStyle w:val="TabEtichette"/>
            </w:pPr>
          </w:p>
        </w:tc>
        <w:tc>
          <w:tcPr>
            <w:tcW w:w="2552" w:type="dxa"/>
            <w:shd w:val="clear" w:color="auto" w:fill="F2F2F2" w:themeFill="background1" w:themeFillShade="F2"/>
          </w:tcPr>
          <w:p w14:paraId="7B766CF9" w14:textId="77777777" w:rsidR="00C81BA0" w:rsidRPr="00903CBB" w:rsidRDefault="00C81BA0" w:rsidP="00B8361E">
            <w:pPr>
              <w:pStyle w:val="TabEtichette"/>
            </w:pPr>
            <w:r w:rsidRPr="00903CBB">
              <w:t>India</w:t>
            </w:r>
          </w:p>
        </w:tc>
        <w:tc>
          <w:tcPr>
            <w:tcW w:w="510" w:type="dxa"/>
            <w:shd w:val="clear" w:color="auto" w:fill="F2F2F2" w:themeFill="background1" w:themeFillShade="F2"/>
          </w:tcPr>
          <w:p w14:paraId="093F8851" w14:textId="77777777" w:rsidR="00C81BA0" w:rsidRPr="000D66D3" w:rsidRDefault="00C81BA0" w:rsidP="00B8361E">
            <w:pPr>
              <w:pStyle w:val="TabNumeri"/>
            </w:pPr>
            <w:r w:rsidRPr="001B36D3">
              <w:t xml:space="preserve">-8,0 </w:t>
            </w:r>
          </w:p>
        </w:tc>
        <w:tc>
          <w:tcPr>
            <w:tcW w:w="510" w:type="dxa"/>
            <w:shd w:val="clear" w:color="auto" w:fill="F2F2F2" w:themeFill="background1" w:themeFillShade="F2"/>
          </w:tcPr>
          <w:p w14:paraId="655D48A4" w14:textId="77777777" w:rsidR="00C81BA0" w:rsidRPr="000D66D3" w:rsidRDefault="00C81BA0" w:rsidP="00B8361E">
            <w:pPr>
              <w:pStyle w:val="TabNumeri"/>
            </w:pPr>
            <w:r w:rsidRPr="001B36D3">
              <w:t xml:space="preserve">11,5 </w:t>
            </w:r>
          </w:p>
        </w:tc>
        <w:tc>
          <w:tcPr>
            <w:tcW w:w="514" w:type="dxa"/>
            <w:shd w:val="clear" w:color="auto" w:fill="F2F2F2" w:themeFill="background1" w:themeFillShade="F2"/>
          </w:tcPr>
          <w:p w14:paraId="46B8A4C7" w14:textId="77777777" w:rsidR="00C81BA0" w:rsidRPr="000D66D3" w:rsidRDefault="00C81BA0" w:rsidP="00B8361E">
            <w:pPr>
              <w:pStyle w:val="TabNumeri"/>
            </w:pPr>
            <w:r w:rsidRPr="001B36D3">
              <w:t xml:space="preserve">6,8 </w:t>
            </w:r>
          </w:p>
        </w:tc>
      </w:tr>
      <w:tr w:rsidR="00C81BA0" w:rsidRPr="00BC2A0C" w14:paraId="5F9E7A46" w14:textId="77777777" w:rsidTr="00B8361E">
        <w:trPr>
          <w:cantSplit/>
          <w:trHeight w:val="255"/>
        </w:trPr>
        <w:tc>
          <w:tcPr>
            <w:tcW w:w="3402" w:type="dxa"/>
          </w:tcPr>
          <w:p w14:paraId="0349A87A" w14:textId="77777777" w:rsidR="00C81BA0" w:rsidRDefault="00C81BA0" w:rsidP="00B8361E">
            <w:pPr>
              <w:pStyle w:val="TabEtichette"/>
            </w:pPr>
          </w:p>
        </w:tc>
        <w:tc>
          <w:tcPr>
            <w:tcW w:w="510" w:type="dxa"/>
          </w:tcPr>
          <w:p w14:paraId="3BD0F842" w14:textId="77777777" w:rsidR="00C81BA0" w:rsidRPr="00310AE2" w:rsidRDefault="00C81BA0" w:rsidP="00B8361E">
            <w:pPr>
              <w:pStyle w:val="TabNumeri"/>
            </w:pPr>
          </w:p>
        </w:tc>
        <w:tc>
          <w:tcPr>
            <w:tcW w:w="510" w:type="dxa"/>
          </w:tcPr>
          <w:p w14:paraId="5AD0CEB3" w14:textId="77777777" w:rsidR="00C81BA0" w:rsidRPr="00310AE2" w:rsidRDefault="00C81BA0" w:rsidP="00B8361E">
            <w:pPr>
              <w:pStyle w:val="TabNumeri"/>
            </w:pPr>
          </w:p>
        </w:tc>
        <w:tc>
          <w:tcPr>
            <w:tcW w:w="510" w:type="dxa"/>
          </w:tcPr>
          <w:p w14:paraId="179687E4" w14:textId="77777777" w:rsidR="00C81BA0" w:rsidRDefault="00C81BA0" w:rsidP="00B8361E">
            <w:pPr>
              <w:pStyle w:val="TabNumeri"/>
            </w:pPr>
          </w:p>
        </w:tc>
        <w:tc>
          <w:tcPr>
            <w:tcW w:w="340" w:type="dxa"/>
          </w:tcPr>
          <w:p w14:paraId="04E7E7A9" w14:textId="77777777" w:rsidR="00C81BA0" w:rsidRPr="00BC2A0C" w:rsidRDefault="00C81BA0" w:rsidP="00B8361E">
            <w:pPr>
              <w:pStyle w:val="TabEtichette"/>
            </w:pPr>
          </w:p>
        </w:tc>
        <w:tc>
          <w:tcPr>
            <w:tcW w:w="2552" w:type="dxa"/>
          </w:tcPr>
          <w:p w14:paraId="4FAEE9DA" w14:textId="77777777" w:rsidR="00C81BA0" w:rsidRPr="00903CBB" w:rsidRDefault="00C81BA0" w:rsidP="00B8361E">
            <w:pPr>
              <w:pStyle w:val="TabEtichette"/>
            </w:pPr>
            <w:r w:rsidRPr="00903CBB">
              <w:t>Brasile</w:t>
            </w:r>
          </w:p>
        </w:tc>
        <w:tc>
          <w:tcPr>
            <w:tcW w:w="510" w:type="dxa"/>
          </w:tcPr>
          <w:p w14:paraId="044E3787" w14:textId="77777777" w:rsidR="00C81BA0" w:rsidRPr="000D66D3" w:rsidRDefault="00C81BA0" w:rsidP="00B8361E">
            <w:pPr>
              <w:pStyle w:val="TabNumeri"/>
            </w:pPr>
            <w:r w:rsidRPr="001B36D3">
              <w:t xml:space="preserve">-4,5 </w:t>
            </w:r>
          </w:p>
        </w:tc>
        <w:tc>
          <w:tcPr>
            <w:tcW w:w="510" w:type="dxa"/>
          </w:tcPr>
          <w:p w14:paraId="47B4D5AA" w14:textId="77777777" w:rsidR="00C81BA0" w:rsidRPr="000D66D3" w:rsidRDefault="00C81BA0" w:rsidP="00B8361E">
            <w:pPr>
              <w:pStyle w:val="TabNumeri"/>
            </w:pPr>
            <w:r w:rsidRPr="001B36D3">
              <w:t xml:space="preserve">3,6 </w:t>
            </w:r>
          </w:p>
        </w:tc>
        <w:tc>
          <w:tcPr>
            <w:tcW w:w="514" w:type="dxa"/>
          </w:tcPr>
          <w:p w14:paraId="7F75A742" w14:textId="77777777" w:rsidR="00C81BA0" w:rsidRPr="000D66D3" w:rsidRDefault="00C81BA0" w:rsidP="00B8361E">
            <w:pPr>
              <w:pStyle w:val="TabNumeri"/>
            </w:pPr>
            <w:r w:rsidRPr="001B36D3">
              <w:t xml:space="preserve">2,6 </w:t>
            </w:r>
          </w:p>
        </w:tc>
      </w:tr>
      <w:tr w:rsidR="00C81BA0" w:rsidRPr="00BC2A0C" w14:paraId="49874E65" w14:textId="77777777" w:rsidTr="00B8361E">
        <w:trPr>
          <w:cantSplit/>
          <w:trHeight w:val="255"/>
        </w:trPr>
        <w:tc>
          <w:tcPr>
            <w:tcW w:w="3402" w:type="dxa"/>
            <w:shd w:val="clear" w:color="auto" w:fill="F2F2F2" w:themeFill="background1" w:themeFillShade="F2"/>
          </w:tcPr>
          <w:p w14:paraId="5DC5AD77" w14:textId="77777777" w:rsidR="00C81BA0" w:rsidRPr="007C2916" w:rsidRDefault="00C81BA0" w:rsidP="00B8361E">
            <w:pPr>
              <w:pStyle w:val="TabEtichette"/>
            </w:pPr>
          </w:p>
        </w:tc>
        <w:tc>
          <w:tcPr>
            <w:tcW w:w="510" w:type="dxa"/>
            <w:shd w:val="clear" w:color="auto" w:fill="F2F2F2" w:themeFill="background1" w:themeFillShade="F2"/>
          </w:tcPr>
          <w:p w14:paraId="039C8680" w14:textId="77777777" w:rsidR="00C81BA0" w:rsidRPr="003234B1" w:rsidRDefault="00C81BA0" w:rsidP="00B8361E">
            <w:pPr>
              <w:pStyle w:val="TabNumeri"/>
            </w:pPr>
          </w:p>
        </w:tc>
        <w:tc>
          <w:tcPr>
            <w:tcW w:w="510" w:type="dxa"/>
            <w:shd w:val="clear" w:color="auto" w:fill="F2F2F2" w:themeFill="background1" w:themeFillShade="F2"/>
          </w:tcPr>
          <w:p w14:paraId="26E08EEE" w14:textId="77777777" w:rsidR="00C81BA0" w:rsidRPr="003234B1" w:rsidRDefault="00C81BA0" w:rsidP="00B8361E">
            <w:pPr>
              <w:pStyle w:val="TabNumeri"/>
            </w:pPr>
          </w:p>
        </w:tc>
        <w:tc>
          <w:tcPr>
            <w:tcW w:w="510" w:type="dxa"/>
            <w:shd w:val="clear" w:color="auto" w:fill="F2F2F2" w:themeFill="background1" w:themeFillShade="F2"/>
          </w:tcPr>
          <w:p w14:paraId="0FD7FD4E" w14:textId="77777777" w:rsidR="00C81BA0" w:rsidRPr="003234B1" w:rsidRDefault="00C81BA0" w:rsidP="00B8361E">
            <w:pPr>
              <w:pStyle w:val="TabNumeri"/>
            </w:pPr>
          </w:p>
        </w:tc>
        <w:tc>
          <w:tcPr>
            <w:tcW w:w="340" w:type="dxa"/>
            <w:shd w:val="clear" w:color="auto" w:fill="F2F2F2" w:themeFill="background1" w:themeFillShade="F2"/>
          </w:tcPr>
          <w:p w14:paraId="6C1D5FB1" w14:textId="77777777" w:rsidR="00C81BA0" w:rsidRPr="00BC2A0C" w:rsidRDefault="00C81BA0" w:rsidP="00B8361E">
            <w:pPr>
              <w:pStyle w:val="TabEtichette"/>
            </w:pPr>
          </w:p>
        </w:tc>
        <w:tc>
          <w:tcPr>
            <w:tcW w:w="2552" w:type="dxa"/>
            <w:shd w:val="clear" w:color="auto" w:fill="F2F2F2" w:themeFill="background1" w:themeFillShade="F2"/>
          </w:tcPr>
          <w:p w14:paraId="3DECF8A5" w14:textId="77777777" w:rsidR="00C81BA0" w:rsidRDefault="00C81BA0" w:rsidP="00B8361E">
            <w:pPr>
              <w:pStyle w:val="TabEtichette"/>
            </w:pPr>
            <w:r w:rsidRPr="00903CBB">
              <w:t>Messico</w:t>
            </w:r>
          </w:p>
        </w:tc>
        <w:tc>
          <w:tcPr>
            <w:tcW w:w="510" w:type="dxa"/>
            <w:shd w:val="clear" w:color="auto" w:fill="F2F2F2" w:themeFill="background1" w:themeFillShade="F2"/>
          </w:tcPr>
          <w:p w14:paraId="470BA8C8" w14:textId="77777777" w:rsidR="00C81BA0" w:rsidRPr="000D66D3" w:rsidRDefault="00C81BA0" w:rsidP="00B8361E">
            <w:pPr>
              <w:pStyle w:val="TabNumeri"/>
            </w:pPr>
            <w:r w:rsidRPr="001B36D3">
              <w:t xml:space="preserve">-8,5 </w:t>
            </w:r>
          </w:p>
        </w:tc>
        <w:tc>
          <w:tcPr>
            <w:tcW w:w="510" w:type="dxa"/>
            <w:shd w:val="clear" w:color="auto" w:fill="F2F2F2" w:themeFill="background1" w:themeFillShade="F2"/>
          </w:tcPr>
          <w:p w14:paraId="2556EE81" w14:textId="77777777" w:rsidR="00C81BA0" w:rsidRPr="000D66D3" w:rsidRDefault="00C81BA0" w:rsidP="00B8361E">
            <w:pPr>
              <w:pStyle w:val="TabNumeri"/>
            </w:pPr>
            <w:r w:rsidRPr="001B36D3">
              <w:t xml:space="preserve">4,3 </w:t>
            </w:r>
          </w:p>
        </w:tc>
        <w:tc>
          <w:tcPr>
            <w:tcW w:w="514" w:type="dxa"/>
            <w:shd w:val="clear" w:color="auto" w:fill="F2F2F2" w:themeFill="background1" w:themeFillShade="F2"/>
          </w:tcPr>
          <w:p w14:paraId="13088948" w14:textId="77777777" w:rsidR="00C81BA0" w:rsidRDefault="00C81BA0" w:rsidP="00B8361E">
            <w:pPr>
              <w:pStyle w:val="TabNumeri"/>
            </w:pPr>
            <w:r w:rsidRPr="001B36D3">
              <w:t xml:space="preserve">2,5 </w:t>
            </w:r>
          </w:p>
        </w:tc>
      </w:tr>
      <w:tr w:rsidR="00C81BA0" w:rsidRPr="00BC2A0C" w14:paraId="6F4668E7" w14:textId="77777777" w:rsidTr="00B8361E">
        <w:trPr>
          <w:cantSplit/>
          <w:trHeight w:val="255"/>
        </w:trPr>
        <w:tc>
          <w:tcPr>
            <w:tcW w:w="9358" w:type="dxa"/>
            <w:gridSpan w:val="9"/>
          </w:tcPr>
          <w:p w14:paraId="66D75E38" w14:textId="77777777" w:rsidR="00C81BA0" w:rsidRPr="009100D8" w:rsidRDefault="00C81BA0" w:rsidP="00B8361E">
            <w:pPr>
              <w:pStyle w:val="TabIntestaSup"/>
            </w:pPr>
            <w:r>
              <w:t>Commercio mondiale e tassi di interesse</w:t>
            </w:r>
          </w:p>
        </w:tc>
      </w:tr>
      <w:tr w:rsidR="00C81BA0" w:rsidRPr="00BC2A0C" w14:paraId="47340D28" w14:textId="77777777" w:rsidTr="00B8361E">
        <w:trPr>
          <w:cantSplit/>
          <w:trHeight w:val="255"/>
        </w:trPr>
        <w:tc>
          <w:tcPr>
            <w:tcW w:w="3402" w:type="dxa"/>
            <w:shd w:val="clear" w:color="auto" w:fill="F2F2F2" w:themeFill="background1" w:themeFillShade="F2"/>
          </w:tcPr>
          <w:p w14:paraId="7B334898" w14:textId="77777777" w:rsidR="00C81BA0" w:rsidRPr="00BC2A0C" w:rsidRDefault="00C81BA0" w:rsidP="00B8361E">
            <w:pPr>
              <w:pStyle w:val="TabEtichette"/>
            </w:pPr>
            <w:r w:rsidRPr="00BC2A0C">
              <w:t>Commercio mondiale(c)</w:t>
            </w:r>
          </w:p>
        </w:tc>
        <w:tc>
          <w:tcPr>
            <w:tcW w:w="510" w:type="dxa"/>
            <w:shd w:val="clear" w:color="auto" w:fill="F2F2F2" w:themeFill="background1" w:themeFillShade="F2"/>
          </w:tcPr>
          <w:p w14:paraId="7974F7F6" w14:textId="77777777" w:rsidR="00C81BA0" w:rsidRPr="00EA1C14" w:rsidRDefault="00C81BA0" w:rsidP="00B8361E">
            <w:pPr>
              <w:pStyle w:val="TabNumeri"/>
            </w:pPr>
            <w:r w:rsidRPr="001942E7">
              <w:t xml:space="preserve">-9,6 </w:t>
            </w:r>
          </w:p>
        </w:tc>
        <w:tc>
          <w:tcPr>
            <w:tcW w:w="510" w:type="dxa"/>
            <w:shd w:val="clear" w:color="auto" w:fill="F2F2F2" w:themeFill="background1" w:themeFillShade="F2"/>
          </w:tcPr>
          <w:p w14:paraId="1759853E" w14:textId="77777777" w:rsidR="00C81BA0" w:rsidRPr="00EA1C14" w:rsidRDefault="00C81BA0" w:rsidP="00B8361E">
            <w:pPr>
              <w:pStyle w:val="TabNumeri"/>
            </w:pPr>
            <w:r w:rsidRPr="001942E7">
              <w:t xml:space="preserve">8,1 </w:t>
            </w:r>
          </w:p>
        </w:tc>
        <w:tc>
          <w:tcPr>
            <w:tcW w:w="510" w:type="dxa"/>
            <w:shd w:val="clear" w:color="auto" w:fill="F2F2F2" w:themeFill="background1" w:themeFillShade="F2"/>
          </w:tcPr>
          <w:p w14:paraId="60594C26" w14:textId="77777777" w:rsidR="00C81BA0" w:rsidRPr="00EA1C14" w:rsidRDefault="00C81BA0" w:rsidP="00B8361E">
            <w:pPr>
              <w:pStyle w:val="TabNumeri"/>
            </w:pPr>
            <w:r w:rsidRPr="001942E7">
              <w:t xml:space="preserve">6,3 </w:t>
            </w:r>
          </w:p>
        </w:tc>
        <w:tc>
          <w:tcPr>
            <w:tcW w:w="340" w:type="dxa"/>
            <w:shd w:val="clear" w:color="auto" w:fill="F2F2F2" w:themeFill="background1" w:themeFillShade="F2"/>
          </w:tcPr>
          <w:p w14:paraId="5CCB4996" w14:textId="77777777" w:rsidR="00C81BA0" w:rsidRPr="00BC2A0C" w:rsidRDefault="00C81BA0" w:rsidP="00B8361E">
            <w:pPr>
              <w:pStyle w:val="TabEtichette"/>
            </w:pPr>
          </w:p>
        </w:tc>
        <w:tc>
          <w:tcPr>
            <w:tcW w:w="2552" w:type="dxa"/>
            <w:shd w:val="clear" w:color="auto" w:fill="F2F2F2" w:themeFill="background1" w:themeFillShade="F2"/>
          </w:tcPr>
          <w:p w14:paraId="7DD2DC06" w14:textId="77777777" w:rsidR="00C81BA0" w:rsidRPr="00BC2A0C" w:rsidRDefault="00C81BA0" w:rsidP="00B8361E">
            <w:pPr>
              <w:pStyle w:val="TabEtichette"/>
            </w:pPr>
            <w:r>
              <w:t xml:space="preserve">Libor su depositi in </w:t>
            </w:r>
            <w:r w:rsidRPr="00BC2A0C">
              <w:t>Dollari Usa</w:t>
            </w:r>
            <w:r>
              <w:t xml:space="preserve"> (f)</w:t>
            </w:r>
          </w:p>
        </w:tc>
        <w:tc>
          <w:tcPr>
            <w:tcW w:w="510" w:type="dxa"/>
            <w:shd w:val="clear" w:color="auto" w:fill="F2F2F2" w:themeFill="background1" w:themeFillShade="F2"/>
          </w:tcPr>
          <w:p w14:paraId="1D4FDEE6" w14:textId="77777777" w:rsidR="00C81BA0" w:rsidRPr="004204FA" w:rsidRDefault="00C81BA0" w:rsidP="00B8361E">
            <w:pPr>
              <w:pStyle w:val="TabNumeri"/>
            </w:pPr>
            <w:r w:rsidRPr="0076211E">
              <w:t xml:space="preserve">0,7 </w:t>
            </w:r>
          </w:p>
        </w:tc>
        <w:tc>
          <w:tcPr>
            <w:tcW w:w="510" w:type="dxa"/>
            <w:shd w:val="clear" w:color="auto" w:fill="F2F2F2" w:themeFill="background1" w:themeFillShade="F2"/>
          </w:tcPr>
          <w:p w14:paraId="1C26D5D4" w14:textId="77777777" w:rsidR="00C81BA0" w:rsidRPr="004204FA" w:rsidRDefault="00C81BA0" w:rsidP="00B8361E">
            <w:pPr>
              <w:pStyle w:val="TabNumeri"/>
            </w:pPr>
            <w:r w:rsidRPr="0076211E">
              <w:t xml:space="preserve">0,3 </w:t>
            </w:r>
          </w:p>
        </w:tc>
        <w:tc>
          <w:tcPr>
            <w:tcW w:w="514" w:type="dxa"/>
            <w:shd w:val="clear" w:color="auto" w:fill="F2F2F2" w:themeFill="background1" w:themeFillShade="F2"/>
          </w:tcPr>
          <w:p w14:paraId="18E5E94E" w14:textId="77777777" w:rsidR="00C81BA0" w:rsidRPr="004204FA" w:rsidRDefault="00C81BA0" w:rsidP="00B8361E">
            <w:pPr>
              <w:pStyle w:val="TabNumeri"/>
            </w:pPr>
            <w:r w:rsidRPr="0076211E">
              <w:t xml:space="preserve">0,4 </w:t>
            </w:r>
          </w:p>
        </w:tc>
      </w:tr>
      <w:tr w:rsidR="00C81BA0" w:rsidRPr="00BC2A0C" w14:paraId="427D6260" w14:textId="77777777" w:rsidTr="00B8361E">
        <w:trPr>
          <w:cantSplit/>
          <w:trHeight w:val="255"/>
        </w:trPr>
        <w:tc>
          <w:tcPr>
            <w:tcW w:w="3402" w:type="dxa"/>
          </w:tcPr>
          <w:p w14:paraId="32E99DBC" w14:textId="77777777" w:rsidR="00C81BA0" w:rsidRPr="003F3E03" w:rsidRDefault="00C81BA0" w:rsidP="00B8361E">
            <w:pPr>
              <w:pStyle w:val="TabEtichette"/>
            </w:pPr>
            <w:r w:rsidRPr="003F3E03">
              <w:t xml:space="preserve">  Economie avanzate</w:t>
            </w:r>
          </w:p>
        </w:tc>
        <w:tc>
          <w:tcPr>
            <w:tcW w:w="510" w:type="dxa"/>
          </w:tcPr>
          <w:p w14:paraId="475505D8" w14:textId="77777777" w:rsidR="00C81BA0" w:rsidRPr="00EA1C14" w:rsidRDefault="00C81BA0" w:rsidP="00B8361E">
            <w:pPr>
              <w:pStyle w:val="TabNumeri"/>
            </w:pPr>
            <w:r w:rsidRPr="001942E7">
              <w:t xml:space="preserve">-10,1 </w:t>
            </w:r>
          </w:p>
        </w:tc>
        <w:tc>
          <w:tcPr>
            <w:tcW w:w="510" w:type="dxa"/>
          </w:tcPr>
          <w:p w14:paraId="23CE136D" w14:textId="77777777" w:rsidR="00C81BA0" w:rsidRPr="00EA1C14" w:rsidRDefault="00C81BA0" w:rsidP="00B8361E">
            <w:pPr>
              <w:pStyle w:val="TabNumeri"/>
            </w:pPr>
            <w:r w:rsidRPr="001942E7">
              <w:t xml:space="preserve">7,5 </w:t>
            </w:r>
          </w:p>
        </w:tc>
        <w:tc>
          <w:tcPr>
            <w:tcW w:w="510" w:type="dxa"/>
          </w:tcPr>
          <w:p w14:paraId="33CBFBEA" w14:textId="77777777" w:rsidR="00C81BA0" w:rsidRPr="00EA1C14" w:rsidRDefault="00C81BA0" w:rsidP="00B8361E">
            <w:pPr>
              <w:pStyle w:val="TabNumeri"/>
            </w:pPr>
            <w:r w:rsidRPr="001942E7">
              <w:t xml:space="preserve">6,1 </w:t>
            </w:r>
          </w:p>
        </w:tc>
        <w:tc>
          <w:tcPr>
            <w:tcW w:w="340" w:type="dxa"/>
          </w:tcPr>
          <w:p w14:paraId="338C0624" w14:textId="77777777" w:rsidR="00C81BA0" w:rsidRPr="00BC2A0C" w:rsidRDefault="00C81BA0" w:rsidP="00B8361E">
            <w:pPr>
              <w:pStyle w:val="TabEtichette"/>
            </w:pPr>
          </w:p>
        </w:tc>
        <w:tc>
          <w:tcPr>
            <w:tcW w:w="2552" w:type="dxa"/>
          </w:tcPr>
          <w:p w14:paraId="1DD46D85" w14:textId="77777777" w:rsidR="00C81BA0" w:rsidRPr="00BC2A0C" w:rsidRDefault="00C81BA0" w:rsidP="00B8361E">
            <w:pPr>
              <w:pStyle w:val="TabEtichette"/>
            </w:pPr>
            <w:r>
              <w:t xml:space="preserve">Libor su depositi in </w:t>
            </w:r>
            <w:proofErr w:type="gramStart"/>
            <w:r w:rsidRPr="00BC2A0C">
              <w:t>Euro</w:t>
            </w:r>
            <w:proofErr w:type="gramEnd"/>
            <w:r>
              <w:t xml:space="preserve"> (f)</w:t>
            </w:r>
          </w:p>
        </w:tc>
        <w:tc>
          <w:tcPr>
            <w:tcW w:w="510" w:type="dxa"/>
          </w:tcPr>
          <w:p w14:paraId="797A4401" w14:textId="77777777" w:rsidR="00C81BA0" w:rsidRPr="004204FA" w:rsidRDefault="00C81BA0" w:rsidP="00B8361E">
            <w:pPr>
              <w:pStyle w:val="TabNumeri"/>
            </w:pPr>
            <w:r w:rsidRPr="0076211E">
              <w:t xml:space="preserve">-0,4 </w:t>
            </w:r>
          </w:p>
        </w:tc>
        <w:tc>
          <w:tcPr>
            <w:tcW w:w="510" w:type="dxa"/>
          </w:tcPr>
          <w:p w14:paraId="628FDF82" w14:textId="77777777" w:rsidR="00C81BA0" w:rsidRPr="004204FA" w:rsidRDefault="00C81BA0" w:rsidP="00B8361E">
            <w:pPr>
              <w:pStyle w:val="TabNumeri"/>
            </w:pPr>
            <w:r w:rsidRPr="0076211E">
              <w:t xml:space="preserve">-0,5 </w:t>
            </w:r>
          </w:p>
        </w:tc>
        <w:tc>
          <w:tcPr>
            <w:tcW w:w="514" w:type="dxa"/>
          </w:tcPr>
          <w:p w14:paraId="447E75E3" w14:textId="77777777" w:rsidR="00C81BA0" w:rsidRPr="004204FA" w:rsidRDefault="00C81BA0" w:rsidP="00B8361E">
            <w:pPr>
              <w:pStyle w:val="TabNumeri"/>
            </w:pPr>
            <w:r w:rsidRPr="0076211E">
              <w:t xml:space="preserve">-0,6 </w:t>
            </w:r>
          </w:p>
        </w:tc>
      </w:tr>
      <w:tr w:rsidR="00C81BA0" w:rsidRPr="00BC2A0C" w14:paraId="430FAD15" w14:textId="77777777" w:rsidTr="00B8361E">
        <w:trPr>
          <w:cantSplit/>
          <w:trHeight w:val="255"/>
        </w:trPr>
        <w:tc>
          <w:tcPr>
            <w:tcW w:w="3402" w:type="dxa"/>
            <w:shd w:val="clear" w:color="auto" w:fill="F2F2F2" w:themeFill="background1" w:themeFillShade="F2"/>
          </w:tcPr>
          <w:p w14:paraId="5F33DFB4" w14:textId="77777777" w:rsidR="00C81BA0" w:rsidRDefault="00C81BA0" w:rsidP="00B8361E">
            <w:pPr>
              <w:pStyle w:val="TabEtichette"/>
            </w:pPr>
            <w:r w:rsidRPr="003F3E03">
              <w:t xml:space="preserve">  Economie emergenti e in sviluppo</w:t>
            </w:r>
          </w:p>
        </w:tc>
        <w:tc>
          <w:tcPr>
            <w:tcW w:w="510" w:type="dxa"/>
            <w:shd w:val="clear" w:color="auto" w:fill="F2F2F2" w:themeFill="background1" w:themeFillShade="F2"/>
          </w:tcPr>
          <w:p w14:paraId="6419ECA2" w14:textId="77777777" w:rsidR="00C81BA0" w:rsidRPr="00EA1C14" w:rsidRDefault="00C81BA0" w:rsidP="00B8361E">
            <w:pPr>
              <w:pStyle w:val="TabNumeri"/>
            </w:pPr>
            <w:r w:rsidRPr="001942E7">
              <w:t xml:space="preserve">-8,9 </w:t>
            </w:r>
          </w:p>
        </w:tc>
        <w:tc>
          <w:tcPr>
            <w:tcW w:w="510" w:type="dxa"/>
            <w:shd w:val="clear" w:color="auto" w:fill="F2F2F2" w:themeFill="background1" w:themeFillShade="F2"/>
          </w:tcPr>
          <w:p w14:paraId="5197E070" w14:textId="77777777" w:rsidR="00C81BA0" w:rsidRPr="00EA1C14" w:rsidRDefault="00C81BA0" w:rsidP="00B8361E">
            <w:pPr>
              <w:pStyle w:val="TabNumeri"/>
            </w:pPr>
            <w:r w:rsidRPr="001942E7">
              <w:t xml:space="preserve">9,2 </w:t>
            </w:r>
          </w:p>
        </w:tc>
        <w:tc>
          <w:tcPr>
            <w:tcW w:w="510" w:type="dxa"/>
            <w:shd w:val="clear" w:color="auto" w:fill="F2F2F2" w:themeFill="background1" w:themeFillShade="F2"/>
          </w:tcPr>
          <w:p w14:paraId="4A89FD82" w14:textId="77777777" w:rsidR="00C81BA0" w:rsidRDefault="00C81BA0" w:rsidP="00B8361E">
            <w:pPr>
              <w:pStyle w:val="TabNumeri"/>
            </w:pPr>
            <w:r w:rsidRPr="001942E7">
              <w:t xml:space="preserve">6,7 </w:t>
            </w:r>
          </w:p>
        </w:tc>
        <w:tc>
          <w:tcPr>
            <w:tcW w:w="340" w:type="dxa"/>
            <w:shd w:val="clear" w:color="auto" w:fill="F2F2F2" w:themeFill="background1" w:themeFillShade="F2"/>
          </w:tcPr>
          <w:p w14:paraId="2ACF2F62" w14:textId="77777777" w:rsidR="00C81BA0" w:rsidRPr="00BC2A0C" w:rsidRDefault="00C81BA0" w:rsidP="00B8361E">
            <w:pPr>
              <w:pStyle w:val="TabEtichette"/>
            </w:pPr>
          </w:p>
        </w:tc>
        <w:tc>
          <w:tcPr>
            <w:tcW w:w="2552" w:type="dxa"/>
            <w:shd w:val="clear" w:color="auto" w:fill="F2F2F2" w:themeFill="background1" w:themeFillShade="F2"/>
          </w:tcPr>
          <w:p w14:paraId="69597D31" w14:textId="77777777" w:rsidR="00C81BA0" w:rsidRPr="00BC2A0C" w:rsidRDefault="00C81BA0" w:rsidP="00B8361E">
            <w:pPr>
              <w:pStyle w:val="TabEtichette"/>
            </w:pPr>
            <w:r>
              <w:t xml:space="preserve">Libor su depositi in </w:t>
            </w:r>
            <w:r w:rsidRPr="00BC2A0C">
              <w:t xml:space="preserve">Yen </w:t>
            </w:r>
            <w:r>
              <w:t>(f)</w:t>
            </w:r>
          </w:p>
        </w:tc>
        <w:tc>
          <w:tcPr>
            <w:tcW w:w="510" w:type="dxa"/>
            <w:shd w:val="clear" w:color="auto" w:fill="F2F2F2" w:themeFill="background1" w:themeFillShade="F2"/>
          </w:tcPr>
          <w:p w14:paraId="2924C2A7" w14:textId="77777777" w:rsidR="00C81BA0" w:rsidRPr="004204FA" w:rsidRDefault="00C81BA0" w:rsidP="00B8361E">
            <w:pPr>
              <w:pStyle w:val="TabNumeri"/>
            </w:pPr>
            <w:r w:rsidRPr="0076211E">
              <w:t xml:space="preserve">0,0 </w:t>
            </w:r>
          </w:p>
        </w:tc>
        <w:tc>
          <w:tcPr>
            <w:tcW w:w="510" w:type="dxa"/>
            <w:shd w:val="clear" w:color="auto" w:fill="F2F2F2" w:themeFill="background1" w:themeFillShade="F2"/>
          </w:tcPr>
          <w:p w14:paraId="024C5232" w14:textId="77777777" w:rsidR="00C81BA0" w:rsidRPr="004204FA" w:rsidRDefault="00C81BA0" w:rsidP="00B8361E">
            <w:pPr>
              <w:pStyle w:val="TabNumeri"/>
            </w:pPr>
            <w:r w:rsidRPr="0076211E">
              <w:t xml:space="preserve">-0,1 </w:t>
            </w:r>
          </w:p>
        </w:tc>
        <w:tc>
          <w:tcPr>
            <w:tcW w:w="514" w:type="dxa"/>
            <w:shd w:val="clear" w:color="auto" w:fill="F2F2F2" w:themeFill="background1" w:themeFillShade="F2"/>
          </w:tcPr>
          <w:p w14:paraId="44F9ED41" w14:textId="77777777" w:rsidR="00C81BA0" w:rsidRDefault="00C81BA0" w:rsidP="00B8361E">
            <w:pPr>
              <w:pStyle w:val="TabNumeri"/>
            </w:pPr>
            <w:r w:rsidRPr="0076211E">
              <w:t xml:space="preserve">-0,1 </w:t>
            </w:r>
          </w:p>
        </w:tc>
      </w:tr>
      <w:tr w:rsidR="00C81BA0" w:rsidRPr="00BC2A0C" w14:paraId="1E09972C" w14:textId="77777777" w:rsidTr="00B8361E">
        <w:trPr>
          <w:cantSplit/>
          <w:trHeight w:val="255"/>
        </w:trPr>
        <w:tc>
          <w:tcPr>
            <w:tcW w:w="9358" w:type="dxa"/>
            <w:gridSpan w:val="9"/>
          </w:tcPr>
          <w:p w14:paraId="4B6FE0A2" w14:textId="77777777" w:rsidR="00C81BA0" w:rsidRPr="009100D8" w:rsidRDefault="00C81BA0" w:rsidP="00B8361E">
            <w:pPr>
              <w:pStyle w:val="TabIntestaSup"/>
            </w:pPr>
            <w:r>
              <w:t>Prezzi</w:t>
            </w:r>
          </w:p>
        </w:tc>
      </w:tr>
      <w:tr w:rsidR="00C81BA0" w:rsidRPr="00BC2A0C" w14:paraId="4D4E5AF6" w14:textId="77777777" w:rsidTr="00B8361E">
        <w:trPr>
          <w:cantSplit/>
          <w:trHeight w:val="255"/>
        </w:trPr>
        <w:tc>
          <w:tcPr>
            <w:tcW w:w="3402" w:type="dxa"/>
            <w:shd w:val="clear" w:color="auto" w:fill="F2F2F2" w:themeFill="background1" w:themeFillShade="F2"/>
          </w:tcPr>
          <w:p w14:paraId="70F9312C" w14:textId="77777777" w:rsidR="00C81BA0" w:rsidRPr="00BC2A0C" w:rsidRDefault="00C81BA0" w:rsidP="00B8361E">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14:paraId="22E05C0C" w14:textId="77777777" w:rsidR="00C81BA0" w:rsidRPr="006129FC" w:rsidRDefault="00C81BA0" w:rsidP="00B8361E">
            <w:pPr>
              <w:pStyle w:val="TabNumeri"/>
            </w:pPr>
          </w:p>
        </w:tc>
        <w:tc>
          <w:tcPr>
            <w:tcW w:w="510" w:type="dxa"/>
            <w:shd w:val="clear" w:color="auto" w:fill="F2F2F2" w:themeFill="background1" w:themeFillShade="F2"/>
          </w:tcPr>
          <w:p w14:paraId="143803F7" w14:textId="77777777" w:rsidR="00C81BA0" w:rsidRPr="006129FC" w:rsidRDefault="00C81BA0" w:rsidP="00B8361E">
            <w:pPr>
              <w:pStyle w:val="TabNumeri"/>
            </w:pPr>
          </w:p>
        </w:tc>
        <w:tc>
          <w:tcPr>
            <w:tcW w:w="510" w:type="dxa"/>
            <w:shd w:val="clear" w:color="auto" w:fill="F2F2F2" w:themeFill="background1" w:themeFillShade="F2"/>
          </w:tcPr>
          <w:p w14:paraId="43FCD8C5" w14:textId="77777777" w:rsidR="00C81BA0" w:rsidRPr="006129FC" w:rsidRDefault="00C81BA0" w:rsidP="00B8361E">
            <w:pPr>
              <w:pStyle w:val="TabNumeri"/>
            </w:pPr>
          </w:p>
        </w:tc>
        <w:tc>
          <w:tcPr>
            <w:tcW w:w="340" w:type="dxa"/>
            <w:shd w:val="clear" w:color="auto" w:fill="F2F2F2" w:themeFill="background1" w:themeFillShade="F2"/>
          </w:tcPr>
          <w:p w14:paraId="5614E6B1" w14:textId="77777777" w:rsidR="00C81BA0" w:rsidRPr="00BC2A0C" w:rsidRDefault="00C81BA0" w:rsidP="00B8361E">
            <w:pPr>
              <w:pStyle w:val="TabEtichette"/>
            </w:pPr>
          </w:p>
        </w:tc>
        <w:tc>
          <w:tcPr>
            <w:tcW w:w="2552" w:type="dxa"/>
            <w:shd w:val="clear" w:color="auto" w:fill="F2F2F2" w:themeFill="background1" w:themeFillShade="F2"/>
          </w:tcPr>
          <w:p w14:paraId="7AE2E811" w14:textId="77777777" w:rsidR="00C81BA0" w:rsidRPr="00BC2A0C" w:rsidRDefault="00C81BA0" w:rsidP="00B8361E">
            <w:pPr>
              <w:pStyle w:val="TabEtichette"/>
            </w:pPr>
            <w:r w:rsidRPr="00BC2A0C">
              <w:t>Prezzi al consumo</w:t>
            </w:r>
          </w:p>
        </w:tc>
        <w:tc>
          <w:tcPr>
            <w:tcW w:w="510" w:type="dxa"/>
            <w:shd w:val="clear" w:color="auto" w:fill="F2F2F2" w:themeFill="background1" w:themeFillShade="F2"/>
          </w:tcPr>
          <w:p w14:paraId="6DEDD739" w14:textId="77777777" w:rsidR="00C81BA0" w:rsidRPr="006129FC" w:rsidRDefault="00C81BA0" w:rsidP="00B8361E">
            <w:pPr>
              <w:pStyle w:val="TabNumeri"/>
            </w:pPr>
          </w:p>
        </w:tc>
        <w:tc>
          <w:tcPr>
            <w:tcW w:w="510" w:type="dxa"/>
            <w:shd w:val="clear" w:color="auto" w:fill="F2F2F2" w:themeFill="background1" w:themeFillShade="F2"/>
          </w:tcPr>
          <w:p w14:paraId="58669A12" w14:textId="77777777" w:rsidR="00C81BA0" w:rsidRPr="006129FC" w:rsidRDefault="00C81BA0" w:rsidP="00B8361E">
            <w:pPr>
              <w:pStyle w:val="TabNumeri"/>
            </w:pPr>
          </w:p>
        </w:tc>
        <w:tc>
          <w:tcPr>
            <w:tcW w:w="514" w:type="dxa"/>
            <w:shd w:val="clear" w:color="auto" w:fill="F2F2F2" w:themeFill="background1" w:themeFillShade="F2"/>
          </w:tcPr>
          <w:p w14:paraId="733181D2" w14:textId="77777777" w:rsidR="00C81BA0" w:rsidRPr="006129FC" w:rsidRDefault="00C81BA0" w:rsidP="00B8361E">
            <w:pPr>
              <w:pStyle w:val="TabNumeri"/>
            </w:pPr>
          </w:p>
        </w:tc>
      </w:tr>
      <w:tr w:rsidR="00C81BA0" w:rsidRPr="00BC2A0C" w14:paraId="6F5F56F6" w14:textId="77777777" w:rsidTr="00B8361E">
        <w:trPr>
          <w:cantSplit/>
          <w:trHeight w:val="255"/>
        </w:trPr>
        <w:tc>
          <w:tcPr>
            <w:tcW w:w="3402" w:type="dxa"/>
            <w:shd w:val="clear" w:color="auto" w:fill="auto"/>
          </w:tcPr>
          <w:p w14:paraId="52046B01" w14:textId="77777777" w:rsidR="00C81BA0" w:rsidRPr="00BC2A0C" w:rsidRDefault="00C81BA0" w:rsidP="00B8361E">
            <w:pPr>
              <w:pStyle w:val="TabEtichette"/>
            </w:pPr>
            <w:r w:rsidRPr="00BC2A0C">
              <w:t xml:space="preserve"> - Petrolio (d)</w:t>
            </w:r>
          </w:p>
        </w:tc>
        <w:tc>
          <w:tcPr>
            <w:tcW w:w="510" w:type="dxa"/>
            <w:shd w:val="clear" w:color="auto" w:fill="auto"/>
          </w:tcPr>
          <w:p w14:paraId="0E89E4D3" w14:textId="77777777" w:rsidR="00C81BA0" w:rsidRPr="0017689A" w:rsidRDefault="00C81BA0" w:rsidP="00B8361E">
            <w:pPr>
              <w:pStyle w:val="TabNumeri"/>
            </w:pPr>
            <w:r w:rsidRPr="004611F0">
              <w:t xml:space="preserve">-32,7 </w:t>
            </w:r>
          </w:p>
        </w:tc>
        <w:tc>
          <w:tcPr>
            <w:tcW w:w="510" w:type="dxa"/>
            <w:shd w:val="clear" w:color="auto" w:fill="auto"/>
          </w:tcPr>
          <w:p w14:paraId="5B1C35DD" w14:textId="77777777" w:rsidR="00C81BA0" w:rsidRPr="0017689A" w:rsidRDefault="00C81BA0" w:rsidP="00B8361E">
            <w:pPr>
              <w:pStyle w:val="TabNumeri"/>
            </w:pPr>
            <w:r w:rsidRPr="004611F0">
              <w:t xml:space="preserve">21,2 </w:t>
            </w:r>
          </w:p>
        </w:tc>
        <w:tc>
          <w:tcPr>
            <w:tcW w:w="510" w:type="dxa"/>
            <w:shd w:val="clear" w:color="auto" w:fill="auto"/>
          </w:tcPr>
          <w:p w14:paraId="644B3680" w14:textId="77777777" w:rsidR="00C81BA0" w:rsidRPr="0017689A" w:rsidRDefault="00C81BA0" w:rsidP="00B8361E">
            <w:pPr>
              <w:pStyle w:val="TabNumeri"/>
            </w:pPr>
            <w:r w:rsidRPr="004611F0">
              <w:t xml:space="preserve">-2,4 </w:t>
            </w:r>
          </w:p>
        </w:tc>
        <w:tc>
          <w:tcPr>
            <w:tcW w:w="340" w:type="dxa"/>
            <w:shd w:val="clear" w:color="auto" w:fill="auto"/>
          </w:tcPr>
          <w:p w14:paraId="3476B6D3" w14:textId="77777777" w:rsidR="00C81BA0" w:rsidRPr="001242A8" w:rsidRDefault="00C81BA0" w:rsidP="00B8361E">
            <w:pPr>
              <w:pStyle w:val="TabEtichette"/>
              <w:rPr>
                <w:color w:val="7030A0"/>
              </w:rPr>
            </w:pPr>
          </w:p>
        </w:tc>
        <w:tc>
          <w:tcPr>
            <w:tcW w:w="2552" w:type="dxa"/>
            <w:shd w:val="clear" w:color="auto" w:fill="auto"/>
          </w:tcPr>
          <w:p w14:paraId="49508CD3" w14:textId="77777777" w:rsidR="00C81BA0" w:rsidRPr="00BC2A0C" w:rsidRDefault="00C81BA0" w:rsidP="00B8361E">
            <w:pPr>
              <w:pStyle w:val="TabEtichette"/>
            </w:pPr>
            <w:r w:rsidRPr="00BC2A0C">
              <w:t xml:space="preserve">  Economie avanzate</w:t>
            </w:r>
          </w:p>
        </w:tc>
        <w:tc>
          <w:tcPr>
            <w:tcW w:w="510" w:type="dxa"/>
            <w:shd w:val="clear" w:color="auto" w:fill="auto"/>
          </w:tcPr>
          <w:p w14:paraId="32376221" w14:textId="77777777" w:rsidR="00C81BA0" w:rsidRPr="00CB1C0B" w:rsidRDefault="00C81BA0" w:rsidP="00B8361E">
            <w:pPr>
              <w:pStyle w:val="TabNumeri"/>
            </w:pPr>
            <w:r w:rsidRPr="0005506D">
              <w:t xml:space="preserve">0,7 </w:t>
            </w:r>
          </w:p>
        </w:tc>
        <w:tc>
          <w:tcPr>
            <w:tcW w:w="510" w:type="dxa"/>
            <w:shd w:val="clear" w:color="auto" w:fill="auto"/>
          </w:tcPr>
          <w:p w14:paraId="11BC5FE9" w14:textId="77777777" w:rsidR="00C81BA0" w:rsidRPr="00CB1C0B" w:rsidRDefault="00C81BA0" w:rsidP="00B8361E">
            <w:pPr>
              <w:pStyle w:val="TabNumeri"/>
            </w:pPr>
            <w:r w:rsidRPr="0005506D">
              <w:t xml:space="preserve">1,3 </w:t>
            </w:r>
          </w:p>
        </w:tc>
        <w:tc>
          <w:tcPr>
            <w:tcW w:w="514" w:type="dxa"/>
            <w:shd w:val="clear" w:color="auto" w:fill="auto"/>
          </w:tcPr>
          <w:p w14:paraId="02B831E9" w14:textId="77777777" w:rsidR="00C81BA0" w:rsidRPr="00CB1C0B" w:rsidRDefault="00C81BA0" w:rsidP="00B8361E">
            <w:pPr>
              <w:pStyle w:val="TabNumeri"/>
            </w:pPr>
            <w:r w:rsidRPr="0005506D">
              <w:t xml:space="preserve">1,5 </w:t>
            </w:r>
          </w:p>
        </w:tc>
      </w:tr>
      <w:tr w:rsidR="00C81BA0" w:rsidRPr="00BC2A0C" w14:paraId="674FB4D5" w14:textId="77777777" w:rsidTr="00B8361E">
        <w:trPr>
          <w:cantSplit/>
          <w:trHeight w:val="255"/>
        </w:trPr>
        <w:tc>
          <w:tcPr>
            <w:tcW w:w="3402" w:type="dxa"/>
            <w:shd w:val="clear" w:color="auto" w:fill="F2F2F2" w:themeFill="background1" w:themeFillShade="F2"/>
          </w:tcPr>
          <w:p w14:paraId="379818BA" w14:textId="77777777" w:rsidR="00C81BA0" w:rsidRPr="00BC2A0C" w:rsidRDefault="00C81BA0" w:rsidP="00B8361E">
            <w:pPr>
              <w:pStyle w:val="TabEtichette"/>
            </w:pPr>
            <w:r w:rsidRPr="00BC2A0C">
              <w:t xml:space="preserve"> - Materie prime non energetiche(e)</w:t>
            </w:r>
          </w:p>
        </w:tc>
        <w:tc>
          <w:tcPr>
            <w:tcW w:w="510" w:type="dxa"/>
            <w:shd w:val="clear" w:color="auto" w:fill="F2F2F2" w:themeFill="background1" w:themeFillShade="F2"/>
          </w:tcPr>
          <w:p w14:paraId="60F95DA0" w14:textId="77777777" w:rsidR="00C81BA0" w:rsidRPr="0017689A" w:rsidRDefault="00C81BA0" w:rsidP="00B8361E">
            <w:pPr>
              <w:pStyle w:val="TabNumeri"/>
            </w:pPr>
            <w:r w:rsidRPr="004611F0">
              <w:t xml:space="preserve">6,7 </w:t>
            </w:r>
          </w:p>
        </w:tc>
        <w:tc>
          <w:tcPr>
            <w:tcW w:w="510" w:type="dxa"/>
            <w:shd w:val="clear" w:color="auto" w:fill="F2F2F2" w:themeFill="background1" w:themeFillShade="F2"/>
          </w:tcPr>
          <w:p w14:paraId="5989BCF5" w14:textId="77777777" w:rsidR="00C81BA0" w:rsidRPr="0017689A" w:rsidRDefault="00C81BA0" w:rsidP="00B8361E">
            <w:pPr>
              <w:pStyle w:val="TabNumeri"/>
            </w:pPr>
            <w:r w:rsidRPr="004611F0">
              <w:t xml:space="preserve">12,8 </w:t>
            </w:r>
          </w:p>
        </w:tc>
        <w:tc>
          <w:tcPr>
            <w:tcW w:w="510" w:type="dxa"/>
            <w:shd w:val="clear" w:color="auto" w:fill="F2F2F2" w:themeFill="background1" w:themeFillShade="F2"/>
          </w:tcPr>
          <w:p w14:paraId="1422EA2F" w14:textId="77777777" w:rsidR="00C81BA0" w:rsidRDefault="00C81BA0" w:rsidP="00B8361E">
            <w:pPr>
              <w:pStyle w:val="TabNumeri"/>
            </w:pPr>
            <w:r w:rsidRPr="004611F0">
              <w:t xml:space="preserve">-1,5 </w:t>
            </w:r>
          </w:p>
        </w:tc>
        <w:tc>
          <w:tcPr>
            <w:tcW w:w="340" w:type="dxa"/>
            <w:shd w:val="clear" w:color="auto" w:fill="F2F2F2" w:themeFill="background1" w:themeFillShade="F2"/>
          </w:tcPr>
          <w:p w14:paraId="1A7EC520" w14:textId="77777777" w:rsidR="00C81BA0" w:rsidRPr="001242A8" w:rsidRDefault="00C81BA0" w:rsidP="00B8361E">
            <w:pPr>
              <w:pStyle w:val="TabEtichette"/>
              <w:rPr>
                <w:color w:val="7030A0"/>
              </w:rPr>
            </w:pPr>
          </w:p>
        </w:tc>
        <w:tc>
          <w:tcPr>
            <w:tcW w:w="2552" w:type="dxa"/>
            <w:shd w:val="clear" w:color="auto" w:fill="F2F2F2" w:themeFill="background1" w:themeFillShade="F2"/>
          </w:tcPr>
          <w:p w14:paraId="0C5D0B02" w14:textId="77777777" w:rsidR="00C81BA0" w:rsidRPr="00BC2A0C" w:rsidRDefault="00C81BA0" w:rsidP="00B8361E">
            <w:pPr>
              <w:pStyle w:val="TabEtichette"/>
            </w:pPr>
            <w:r w:rsidRPr="00BC2A0C">
              <w:t xml:space="preserve">  Economie emergenti e in sviluppo</w:t>
            </w:r>
          </w:p>
        </w:tc>
        <w:tc>
          <w:tcPr>
            <w:tcW w:w="510" w:type="dxa"/>
            <w:shd w:val="clear" w:color="auto" w:fill="F2F2F2" w:themeFill="background1" w:themeFillShade="F2"/>
          </w:tcPr>
          <w:p w14:paraId="687C0FE9" w14:textId="77777777" w:rsidR="00C81BA0" w:rsidRPr="00CB1C0B" w:rsidRDefault="00C81BA0" w:rsidP="00B8361E">
            <w:pPr>
              <w:pStyle w:val="TabNumeri"/>
            </w:pPr>
            <w:r w:rsidRPr="0005506D">
              <w:t xml:space="preserve">5,0 </w:t>
            </w:r>
          </w:p>
        </w:tc>
        <w:tc>
          <w:tcPr>
            <w:tcW w:w="510" w:type="dxa"/>
            <w:shd w:val="clear" w:color="auto" w:fill="F2F2F2" w:themeFill="background1" w:themeFillShade="F2"/>
          </w:tcPr>
          <w:p w14:paraId="7A7B42B8" w14:textId="77777777" w:rsidR="00C81BA0" w:rsidRPr="00CB1C0B" w:rsidRDefault="00C81BA0" w:rsidP="00B8361E">
            <w:pPr>
              <w:pStyle w:val="TabNumeri"/>
            </w:pPr>
            <w:r w:rsidRPr="0005506D">
              <w:t xml:space="preserve">4,2 </w:t>
            </w:r>
          </w:p>
        </w:tc>
        <w:tc>
          <w:tcPr>
            <w:tcW w:w="514" w:type="dxa"/>
            <w:shd w:val="clear" w:color="auto" w:fill="F2F2F2" w:themeFill="background1" w:themeFillShade="F2"/>
          </w:tcPr>
          <w:p w14:paraId="65BB8E51" w14:textId="77777777" w:rsidR="00C81BA0" w:rsidRDefault="00C81BA0" w:rsidP="00B8361E">
            <w:pPr>
              <w:pStyle w:val="TabNumeri"/>
            </w:pPr>
            <w:r w:rsidRPr="0005506D">
              <w:t xml:space="preserve">4,2 </w:t>
            </w:r>
          </w:p>
        </w:tc>
      </w:tr>
      <w:tr w:rsidR="00C81BA0" w:rsidRPr="004B6004" w14:paraId="5C6096D7" w14:textId="77777777" w:rsidTr="00B8361E">
        <w:trPr>
          <w:cantSplit/>
        </w:trPr>
        <w:tc>
          <w:tcPr>
            <w:tcW w:w="9358" w:type="dxa"/>
            <w:gridSpan w:val="9"/>
            <w:tcBorders>
              <w:top w:val="single" w:sz="4" w:space="0" w:color="800000"/>
            </w:tcBorders>
          </w:tcPr>
          <w:p w14:paraId="77D92F6F" w14:textId="77777777" w:rsidR="00C81BA0" w:rsidRPr="002A4A23" w:rsidRDefault="00C81BA0" w:rsidP="00B8361E">
            <w:pPr>
              <w:pStyle w:val="TabNoteSuperiori"/>
            </w:pP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Conventions.</w:t>
            </w:r>
            <w:r w:rsidRPr="00BC2A0C">
              <w:t xml:space="preserve"> (b) Tasso di variazione percentuale sul periodo precedente. (c) Beni e servizi in volume. (d) Media dei prezzi spot del petrolio greggio Brent, Dubai e West </w:t>
            </w:r>
            <w:r>
              <w:t>T</w:t>
            </w:r>
            <w:r w:rsidRPr="00BC2A0C">
              <w:t xml:space="preserve">exas Intermediate. (e) Media dei prezzi mondiali delle materie prime non </w:t>
            </w:r>
            <w:proofErr w:type="spellStart"/>
            <w:r w:rsidRPr="00BC2A0C">
              <w:t>fuel</w:t>
            </w:r>
            <w:proofErr w:type="spellEnd"/>
            <w:r w:rsidRPr="00BC2A0C">
              <w:t xml:space="preserve"> (energia) pesata per la loro quota media delle esportazioni di materie prime. (f) LIBOR (London </w:t>
            </w:r>
            <w:proofErr w:type="spellStart"/>
            <w:r w:rsidRPr="00BC2A0C">
              <w:t>Interbank</w:t>
            </w:r>
            <w:proofErr w:type="spellEnd"/>
            <w:r w:rsidRPr="00BC2A0C">
              <w:t xml:space="preserve"> </w:t>
            </w:r>
            <w:proofErr w:type="spellStart"/>
            <w:r w:rsidRPr="00BC2A0C">
              <w:t>Offered</w:t>
            </w:r>
            <w:proofErr w:type="spellEnd"/>
            <w:r w:rsidRPr="00BC2A0C">
              <w:t xml:space="preserve"> Rate), t</w:t>
            </w:r>
            <w:r>
              <w:t>asso di interesse percentuale:</w:t>
            </w:r>
            <w:r w:rsidRPr="00BC2A0C">
              <w:t xml:space="preserve"> sui depositi a 6 mesi in U.S.$; sui depositi a 6 mesi in yen; sui depositi a 3 mesi in euro. </w:t>
            </w:r>
          </w:p>
          <w:p w14:paraId="61FDB048" w14:textId="77777777" w:rsidR="00C81BA0" w:rsidRPr="00BC2A0C" w:rsidRDefault="00C81BA0" w:rsidP="00B8361E">
            <w:pPr>
              <w:pStyle w:val="TabNoteSuperiori"/>
              <w:rPr>
                <w:lang w:val="en-US"/>
              </w:rPr>
            </w:pPr>
            <w:r w:rsidRPr="00BC2A0C">
              <w:rPr>
                <w:lang w:val="en-GB"/>
              </w:rPr>
              <w:t>IMF, World Economic Outl</w:t>
            </w:r>
            <w:r>
              <w:rPr>
                <w:lang w:val="en-GB"/>
              </w:rPr>
              <w:t xml:space="preserve">ook </w:t>
            </w:r>
            <w:r w:rsidRPr="004B6004">
              <w:rPr>
                <w:lang w:val="en-GB"/>
              </w:rPr>
              <w:t xml:space="preserve">Update, 26 </w:t>
            </w:r>
            <w:proofErr w:type="spellStart"/>
            <w:r w:rsidRPr="004B6004">
              <w:rPr>
                <w:lang w:val="en-GB"/>
              </w:rPr>
              <w:t>gennaio</w:t>
            </w:r>
            <w:proofErr w:type="spellEnd"/>
            <w:r w:rsidRPr="004B6004">
              <w:rPr>
                <w:lang w:val="en-GB"/>
              </w:rPr>
              <w:t xml:space="preserve"> </w:t>
            </w:r>
            <w:r w:rsidRPr="004B6004">
              <w:rPr>
                <w:lang w:val="en-US"/>
              </w:rPr>
              <w:t>2021</w:t>
            </w:r>
          </w:p>
        </w:tc>
      </w:tr>
    </w:tbl>
    <w:p w14:paraId="4FCF13F6" w14:textId="77777777" w:rsidR="003F16DB" w:rsidRPr="00D84993" w:rsidRDefault="003F16DB" w:rsidP="003F16DB">
      <w:r w:rsidRPr="00D84993">
        <w:t xml:space="preserve">L’economia mondiale ha sperimentato un’intensa recessione, parzialmente contenuta dagli interventi normativi e di politica fiscale e monetaria adottati in molti paesi del mondo. </w:t>
      </w:r>
      <w:bookmarkStart w:id="0" w:name="_Hlk63764722"/>
      <w:r w:rsidRPr="00D84993">
        <w:t xml:space="preserve">La politica economica mira a contenere gli effetti della caduta dell’attività su famiglie, imprese e sistemi finanziari. In particolare, gli interventi di politica fiscale mirano a sostenere i redditi delle famiglie e le attività economiche per limitare la crescita della disoccupazione e della povertà, tutelare il sistema produttivo e favorire la ripresa. Le politiche monetarie adottate dalle banche centrali comprendono riduzioni dei tassi, misure per garantire la liquidità sui mercati domestici e internazionali, acquisti diretti di titoli e sostegno alle aspettative di tassi di intervento bassi per un periodo molto lungo. </w:t>
      </w:r>
      <w:bookmarkEnd w:id="0"/>
    </w:p>
    <w:p w14:paraId="563DA5D9" w14:textId="77777777" w:rsidR="003F16DB" w:rsidRPr="00D84993" w:rsidRDefault="003F16DB" w:rsidP="003F16DB">
      <w:r w:rsidRPr="00D84993">
        <w:t xml:space="preserve">Lo scenario è soggetto a un’eccezionale incertezza. Le conseguenze della pandemia hanno colpito sia la domanda, sia l’offerta, con tempi </w:t>
      </w:r>
      <w:proofErr w:type="gramStart"/>
      <w:r w:rsidRPr="00D84993">
        <w:t>e</w:t>
      </w:r>
      <w:proofErr w:type="gramEnd"/>
      <w:r w:rsidRPr="00D84993">
        <w:t xml:space="preserve"> effetti differenziati i paesi e i settori, le filiere produttive globali e il commercio mondiale. La crisi ha ridotto il reddito disponibile, la capacità produttiva, la produttività e l’occupazione. Il livello di indebitamento nel sistema continuerà a salire notevolmente, con il rischio di crisi del debito e che la crisi sanitaria ed economica divenga finanziaria. </w:t>
      </w:r>
      <w:bookmarkStart w:id="1" w:name="_Hlk63764899"/>
      <w:r w:rsidRPr="00D84993">
        <w:t xml:space="preserve">La pandemia ha avuto pesanti effetti, particolarmente sulle donne, i giovani, i più poveri, i </w:t>
      </w:r>
      <w:proofErr w:type="gramStart"/>
      <w:r w:rsidRPr="00D84993">
        <w:t>lavoratori  dell’economia</w:t>
      </w:r>
      <w:proofErr w:type="gramEnd"/>
      <w:r w:rsidRPr="00D84993">
        <w:t xml:space="preserve"> informale e dei settori che richiedono un contatto con il pubblico e ha ridotto il capitale umano dei paesi soggetti a limitazioni al sistema educativo.</w:t>
      </w:r>
      <w:bookmarkEnd w:id="1"/>
      <w:r w:rsidRPr="00D84993">
        <w:t xml:space="preserve"> </w:t>
      </w:r>
      <w:bookmarkStart w:id="2" w:name="_Hlk63764979"/>
      <w:r w:rsidRPr="00D84993">
        <w:t>L’incidenza della povertà estrema è risalita ai livelli di venti anni prima. Sono aumentate le diseguaglianze tra i paesi e all’interno tra piccole e grandi imprese, uomini e donne, lavoratori garantiti e precari, tra classi sociali e livelli di educazione</w:t>
      </w:r>
      <w:bookmarkEnd w:id="2"/>
      <w:r w:rsidRPr="00D84993">
        <w:t>. La ripresa sarà lunga, non equilibrata e incerta, resta soggetta a possibili rovesci e dopo un rimbalzo nel 2021 risulterà moderata.</w:t>
      </w:r>
    </w:p>
    <w:p w14:paraId="16105BBD" w14:textId="77777777" w:rsidR="003F16DB" w:rsidRPr="00D84993" w:rsidRDefault="003F16DB" w:rsidP="003F16DB">
      <w:pPr>
        <w:rPr>
          <w:vanish/>
        </w:rPr>
      </w:pPr>
      <w:r w:rsidRPr="00D84993">
        <w:lastRenderedPageBreak/>
        <w:t xml:space="preserve">Il Fondo monetario internazionale a fine gennaio ha ulteriormente ridotto la stima della caduta dell’attività economica mondiale nel 2020 (-3,5 per cento), mentre si rafforza il netto rimbalzo previsto per il 2021 (+5,5 per cento), in particolare per le economie avanzate, grazie alle politiche economiche di sostegno e a un più rapido programma vaccinale. </w:t>
      </w:r>
      <w:bookmarkStart w:id="3" w:name="_Hlk63765137"/>
      <w:r w:rsidRPr="00D84993">
        <w:t>Il Fmi stima al 9,6 per cento la brusca contrazione del commercio mondiale nel 2020 e ne prevede una ripresa parziale, ma consistente, nel 2021 (+8,1 per cento).</w:t>
      </w:r>
      <w:bookmarkEnd w:id="3"/>
      <w:r w:rsidRPr="00D84993">
        <w:t xml:space="preserve"> Le quotazioni del petrolio, un indicatore del livello di attività economica, dopo avere chiuso il 2020 con una discesa del 32,7 per cento, grazie alla ripresa, vedranno un deciso consolidamento nel 2021 (+21,2 per cento). Ha avuto un migliore andamento l’indice delle materie prime non energetiche, che è salito anche nel 2020 (+6,7 per cento) e rafforzerà questa tendenza nel 2021 (+12,8 per cento).</w:t>
      </w:r>
    </w:p>
    <w:p w14:paraId="0C9C1657" w14:textId="77777777" w:rsidR="003F16DB" w:rsidRPr="00D84993" w:rsidRDefault="003F16DB" w:rsidP="003F16DB">
      <w:bookmarkStart w:id="4" w:name="_Hlk63765301"/>
      <w:r w:rsidRPr="00D84993">
        <w:t xml:space="preserve">Considerando le maggiori economie </w:t>
      </w:r>
      <w:proofErr w:type="spellStart"/>
      <w:r w:rsidRPr="00D84993">
        <w:t>extraUe</w:t>
      </w:r>
      <w:proofErr w:type="spellEnd"/>
      <w:r w:rsidRPr="00D84993">
        <w:t xml:space="preserve">, per </w:t>
      </w:r>
      <w:bookmarkEnd w:id="4"/>
      <w:r w:rsidRPr="00D84993">
        <w:t>il Fmi, negli Stati Uniti la recessione dovrebbe non essere andata oltre il 3,4 per cento nel 2020 e potrebbe essere seguita da una decisa ripresa nel 2021 (+5,1 per cento). Con una ripresa a “V” successiva alla caduta nel primo trimestre, la crescita del Pil in Cina dovrebbe avere subito solo un brusco rallentamento nel 2020 (+2,3 per cento) e accelerare decisamente nel 2021 fino a giungere all’8,1 per cento. Il Giappone ha sperimentando la più profonda recessione dal dopoguerra, che ha ridotto il Pil del 5,1 per cento nel 2020. La ripresa nel 2021 dovrebbe essere consistente, ma parziale e non andare oltre il 3,1 per cento.</w:t>
      </w:r>
    </w:p>
    <w:p w14:paraId="0F8E9D9D" w14:textId="77777777" w:rsidR="00C43F0D" w:rsidRPr="00DB2CF9" w:rsidRDefault="00C43F0D" w:rsidP="00C43F0D">
      <w:pPr>
        <w:pStyle w:val="Titolo2"/>
      </w:pPr>
      <w:r>
        <w:t>X.2.</w:t>
      </w:r>
      <w:r>
        <w:tab/>
        <w:t>L’a</w:t>
      </w:r>
      <w:r w:rsidRPr="00DB2CF9">
        <w:t>rea dell’euro</w:t>
      </w:r>
    </w:p>
    <w:tbl>
      <w:tblPr>
        <w:tblStyle w:val="Grigliatabella"/>
        <w:tblpPr w:topFromText="284" w:bottomFromText="284" w:horzAnchor="margin" w:tblpXSpec="center" w:tblpYSpec="top"/>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C81BA0" w14:paraId="09B2017B" w14:textId="77777777" w:rsidTr="00B8361E">
        <w:trPr>
          <w:cantSplit/>
          <w:trHeight w:val="255"/>
        </w:trPr>
        <w:tc>
          <w:tcPr>
            <w:tcW w:w="9370" w:type="dxa"/>
            <w:gridSpan w:val="10"/>
            <w:tcBorders>
              <w:bottom w:val="single" w:sz="4" w:space="0" w:color="632423" w:themeColor="accent2" w:themeShade="80"/>
            </w:tcBorders>
            <w:noWrap/>
          </w:tcPr>
          <w:p w14:paraId="1B3CE1E0" w14:textId="77777777" w:rsidR="00C81BA0" w:rsidRDefault="00C81BA0" w:rsidP="00B8361E">
            <w:pPr>
              <w:pStyle w:val="TabTitolo"/>
            </w:pPr>
            <w:bookmarkStart w:id="5" w:name="_Hlk44093893"/>
            <w:r>
              <w:t xml:space="preserve">Proiezioni </w:t>
            </w:r>
            <w:proofErr w:type="gramStart"/>
            <w:r>
              <w:t>macro economiche</w:t>
            </w:r>
            <w:proofErr w:type="gramEnd"/>
            <w:r>
              <w:t xml:space="preserve"> per l’area dell’euro.</w:t>
            </w:r>
          </w:p>
        </w:tc>
      </w:tr>
      <w:tr w:rsidR="00C81BA0" w:rsidRPr="00DD211F" w14:paraId="79DCFDF5" w14:textId="77777777" w:rsidTr="00B8361E">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14:paraId="0CEF7A84" w14:textId="77777777" w:rsidR="00C81BA0" w:rsidRPr="00DD211F" w:rsidRDefault="00C81BA0" w:rsidP="00B8361E">
            <w:pPr>
              <w:pStyle w:val="TabIntestazioni"/>
            </w:pPr>
          </w:p>
        </w:tc>
        <w:tc>
          <w:tcPr>
            <w:tcW w:w="737" w:type="dxa"/>
            <w:noWrap/>
          </w:tcPr>
          <w:p w14:paraId="5A3BE195" w14:textId="77777777" w:rsidR="00C81BA0" w:rsidRPr="00DD211F" w:rsidRDefault="00C81BA0" w:rsidP="00B8361E">
            <w:pPr>
              <w:pStyle w:val="TabIntestazioni"/>
            </w:pPr>
            <w:r>
              <w:t>2019</w:t>
            </w:r>
          </w:p>
        </w:tc>
        <w:tc>
          <w:tcPr>
            <w:tcW w:w="737" w:type="dxa"/>
          </w:tcPr>
          <w:p w14:paraId="464A03D8" w14:textId="77777777" w:rsidR="00C81BA0" w:rsidRPr="00DD211F" w:rsidRDefault="00C81BA0" w:rsidP="00B8361E">
            <w:pPr>
              <w:pStyle w:val="TabIntestazioni"/>
            </w:pPr>
            <w:r>
              <w:t>2020</w:t>
            </w:r>
          </w:p>
        </w:tc>
        <w:tc>
          <w:tcPr>
            <w:tcW w:w="737" w:type="dxa"/>
          </w:tcPr>
          <w:p w14:paraId="208252D5" w14:textId="77777777" w:rsidR="00C81BA0" w:rsidRPr="00DD211F" w:rsidRDefault="00C81BA0" w:rsidP="00B8361E">
            <w:pPr>
              <w:pStyle w:val="TabIntestazioni"/>
            </w:pPr>
            <w:r>
              <w:t>2021</w:t>
            </w:r>
          </w:p>
        </w:tc>
        <w:tc>
          <w:tcPr>
            <w:tcW w:w="510" w:type="dxa"/>
            <w:noWrap/>
          </w:tcPr>
          <w:p w14:paraId="42B0754B" w14:textId="77777777" w:rsidR="00C81BA0" w:rsidRPr="00DD211F" w:rsidRDefault="00C81BA0" w:rsidP="00B8361E">
            <w:pPr>
              <w:pStyle w:val="TabIntestazioni"/>
            </w:pPr>
          </w:p>
        </w:tc>
        <w:tc>
          <w:tcPr>
            <w:tcW w:w="2211" w:type="dxa"/>
          </w:tcPr>
          <w:p w14:paraId="069095C4" w14:textId="77777777" w:rsidR="00C81BA0" w:rsidRPr="00DD211F" w:rsidRDefault="00C81BA0" w:rsidP="00B8361E">
            <w:pPr>
              <w:pStyle w:val="TabIntestazioni"/>
            </w:pPr>
          </w:p>
        </w:tc>
        <w:tc>
          <w:tcPr>
            <w:tcW w:w="737" w:type="dxa"/>
          </w:tcPr>
          <w:p w14:paraId="73CE39AC" w14:textId="77777777" w:rsidR="00C81BA0" w:rsidRPr="00DD211F" w:rsidRDefault="00C81BA0" w:rsidP="00B8361E">
            <w:pPr>
              <w:pStyle w:val="TabIntestazioni"/>
            </w:pPr>
            <w:r>
              <w:t>2019</w:t>
            </w:r>
          </w:p>
        </w:tc>
        <w:tc>
          <w:tcPr>
            <w:tcW w:w="737" w:type="dxa"/>
          </w:tcPr>
          <w:p w14:paraId="49876189" w14:textId="77777777" w:rsidR="00C81BA0" w:rsidRPr="00DD211F" w:rsidRDefault="00C81BA0" w:rsidP="00B8361E">
            <w:pPr>
              <w:pStyle w:val="TabIntestazioni"/>
            </w:pPr>
            <w:r>
              <w:t>2020</w:t>
            </w:r>
          </w:p>
        </w:tc>
        <w:tc>
          <w:tcPr>
            <w:tcW w:w="737" w:type="dxa"/>
          </w:tcPr>
          <w:p w14:paraId="69B5ADE4" w14:textId="77777777" w:rsidR="00C81BA0" w:rsidRPr="00DD211F" w:rsidRDefault="00C81BA0" w:rsidP="00B8361E">
            <w:pPr>
              <w:pStyle w:val="TabIntestazioni"/>
            </w:pPr>
            <w:r>
              <w:t>2021</w:t>
            </w:r>
          </w:p>
        </w:tc>
      </w:tr>
      <w:tr w:rsidR="00C81BA0" w14:paraId="70FB466A" w14:textId="77777777" w:rsidTr="00B8361E">
        <w:trPr>
          <w:gridAfter w:val="1"/>
          <w:wAfter w:w="16" w:type="dxa"/>
          <w:cantSplit/>
          <w:trHeight w:hRule="exact" w:val="113"/>
        </w:trPr>
        <w:tc>
          <w:tcPr>
            <w:tcW w:w="2211" w:type="dxa"/>
            <w:tcBorders>
              <w:top w:val="single" w:sz="4" w:space="0" w:color="632423" w:themeColor="accent2" w:themeShade="80"/>
            </w:tcBorders>
            <w:noWrap/>
          </w:tcPr>
          <w:p w14:paraId="2E07A30E" w14:textId="77777777" w:rsidR="00C81BA0" w:rsidRDefault="00C81BA0" w:rsidP="00B8361E">
            <w:pPr>
              <w:pStyle w:val="TabEtichette"/>
            </w:pPr>
          </w:p>
        </w:tc>
        <w:tc>
          <w:tcPr>
            <w:tcW w:w="737" w:type="dxa"/>
            <w:tcBorders>
              <w:top w:val="single" w:sz="4" w:space="0" w:color="632423" w:themeColor="accent2" w:themeShade="80"/>
            </w:tcBorders>
            <w:noWrap/>
          </w:tcPr>
          <w:p w14:paraId="76071E15" w14:textId="77777777" w:rsidR="00C81BA0" w:rsidRDefault="00C81BA0" w:rsidP="00B8361E">
            <w:pPr>
              <w:pStyle w:val="TabNumeri"/>
            </w:pPr>
          </w:p>
        </w:tc>
        <w:tc>
          <w:tcPr>
            <w:tcW w:w="737" w:type="dxa"/>
            <w:tcBorders>
              <w:top w:val="single" w:sz="4" w:space="0" w:color="632423" w:themeColor="accent2" w:themeShade="80"/>
            </w:tcBorders>
            <w:noWrap/>
          </w:tcPr>
          <w:p w14:paraId="0A1A0F35" w14:textId="77777777" w:rsidR="00C81BA0" w:rsidRDefault="00C81BA0" w:rsidP="00B8361E">
            <w:pPr>
              <w:pStyle w:val="TabNumeri"/>
            </w:pPr>
          </w:p>
        </w:tc>
        <w:tc>
          <w:tcPr>
            <w:tcW w:w="737" w:type="dxa"/>
            <w:tcBorders>
              <w:top w:val="single" w:sz="4" w:space="0" w:color="632423" w:themeColor="accent2" w:themeShade="80"/>
            </w:tcBorders>
            <w:noWrap/>
          </w:tcPr>
          <w:p w14:paraId="24C6163C" w14:textId="77777777" w:rsidR="00C81BA0" w:rsidRDefault="00C81BA0" w:rsidP="00B8361E">
            <w:pPr>
              <w:pStyle w:val="TabNumeri"/>
            </w:pPr>
          </w:p>
        </w:tc>
        <w:tc>
          <w:tcPr>
            <w:tcW w:w="510" w:type="dxa"/>
            <w:tcBorders>
              <w:top w:val="single" w:sz="4" w:space="0" w:color="632423" w:themeColor="accent2" w:themeShade="80"/>
            </w:tcBorders>
            <w:noWrap/>
          </w:tcPr>
          <w:p w14:paraId="5E4FB531" w14:textId="77777777" w:rsidR="00C81BA0" w:rsidRDefault="00C81BA0" w:rsidP="00B8361E">
            <w:pPr>
              <w:pStyle w:val="TabNumeri"/>
            </w:pPr>
          </w:p>
        </w:tc>
        <w:tc>
          <w:tcPr>
            <w:tcW w:w="2211" w:type="dxa"/>
            <w:tcBorders>
              <w:top w:val="single" w:sz="4" w:space="0" w:color="632423" w:themeColor="accent2" w:themeShade="80"/>
            </w:tcBorders>
          </w:tcPr>
          <w:p w14:paraId="32E6F7E3" w14:textId="77777777" w:rsidR="00C81BA0" w:rsidRDefault="00C81BA0" w:rsidP="00B8361E">
            <w:pPr>
              <w:pStyle w:val="TabEtichette"/>
            </w:pPr>
          </w:p>
        </w:tc>
        <w:tc>
          <w:tcPr>
            <w:tcW w:w="737" w:type="dxa"/>
            <w:tcBorders>
              <w:top w:val="single" w:sz="4" w:space="0" w:color="632423" w:themeColor="accent2" w:themeShade="80"/>
            </w:tcBorders>
            <w:noWrap/>
          </w:tcPr>
          <w:p w14:paraId="61C08632" w14:textId="77777777" w:rsidR="00C81BA0" w:rsidRDefault="00C81BA0" w:rsidP="00B8361E">
            <w:pPr>
              <w:pStyle w:val="TabNumeri"/>
            </w:pPr>
          </w:p>
        </w:tc>
        <w:tc>
          <w:tcPr>
            <w:tcW w:w="737" w:type="dxa"/>
            <w:tcBorders>
              <w:top w:val="single" w:sz="4" w:space="0" w:color="632423" w:themeColor="accent2" w:themeShade="80"/>
            </w:tcBorders>
          </w:tcPr>
          <w:p w14:paraId="31E917FD" w14:textId="77777777" w:rsidR="00C81BA0" w:rsidRDefault="00C81BA0" w:rsidP="00B8361E">
            <w:pPr>
              <w:pStyle w:val="TabNumeri"/>
            </w:pPr>
          </w:p>
        </w:tc>
        <w:tc>
          <w:tcPr>
            <w:tcW w:w="737" w:type="dxa"/>
            <w:tcBorders>
              <w:top w:val="single" w:sz="4" w:space="0" w:color="632423" w:themeColor="accent2" w:themeShade="80"/>
            </w:tcBorders>
            <w:noWrap/>
          </w:tcPr>
          <w:p w14:paraId="564A06FF" w14:textId="77777777" w:rsidR="00C81BA0" w:rsidRDefault="00C81BA0" w:rsidP="00B8361E">
            <w:pPr>
              <w:pStyle w:val="TabNumeri"/>
            </w:pPr>
          </w:p>
        </w:tc>
      </w:tr>
      <w:tr w:rsidR="00C81BA0" w14:paraId="7306AA56" w14:textId="77777777" w:rsidTr="00B8361E">
        <w:trPr>
          <w:gridAfter w:val="1"/>
          <w:wAfter w:w="16" w:type="dxa"/>
          <w:cantSplit/>
          <w:trHeight w:val="255"/>
        </w:trPr>
        <w:tc>
          <w:tcPr>
            <w:tcW w:w="2211" w:type="dxa"/>
            <w:noWrap/>
          </w:tcPr>
          <w:p w14:paraId="72C95248" w14:textId="77777777" w:rsidR="00C81BA0" w:rsidRPr="00233F5C" w:rsidRDefault="00C81BA0" w:rsidP="00B8361E">
            <w:pPr>
              <w:pStyle w:val="TabEtichette"/>
            </w:pPr>
            <w:r w:rsidRPr="00233F5C">
              <w:t>Prodotto interno lordo</w:t>
            </w:r>
            <w:r>
              <w:t xml:space="preserve"> (1, 2)</w:t>
            </w:r>
          </w:p>
        </w:tc>
        <w:tc>
          <w:tcPr>
            <w:tcW w:w="737" w:type="dxa"/>
            <w:noWrap/>
          </w:tcPr>
          <w:p w14:paraId="30668513" w14:textId="77777777" w:rsidR="00C81BA0" w:rsidRPr="00902005" w:rsidRDefault="00C81BA0" w:rsidP="00B8361E">
            <w:pPr>
              <w:pStyle w:val="TabNumeri"/>
            </w:pPr>
            <w:r w:rsidRPr="00ED43EF">
              <w:t>1,3</w:t>
            </w:r>
          </w:p>
        </w:tc>
        <w:tc>
          <w:tcPr>
            <w:tcW w:w="737" w:type="dxa"/>
            <w:noWrap/>
          </w:tcPr>
          <w:p w14:paraId="680BF98D" w14:textId="77777777" w:rsidR="00C81BA0" w:rsidRPr="00902005" w:rsidRDefault="00C81BA0" w:rsidP="00B8361E">
            <w:pPr>
              <w:pStyle w:val="TabNumeri"/>
            </w:pPr>
            <w:r w:rsidRPr="00ED43EF">
              <w:t>-7,3</w:t>
            </w:r>
          </w:p>
        </w:tc>
        <w:tc>
          <w:tcPr>
            <w:tcW w:w="737" w:type="dxa"/>
            <w:noWrap/>
          </w:tcPr>
          <w:p w14:paraId="2E717349" w14:textId="77777777" w:rsidR="00C81BA0" w:rsidRPr="00902005" w:rsidRDefault="00C81BA0" w:rsidP="00B8361E">
            <w:pPr>
              <w:pStyle w:val="TabNumeri"/>
            </w:pPr>
            <w:r w:rsidRPr="00ED43EF">
              <w:t>3,9</w:t>
            </w:r>
          </w:p>
        </w:tc>
        <w:tc>
          <w:tcPr>
            <w:tcW w:w="510" w:type="dxa"/>
            <w:noWrap/>
          </w:tcPr>
          <w:p w14:paraId="516081EC" w14:textId="77777777" w:rsidR="00C81BA0" w:rsidRPr="000770A1" w:rsidRDefault="00C81BA0" w:rsidP="00B8361E">
            <w:pPr>
              <w:pStyle w:val="TabNumeri"/>
              <w:rPr>
                <w:sz w:val="14"/>
                <w:szCs w:val="14"/>
              </w:rPr>
            </w:pPr>
          </w:p>
        </w:tc>
        <w:tc>
          <w:tcPr>
            <w:tcW w:w="2211" w:type="dxa"/>
          </w:tcPr>
          <w:p w14:paraId="7E6522BB" w14:textId="77777777" w:rsidR="00C81BA0" w:rsidRPr="00233F5C" w:rsidRDefault="00C81BA0" w:rsidP="00B8361E">
            <w:pPr>
              <w:pStyle w:val="TabEtichette"/>
            </w:pPr>
            <w:r>
              <w:t>Saldo di conto corrente (4)</w:t>
            </w:r>
          </w:p>
        </w:tc>
        <w:tc>
          <w:tcPr>
            <w:tcW w:w="737" w:type="dxa"/>
            <w:noWrap/>
          </w:tcPr>
          <w:p w14:paraId="08F264A3" w14:textId="77777777" w:rsidR="00C81BA0" w:rsidRPr="008D37A3" w:rsidRDefault="00C81BA0" w:rsidP="00B8361E">
            <w:pPr>
              <w:pStyle w:val="TabNumeri"/>
            </w:pPr>
            <w:r w:rsidRPr="0063076F">
              <w:t>2,7</w:t>
            </w:r>
          </w:p>
        </w:tc>
        <w:tc>
          <w:tcPr>
            <w:tcW w:w="737" w:type="dxa"/>
          </w:tcPr>
          <w:p w14:paraId="560B68B3" w14:textId="77777777" w:rsidR="00C81BA0" w:rsidRPr="008D37A3" w:rsidRDefault="00C81BA0" w:rsidP="00B8361E">
            <w:pPr>
              <w:pStyle w:val="TabNumeri"/>
            </w:pPr>
            <w:r w:rsidRPr="0063076F">
              <w:t>1,9</w:t>
            </w:r>
          </w:p>
        </w:tc>
        <w:tc>
          <w:tcPr>
            <w:tcW w:w="737" w:type="dxa"/>
            <w:noWrap/>
          </w:tcPr>
          <w:p w14:paraId="0EBC90AB" w14:textId="77777777" w:rsidR="00C81BA0" w:rsidRPr="008D37A3" w:rsidRDefault="00C81BA0" w:rsidP="00B8361E">
            <w:pPr>
              <w:pStyle w:val="TabNumeri"/>
            </w:pPr>
            <w:r w:rsidRPr="0063076F">
              <w:t>2,1</w:t>
            </w:r>
          </w:p>
        </w:tc>
      </w:tr>
      <w:tr w:rsidR="00C81BA0" w14:paraId="583B76CF" w14:textId="77777777" w:rsidTr="00B8361E">
        <w:trPr>
          <w:gridAfter w:val="1"/>
          <w:wAfter w:w="16" w:type="dxa"/>
          <w:cantSplit/>
          <w:trHeight w:val="255"/>
        </w:trPr>
        <w:tc>
          <w:tcPr>
            <w:tcW w:w="2211" w:type="dxa"/>
            <w:shd w:val="clear" w:color="auto" w:fill="EAF1DD" w:themeFill="accent3" w:themeFillTint="33"/>
            <w:noWrap/>
          </w:tcPr>
          <w:p w14:paraId="61C1AA9D" w14:textId="77777777" w:rsidR="00C81BA0" w:rsidRPr="00233F5C" w:rsidRDefault="00C81BA0" w:rsidP="00B8361E">
            <w:pPr>
              <w:pStyle w:val="TabEtichette"/>
            </w:pPr>
            <w:r w:rsidRPr="00233F5C">
              <w:t xml:space="preserve">Consumi </w:t>
            </w:r>
            <w:r>
              <w:t>privati (1, 2)</w:t>
            </w:r>
          </w:p>
        </w:tc>
        <w:tc>
          <w:tcPr>
            <w:tcW w:w="737" w:type="dxa"/>
            <w:shd w:val="clear" w:color="auto" w:fill="EAF1DD" w:themeFill="accent3" w:themeFillTint="33"/>
            <w:noWrap/>
          </w:tcPr>
          <w:p w14:paraId="5DBB2F29" w14:textId="77777777" w:rsidR="00C81BA0" w:rsidRPr="00902005" w:rsidRDefault="00C81BA0" w:rsidP="00B8361E">
            <w:pPr>
              <w:pStyle w:val="TabNumeri"/>
            </w:pPr>
            <w:r w:rsidRPr="00ED43EF">
              <w:t>1,3</w:t>
            </w:r>
          </w:p>
        </w:tc>
        <w:tc>
          <w:tcPr>
            <w:tcW w:w="737" w:type="dxa"/>
            <w:shd w:val="clear" w:color="auto" w:fill="EAF1DD" w:themeFill="accent3" w:themeFillTint="33"/>
            <w:noWrap/>
          </w:tcPr>
          <w:p w14:paraId="710D27D6" w14:textId="77777777" w:rsidR="00C81BA0" w:rsidRPr="00902005" w:rsidRDefault="00C81BA0" w:rsidP="00B8361E">
            <w:pPr>
              <w:pStyle w:val="TabNumeri"/>
            </w:pPr>
            <w:r w:rsidRPr="00ED43EF">
              <w:t>-8,3</w:t>
            </w:r>
          </w:p>
        </w:tc>
        <w:tc>
          <w:tcPr>
            <w:tcW w:w="737" w:type="dxa"/>
            <w:shd w:val="clear" w:color="auto" w:fill="EAF1DD" w:themeFill="accent3" w:themeFillTint="33"/>
            <w:noWrap/>
          </w:tcPr>
          <w:p w14:paraId="20BE24D2" w14:textId="77777777" w:rsidR="00C81BA0" w:rsidRPr="00902005" w:rsidRDefault="00C81BA0" w:rsidP="00B8361E">
            <w:pPr>
              <w:pStyle w:val="TabNumeri"/>
            </w:pPr>
            <w:r w:rsidRPr="00ED43EF">
              <w:t>4,3</w:t>
            </w:r>
          </w:p>
        </w:tc>
        <w:tc>
          <w:tcPr>
            <w:tcW w:w="510" w:type="dxa"/>
            <w:shd w:val="clear" w:color="auto" w:fill="EAF1DD" w:themeFill="accent3" w:themeFillTint="33"/>
            <w:noWrap/>
          </w:tcPr>
          <w:p w14:paraId="39974B4E" w14:textId="77777777" w:rsidR="00C81BA0" w:rsidRPr="000770A1" w:rsidRDefault="00C81BA0" w:rsidP="00B8361E">
            <w:pPr>
              <w:pStyle w:val="TabNumeri"/>
              <w:rPr>
                <w:sz w:val="14"/>
                <w:szCs w:val="14"/>
              </w:rPr>
            </w:pPr>
          </w:p>
        </w:tc>
        <w:tc>
          <w:tcPr>
            <w:tcW w:w="2211" w:type="dxa"/>
            <w:shd w:val="clear" w:color="auto" w:fill="EAF1DD" w:themeFill="accent3" w:themeFillTint="33"/>
          </w:tcPr>
          <w:p w14:paraId="7C30BFF5" w14:textId="77777777" w:rsidR="00C81BA0" w:rsidRPr="00233F5C" w:rsidRDefault="00C81BA0" w:rsidP="00B8361E">
            <w:pPr>
              <w:pStyle w:val="TabEtichette"/>
            </w:pPr>
            <w:r>
              <w:t>Occupazione (1)</w:t>
            </w:r>
          </w:p>
        </w:tc>
        <w:tc>
          <w:tcPr>
            <w:tcW w:w="737" w:type="dxa"/>
            <w:shd w:val="clear" w:color="auto" w:fill="EAF1DD" w:themeFill="accent3" w:themeFillTint="33"/>
            <w:noWrap/>
          </w:tcPr>
          <w:p w14:paraId="754104EC" w14:textId="77777777" w:rsidR="00C81BA0" w:rsidRPr="008D37A3" w:rsidRDefault="00C81BA0" w:rsidP="00B8361E">
            <w:pPr>
              <w:pStyle w:val="TabNumeri"/>
            </w:pPr>
            <w:r w:rsidRPr="0063076F">
              <w:t>1,2</w:t>
            </w:r>
          </w:p>
        </w:tc>
        <w:tc>
          <w:tcPr>
            <w:tcW w:w="737" w:type="dxa"/>
            <w:shd w:val="clear" w:color="auto" w:fill="EAF1DD" w:themeFill="accent3" w:themeFillTint="33"/>
          </w:tcPr>
          <w:p w14:paraId="5A66D9BA" w14:textId="77777777" w:rsidR="00C81BA0" w:rsidRPr="008D37A3" w:rsidRDefault="00C81BA0" w:rsidP="00B8361E">
            <w:pPr>
              <w:pStyle w:val="TabNumeri"/>
            </w:pPr>
            <w:r w:rsidRPr="0063076F">
              <w:t>-1,8</w:t>
            </w:r>
          </w:p>
        </w:tc>
        <w:tc>
          <w:tcPr>
            <w:tcW w:w="737" w:type="dxa"/>
            <w:shd w:val="clear" w:color="auto" w:fill="EAF1DD" w:themeFill="accent3" w:themeFillTint="33"/>
            <w:noWrap/>
          </w:tcPr>
          <w:p w14:paraId="36BBA87C" w14:textId="77777777" w:rsidR="00C81BA0" w:rsidRPr="008D37A3" w:rsidRDefault="00C81BA0" w:rsidP="00B8361E">
            <w:pPr>
              <w:pStyle w:val="TabNumeri"/>
            </w:pPr>
            <w:r w:rsidRPr="0063076F">
              <w:t>-0,9</w:t>
            </w:r>
          </w:p>
        </w:tc>
      </w:tr>
      <w:tr w:rsidR="00C81BA0" w14:paraId="337AEDAE" w14:textId="77777777" w:rsidTr="00B8361E">
        <w:trPr>
          <w:gridAfter w:val="1"/>
          <w:wAfter w:w="16" w:type="dxa"/>
          <w:cantSplit/>
          <w:trHeight w:val="255"/>
        </w:trPr>
        <w:tc>
          <w:tcPr>
            <w:tcW w:w="2211" w:type="dxa"/>
            <w:noWrap/>
          </w:tcPr>
          <w:p w14:paraId="7C49D443" w14:textId="77777777" w:rsidR="00C81BA0" w:rsidRPr="00233F5C" w:rsidRDefault="00C81BA0" w:rsidP="00B8361E">
            <w:pPr>
              <w:pStyle w:val="TabEtichette"/>
            </w:pPr>
            <w:r w:rsidRPr="00233F5C">
              <w:t xml:space="preserve">Consumi </w:t>
            </w:r>
            <w:r>
              <w:t>pubblici (1, 2)</w:t>
            </w:r>
          </w:p>
        </w:tc>
        <w:tc>
          <w:tcPr>
            <w:tcW w:w="737" w:type="dxa"/>
            <w:noWrap/>
          </w:tcPr>
          <w:p w14:paraId="37611237" w14:textId="77777777" w:rsidR="00C81BA0" w:rsidRPr="00902005" w:rsidRDefault="00C81BA0" w:rsidP="00B8361E">
            <w:pPr>
              <w:pStyle w:val="TabNumeri"/>
            </w:pPr>
            <w:r w:rsidRPr="00ED43EF">
              <w:t>1,8</w:t>
            </w:r>
          </w:p>
        </w:tc>
        <w:tc>
          <w:tcPr>
            <w:tcW w:w="737" w:type="dxa"/>
            <w:noWrap/>
          </w:tcPr>
          <w:p w14:paraId="220495D5" w14:textId="77777777" w:rsidR="00C81BA0" w:rsidRPr="00902005" w:rsidRDefault="00C81BA0" w:rsidP="00B8361E">
            <w:pPr>
              <w:pStyle w:val="TabNumeri"/>
            </w:pPr>
            <w:r w:rsidRPr="00ED43EF">
              <w:t>1,5</w:t>
            </w:r>
          </w:p>
        </w:tc>
        <w:tc>
          <w:tcPr>
            <w:tcW w:w="737" w:type="dxa"/>
            <w:noWrap/>
          </w:tcPr>
          <w:p w14:paraId="24F4DBA8" w14:textId="77777777" w:rsidR="00C81BA0" w:rsidRPr="00902005" w:rsidRDefault="00C81BA0" w:rsidP="00B8361E">
            <w:pPr>
              <w:pStyle w:val="TabNumeri"/>
            </w:pPr>
            <w:r w:rsidRPr="00ED43EF">
              <w:t>2,5</w:t>
            </w:r>
          </w:p>
        </w:tc>
        <w:tc>
          <w:tcPr>
            <w:tcW w:w="510" w:type="dxa"/>
            <w:noWrap/>
          </w:tcPr>
          <w:p w14:paraId="609B7640" w14:textId="77777777" w:rsidR="00C81BA0" w:rsidRPr="000770A1" w:rsidRDefault="00C81BA0" w:rsidP="00B8361E">
            <w:pPr>
              <w:pStyle w:val="TabNumeri"/>
              <w:rPr>
                <w:sz w:val="14"/>
                <w:szCs w:val="14"/>
              </w:rPr>
            </w:pPr>
          </w:p>
        </w:tc>
        <w:tc>
          <w:tcPr>
            <w:tcW w:w="2211" w:type="dxa"/>
          </w:tcPr>
          <w:p w14:paraId="47145442" w14:textId="77777777" w:rsidR="00C81BA0" w:rsidRPr="00233F5C" w:rsidRDefault="00C81BA0" w:rsidP="00B8361E">
            <w:pPr>
              <w:pStyle w:val="TabEtichette"/>
            </w:pPr>
            <w:r>
              <w:t>Tasso di d</w:t>
            </w:r>
            <w:r w:rsidRPr="00233F5C">
              <w:t>isoccupazione [</w:t>
            </w:r>
            <w:r>
              <w:t>5</w:t>
            </w:r>
            <w:r w:rsidRPr="00233F5C">
              <w:t>]</w:t>
            </w:r>
          </w:p>
        </w:tc>
        <w:tc>
          <w:tcPr>
            <w:tcW w:w="737" w:type="dxa"/>
            <w:noWrap/>
          </w:tcPr>
          <w:p w14:paraId="71F14E1A" w14:textId="77777777" w:rsidR="00C81BA0" w:rsidRPr="008D37A3" w:rsidRDefault="00C81BA0" w:rsidP="00B8361E">
            <w:pPr>
              <w:pStyle w:val="TabNumeri"/>
            </w:pPr>
            <w:r w:rsidRPr="0063076F">
              <w:t>7,6</w:t>
            </w:r>
          </w:p>
        </w:tc>
        <w:tc>
          <w:tcPr>
            <w:tcW w:w="737" w:type="dxa"/>
          </w:tcPr>
          <w:p w14:paraId="514E2B63" w14:textId="77777777" w:rsidR="00C81BA0" w:rsidRPr="008D37A3" w:rsidRDefault="00C81BA0" w:rsidP="00B8361E">
            <w:pPr>
              <w:pStyle w:val="TabNumeri"/>
            </w:pPr>
            <w:r w:rsidRPr="0063076F">
              <w:t>8,0</w:t>
            </w:r>
          </w:p>
        </w:tc>
        <w:tc>
          <w:tcPr>
            <w:tcW w:w="737" w:type="dxa"/>
            <w:noWrap/>
          </w:tcPr>
          <w:p w14:paraId="3EE35D31" w14:textId="77777777" w:rsidR="00C81BA0" w:rsidRPr="008D37A3" w:rsidRDefault="00C81BA0" w:rsidP="00B8361E">
            <w:pPr>
              <w:pStyle w:val="TabNumeri"/>
            </w:pPr>
            <w:r w:rsidRPr="0063076F">
              <w:t>9,3</w:t>
            </w:r>
          </w:p>
        </w:tc>
      </w:tr>
      <w:tr w:rsidR="00C81BA0" w14:paraId="567723DA" w14:textId="77777777" w:rsidTr="00B8361E">
        <w:trPr>
          <w:gridAfter w:val="1"/>
          <w:wAfter w:w="16" w:type="dxa"/>
          <w:cantSplit/>
          <w:trHeight w:val="255"/>
        </w:trPr>
        <w:tc>
          <w:tcPr>
            <w:tcW w:w="2211" w:type="dxa"/>
            <w:shd w:val="clear" w:color="auto" w:fill="EAF1DD" w:themeFill="accent3" w:themeFillTint="33"/>
            <w:noWrap/>
          </w:tcPr>
          <w:p w14:paraId="0DFCEDA0" w14:textId="77777777" w:rsidR="00C81BA0" w:rsidRPr="00233F5C" w:rsidRDefault="00C81BA0" w:rsidP="00B8361E">
            <w:pPr>
              <w:pStyle w:val="TabEtichette"/>
            </w:pPr>
            <w:r w:rsidRPr="00233F5C">
              <w:t>Investimenti fissi lordi</w:t>
            </w:r>
            <w:r>
              <w:t xml:space="preserve"> (1, 2)</w:t>
            </w:r>
          </w:p>
        </w:tc>
        <w:tc>
          <w:tcPr>
            <w:tcW w:w="737" w:type="dxa"/>
            <w:shd w:val="clear" w:color="auto" w:fill="EAF1DD" w:themeFill="accent3" w:themeFillTint="33"/>
            <w:noWrap/>
          </w:tcPr>
          <w:p w14:paraId="3B34DC8E" w14:textId="77777777" w:rsidR="00C81BA0" w:rsidRPr="00902005" w:rsidRDefault="00C81BA0" w:rsidP="00B8361E">
            <w:pPr>
              <w:pStyle w:val="TabNumeri"/>
            </w:pPr>
            <w:r w:rsidRPr="00ED43EF">
              <w:t>5,0</w:t>
            </w:r>
          </w:p>
        </w:tc>
        <w:tc>
          <w:tcPr>
            <w:tcW w:w="737" w:type="dxa"/>
            <w:shd w:val="clear" w:color="auto" w:fill="EAF1DD" w:themeFill="accent3" w:themeFillTint="33"/>
            <w:noWrap/>
          </w:tcPr>
          <w:p w14:paraId="75FE0DB9" w14:textId="77777777" w:rsidR="00C81BA0" w:rsidRPr="00902005" w:rsidRDefault="00C81BA0" w:rsidP="00B8361E">
            <w:pPr>
              <w:pStyle w:val="TabNumeri"/>
            </w:pPr>
            <w:r w:rsidRPr="00ED43EF">
              <w:t>-10,1</w:t>
            </w:r>
          </w:p>
        </w:tc>
        <w:tc>
          <w:tcPr>
            <w:tcW w:w="737" w:type="dxa"/>
            <w:shd w:val="clear" w:color="auto" w:fill="EAF1DD" w:themeFill="accent3" w:themeFillTint="33"/>
            <w:noWrap/>
          </w:tcPr>
          <w:p w14:paraId="2E615FC1" w14:textId="77777777" w:rsidR="00C81BA0" w:rsidRPr="00902005" w:rsidRDefault="00C81BA0" w:rsidP="00B8361E">
            <w:pPr>
              <w:pStyle w:val="TabNumeri"/>
            </w:pPr>
            <w:r w:rsidRPr="00ED43EF">
              <w:t>5,0</w:t>
            </w:r>
          </w:p>
        </w:tc>
        <w:tc>
          <w:tcPr>
            <w:tcW w:w="510" w:type="dxa"/>
            <w:shd w:val="clear" w:color="auto" w:fill="EAF1DD" w:themeFill="accent3" w:themeFillTint="33"/>
            <w:noWrap/>
          </w:tcPr>
          <w:p w14:paraId="68A3382B" w14:textId="77777777" w:rsidR="00C81BA0" w:rsidRPr="000770A1" w:rsidRDefault="00C81BA0" w:rsidP="00B8361E">
            <w:pPr>
              <w:pStyle w:val="TabNumeri"/>
              <w:rPr>
                <w:sz w:val="14"/>
                <w:szCs w:val="14"/>
              </w:rPr>
            </w:pPr>
          </w:p>
        </w:tc>
        <w:tc>
          <w:tcPr>
            <w:tcW w:w="2211" w:type="dxa"/>
            <w:shd w:val="clear" w:color="auto" w:fill="EAF1DD" w:themeFill="accent3" w:themeFillTint="33"/>
          </w:tcPr>
          <w:p w14:paraId="58AEA748" w14:textId="77777777" w:rsidR="00C81BA0" w:rsidRPr="00233F5C" w:rsidRDefault="00C81BA0" w:rsidP="00B8361E">
            <w:pPr>
              <w:pStyle w:val="TabEtichette"/>
            </w:pPr>
            <w:r w:rsidRPr="00233F5C">
              <w:t>Prezzi al consumo</w:t>
            </w:r>
            <w:r>
              <w:t xml:space="preserve"> [1, 6]</w:t>
            </w:r>
          </w:p>
        </w:tc>
        <w:tc>
          <w:tcPr>
            <w:tcW w:w="737" w:type="dxa"/>
            <w:shd w:val="clear" w:color="auto" w:fill="EAF1DD" w:themeFill="accent3" w:themeFillTint="33"/>
            <w:noWrap/>
          </w:tcPr>
          <w:p w14:paraId="3F5450F2" w14:textId="77777777" w:rsidR="00C81BA0" w:rsidRPr="008D37A3" w:rsidRDefault="00C81BA0" w:rsidP="00B8361E">
            <w:pPr>
              <w:pStyle w:val="TabNumeri"/>
            </w:pPr>
            <w:r w:rsidRPr="0063076F">
              <w:t>1,2</w:t>
            </w:r>
          </w:p>
        </w:tc>
        <w:tc>
          <w:tcPr>
            <w:tcW w:w="737" w:type="dxa"/>
            <w:shd w:val="clear" w:color="auto" w:fill="EAF1DD" w:themeFill="accent3" w:themeFillTint="33"/>
          </w:tcPr>
          <w:p w14:paraId="20B21AF3" w14:textId="77777777" w:rsidR="00C81BA0" w:rsidRPr="008D37A3" w:rsidRDefault="00C81BA0" w:rsidP="00B8361E">
            <w:pPr>
              <w:pStyle w:val="TabNumeri"/>
            </w:pPr>
            <w:r w:rsidRPr="0063076F">
              <w:t>0,2</w:t>
            </w:r>
          </w:p>
        </w:tc>
        <w:tc>
          <w:tcPr>
            <w:tcW w:w="737" w:type="dxa"/>
            <w:shd w:val="clear" w:color="auto" w:fill="EAF1DD" w:themeFill="accent3" w:themeFillTint="33"/>
            <w:noWrap/>
          </w:tcPr>
          <w:p w14:paraId="6BC0973E" w14:textId="77777777" w:rsidR="00C81BA0" w:rsidRPr="008D37A3" w:rsidRDefault="00C81BA0" w:rsidP="00B8361E">
            <w:pPr>
              <w:pStyle w:val="TabNumeri"/>
            </w:pPr>
            <w:r w:rsidRPr="0063076F">
              <w:t>1,0</w:t>
            </w:r>
          </w:p>
        </w:tc>
      </w:tr>
      <w:tr w:rsidR="00C81BA0" w14:paraId="3C7539EC" w14:textId="77777777" w:rsidTr="00B8361E">
        <w:trPr>
          <w:gridAfter w:val="1"/>
          <w:wAfter w:w="16" w:type="dxa"/>
          <w:cantSplit/>
          <w:trHeight w:val="255"/>
        </w:trPr>
        <w:tc>
          <w:tcPr>
            <w:tcW w:w="2211" w:type="dxa"/>
            <w:noWrap/>
          </w:tcPr>
          <w:p w14:paraId="33A745A0" w14:textId="77777777" w:rsidR="00C81BA0" w:rsidRPr="00233F5C" w:rsidRDefault="00C81BA0" w:rsidP="00B8361E">
            <w:pPr>
              <w:pStyle w:val="TabEtichette"/>
            </w:pPr>
            <w:r w:rsidRPr="00233F5C">
              <w:t>Esportazioni</w:t>
            </w:r>
            <w:r>
              <w:t xml:space="preserve"> (1, 2, 3)</w:t>
            </w:r>
          </w:p>
        </w:tc>
        <w:tc>
          <w:tcPr>
            <w:tcW w:w="737" w:type="dxa"/>
            <w:noWrap/>
          </w:tcPr>
          <w:p w14:paraId="3326E664" w14:textId="77777777" w:rsidR="00C81BA0" w:rsidRPr="00902005" w:rsidRDefault="00C81BA0" w:rsidP="00B8361E">
            <w:pPr>
              <w:pStyle w:val="TabNumeri"/>
            </w:pPr>
            <w:r w:rsidRPr="00ED43EF">
              <w:t>2,5</w:t>
            </w:r>
          </w:p>
        </w:tc>
        <w:tc>
          <w:tcPr>
            <w:tcW w:w="737" w:type="dxa"/>
            <w:noWrap/>
          </w:tcPr>
          <w:p w14:paraId="766146F1" w14:textId="77777777" w:rsidR="00C81BA0" w:rsidRPr="00902005" w:rsidRDefault="00C81BA0" w:rsidP="00B8361E">
            <w:pPr>
              <w:pStyle w:val="TabNumeri"/>
            </w:pPr>
            <w:r w:rsidRPr="00ED43EF">
              <w:t>-11,0</w:t>
            </w:r>
          </w:p>
        </w:tc>
        <w:tc>
          <w:tcPr>
            <w:tcW w:w="737" w:type="dxa"/>
            <w:noWrap/>
          </w:tcPr>
          <w:p w14:paraId="0CEB89BC" w14:textId="77777777" w:rsidR="00C81BA0" w:rsidRPr="00902005" w:rsidRDefault="00C81BA0" w:rsidP="00B8361E">
            <w:pPr>
              <w:pStyle w:val="TabNumeri"/>
            </w:pPr>
            <w:r w:rsidRPr="00ED43EF">
              <w:t>6,5</w:t>
            </w:r>
          </w:p>
        </w:tc>
        <w:tc>
          <w:tcPr>
            <w:tcW w:w="510" w:type="dxa"/>
            <w:noWrap/>
          </w:tcPr>
          <w:p w14:paraId="430FA047" w14:textId="77777777" w:rsidR="00C81BA0" w:rsidRPr="000770A1" w:rsidRDefault="00C81BA0" w:rsidP="00B8361E">
            <w:pPr>
              <w:pStyle w:val="TabNumeri"/>
              <w:rPr>
                <w:sz w:val="14"/>
                <w:szCs w:val="14"/>
              </w:rPr>
            </w:pPr>
          </w:p>
        </w:tc>
        <w:tc>
          <w:tcPr>
            <w:tcW w:w="2211" w:type="dxa"/>
          </w:tcPr>
          <w:p w14:paraId="4984995C" w14:textId="77777777" w:rsidR="00C81BA0" w:rsidRPr="00233F5C" w:rsidRDefault="00C81BA0" w:rsidP="00B8361E">
            <w:pPr>
              <w:pStyle w:val="TabEtichette"/>
            </w:pPr>
            <w:r w:rsidRPr="00233F5C">
              <w:t>Ind</w:t>
            </w:r>
            <w:r>
              <w:t>ebitamento della P.A. [4]</w:t>
            </w:r>
          </w:p>
        </w:tc>
        <w:tc>
          <w:tcPr>
            <w:tcW w:w="737" w:type="dxa"/>
            <w:noWrap/>
          </w:tcPr>
          <w:p w14:paraId="7EFC48E4" w14:textId="77777777" w:rsidR="00C81BA0" w:rsidRPr="008D37A3" w:rsidRDefault="00C81BA0" w:rsidP="00B8361E">
            <w:pPr>
              <w:pStyle w:val="TabNumeri"/>
            </w:pPr>
            <w:r w:rsidRPr="0063076F">
              <w:t>0,6</w:t>
            </w:r>
          </w:p>
        </w:tc>
        <w:tc>
          <w:tcPr>
            <w:tcW w:w="737" w:type="dxa"/>
          </w:tcPr>
          <w:p w14:paraId="2F85574D" w14:textId="77777777" w:rsidR="00C81BA0" w:rsidRPr="008D37A3" w:rsidRDefault="00C81BA0" w:rsidP="00B8361E">
            <w:pPr>
              <w:pStyle w:val="TabNumeri"/>
            </w:pPr>
            <w:r w:rsidRPr="0063076F">
              <w:t>8,0</w:t>
            </w:r>
          </w:p>
        </w:tc>
        <w:tc>
          <w:tcPr>
            <w:tcW w:w="737" w:type="dxa"/>
            <w:noWrap/>
          </w:tcPr>
          <w:p w14:paraId="29730435" w14:textId="77777777" w:rsidR="00C81BA0" w:rsidRPr="008D37A3" w:rsidRDefault="00C81BA0" w:rsidP="00B8361E">
            <w:pPr>
              <w:pStyle w:val="TabNumeri"/>
            </w:pPr>
            <w:r w:rsidRPr="0063076F">
              <w:t>6,1</w:t>
            </w:r>
          </w:p>
        </w:tc>
      </w:tr>
      <w:tr w:rsidR="00C81BA0" w14:paraId="0106F643" w14:textId="77777777" w:rsidTr="00B8361E">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14:paraId="783BF650" w14:textId="77777777" w:rsidR="00C81BA0" w:rsidRDefault="00C81BA0" w:rsidP="00B8361E">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14:paraId="2F654443" w14:textId="77777777" w:rsidR="00C81BA0" w:rsidRPr="00902005" w:rsidRDefault="00C81BA0" w:rsidP="00B8361E">
            <w:pPr>
              <w:pStyle w:val="TabNumeri"/>
            </w:pPr>
            <w:r w:rsidRPr="00ED43EF">
              <w:t>3,9</w:t>
            </w:r>
          </w:p>
        </w:tc>
        <w:tc>
          <w:tcPr>
            <w:tcW w:w="737" w:type="dxa"/>
            <w:tcBorders>
              <w:bottom w:val="single" w:sz="4" w:space="0" w:color="632423" w:themeColor="accent2" w:themeShade="80"/>
            </w:tcBorders>
            <w:shd w:val="clear" w:color="auto" w:fill="EAF1DD" w:themeFill="accent3" w:themeFillTint="33"/>
            <w:noWrap/>
          </w:tcPr>
          <w:p w14:paraId="5AF89914" w14:textId="77777777" w:rsidR="00C81BA0" w:rsidRPr="00902005" w:rsidRDefault="00C81BA0" w:rsidP="00B8361E">
            <w:pPr>
              <w:pStyle w:val="TabNumeri"/>
            </w:pPr>
            <w:r w:rsidRPr="00ED43EF">
              <w:t>-10,7</w:t>
            </w:r>
          </w:p>
        </w:tc>
        <w:tc>
          <w:tcPr>
            <w:tcW w:w="737" w:type="dxa"/>
            <w:tcBorders>
              <w:bottom w:val="single" w:sz="4" w:space="0" w:color="632423" w:themeColor="accent2" w:themeShade="80"/>
            </w:tcBorders>
            <w:shd w:val="clear" w:color="auto" w:fill="EAF1DD" w:themeFill="accent3" w:themeFillTint="33"/>
            <w:noWrap/>
          </w:tcPr>
          <w:p w14:paraId="0E156CD6" w14:textId="77777777" w:rsidR="00C81BA0" w:rsidRDefault="00C81BA0" w:rsidP="00B8361E">
            <w:pPr>
              <w:pStyle w:val="TabNumeri"/>
            </w:pPr>
            <w:r w:rsidRPr="00ED43EF">
              <w:t>6,3</w:t>
            </w:r>
          </w:p>
        </w:tc>
        <w:tc>
          <w:tcPr>
            <w:tcW w:w="510" w:type="dxa"/>
            <w:tcBorders>
              <w:bottom w:val="single" w:sz="4" w:space="0" w:color="632423" w:themeColor="accent2" w:themeShade="80"/>
            </w:tcBorders>
            <w:shd w:val="clear" w:color="auto" w:fill="EAF1DD" w:themeFill="accent3" w:themeFillTint="33"/>
            <w:noWrap/>
          </w:tcPr>
          <w:p w14:paraId="66FCF5AD" w14:textId="77777777" w:rsidR="00C81BA0" w:rsidRPr="000770A1" w:rsidRDefault="00C81BA0" w:rsidP="00B8361E">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14:paraId="1169E6EF" w14:textId="77777777" w:rsidR="00C81BA0" w:rsidRDefault="00C81BA0" w:rsidP="00B8361E">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14:paraId="26CD26AF" w14:textId="77777777" w:rsidR="00C81BA0" w:rsidRPr="008D37A3" w:rsidRDefault="00C81BA0" w:rsidP="00B8361E">
            <w:pPr>
              <w:pStyle w:val="TabNumeri"/>
            </w:pPr>
            <w:r w:rsidRPr="0063076F">
              <w:t>84,0</w:t>
            </w:r>
          </w:p>
        </w:tc>
        <w:tc>
          <w:tcPr>
            <w:tcW w:w="737" w:type="dxa"/>
            <w:tcBorders>
              <w:bottom w:val="single" w:sz="4" w:space="0" w:color="632423" w:themeColor="accent2" w:themeShade="80"/>
            </w:tcBorders>
            <w:shd w:val="clear" w:color="auto" w:fill="EAF1DD" w:themeFill="accent3" w:themeFillTint="33"/>
          </w:tcPr>
          <w:p w14:paraId="2751C278" w14:textId="77777777" w:rsidR="00C81BA0" w:rsidRPr="008D37A3" w:rsidRDefault="00C81BA0" w:rsidP="00B8361E">
            <w:pPr>
              <w:pStyle w:val="TabNumeri"/>
            </w:pPr>
            <w:r w:rsidRPr="0063076F">
              <w:t>98,4</w:t>
            </w:r>
          </w:p>
        </w:tc>
        <w:tc>
          <w:tcPr>
            <w:tcW w:w="737" w:type="dxa"/>
            <w:tcBorders>
              <w:bottom w:val="single" w:sz="4" w:space="0" w:color="632423" w:themeColor="accent2" w:themeShade="80"/>
            </w:tcBorders>
            <w:shd w:val="clear" w:color="auto" w:fill="EAF1DD" w:themeFill="accent3" w:themeFillTint="33"/>
            <w:noWrap/>
          </w:tcPr>
          <w:p w14:paraId="069E4698" w14:textId="77777777" w:rsidR="00C81BA0" w:rsidRDefault="00C81BA0" w:rsidP="00B8361E">
            <w:pPr>
              <w:pStyle w:val="TabNumeri"/>
            </w:pPr>
            <w:r w:rsidRPr="0063076F">
              <w:t>99,9</w:t>
            </w:r>
          </w:p>
        </w:tc>
      </w:tr>
      <w:tr w:rsidR="00C81BA0" w:rsidRPr="00C81BA0" w14:paraId="38C59747" w14:textId="77777777" w:rsidTr="00B8361E">
        <w:trPr>
          <w:cantSplit/>
          <w:trHeight w:val="255"/>
        </w:trPr>
        <w:tc>
          <w:tcPr>
            <w:tcW w:w="9370" w:type="dxa"/>
            <w:gridSpan w:val="10"/>
            <w:tcBorders>
              <w:top w:val="single" w:sz="4" w:space="0" w:color="632423" w:themeColor="accent2" w:themeShade="80"/>
            </w:tcBorders>
            <w:noWrap/>
          </w:tcPr>
          <w:p w14:paraId="03220EEF" w14:textId="77777777" w:rsidR="00C81BA0" w:rsidRPr="00D76DB6" w:rsidRDefault="00C81BA0" w:rsidP="00B8361E">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14:paraId="4CA388D8" w14:textId="77777777" w:rsidR="00C81BA0" w:rsidRPr="00C81BA0" w:rsidRDefault="00C81BA0" w:rsidP="00B8361E">
            <w:pPr>
              <w:pStyle w:val="TabNoteInferiori"/>
            </w:pPr>
            <w:r w:rsidRPr="00C81BA0">
              <w:t xml:space="preserve">Fonte: </w:t>
            </w:r>
            <w:proofErr w:type="spellStart"/>
            <w:r w:rsidRPr="00C81BA0">
              <w:t>Eurosystem</w:t>
            </w:r>
            <w:proofErr w:type="spellEnd"/>
            <w:r w:rsidRPr="00C81BA0">
              <w:t xml:space="preserve"> staff </w:t>
            </w:r>
            <w:proofErr w:type="spellStart"/>
            <w:r w:rsidRPr="00C81BA0">
              <w:t>macroeconomic</w:t>
            </w:r>
            <w:proofErr w:type="spellEnd"/>
            <w:r w:rsidRPr="00C81BA0">
              <w:t xml:space="preserve"> </w:t>
            </w:r>
            <w:proofErr w:type="spellStart"/>
            <w:r w:rsidRPr="00C81BA0">
              <w:t>projections</w:t>
            </w:r>
            <w:proofErr w:type="spellEnd"/>
            <w:r w:rsidRPr="00C81BA0">
              <w:t xml:space="preserve"> for the euro area, 10 dicembre 2020</w:t>
            </w:r>
          </w:p>
        </w:tc>
      </w:tr>
    </w:tbl>
    <w:tbl>
      <w:tblPr>
        <w:tblStyle w:val="Grigliatabella"/>
        <w:tblpPr w:topFromText="284" w:bottomFromText="142"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C81BA0" w:rsidRPr="002B550F" w14:paraId="47D0A812" w14:textId="77777777" w:rsidTr="00B8361E">
        <w:tc>
          <w:tcPr>
            <w:tcW w:w="9356" w:type="dxa"/>
          </w:tcPr>
          <w:bookmarkEnd w:id="5"/>
          <w:p w14:paraId="6910E290" w14:textId="77777777" w:rsidR="00C81BA0" w:rsidRPr="002B550F" w:rsidRDefault="00C81BA0" w:rsidP="00B8361E">
            <w:pPr>
              <w:pStyle w:val="FigTitolo"/>
            </w:pPr>
            <w:r w:rsidRPr="002B550F">
              <w:t xml:space="preserve">Tasso di variazione del </w:t>
            </w:r>
            <w:r>
              <w:t>p</w:t>
            </w:r>
            <w:r w:rsidRPr="002B550F">
              <w:t>rodotto interno lordo</w:t>
            </w:r>
            <w:r>
              <w:t xml:space="preserve">. Area dell’euro, alcuni paesi appartenenti </w:t>
            </w:r>
            <w:proofErr w:type="gramStart"/>
            <w:r>
              <w:t>e</w:t>
            </w:r>
            <w:proofErr w:type="gramEnd"/>
            <w:r>
              <w:t xml:space="preserve"> esterni all’area e all’Unione Europea.</w:t>
            </w:r>
          </w:p>
        </w:tc>
      </w:tr>
      <w:tr w:rsidR="00C81BA0" w:rsidRPr="002B550F" w14:paraId="065973EC" w14:textId="77777777" w:rsidTr="00B8361E">
        <w:tc>
          <w:tcPr>
            <w:tcW w:w="9356" w:type="dxa"/>
          </w:tcPr>
          <w:p w14:paraId="2ACC9AC0" w14:textId="77777777" w:rsidR="00C81BA0" w:rsidRPr="00674C12" w:rsidRDefault="00C81BA0" w:rsidP="00B8361E">
            <w:pPr>
              <w:pStyle w:val="Figure"/>
            </w:pPr>
            <w:r>
              <w:rPr>
                <w:noProof/>
              </w:rPr>
              <w:drawing>
                <wp:inline distT="0" distB="0" distL="0" distR="0" wp14:anchorId="6913FB40" wp14:editId="3E9AC5DA">
                  <wp:extent cx="5868000" cy="1980000"/>
                  <wp:effectExtent l="0" t="0" r="0" b="0"/>
                  <wp:docPr id="8" name="Gra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C81BA0" w:rsidRPr="00017471" w14:paraId="70618ABA" w14:textId="77777777" w:rsidTr="00B8361E">
        <w:tc>
          <w:tcPr>
            <w:tcW w:w="9356" w:type="dxa"/>
          </w:tcPr>
          <w:p w14:paraId="30C0D2BE" w14:textId="77777777" w:rsidR="00C81BA0" w:rsidRPr="00570902" w:rsidRDefault="00C81BA0" w:rsidP="00B8361E">
            <w:pPr>
              <w:pStyle w:val="TabNoteSuperiori"/>
              <w:rPr>
                <w:lang w:val="en-GB"/>
              </w:rPr>
            </w:pPr>
            <w:r w:rsidRPr="00BC2A0C">
              <w:rPr>
                <w:lang w:val="en-GB"/>
              </w:rPr>
              <w:t>IMF, World Economic Outl</w:t>
            </w:r>
            <w:r>
              <w:rPr>
                <w:lang w:val="en-GB"/>
              </w:rPr>
              <w:t xml:space="preserve">ook </w:t>
            </w:r>
            <w:r w:rsidRPr="00237C03">
              <w:rPr>
                <w:lang w:val="en-GB"/>
              </w:rPr>
              <w:t xml:space="preserve">Update, 26 </w:t>
            </w:r>
            <w:proofErr w:type="spellStart"/>
            <w:r w:rsidRPr="00237C03">
              <w:rPr>
                <w:lang w:val="en-GB"/>
              </w:rPr>
              <w:t>gennaio</w:t>
            </w:r>
            <w:proofErr w:type="spellEnd"/>
            <w:r w:rsidRPr="00237C03">
              <w:rPr>
                <w:lang w:val="en-GB"/>
              </w:rPr>
              <w:t xml:space="preserve"> </w:t>
            </w:r>
            <w:r w:rsidRPr="00237C03">
              <w:rPr>
                <w:lang w:val="en-US"/>
              </w:rPr>
              <w:t>2021</w:t>
            </w:r>
          </w:p>
        </w:tc>
      </w:tr>
    </w:tbl>
    <w:p w14:paraId="250AF9C1" w14:textId="77777777" w:rsidR="003F16DB" w:rsidRPr="00D84993" w:rsidRDefault="003F16DB" w:rsidP="003F16DB">
      <w:r w:rsidRPr="00D84993">
        <w:t xml:space="preserve">Il Fondo monetario internazionale a fine gennaio contiene la stima del calo del Pil dell’area al 7,2 per cento nel 2020, ma limita la crescita prevista per il 2021 al 4,2 per cento, tanto che al termine del 2022 si prevede che il livello di attività risulterà ancora inferiore a quello del 2019. Le proiezioni della Banca centrale europea di dicembre si fondavano su uno scenario di mantenimento delle misure di contenimento applicate nel quarto trimestre del 2020 anche nel primo trimestre del 2021 e di una graduale risoluzione della crisi sanitaria per i primi mesi del 2022. Si ipotizzava il successo delle politiche monetarie, fiscali e del mercato del lavoro adottate nel contenere gli effetti economici negativi (caduta dei redditi, dell’occupazione e aumento dei fallimenti) e nel prevenire la loro amplificazione in un circuito negativo tra economia reale e canali finanziari. Sotto queste ipotesi, la Banca centrale europea prospettava un contenimento della forte recessione del prodotto interno lordo dell’area per il 2020 (-7,3 per cento), che resta comunque la più </w:t>
      </w:r>
      <w:r w:rsidRPr="00D84993">
        <w:lastRenderedPageBreak/>
        <w:t xml:space="preserve">profonda sperimentata, alla quale dovrebbe fare seguito una contenuta ripresa nel 2021 (+3,9 per cento). L’occupazione dovrebbe essersi ridotta nel 2020 (-1,8 per cento) e proseguire in negativo nel 2021 (-0,9 per cento), tanto che l’aumento della disoccupazione, contenuto nel 2020 (8,0 per cento) dalla riduzione delle forze lavoro, dovrebbe essere più marcato nel 2021 (9,3 per cento). In tutti i paesi dell’area la spesa pubblica ha fornito sostegno all’attività. Il debito pubblico e quello delle società non finanziarie sono in significativa crescita e destinati a rimanere al di sopra dei livelli </w:t>
      </w:r>
      <w:proofErr w:type="gramStart"/>
      <w:r w:rsidRPr="00D84993">
        <w:t>pre-crisi</w:t>
      </w:r>
      <w:proofErr w:type="gramEnd"/>
      <w:r w:rsidRPr="00D84993">
        <w:t xml:space="preserve"> a lungo. L’indebitamento pubblico nell’area dell’euro veniva stimato all’8,0 per cento del Pil nel 2020 e previsto contrarsi leggermente nel 2021 (6,1 per cento), ma potrebbero rendersi necessari ulteriori interventi di emergenza. Nelle stesse ipotesi, in rapporto al Pil il debito pubblico dell’area dovrebbe essere aumentato di oltre 14 punti nel 2020, giungendo prossimo all’unità (98,4 per cento), e veniva stimato in ulteriore crescita nel 2021 (99,9 per cento).</w:t>
      </w:r>
    </w:p>
    <w:p w14:paraId="311C2C31" w14:textId="77777777" w:rsidR="003F16DB" w:rsidRPr="00D84993" w:rsidRDefault="003F16DB" w:rsidP="003F16DB">
      <w:r w:rsidRPr="00D84993">
        <w:t>La pandemia determinerà un ulteriore ampliamento delle divergenze economiche all’interno dell’Unione, a causa del diverso impatto avuto sui paesi membri dipendente da condizioni sanitarie, misure di contenimento, composizione dei settori economici, caratteristiche del mercato del lavoro e misure di sostegno adottate.</w:t>
      </w:r>
      <w:r>
        <w:t xml:space="preserve"> </w:t>
      </w:r>
      <w:r w:rsidRPr="00D84993">
        <w:t xml:space="preserve">Secondo il recente scenario del Fondo monetario internazionale, il prodotto interno lordo in Germania dovrebbe avere subito una riduzione del 5,4 per cento nel 2020, per riprendersi lentamente nel 2021 (+3,5 per cento). </w:t>
      </w:r>
      <w:bookmarkStart w:id="6" w:name="_Hlk63765963"/>
      <w:r w:rsidRPr="00D84993">
        <w:t xml:space="preserve">In Francia l’effetto dello shock nel 2020 dovrebbe essere stato notevolmente più ampio (-9,0 per cento), ma anche la successiva parziale ripresa sarà più consistente nel 2021 (+5,5 per cento). La Spagna ha subito una delle più ampie cadute del Pil nel 2020 (-11,1 per cento) e nel 2021 la ripresa </w:t>
      </w:r>
      <w:r>
        <w:t xml:space="preserve">non </w:t>
      </w:r>
      <w:r w:rsidRPr="00D84993">
        <w:t>dovrebbe andare oltre il 5,9 per cento.</w:t>
      </w:r>
      <w:bookmarkEnd w:id="6"/>
    </w:p>
    <w:p w14:paraId="79C9E63D"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tbl>
      <w:tblPr>
        <w:tblpPr w:topFromText="284" w:bottomFromText="284"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C81BA0" w14:paraId="6C31F117" w14:textId="77777777" w:rsidTr="00B8361E">
        <w:tc>
          <w:tcPr>
            <w:tcW w:w="9356" w:type="dxa"/>
          </w:tcPr>
          <w:p w14:paraId="67922212" w14:textId="77777777" w:rsidR="00C81BA0" w:rsidRDefault="00C81BA0" w:rsidP="00B8361E">
            <w:pPr>
              <w:pStyle w:val="FigTitolo"/>
            </w:pPr>
            <w:bookmarkStart w:id="7" w:name="_Hlk63699306"/>
            <w:r>
              <w:t>Prodotto interno lordo, valori concatenati (anno di riferimento 2015), dati destagionalizzati e corretti.</w:t>
            </w:r>
            <w:r>
              <w:br/>
              <w:t>Numero indice (2015=100) e tasso di variazione sul trimestre precedente.</w:t>
            </w:r>
          </w:p>
        </w:tc>
      </w:tr>
      <w:tr w:rsidR="00C81BA0" w:rsidRPr="00064064" w14:paraId="00CC327A" w14:textId="77777777" w:rsidTr="00B8361E">
        <w:tblPrEx>
          <w:tblCellMar>
            <w:left w:w="70" w:type="dxa"/>
            <w:right w:w="70" w:type="dxa"/>
          </w:tblCellMar>
        </w:tblPrEx>
        <w:tc>
          <w:tcPr>
            <w:tcW w:w="9356" w:type="dxa"/>
          </w:tcPr>
          <w:p w14:paraId="52FAF66A" w14:textId="77777777" w:rsidR="00C81BA0" w:rsidRPr="00064064" w:rsidRDefault="00C81BA0" w:rsidP="00B8361E">
            <w:pPr>
              <w:pStyle w:val="Figure"/>
            </w:pPr>
            <w:r w:rsidRPr="00134897">
              <w:rPr>
                <w:noProof/>
              </w:rPr>
              <w:drawing>
                <wp:inline distT="0" distB="0" distL="0" distR="0" wp14:anchorId="58173421" wp14:editId="0D37C14A">
                  <wp:extent cx="5480050" cy="19875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0050" cy="1987550"/>
                          </a:xfrm>
                          <a:prstGeom prst="rect">
                            <a:avLst/>
                          </a:prstGeom>
                          <a:noFill/>
                          <a:ln>
                            <a:noFill/>
                          </a:ln>
                        </pic:spPr>
                      </pic:pic>
                    </a:graphicData>
                  </a:graphic>
                </wp:inline>
              </w:drawing>
            </w:r>
          </w:p>
        </w:tc>
      </w:tr>
      <w:tr w:rsidR="00C81BA0" w14:paraId="3F81228C" w14:textId="77777777" w:rsidTr="00B8361E">
        <w:tc>
          <w:tcPr>
            <w:tcW w:w="9356" w:type="dxa"/>
          </w:tcPr>
          <w:p w14:paraId="34B9305D" w14:textId="77777777" w:rsidR="00C81BA0" w:rsidRDefault="00C81BA0" w:rsidP="00B8361E">
            <w:pPr>
              <w:pStyle w:val="TabNoteSuperiori"/>
            </w:pPr>
            <w:r>
              <w:t>Fonte Istat</w:t>
            </w:r>
          </w:p>
        </w:tc>
      </w:tr>
    </w:tbl>
    <w:p w14:paraId="271EEC99" w14:textId="77777777" w:rsidR="003F16DB" w:rsidRPr="00B43F48" w:rsidRDefault="003F16DB" w:rsidP="003F16DB">
      <w:r w:rsidRPr="00B43F48">
        <w:t xml:space="preserve">L’Italia ha vissuto la più grave fase di recessione dalla fine della </w:t>
      </w:r>
      <w:proofErr w:type="gramStart"/>
      <w:r w:rsidRPr="00B43F48">
        <w:t>seconda guerra mondiale</w:t>
      </w:r>
      <w:proofErr w:type="gramEnd"/>
      <w:r w:rsidRPr="00B43F48">
        <w:t xml:space="preserve">. La crisi dovuta alla pandemia ha avuto, ha e avrà effetti asimmetrici sui settori economici e notevoli effetti redistributivi e richiederà un’ampia riallocazione dei fattori. Sarà cruciale l’ampiezza degli effetti sull’occupazione e sulla sopravvivenza delle imprese al momento del graduale venire meno delle misure adottate a sostegno </w:t>
      </w:r>
      <w:bookmarkEnd w:id="7"/>
      <w:r w:rsidRPr="00B43F48">
        <w:t xml:space="preserve">delle attività produttive, dell’occupazione e dei redditi, in particolare il blocco dei licenziamenti e la moratoria sui debiti delle imprese. La forza della ripresa dipenderà dal rilievo dei danni permanenti causati dalla pandemia nonostante l’effetto ammortizzatore della politica fiscale. </w:t>
      </w:r>
    </w:p>
    <w:p w14:paraId="6867770E" w14:textId="77777777" w:rsidR="003F16DB" w:rsidRPr="00B43F48" w:rsidRDefault="003F16DB" w:rsidP="003F16DB">
      <w:r w:rsidRPr="00B43F48">
        <w:t xml:space="preserve">La stima preliminare del Pil fornita da Istat per il 2020 indica un calo dell’8,8 per cento, un dato migliore di quello indicato anche dalle più recenti stime. </w:t>
      </w:r>
      <w:bookmarkStart w:id="8" w:name="_Hlk36660835"/>
      <w:r w:rsidRPr="00B43F48">
        <w:t xml:space="preserve">Nell’ipotesi che la recessione non vada oltre il primo trimestre del 2021, Prometeia a gennaio ha confermato la previsione di una crescita del Pil del 4,8 per cento per il 2021. Banca d’Italia, nelle sue </w:t>
      </w:r>
      <w:proofErr w:type="spellStart"/>
      <w:r w:rsidRPr="00B43F48">
        <w:t>proiezionid</w:t>
      </w:r>
      <w:proofErr w:type="spellEnd"/>
      <w:r w:rsidRPr="00B43F48">
        <w:t xml:space="preserve"> di gennaio è apparsa più cauta e ha indicato una crescita del 3,5 per cento, che proseguirebbe tale nel 2022, con un ritorno del Pil ai livelli </w:t>
      </w:r>
      <w:proofErr w:type="spellStart"/>
      <w:proofErr w:type="gramStart"/>
      <w:r w:rsidRPr="00B43F48">
        <w:t>pre</w:t>
      </w:r>
      <w:proofErr w:type="spellEnd"/>
      <w:r w:rsidRPr="00B43F48">
        <w:t xml:space="preserve"> </w:t>
      </w:r>
      <w:proofErr w:type="spellStart"/>
      <w:r w:rsidRPr="00B43F48">
        <w:t>Covid</w:t>
      </w:r>
      <w:proofErr w:type="spellEnd"/>
      <w:proofErr w:type="gramEnd"/>
      <w:r w:rsidRPr="00B43F48">
        <w:t xml:space="preserve"> nel corso del 2023.</w:t>
      </w:r>
    </w:p>
    <w:bookmarkEnd w:id="8"/>
    <w:p w14:paraId="644F4D3E" w14:textId="77777777" w:rsidR="003F16DB" w:rsidRPr="00B43F48" w:rsidRDefault="003F16DB" w:rsidP="003F16DB">
      <w:r w:rsidRPr="00B43F48">
        <w:t xml:space="preserve">I consumi delle famiglie sono sorretti dalle misure di sostegno al reddito e dalla bassa inflazione, ma risentono delle limitazioni conseguenti alla pandemia, della </w:t>
      </w:r>
      <w:proofErr w:type="spellStart"/>
      <w:r w:rsidRPr="00B43F48">
        <w:t>magiore</w:t>
      </w:r>
      <w:proofErr w:type="spellEnd"/>
      <w:r w:rsidRPr="00B43F48">
        <w:t xml:space="preserve"> incertezza, delle condizioni del mercato del lavoro, della riduzione del reddito disponibile e di un maggiore risparmio precauzionale. Banca d’Italia e Prometeia concordano nel ritenere che la dinamica dei consumi dovrebbe risultare peggiore di quella del Pil con una maggiore riduzione nel 2020 (-10,4 per cento) e una parziale e più contenuta ripresa nel 2021 (+3,2 per cento). </w:t>
      </w:r>
    </w:p>
    <w:p w14:paraId="515338B6" w14:textId="77777777" w:rsidR="003F16DB" w:rsidRPr="00B43F48" w:rsidRDefault="003F16DB" w:rsidP="003F16DB">
      <w:bookmarkStart w:id="9" w:name="_Hlk63699582"/>
      <w:r w:rsidRPr="00B43F48">
        <w:lastRenderedPageBreak/>
        <w:t>La caduta degli investimenti è stata ampia ed è avvenuta in breve tempo nel 2020 (-7,9 per cento),</w:t>
      </w:r>
      <w:bookmarkEnd w:id="9"/>
      <w:r w:rsidRPr="00B43F48">
        <w:t xml:space="preserve"> ma già dal 2021 la ripresa dell’accumulazione di capitale dovrebbe avvenire a ritmi elevati (+10,3 per cento) sospinta dalle condizioni di accesso al credito favorevoli e dagli interventi di politica di bilancio. In particolare, la componente in macchinari, attrezzature e mezzi di trasporto, che ha subito un maggiore arretramento nel 2020 (-8,5 per cento), avrà una ripresa più lenta nel 2021 (+8,6 per cento)</w:t>
      </w:r>
      <w:bookmarkStart w:id="10" w:name="_Hlk63699664"/>
      <w:r w:rsidRPr="00B43F48">
        <w:t xml:space="preserve">, mentre </w:t>
      </w:r>
      <w:bookmarkEnd w:id="10"/>
      <w:r w:rsidRPr="00B43F48">
        <w:t>saranno gli investimenti in costruzioni, meno colpiti dalla pandemia lo scorso anno (-6,6 per cento) a trainare l’accumulazione nel 2021 (+11,7 per cento), grazie anche ai sostegni pubblici.</w:t>
      </w:r>
    </w:p>
    <w:tbl>
      <w:tblPr>
        <w:tblStyle w:val="Grigliatabella"/>
        <w:tblpPr w:topFromText="284" w:bottomFromText="284" w:tblpXSpec="center" w:tblpYSpec="bottom"/>
        <w:tblOverlap w:val="never"/>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680"/>
        <w:gridCol w:w="228"/>
        <w:gridCol w:w="680"/>
        <w:gridCol w:w="228"/>
        <w:gridCol w:w="510"/>
        <w:gridCol w:w="397"/>
        <w:gridCol w:w="680"/>
        <w:gridCol w:w="228"/>
        <w:gridCol w:w="113"/>
        <w:gridCol w:w="680"/>
        <w:gridCol w:w="228"/>
        <w:gridCol w:w="680"/>
        <w:gridCol w:w="228"/>
        <w:gridCol w:w="510"/>
        <w:gridCol w:w="397"/>
        <w:gridCol w:w="680"/>
        <w:gridCol w:w="227"/>
      </w:tblGrid>
      <w:tr w:rsidR="00C81BA0" w14:paraId="39CA0191" w14:textId="77777777" w:rsidTr="00C81BA0">
        <w:trPr>
          <w:cantSplit/>
          <w:trHeight w:val="255"/>
        </w:trPr>
        <w:tc>
          <w:tcPr>
            <w:tcW w:w="9359" w:type="dxa"/>
            <w:gridSpan w:val="18"/>
            <w:tcBorders>
              <w:bottom w:val="single" w:sz="4" w:space="0" w:color="632423" w:themeColor="accent2" w:themeShade="80"/>
            </w:tcBorders>
            <w:noWrap/>
          </w:tcPr>
          <w:p w14:paraId="22AF4A81" w14:textId="77777777" w:rsidR="00C81BA0" w:rsidRDefault="00C81BA0" w:rsidP="00C81BA0">
            <w:pPr>
              <w:pStyle w:val="TabTitolo"/>
            </w:pPr>
            <w:r>
              <w:t>L'economia italiana. Consuntivo e previsioni recenti, variazioni percentuali annue a prezzi costanti salvo diversa indicazione.</w:t>
            </w:r>
          </w:p>
        </w:tc>
      </w:tr>
      <w:tr w:rsidR="00C81BA0" w:rsidRPr="00C744DD" w14:paraId="2F58D09F" w14:textId="77777777" w:rsidTr="00C81BA0">
        <w:trPr>
          <w:cantSplit/>
          <w:trHeight w:val="255"/>
        </w:trPr>
        <w:tc>
          <w:tcPr>
            <w:tcW w:w="1985" w:type="dxa"/>
            <w:tcBorders>
              <w:top w:val="single" w:sz="4" w:space="0" w:color="632423" w:themeColor="accent2" w:themeShade="80"/>
            </w:tcBorders>
            <w:noWrap/>
          </w:tcPr>
          <w:p w14:paraId="15AAF530" w14:textId="77777777" w:rsidR="00C81BA0" w:rsidRPr="00C744DD" w:rsidRDefault="00C81BA0" w:rsidP="00C81BA0">
            <w:pPr>
              <w:pStyle w:val="TabIntestaSup"/>
            </w:pPr>
          </w:p>
        </w:tc>
        <w:tc>
          <w:tcPr>
            <w:tcW w:w="3631" w:type="dxa"/>
            <w:gridSpan w:val="8"/>
            <w:tcBorders>
              <w:top w:val="single" w:sz="4" w:space="0" w:color="632423" w:themeColor="accent2" w:themeShade="80"/>
            </w:tcBorders>
            <w:noWrap/>
          </w:tcPr>
          <w:p w14:paraId="5A8D0049" w14:textId="77777777" w:rsidR="00C81BA0" w:rsidRPr="00C744DD" w:rsidRDefault="00C81BA0" w:rsidP="00C81BA0">
            <w:pPr>
              <w:pStyle w:val="TabIntestaSupBordo"/>
            </w:pPr>
            <w:r>
              <w:t xml:space="preserve">Stima </w:t>
            </w:r>
            <w:r w:rsidRPr="00C744DD">
              <w:t>20</w:t>
            </w:r>
            <w:r>
              <w:t>20</w:t>
            </w:r>
          </w:p>
        </w:tc>
        <w:tc>
          <w:tcPr>
            <w:tcW w:w="113" w:type="dxa"/>
            <w:tcBorders>
              <w:top w:val="single" w:sz="4" w:space="0" w:color="632423" w:themeColor="accent2" w:themeShade="80"/>
            </w:tcBorders>
            <w:noWrap/>
          </w:tcPr>
          <w:p w14:paraId="6E50E628" w14:textId="77777777" w:rsidR="00C81BA0" w:rsidRPr="00C744DD" w:rsidRDefault="00C81BA0" w:rsidP="00C81BA0">
            <w:pPr>
              <w:pStyle w:val="TabIntestaSup"/>
            </w:pPr>
          </w:p>
        </w:tc>
        <w:tc>
          <w:tcPr>
            <w:tcW w:w="3630" w:type="dxa"/>
            <w:gridSpan w:val="8"/>
            <w:tcBorders>
              <w:top w:val="single" w:sz="4" w:space="0" w:color="632423" w:themeColor="accent2" w:themeShade="80"/>
            </w:tcBorders>
          </w:tcPr>
          <w:p w14:paraId="309A6D1D" w14:textId="77777777" w:rsidR="00C81BA0" w:rsidRPr="00C744DD" w:rsidRDefault="00C81BA0" w:rsidP="00C81BA0">
            <w:pPr>
              <w:pStyle w:val="TabIntestaSupBordo"/>
            </w:pPr>
            <w:r>
              <w:t>Previsioni 2021</w:t>
            </w:r>
          </w:p>
        </w:tc>
      </w:tr>
      <w:tr w:rsidR="00C81BA0" w:rsidRPr="00C744DD" w14:paraId="4FCB3D37" w14:textId="77777777" w:rsidTr="00C81BA0">
        <w:trPr>
          <w:cantSplit/>
          <w:trHeight w:val="255"/>
        </w:trPr>
        <w:tc>
          <w:tcPr>
            <w:tcW w:w="1985" w:type="dxa"/>
            <w:noWrap/>
          </w:tcPr>
          <w:p w14:paraId="7D482A7E" w14:textId="77777777" w:rsidR="00C81BA0" w:rsidRPr="00C744DD" w:rsidRDefault="00C81BA0" w:rsidP="00C81BA0">
            <w:pPr>
              <w:pStyle w:val="TabIntestaSup"/>
            </w:pPr>
          </w:p>
        </w:tc>
        <w:tc>
          <w:tcPr>
            <w:tcW w:w="908" w:type="dxa"/>
            <w:gridSpan w:val="2"/>
            <w:noWrap/>
          </w:tcPr>
          <w:p w14:paraId="54930F98" w14:textId="77777777" w:rsidR="00C81BA0" w:rsidRPr="00C744DD" w:rsidRDefault="00C81BA0" w:rsidP="00C81BA0">
            <w:pPr>
              <w:pStyle w:val="TabIntestaSup"/>
            </w:pPr>
            <w:r w:rsidRPr="00C744DD">
              <w:t>Ue</w:t>
            </w:r>
          </w:p>
        </w:tc>
        <w:tc>
          <w:tcPr>
            <w:tcW w:w="908" w:type="dxa"/>
            <w:gridSpan w:val="2"/>
            <w:noWrap/>
          </w:tcPr>
          <w:p w14:paraId="28CA22BF" w14:textId="77777777" w:rsidR="00C81BA0" w:rsidRPr="00C744DD" w:rsidRDefault="00C81BA0" w:rsidP="00C81BA0">
            <w:pPr>
              <w:pStyle w:val="TabIntestaSup"/>
            </w:pPr>
            <w:r w:rsidRPr="00C744DD">
              <w:t>Ocse</w:t>
            </w:r>
          </w:p>
        </w:tc>
        <w:tc>
          <w:tcPr>
            <w:tcW w:w="907" w:type="dxa"/>
            <w:gridSpan w:val="2"/>
            <w:noWrap/>
          </w:tcPr>
          <w:p w14:paraId="6DA3BBC5" w14:textId="77777777" w:rsidR="00C81BA0" w:rsidRPr="00C744DD" w:rsidRDefault="00C81BA0" w:rsidP="00C81BA0">
            <w:pPr>
              <w:pStyle w:val="TabIntestaSup"/>
            </w:pPr>
            <w:r w:rsidRPr="00C744DD">
              <w:t>Prometeia</w:t>
            </w:r>
          </w:p>
        </w:tc>
        <w:tc>
          <w:tcPr>
            <w:tcW w:w="908" w:type="dxa"/>
            <w:gridSpan w:val="2"/>
            <w:noWrap/>
          </w:tcPr>
          <w:p w14:paraId="3D677239" w14:textId="77777777" w:rsidR="00C81BA0" w:rsidRPr="00C744DD" w:rsidRDefault="00C81BA0" w:rsidP="00C81BA0">
            <w:pPr>
              <w:pStyle w:val="TabIntestaSup"/>
            </w:pPr>
            <w:r>
              <w:t>Banca d’Italia</w:t>
            </w:r>
          </w:p>
        </w:tc>
        <w:tc>
          <w:tcPr>
            <w:tcW w:w="113" w:type="dxa"/>
            <w:noWrap/>
          </w:tcPr>
          <w:p w14:paraId="4495BFB6" w14:textId="77777777" w:rsidR="00C81BA0" w:rsidRPr="00C744DD" w:rsidRDefault="00C81BA0" w:rsidP="00C81BA0">
            <w:pPr>
              <w:pStyle w:val="TabIntestaSup"/>
            </w:pPr>
          </w:p>
        </w:tc>
        <w:tc>
          <w:tcPr>
            <w:tcW w:w="908" w:type="dxa"/>
            <w:gridSpan w:val="2"/>
          </w:tcPr>
          <w:p w14:paraId="3FE87C23" w14:textId="77777777" w:rsidR="00C81BA0" w:rsidRPr="00C744DD" w:rsidRDefault="00C81BA0" w:rsidP="00C81BA0">
            <w:pPr>
              <w:pStyle w:val="TabIntestaSup"/>
            </w:pPr>
            <w:r w:rsidRPr="00C744DD">
              <w:t>Ue</w:t>
            </w:r>
          </w:p>
        </w:tc>
        <w:tc>
          <w:tcPr>
            <w:tcW w:w="908" w:type="dxa"/>
            <w:gridSpan w:val="2"/>
            <w:noWrap/>
          </w:tcPr>
          <w:p w14:paraId="54EF2E72" w14:textId="77777777" w:rsidR="00C81BA0" w:rsidRPr="00C744DD" w:rsidRDefault="00C81BA0" w:rsidP="00C81BA0">
            <w:pPr>
              <w:pStyle w:val="TabIntestaSup"/>
            </w:pPr>
            <w:r w:rsidRPr="00C744DD">
              <w:t>Ocse</w:t>
            </w:r>
          </w:p>
        </w:tc>
        <w:tc>
          <w:tcPr>
            <w:tcW w:w="907" w:type="dxa"/>
            <w:gridSpan w:val="2"/>
            <w:noWrap/>
          </w:tcPr>
          <w:p w14:paraId="76D59C2F" w14:textId="77777777" w:rsidR="00C81BA0" w:rsidRPr="00C744DD" w:rsidRDefault="00C81BA0" w:rsidP="00C81BA0">
            <w:pPr>
              <w:pStyle w:val="TabIntestaSup"/>
            </w:pPr>
            <w:r w:rsidRPr="00C744DD">
              <w:t>Prometeia</w:t>
            </w:r>
          </w:p>
        </w:tc>
        <w:tc>
          <w:tcPr>
            <w:tcW w:w="907" w:type="dxa"/>
            <w:gridSpan w:val="2"/>
            <w:noWrap/>
          </w:tcPr>
          <w:p w14:paraId="7BD5AFEE" w14:textId="77777777" w:rsidR="00C81BA0" w:rsidRPr="00C744DD" w:rsidRDefault="00C81BA0" w:rsidP="00C81BA0">
            <w:pPr>
              <w:pStyle w:val="TabIntestaSup"/>
            </w:pPr>
            <w:r>
              <w:t>Banca d’Italia</w:t>
            </w:r>
          </w:p>
        </w:tc>
      </w:tr>
      <w:tr w:rsidR="00C81BA0" w14:paraId="30AC31CC" w14:textId="77777777" w:rsidTr="00C81BA0">
        <w:trPr>
          <w:cantSplit/>
          <w:trHeight w:val="255"/>
        </w:trPr>
        <w:tc>
          <w:tcPr>
            <w:tcW w:w="1985" w:type="dxa"/>
            <w:tcBorders>
              <w:bottom w:val="single" w:sz="4" w:space="0" w:color="632423" w:themeColor="accent2" w:themeShade="80"/>
            </w:tcBorders>
            <w:noWrap/>
          </w:tcPr>
          <w:p w14:paraId="42F83548" w14:textId="77777777" w:rsidR="00C81BA0" w:rsidRDefault="00C81BA0" w:rsidP="00C81BA0">
            <w:pPr>
              <w:pStyle w:val="TabIntestaInf"/>
            </w:pPr>
          </w:p>
        </w:tc>
        <w:tc>
          <w:tcPr>
            <w:tcW w:w="908" w:type="dxa"/>
            <w:gridSpan w:val="2"/>
            <w:tcBorders>
              <w:bottom w:val="single" w:sz="4" w:space="0" w:color="632423" w:themeColor="accent2" w:themeShade="80"/>
            </w:tcBorders>
            <w:noWrap/>
          </w:tcPr>
          <w:p w14:paraId="4720DDE1" w14:textId="77777777" w:rsidR="00C81BA0" w:rsidRDefault="00C81BA0" w:rsidP="00C81BA0">
            <w:pPr>
              <w:pStyle w:val="TabIntestaInf"/>
            </w:pPr>
            <w:r>
              <w:t>nov-20</w:t>
            </w:r>
          </w:p>
        </w:tc>
        <w:tc>
          <w:tcPr>
            <w:tcW w:w="908" w:type="dxa"/>
            <w:gridSpan w:val="2"/>
            <w:tcBorders>
              <w:bottom w:val="single" w:sz="4" w:space="0" w:color="632423" w:themeColor="accent2" w:themeShade="80"/>
            </w:tcBorders>
            <w:noWrap/>
          </w:tcPr>
          <w:p w14:paraId="52ECC898" w14:textId="77777777" w:rsidR="00C81BA0" w:rsidRDefault="00C81BA0" w:rsidP="00C81BA0">
            <w:pPr>
              <w:pStyle w:val="TabIntestaInf"/>
            </w:pPr>
            <w:r>
              <w:t>dic-20 [1]</w:t>
            </w:r>
          </w:p>
        </w:tc>
        <w:tc>
          <w:tcPr>
            <w:tcW w:w="907" w:type="dxa"/>
            <w:gridSpan w:val="2"/>
            <w:tcBorders>
              <w:bottom w:val="single" w:sz="4" w:space="0" w:color="632423" w:themeColor="accent2" w:themeShade="80"/>
            </w:tcBorders>
            <w:noWrap/>
          </w:tcPr>
          <w:p w14:paraId="60D85079" w14:textId="77777777" w:rsidR="00C81BA0" w:rsidRDefault="00C81BA0" w:rsidP="00C81BA0">
            <w:pPr>
              <w:pStyle w:val="TabIntestaInf"/>
            </w:pPr>
            <w:r>
              <w:t>gen-21 [1]</w:t>
            </w:r>
          </w:p>
        </w:tc>
        <w:tc>
          <w:tcPr>
            <w:tcW w:w="908" w:type="dxa"/>
            <w:gridSpan w:val="2"/>
            <w:tcBorders>
              <w:bottom w:val="single" w:sz="4" w:space="0" w:color="632423" w:themeColor="accent2" w:themeShade="80"/>
            </w:tcBorders>
            <w:noWrap/>
          </w:tcPr>
          <w:p w14:paraId="65942951" w14:textId="77777777" w:rsidR="00C81BA0" w:rsidRDefault="00C81BA0" w:rsidP="00C81BA0">
            <w:pPr>
              <w:pStyle w:val="TabIntestaInf"/>
            </w:pPr>
            <w:r>
              <w:t>gen-21 [1]</w:t>
            </w:r>
          </w:p>
        </w:tc>
        <w:tc>
          <w:tcPr>
            <w:tcW w:w="113" w:type="dxa"/>
            <w:tcBorders>
              <w:bottom w:val="single" w:sz="4" w:space="0" w:color="632423" w:themeColor="accent2" w:themeShade="80"/>
            </w:tcBorders>
            <w:noWrap/>
          </w:tcPr>
          <w:p w14:paraId="0001EFD5" w14:textId="77777777" w:rsidR="00C81BA0" w:rsidRDefault="00C81BA0" w:rsidP="00C81BA0">
            <w:pPr>
              <w:pStyle w:val="TabIntestaInf"/>
            </w:pPr>
          </w:p>
        </w:tc>
        <w:tc>
          <w:tcPr>
            <w:tcW w:w="908" w:type="dxa"/>
            <w:gridSpan w:val="2"/>
            <w:tcBorders>
              <w:bottom w:val="single" w:sz="4" w:space="0" w:color="632423" w:themeColor="accent2" w:themeShade="80"/>
            </w:tcBorders>
          </w:tcPr>
          <w:p w14:paraId="655A64F7" w14:textId="77777777" w:rsidR="00C81BA0" w:rsidRDefault="00C81BA0" w:rsidP="00C81BA0">
            <w:pPr>
              <w:pStyle w:val="TabIntestaInf"/>
            </w:pPr>
            <w:r>
              <w:t>nov-20</w:t>
            </w:r>
          </w:p>
        </w:tc>
        <w:tc>
          <w:tcPr>
            <w:tcW w:w="908" w:type="dxa"/>
            <w:gridSpan w:val="2"/>
            <w:tcBorders>
              <w:bottom w:val="single" w:sz="4" w:space="0" w:color="632423" w:themeColor="accent2" w:themeShade="80"/>
            </w:tcBorders>
            <w:noWrap/>
          </w:tcPr>
          <w:p w14:paraId="57E0467A" w14:textId="77777777" w:rsidR="00C81BA0" w:rsidRDefault="00C81BA0" w:rsidP="00C81BA0">
            <w:pPr>
              <w:pStyle w:val="TabIntestaInf"/>
            </w:pPr>
            <w:r>
              <w:t>dic-20 [1]</w:t>
            </w:r>
          </w:p>
        </w:tc>
        <w:tc>
          <w:tcPr>
            <w:tcW w:w="907" w:type="dxa"/>
            <w:gridSpan w:val="2"/>
            <w:tcBorders>
              <w:bottom w:val="single" w:sz="4" w:space="0" w:color="632423" w:themeColor="accent2" w:themeShade="80"/>
            </w:tcBorders>
            <w:noWrap/>
          </w:tcPr>
          <w:p w14:paraId="51FC897D" w14:textId="77777777" w:rsidR="00C81BA0" w:rsidRDefault="00C81BA0" w:rsidP="00C81BA0">
            <w:pPr>
              <w:pStyle w:val="TabIntestaInf"/>
            </w:pPr>
            <w:r>
              <w:t>gen-21 [1]</w:t>
            </w:r>
          </w:p>
        </w:tc>
        <w:tc>
          <w:tcPr>
            <w:tcW w:w="907" w:type="dxa"/>
            <w:gridSpan w:val="2"/>
            <w:tcBorders>
              <w:bottom w:val="single" w:sz="4" w:space="0" w:color="632423" w:themeColor="accent2" w:themeShade="80"/>
            </w:tcBorders>
            <w:noWrap/>
          </w:tcPr>
          <w:p w14:paraId="60337213" w14:textId="77777777" w:rsidR="00C81BA0" w:rsidRDefault="00C81BA0" w:rsidP="00C81BA0">
            <w:pPr>
              <w:pStyle w:val="TabIntestaInf"/>
            </w:pPr>
            <w:r>
              <w:t>gen-21 [1]</w:t>
            </w:r>
          </w:p>
        </w:tc>
      </w:tr>
      <w:tr w:rsidR="00C81BA0" w14:paraId="5079CC4D" w14:textId="77777777" w:rsidTr="00C81BA0">
        <w:trPr>
          <w:cantSplit/>
          <w:trHeight w:hRule="exact" w:val="113"/>
        </w:trPr>
        <w:tc>
          <w:tcPr>
            <w:tcW w:w="1985" w:type="dxa"/>
            <w:tcBorders>
              <w:top w:val="single" w:sz="4" w:space="0" w:color="632423" w:themeColor="accent2" w:themeShade="80"/>
            </w:tcBorders>
            <w:noWrap/>
          </w:tcPr>
          <w:p w14:paraId="58FF325A" w14:textId="77777777" w:rsidR="00C81BA0" w:rsidRDefault="00C81BA0" w:rsidP="00C81BA0">
            <w:pPr>
              <w:pStyle w:val="TabNumeri"/>
            </w:pPr>
          </w:p>
        </w:tc>
        <w:tc>
          <w:tcPr>
            <w:tcW w:w="680" w:type="dxa"/>
            <w:tcBorders>
              <w:top w:val="single" w:sz="4" w:space="0" w:color="632423" w:themeColor="accent2" w:themeShade="80"/>
            </w:tcBorders>
            <w:noWrap/>
          </w:tcPr>
          <w:p w14:paraId="513B9F54" w14:textId="77777777" w:rsidR="00C81BA0" w:rsidRDefault="00C81BA0" w:rsidP="00C81BA0">
            <w:pPr>
              <w:pStyle w:val="TabNumeri"/>
            </w:pPr>
          </w:p>
        </w:tc>
        <w:tc>
          <w:tcPr>
            <w:tcW w:w="228" w:type="dxa"/>
            <w:tcBorders>
              <w:top w:val="single" w:sz="4" w:space="0" w:color="632423" w:themeColor="accent2" w:themeShade="80"/>
            </w:tcBorders>
            <w:noWrap/>
          </w:tcPr>
          <w:p w14:paraId="775C4449" w14:textId="77777777" w:rsidR="00C81BA0" w:rsidRDefault="00C81BA0" w:rsidP="00C81BA0">
            <w:pPr>
              <w:pStyle w:val="TabNumeri"/>
            </w:pPr>
          </w:p>
        </w:tc>
        <w:tc>
          <w:tcPr>
            <w:tcW w:w="680" w:type="dxa"/>
            <w:tcBorders>
              <w:top w:val="single" w:sz="4" w:space="0" w:color="632423" w:themeColor="accent2" w:themeShade="80"/>
            </w:tcBorders>
            <w:noWrap/>
          </w:tcPr>
          <w:p w14:paraId="29B49E81" w14:textId="77777777" w:rsidR="00C81BA0" w:rsidRDefault="00C81BA0" w:rsidP="00C81BA0">
            <w:pPr>
              <w:pStyle w:val="TabNumeri"/>
            </w:pPr>
          </w:p>
        </w:tc>
        <w:tc>
          <w:tcPr>
            <w:tcW w:w="228" w:type="dxa"/>
            <w:tcBorders>
              <w:top w:val="single" w:sz="4" w:space="0" w:color="632423" w:themeColor="accent2" w:themeShade="80"/>
            </w:tcBorders>
            <w:noWrap/>
          </w:tcPr>
          <w:p w14:paraId="1131899E" w14:textId="77777777" w:rsidR="00C81BA0" w:rsidRDefault="00C81BA0" w:rsidP="00C81BA0">
            <w:pPr>
              <w:pStyle w:val="TabNumeri"/>
            </w:pPr>
          </w:p>
        </w:tc>
        <w:tc>
          <w:tcPr>
            <w:tcW w:w="510" w:type="dxa"/>
            <w:tcBorders>
              <w:top w:val="single" w:sz="4" w:space="0" w:color="632423" w:themeColor="accent2" w:themeShade="80"/>
            </w:tcBorders>
            <w:noWrap/>
          </w:tcPr>
          <w:p w14:paraId="34792234" w14:textId="77777777" w:rsidR="00C81BA0" w:rsidRDefault="00C81BA0" w:rsidP="00C81BA0">
            <w:pPr>
              <w:pStyle w:val="TabNumeri"/>
            </w:pPr>
          </w:p>
        </w:tc>
        <w:tc>
          <w:tcPr>
            <w:tcW w:w="397" w:type="dxa"/>
            <w:tcBorders>
              <w:top w:val="single" w:sz="4" w:space="0" w:color="632423" w:themeColor="accent2" w:themeShade="80"/>
            </w:tcBorders>
            <w:noWrap/>
          </w:tcPr>
          <w:p w14:paraId="2621FA63" w14:textId="77777777" w:rsidR="00C81BA0" w:rsidRDefault="00C81BA0" w:rsidP="00C81BA0">
            <w:pPr>
              <w:pStyle w:val="TabNumeri"/>
            </w:pPr>
          </w:p>
        </w:tc>
        <w:tc>
          <w:tcPr>
            <w:tcW w:w="680" w:type="dxa"/>
            <w:tcBorders>
              <w:top w:val="single" w:sz="4" w:space="0" w:color="632423" w:themeColor="accent2" w:themeShade="80"/>
            </w:tcBorders>
            <w:noWrap/>
          </w:tcPr>
          <w:p w14:paraId="008F651C" w14:textId="77777777" w:rsidR="00C81BA0" w:rsidRDefault="00C81BA0" w:rsidP="00C81BA0">
            <w:pPr>
              <w:pStyle w:val="TabNumeri"/>
            </w:pPr>
          </w:p>
        </w:tc>
        <w:tc>
          <w:tcPr>
            <w:tcW w:w="228" w:type="dxa"/>
            <w:tcBorders>
              <w:top w:val="single" w:sz="4" w:space="0" w:color="632423" w:themeColor="accent2" w:themeShade="80"/>
            </w:tcBorders>
          </w:tcPr>
          <w:p w14:paraId="18269F0B" w14:textId="77777777" w:rsidR="00C81BA0" w:rsidRPr="00B64650" w:rsidRDefault="00C81BA0" w:rsidP="00C81BA0">
            <w:pPr>
              <w:pStyle w:val="TabNumeri"/>
            </w:pPr>
          </w:p>
        </w:tc>
        <w:tc>
          <w:tcPr>
            <w:tcW w:w="113" w:type="dxa"/>
            <w:tcBorders>
              <w:top w:val="single" w:sz="4" w:space="0" w:color="632423" w:themeColor="accent2" w:themeShade="80"/>
            </w:tcBorders>
            <w:noWrap/>
          </w:tcPr>
          <w:p w14:paraId="1CB0217F" w14:textId="77777777" w:rsidR="00C81BA0" w:rsidRDefault="00C81BA0" w:rsidP="00C81BA0">
            <w:pPr>
              <w:pStyle w:val="TabNumeri"/>
            </w:pPr>
          </w:p>
        </w:tc>
        <w:tc>
          <w:tcPr>
            <w:tcW w:w="680" w:type="dxa"/>
            <w:tcBorders>
              <w:top w:val="single" w:sz="4" w:space="0" w:color="632423" w:themeColor="accent2" w:themeShade="80"/>
            </w:tcBorders>
          </w:tcPr>
          <w:p w14:paraId="2C01C278" w14:textId="77777777" w:rsidR="00C81BA0" w:rsidRDefault="00C81BA0" w:rsidP="00C81BA0">
            <w:pPr>
              <w:pStyle w:val="TabNumeri"/>
            </w:pPr>
          </w:p>
        </w:tc>
        <w:tc>
          <w:tcPr>
            <w:tcW w:w="228" w:type="dxa"/>
            <w:tcBorders>
              <w:top w:val="single" w:sz="4" w:space="0" w:color="632423" w:themeColor="accent2" w:themeShade="80"/>
            </w:tcBorders>
            <w:noWrap/>
          </w:tcPr>
          <w:p w14:paraId="5A8E2FB3" w14:textId="77777777" w:rsidR="00C81BA0" w:rsidRDefault="00C81BA0" w:rsidP="00C81BA0">
            <w:pPr>
              <w:pStyle w:val="TabNumeri"/>
            </w:pPr>
          </w:p>
        </w:tc>
        <w:tc>
          <w:tcPr>
            <w:tcW w:w="680" w:type="dxa"/>
            <w:tcBorders>
              <w:top w:val="single" w:sz="4" w:space="0" w:color="632423" w:themeColor="accent2" w:themeShade="80"/>
            </w:tcBorders>
            <w:noWrap/>
          </w:tcPr>
          <w:p w14:paraId="1BC8CDC5" w14:textId="77777777" w:rsidR="00C81BA0" w:rsidRDefault="00C81BA0" w:rsidP="00C81BA0">
            <w:pPr>
              <w:pStyle w:val="TabNumeri"/>
            </w:pPr>
          </w:p>
        </w:tc>
        <w:tc>
          <w:tcPr>
            <w:tcW w:w="228" w:type="dxa"/>
            <w:tcBorders>
              <w:top w:val="single" w:sz="4" w:space="0" w:color="632423" w:themeColor="accent2" w:themeShade="80"/>
            </w:tcBorders>
            <w:noWrap/>
          </w:tcPr>
          <w:p w14:paraId="018AB15F" w14:textId="77777777" w:rsidR="00C81BA0" w:rsidRDefault="00C81BA0" w:rsidP="00C81BA0">
            <w:pPr>
              <w:pStyle w:val="TabNumeri"/>
            </w:pPr>
          </w:p>
        </w:tc>
        <w:tc>
          <w:tcPr>
            <w:tcW w:w="510" w:type="dxa"/>
            <w:tcBorders>
              <w:top w:val="single" w:sz="4" w:space="0" w:color="632423" w:themeColor="accent2" w:themeShade="80"/>
            </w:tcBorders>
            <w:noWrap/>
          </w:tcPr>
          <w:p w14:paraId="40C342D5" w14:textId="77777777" w:rsidR="00C81BA0" w:rsidRDefault="00C81BA0" w:rsidP="00C81BA0">
            <w:pPr>
              <w:pStyle w:val="TabNumeri"/>
            </w:pPr>
          </w:p>
        </w:tc>
        <w:tc>
          <w:tcPr>
            <w:tcW w:w="397" w:type="dxa"/>
            <w:tcBorders>
              <w:top w:val="single" w:sz="4" w:space="0" w:color="632423" w:themeColor="accent2" w:themeShade="80"/>
            </w:tcBorders>
            <w:noWrap/>
          </w:tcPr>
          <w:p w14:paraId="1DE7BD80" w14:textId="77777777" w:rsidR="00C81BA0" w:rsidRDefault="00C81BA0" w:rsidP="00C81BA0">
            <w:pPr>
              <w:pStyle w:val="TabNumeri"/>
            </w:pPr>
          </w:p>
        </w:tc>
        <w:tc>
          <w:tcPr>
            <w:tcW w:w="680" w:type="dxa"/>
            <w:tcBorders>
              <w:top w:val="single" w:sz="4" w:space="0" w:color="632423" w:themeColor="accent2" w:themeShade="80"/>
            </w:tcBorders>
            <w:noWrap/>
          </w:tcPr>
          <w:p w14:paraId="5E5D8774" w14:textId="77777777" w:rsidR="00C81BA0" w:rsidRDefault="00C81BA0" w:rsidP="00C81BA0">
            <w:pPr>
              <w:pStyle w:val="TabNumeri"/>
            </w:pPr>
          </w:p>
        </w:tc>
        <w:tc>
          <w:tcPr>
            <w:tcW w:w="227" w:type="dxa"/>
            <w:tcBorders>
              <w:top w:val="single" w:sz="4" w:space="0" w:color="632423" w:themeColor="accent2" w:themeShade="80"/>
            </w:tcBorders>
            <w:noWrap/>
          </w:tcPr>
          <w:p w14:paraId="45225092" w14:textId="77777777" w:rsidR="00C81BA0" w:rsidRDefault="00C81BA0" w:rsidP="00C81BA0">
            <w:pPr>
              <w:pStyle w:val="TabNumeri"/>
            </w:pPr>
          </w:p>
        </w:tc>
      </w:tr>
      <w:tr w:rsidR="00C81BA0" w14:paraId="5777FDE7" w14:textId="77777777" w:rsidTr="00C81BA0">
        <w:trPr>
          <w:cantSplit/>
          <w:trHeight w:val="255"/>
        </w:trPr>
        <w:tc>
          <w:tcPr>
            <w:tcW w:w="1985" w:type="dxa"/>
            <w:noWrap/>
          </w:tcPr>
          <w:p w14:paraId="6B9F88F3" w14:textId="77777777" w:rsidR="00C81BA0" w:rsidRPr="00233F5C" w:rsidRDefault="00C81BA0" w:rsidP="00C81BA0">
            <w:pPr>
              <w:pStyle w:val="TabEtichette"/>
            </w:pPr>
            <w:r w:rsidRPr="00233F5C">
              <w:t>Prodotto interno lordo</w:t>
            </w:r>
          </w:p>
        </w:tc>
        <w:tc>
          <w:tcPr>
            <w:tcW w:w="680" w:type="dxa"/>
            <w:noWrap/>
          </w:tcPr>
          <w:p w14:paraId="6255D074" w14:textId="77777777" w:rsidR="00C81BA0" w:rsidRPr="00F86988" w:rsidRDefault="00C81BA0" w:rsidP="00C81BA0">
            <w:pPr>
              <w:pStyle w:val="TabNumeri"/>
            </w:pPr>
            <w:r w:rsidRPr="005779FC">
              <w:t>-9,9</w:t>
            </w:r>
          </w:p>
        </w:tc>
        <w:tc>
          <w:tcPr>
            <w:tcW w:w="228" w:type="dxa"/>
            <w:noWrap/>
          </w:tcPr>
          <w:p w14:paraId="112AEDDA" w14:textId="77777777" w:rsidR="00C81BA0" w:rsidRPr="00B64650" w:rsidRDefault="00C81BA0" w:rsidP="00C81BA0">
            <w:pPr>
              <w:pStyle w:val="TabNumeri"/>
            </w:pPr>
          </w:p>
        </w:tc>
        <w:tc>
          <w:tcPr>
            <w:tcW w:w="680" w:type="dxa"/>
            <w:noWrap/>
          </w:tcPr>
          <w:p w14:paraId="36F37367" w14:textId="77777777" w:rsidR="00C81BA0" w:rsidRPr="00D65A6F" w:rsidRDefault="00C81BA0" w:rsidP="00C81BA0">
            <w:pPr>
              <w:pStyle w:val="TabNumeri"/>
            </w:pPr>
            <w:r w:rsidRPr="00535D6A">
              <w:t>-9,1</w:t>
            </w:r>
          </w:p>
        </w:tc>
        <w:tc>
          <w:tcPr>
            <w:tcW w:w="228" w:type="dxa"/>
            <w:noWrap/>
          </w:tcPr>
          <w:p w14:paraId="349EFA87" w14:textId="77777777" w:rsidR="00C81BA0" w:rsidRPr="00C32B54" w:rsidRDefault="00C81BA0" w:rsidP="00C81BA0">
            <w:pPr>
              <w:pStyle w:val="TabNumeri"/>
            </w:pPr>
          </w:p>
        </w:tc>
        <w:tc>
          <w:tcPr>
            <w:tcW w:w="510" w:type="dxa"/>
            <w:noWrap/>
          </w:tcPr>
          <w:p w14:paraId="51FDEB27" w14:textId="77777777" w:rsidR="00C81BA0" w:rsidRPr="00904DA8" w:rsidRDefault="00C81BA0" w:rsidP="00C81BA0">
            <w:pPr>
              <w:pStyle w:val="TabNumeri"/>
            </w:pPr>
            <w:r w:rsidRPr="009A5A50">
              <w:t>-9,1</w:t>
            </w:r>
          </w:p>
        </w:tc>
        <w:tc>
          <w:tcPr>
            <w:tcW w:w="397" w:type="dxa"/>
            <w:noWrap/>
          </w:tcPr>
          <w:p w14:paraId="15331668" w14:textId="77777777" w:rsidR="00C81BA0" w:rsidRPr="00904DA8" w:rsidRDefault="00C81BA0" w:rsidP="00C81BA0">
            <w:pPr>
              <w:pStyle w:val="TabNumeri"/>
            </w:pPr>
            <w:r w:rsidRPr="009A5A50">
              <w:t>[7]</w:t>
            </w:r>
          </w:p>
        </w:tc>
        <w:tc>
          <w:tcPr>
            <w:tcW w:w="680" w:type="dxa"/>
            <w:noWrap/>
          </w:tcPr>
          <w:p w14:paraId="63EF4216" w14:textId="77777777" w:rsidR="00C81BA0" w:rsidRPr="003C782D" w:rsidRDefault="00C81BA0" w:rsidP="00C81BA0">
            <w:pPr>
              <w:pStyle w:val="TabNumeri"/>
            </w:pPr>
            <w:r w:rsidRPr="00EE7F30">
              <w:t>-9,2</w:t>
            </w:r>
          </w:p>
        </w:tc>
        <w:tc>
          <w:tcPr>
            <w:tcW w:w="228" w:type="dxa"/>
          </w:tcPr>
          <w:p w14:paraId="6CC72992" w14:textId="77777777" w:rsidR="00C81BA0" w:rsidRPr="00AA375C" w:rsidRDefault="00C81BA0" w:rsidP="00C81BA0">
            <w:pPr>
              <w:pStyle w:val="TabNumeri"/>
            </w:pPr>
          </w:p>
        </w:tc>
        <w:tc>
          <w:tcPr>
            <w:tcW w:w="113" w:type="dxa"/>
            <w:noWrap/>
          </w:tcPr>
          <w:p w14:paraId="2F92AF3D" w14:textId="77777777" w:rsidR="00C81BA0" w:rsidRPr="00B64650" w:rsidRDefault="00C81BA0" w:rsidP="00C81BA0">
            <w:pPr>
              <w:pStyle w:val="TabNumeri"/>
            </w:pPr>
          </w:p>
        </w:tc>
        <w:tc>
          <w:tcPr>
            <w:tcW w:w="680" w:type="dxa"/>
          </w:tcPr>
          <w:p w14:paraId="295991E6" w14:textId="77777777" w:rsidR="00C81BA0" w:rsidRPr="009E61ED" w:rsidRDefault="00C81BA0" w:rsidP="00C81BA0">
            <w:pPr>
              <w:pStyle w:val="TabNumeri"/>
            </w:pPr>
            <w:r w:rsidRPr="00B74D44">
              <w:t>4,1</w:t>
            </w:r>
          </w:p>
        </w:tc>
        <w:tc>
          <w:tcPr>
            <w:tcW w:w="228" w:type="dxa"/>
            <w:noWrap/>
          </w:tcPr>
          <w:p w14:paraId="6C3EFD1E" w14:textId="77777777" w:rsidR="00C81BA0" w:rsidRPr="00811B57" w:rsidRDefault="00C81BA0" w:rsidP="00C81BA0">
            <w:pPr>
              <w:pStyle w:val="TabNumeri"/>
            </w:pPr>
          </w:p>
        </w:tc>
        <w:tc>
          <w:tcPr>
            <w:tcW w:w="680" w:type="dxa"/>
            <w:noWrap/>
          </w:tcPr>
          <w:p w14:paraId="47815C90" w14:textId="77777777" w:rsidR="00C81BA0" w:rsidRPr="00A27A0A" w:rsidRDefault="00C81BA0" w:rsidP="00C81BA0">
            <w:pPr>
              <w:pStyle w:val="TabNumeri"/>
            </w:pPr>
            <w:r w:rsidRPr="00194795">
              <w:t>4,3</w:t>
            </w:r>
          </w:p>
        </w:tc>
        <w:tc>
          <w:tcPr>
            <w:tcW w:w="228" w:type="dxa"/>
            <w:noWrap/>
          </w:tcPr>
          <w:p w14:paraId="48C8D31C" w14:textId="77777777" w:rsidR="00C81BA0" w:rsidRPr="00DC6642" w:rsidRDefault="00C81BA0" w:rsidP="00C81BA0">
            <w:pPr>
              <w:pStyle w:val="TabNumeri"/>
            </w:pPr>
          </w:p>
        </w:tc>
        <w:tc>
          <w:tcPr>
            <w:tcW w:w="510" w:type="dxa"/>
            <w:noWrap/>
          </w:tcPr>
          <w:p w14:paraId="5B57A7FF" w14:textId="77777777" w:rsidR="00C81BA0" w:rsidRPr="00986A4F" w:rsidRDefault="00C81BA0" w:rsidP="00C81BA0">
            <w:pPr>
              <w:pStyle w:val="TabNumeri"/>
            </w:pPr>
            <w:r w:rsidRPr="00FE44EC">
              <w:t>4,8</w:t>
            </w:r>
          </w:p>
        </w:tc>
        <w:tc>
          <w:tcPr>
            <w:tcW w:w="397" w:type="dxa"/>
            <w:noWrap/>
          </w:tcPr>
          <w:p w14:paraId="4CD4BEC6" w14:textId="77777777" w:rsidR="00C81BA0" w:rsidRPr="00986A4F" w:rsidRDefault="00C81BA0" w:rsidP="00C81BA0">
            <w:pPr>
              <w:pStyle w:val="TabNumeri"/>
            </w:pPr>
            <w:r w:rsidRPr="00FE44EC">
              <w:t>[7]</w:t>
            </w:r>
          </w:p>
        </w:tc>
        <w:tc>
          <w:tcPr>
            <w:tcW w:w="680" w:type="dxa"/>
            <w:noWrap/>
          </w:tcPr>
          <w:p w14:paraId="18A7834E" w14:textId="77777777" w:rsidR="00C81BA0" w:rsidRPr="00413582" w:rsidRDefault="00C81BA0" w:rsidP="00C81BA0">
            <w:pPr>
              <w:pStyle w:val="TabNumeri"/>
            </w:pPr>
            <w:r w:rsidRPr="000A5A2B">
              <w:t>3,5</w:t>
            </w:r>
          </w:p>
        </w:tc>
        <w:tc>
          <w:tcPr>
            <w:tcW w:w="227" w:type="dxa"/>
            <w:noWrap/>
          </w:tcPr>
          <w:p w14:paraId="6D6504DA" w14:textId="77777777" w:rsidR="00C81BA0" w:rsidRPr="00A319C0" w:rsidRDefault="00C81BA0" w:rsidP="00C81BA0">
            <w:pPr>
              <w:pStyle w:val="TabNumeri"/>
            </w:pPr>
          </w:p>
        </w:tc>
      </w:tr>
      <w:tr w:rsidR="00C81BA0" w14:paraId="545F59F2" w14:textId="77777777" w:rsidTr="00C81BA0">
        <w:trPr>
          <w:cantSplit/>
          <w:trHeight w:val="255"/>
        </w:trPr>
        <w:tc>
          <w:tcPr>
            <w:tcW w:w="1985" w:type="dxa"/>
            <w:shd w:val="clear" w:color="auto" w:fill="EAF1DD" w:themeFill="accent3" w:themeFillTint="33"/>
            <w:noWrap/>
          </w:tcPr>
          <w:p w14:paraId="31547789" w14:textId="77777777" w:rsidR="00C81BA0" w:rsidRPr="00233F5C" w:rsidRDefault="00C81BA0" w:rsidP="00C81BA0">
            <w:pPr>
              <w:pStyle w:val="TabEtichette"/>
            </w:pPr>
            <w:r w:rsidRPr="00233F5C">
              <w:t>Importazioni</w:t>
            </w:r>
          </w:p>
        </w:tc>
        <w:tc>
          <w:tcPr>
            <w:tcW w:w="680" w:type="dxa"/>
            <w:shd w:val="clear" w:color="auto" w:fill="EAF1DD" w:themeFill="accent3" w:themeFillTint="33"/>
            <w:noWrap/>
          </w:tcPr>
          <w:p w14:paraId="107A9CD6" w14:textId="77777777" w:rsidR="00C81BA0" w:rsidRPr="00F86988" w:rsidRDefault="00C81BA0" w:rsidP="00C81BA0">
            <w:pPr>
              <w:pStyle w:val="TabNumeri"/>
            </w:pPr>
            <w:r w:rsidRPr="005779FC">
              <w:t>-14,1</w:t>
            </w:r>
          </w:p>
        </w:tc>
        <w:tc>
          <w:tcPr>
            <w:tcW w:w="228" w:type="dxa"/>
            <w:shd w:val="clear" w:color="auto" w:fill="EAF1DD" w:themeFill="accent3" w:themeFillTint="33"/>
            <w:noWrap/>
          </w:tcPr>
          <w:p w14:paraId="4ADF7DF5" w14:textId="77777777" w:rsidR="00C81BA0" w:rsidRPr="00B64650" w:rsidRDefault="00C81BA0" w:rsidP="00C81BA0">
            <w:pPr>
              <w:pStyle w:val="TabNumeri"/>
            </w:pPr>
          </w:p>
        </w:tc>
        <w:tc>
          <w:tcPr>
            <w:tcW w:w="680" w:type="dxa"/>
            <w:shd w:val="clear" w:color="auto" w:fill="EAF1DD" w:themeFill="accent3" w:themeFillTint="33"/>
            <w:noWrap/>
          </w:tcPr>
          <w:p w14:paraId="7AEFED07" w14:textId="77777777" w:rsidR="00C81BA0" w:rsidRPr="00D65A6F" w:rsidRDefault="00C81BA0" w:rsidP="00C81BA0">
            <w:pPr>
              <w:pStyle w:val="TabNumeri"/>
            </w:pPr>
            <w:r w:rsidRPr="00535D6A">
              <w:t>-15,0</w:t>
            </w:r>
          </w:p>
        </w:tc>
        <w:tc>
          <w:tcPr>
            <w:tcW w:w="228" w:type="dxa"/>
            <w:shd w:val="clear" w:color="auto" w:fill="EAF1DD" w:themeFill="accent3" w:themeFillTint="33"/>
            <w:noWrap/>
          </w:tcPr>
          <w:p w14:paraId="61651B41" w14:textId="77777777" w:rsidR="00C81BA0" w:rsidRPr="00C32B54" w:rsidRDefault="00C81BA0" w:rsidP="00C81BA0">
            <w:pPr>
              <w:pStyle w:val="TabNumeri"/>
            </w:pPr>
          </w:p>
        </w:tc>
        <w:tc>
          <w:tcPr>
            <w:tcW w:w="510" w:type="dxa"/>
            <w:shd w:val="clear" w:color="auto" w:fill="EAF1DD" w:themeFill="accent3" w:themeFillTint="33"/>
            <w:noWrap/>
          </w:tcPr>
          <w:p w14:paraId="7ED3743C" w14:textId="77777777" w:rsidR="00C81BA0" w:rsidRPr="00904DA8" w:rsidRDefault="00C81BA0" w:rsidP="00C81BA0">
            <w:pPr>
              <w:pStyle w:val="TabNumeri"/>
            </w:pPr>
            <w:r w:rsidRPr="009A5A50">
              <w:t>-13,4</w:t>
            </w:r>
          </w:p>
        </w:tc>
        <w:tc>
          <w:tcPr>
            <w:tcW w:w="397" w:type="dxa"/>
            <w:shd w:val="clear" w:color="auto" w:fill="EAF1DD" w:themeFill="accent3" w:themeFillTint="33"/>
            <w:noWrap/>
          </w:tcPr>
          <w:p w14:paraId="111F2A05" w14:textId="77777777" w:rsidR="00C81BA0" w:rsidRPr="00904DA8" w:rsidRDefault="00C81BA0" w:rsidP="00C81BA0">
            <w:pPr>
              <w:pStyle w:val="TabNumeri"/>
            </w:pPr>
            <w:r w:rsidRPr="009A5A50">
              <w:t>[7]</w:t>
            </w:r>
          </w:p>
        </w:tc>
        <w:tc>
          <w:tcPr>
            <w:tcW w:w="680" w:type="dxa"/>
            <w:shd w:val="clear" w:color="auto" w:fill="EAF1DD" w:themeFill="accent3" w:themeFillTint="33"/>
            <w:noWrap/>
          </w:tcPr>
          <w:p w14:paraId="739BBDFB" w14:textId="77777777" w:rsidR="00C81BA0" w:rsidRPr="003C782D" w:rsidRDefault="00C81BA0" w:rsidP="00C81BA0">
            <w:pPr>
              <w:pStyle w:val="TabNumeri"/>
            </w:pPr>
            <w:r w:rsidRPr="00EE7F30">
              <w:t>-13,4</w:t>
            </w:r>
          </w:p>
        </w:tc>
        <w:tc>
          <w:tcPr>
            <w:tcW w:w="228" w:type="dxa"/>
            <w:shd w:val="clear" w:color="auto" w:fill="EAF1DD" w:themeFill="accent3" w:themeFillTint="33"/>
          </w:tcPr>
          <w:p w14:paraId="38D440EB" w14:textId="77777777" w:rsidR="00C81BA0" w:rsidRPr="00AA375C" w:rsidRDefault="00C81BA0" w:rsidP="00C81BA0">
            <w:pPr>
              <w:pStyle w:val="TabNumeri"/>
            </w:pPr>
          </w:p>
        </w:tc>
        <w:tc>
          <w:tcPr>
            <w:tcW w:w="113" w:type="dxa"/>
            <w:shd w:val="clear" w:color="auto" w:fill="EAF1DD" w:themeFill="accent3" w:themeFillTint="33"/>
            <w:noWrap/>
          </w:tcPr>
          <w:p w14:paraId="41CB3F3A" w14:textId="77777777" w:rsidR="00C81BA0" w:rsidRPr="00B64650" w:rsidRDefault="00C81BA0" w:rsidP="00C81BA0">
            <w:pPr>
              <w:pStyle w:val="TabNumeri"/>
            </w:pPr>
          </w:p>
        </w:tc>
        <w:tc>
          <w:tcPr>
            <w:tcW w:w="680" w:type="dxa"/>
            <w:shd w:val="clear" w:color="auto" w:fill="EAF1DD" w:themeFill="accent3" w:themeFillTint="33"/>
          </w:tcPr>
          <w:p w14:paraId="2D457554" w14:textId="77777777" w:rsidR="00C81BA0" w:rsidRPr="009E61ED" w:rsidRDefault="00C81BA0" w:rsidP="00C81BA0">
            <w:pPr>
              <w:pStyle w:val="TabNumeri"/>
            </w:pPr>
            <w:r w:rsidRPr="00B74D44">
              <w:t>9,9</w:t>
            </w:r>
          </w:p>
        </w:tc>
        <w:tc>
          <w:tcPr>
            <w:tcW w:w="228" w:type="dxa"/>
            <w:shd w:val="clear" w:color="auto" w:fill="EAF1DD" w:themeFill="accent3" w:themeFillTint="33"/>
            <w:noWrap/>
          </w:tcPr>
          <w:p w14:paraId="5CB2E883" w14:textId="77777777" w:rsidR="00C81BA0" w:rsidRPr="00811B57" w:rsidRDefault="00C81BA0" w:rsidP="00C81BA0">
            <w:pPr>
              <w:pStyle w:val="TabNumeri"/>
            </w:pPr>
          </w:p>
        </w:tc>
        <w:tc>
          <w:tcPr>
            <w:tcW w:w="680" w:type="dxa"/>
            <w:shd w:val="clear" w:color="auto" w:fill="EAF1DD" w:themeFill="accent3" w:themeFillTint="33"/>
            <w:noWrap/>
          </w:tcPr>
          <w:p w14:paraId="568ED0FD" w14:textId="77777777" w:rsidR="00C81BA0" w:rsidRPr="00A27A0A" w:rsidRDefault="00C81BA0" w:rsidP="00C81BA0">
            <w:pPr>
              <w:pStyle w:val="TabNumeri"/>
            </w:pPr>
            <w:r w:rsidRPr="00194795">
              <w:t>4,2</w:t>
            </w:r>
          </w:p>
        </w:tc>
        <w:tc>
          <w:tcPr>
            <w:tcW w:w="228" w:type="dxa"/>
            <w:shd w:val="clear" w:color="auto" w:fill="EAF1DD" w:themeFill="accent3" w:themeFillTint="33"/>
            <w:noWrap/>
          </w:tcPr>
          <w:p w14:paraId="3FF46D3A" w14:textId="77777777" w:rsidR="00C81BA0" w:rsidRPr="00DC6642" w:rsidRDefault="00C81BA0" w:rsidP="00C81BA0">
            <w:pPr>
              <w:pStyle w:val="TabNumeri"/>
            </w:pPr>
          </w:p>
        </w:tc>
        <w:tc>
          <w:tcPr>
            <w:tcW w:w="510" w:type="dxa"/>
            <w:shd w:val="clear" w:color="auto" w:fill="EAF1DD" w:themeFill="accent3" w:themeFillTint="33"/>
            <w:noWrap/>
          </w:tcPr>
          <w:p w14:paraId="1F0F1274" w14:textId="77777777" w:rsidR="00C81BA0" w:rsidRPr="00986A4F" w:rsidRDefault="00C81BA0" w:rsidP="00C81BA0">
            <w:pPr>
              <w:pStyle w:val="TabNumeri"/>
            </w:pPr>
            <w:r w:rsidRPr="00FE44EC">
              <w:t>10,0</w:t>
            </w:r>
          </w:p>
        </w:tc>
        <w:tc>
          <w:tcPr>
            <w:tcW w:w="397" w:type="dxa"/>
            <w:shd w:val="clear" w:color="auto" w:fill="EAF1DD" w:themeFill="accent3" w:themeFillTint="33"/>
            <w:noWrap/>
          </w:tcPr>
          <w:p w14:paraId="2043B174" w14:textId="77777777" w:rsidR="00C81BA0" w:rsidRPr="00986A4F" w:rsidRDefault="00C81BA0" w:rsidP="00C81BA0">
            <w:pPr>
              <w:pStyle w:val="TabNumeri"/>
            </w:pPr>
            <w:r w:rsidRPr="00FE44EC">
              <w:t>[7]</w:t>
            </w:r>
          </w:p>
        </w:tc>
        <w:tc>
          <w:tcPr>
            <w:tcW w:w="680" w:type="dxa"/>
            <w:shd w:val="clear" w:color="auto" w:fill="EAF1DD" w:themeFill="accent3" w:themeFillTint="33"/>
            <w:noWrap/>
          </w:tcPr>
          <w:p w14:paraId="5FFB634A" w14:textId="77777777" w:rsidR="00C81BA0" w:rsidRPr="00413582" w:rsidRDefault="00C81BA0" w:rsidP="00C81BA0">
            <w:pPr>
              <w:pStyle w:val="TabNumeri"/>
            </w:pPr>
            <w:r w:rsidRPr="000A5A2B">
              <w:t>9,0</w:t>
            </w:r>
          </w:p>
        </w:tc>
        <w:tc>
          <w:tcPr>
            <w:tcW w:w="227" w:type="dxa"/>
            <w:shd w:val="clear" w:color="auto" w:fill="EAF1DD" w:themeFill="accent3" w:themeFillTint="33"/>
            <w:noWrap/>
          </w:tcPr>
          <w:p w14:paraId="4A1CF7E8" w14:textId="77777777" w:rsidR="00C81BA0" w:rsidRPr="00A319C0" w:rsidRDefault="00C81BA0" w:rsidP="00C81BA0">
            <w:pPr>
              <w:pStyle w:val="TabNumeri"/>
            </w:pPr>
          </w:p>
        </w:tc>
      </w:tr>
      <w:tr w:rsidR="00C81BA0" w14:paraId="76EA3DA6" w14:textId="77777777" w:rsidTr="00C81BA0">
        <w:trPr>
          <w:cantSplit/>
          <w:trHeight w:val="255"/>
        </w:trPr>
        <w:tc>
          <w:tcPr>
            <w:tcW w:w="1985" w:type="dxa"/>
            <w:noWrap/>
          </w:tcPr>
          <w:p w14:paraId="690A6A82" w14:textId="77777777" w:rsidR="00C81BA0" w:rsidRPr="00233F5C" w:rsidRDefault="00C81BA0" w:rsidP="00C81BA0">
            <w:pPr>
              <w:pStyle w:val="TabEtichette"/>
            </w:pPr>
            <w:r w:rsidRPr="00233F5C">
              <w:t>Esportazioni</w:t>
            </w:r>
          </w:p>
        </w:tc>
        <w:tc>
          <w:tcPr>
            <w:tcW w:w="680" w:type="dxa"/>
            <w:noWrap/>
          </w:tcPr>
          <w:p w14:paraId="4FA4F603" w14:textId="77777777" w:rsidR="00C81BA0" w:rsidRPr="00F86988" w:rsidRDefault="00C81BA0" w:rsidP="00C81BA0">
            <w:pPr>
              <w:pStyle w:val="TabNumeri"/>
            </w:pPr>
            <w:r w:rsidRPr="005779FC">
              <w:t>-16,7</w:t>
            </w:r>
          </w:p>
        </w:tc>
        <w:tc>
          <w:tcPr>
            <w:tcW w:w="228" w:type="dxa"/>
            <w:noWrap/>
          </w:tcPr>
          <w:p w14:paraId="067EA371" w14:textId="77777777" w:rsidR="00C81BA0" w:rsidRPr="00B64650" w:rsidRDefault="00C81BA0" w:rsidP="00C81BA0">
            <w:pPr>
              <w:pStyle w:val="TabNumeri"/>
            </w:pPr>
          </w:p>
        </w:tc>
        <w:tc>
          <w:tcPr>
            <w:tcW w:w="680" w:type="dxa"/>
            <w:noWrap/>
          </w:tcPr>
          <w:p w14:paraId="4350CB11" w14:textId="77777777" w:rsidR="00C81BA0" w:rsidRPr="00D65A6F" w:rsidRDefault="00C81BA0" w:rsidP="00C81BA0">
            <w:pPr>
              <w:pStyle w:val="TabNumeri"/>
            </w:pPr>
            <w:r w:rsidRPr="00535D6A">
              <w:t>-17,8</w:t>
            </w:r>
          </w:p>
        </w:tc>
        <w:tc>
          <w:tcPr>
            <w:tcW w:w="228" w:type="dxa"/>
            <w:noWrap/>
          </w:tcPr>
          <w:p w14:paraId="0D8B1AAE" w14:textId="77777777" w:rsidR="00C81BA0" w:rsidRPr="00C32B54" w:rsidRDefault="00C81BA0" w:rsidP="00C81BA0">
            <w:pPr>
              <w:pStyle w:val="TabNumeri"/>
            </w:pPr>
          </w:p>
        </w:tc>
        <w:tc>
          <w:tcPr>
            <w:tcW w:w="510" w:type="dxa"/>
            <w:noWrap/>
          </w:tcPr>
          <w:p w14:paraId="2C8B2DF9" w14:textId="77777777" w:rsidR="00C81BA0" w:rsidRPr="00904DA8" w:rsidRDefault="00C81BA0" w:rsidP="00C81BA0">
            <w:pPr>
              <w:pStyle w:val="TabNumeri"/>
            </w:pPr>
            <w:r w:rsidRPr="009A5A50">
              <w:t>-15,2</w:t>
            </w:r>
          </w:p>
        </w:tc>
        <w:tc>
          <w:tcPr>
            <w:tcW w:w="397" w:type="dxa"/>
            <w:noWrap/>
          </w:tcPr>
          <w:p w14:paraId="726F7C1A" w14:textId="77777777" w:rsidR="00C81BA0" w:rsidRPr="00904DA8" w:rsidRDefault="00C81BA0" w:rsidP="00C81BA0">
            <w:pPr>
              <w:pStyle w:val="TabNumeri"/>
            </w:pPr>
            <w:r w:rsidRPr="009A5A50">
              <w:t>[7]</w:t>
            </w:r>
          </w:p>
        </w:tc>
        <w:tc>
          <w:tcPr>
            <w:tcW w:w="680" w:type="dxa"/>
            <w:noWrap/>
          </w:tcPr>
          <w:p w14:paraId="39F8D8B2" w14:textId="77777777" w:rsidR="00C81BA0" w:rsidRPr="003C782D" w:rsidRDefault="00C81BA0" w:rsidP="00C81BA0">
            <w:pPr>
              <w:pStyle w:val="TabNumeri"/>
            </w:pPr>
            <w:r w:rsidRPr="00EE7F30">
              <w:t>-14,9</w:t>
            </w:r>
          </w:p>
        </w:tc>
        <w:tc>
          <w:tcPr>
            <w:tcW w:w="228" w:type="dxa"/>
          </w:tcPr>
          <w:p w14:paraId="1A9E0A32" w14:textId="77777777" w:rsidR="00C81BA0" w:rsidRPr="00AA375C" w:rsidRDefault="00C81BA0" w:rsidP="00C81BA0">
            <w:pPr>
              <w:pStyle w:val="TabNumeri"/>
            </w:pPr>
          </w:p>
        </w:tc>
        <w:tc>
          <w:tcPr>
            <w:tcW w:w="113" w:type="dxa"/>
            <w:noWrap/>
          </w:tcPr>
          <w:p w14:paraId="3BF9D85C" w14:textId="77777777" w:rsidR="00C81BA0" w:rsidRPr="00B64650" w:rsidRDefault="00C81BA0" w:rsidP="00C81BA0">
            <w:pPr>
              <w:pStyle w:val="TabNumeri"/>
            </w:pPr>
          </w:p>
        </w:tc>
        <w:tc>
          <w:tcPr>
            <w:tcW w:w="680" w:type="dxa"/>
          </w:tcPr>
          <w:p w14:paraId="7AEE2419" w14:textId="77777777" w:rsidR="00C81BA0" w:rsidRPr="009E61ED" w:rsidRDefault="00C81BA0" w:rsidP="00C81BA0">
            <w:pPr>
              <w:pStyle w:val="TabNumeri"/>
            </w:pPr>
            <w:r w:rsidRPr="00B74D44">
              <w:t>10,3</w:t>
            </w:r>
          </w:p>
        </w:tc>
        <w:tc>
          <w:tcPr>
            <w:tcW w:w="228" w:type="dxa"/>
            <w:noWrap/>
          </w:tcPr>
          <w:p w14:paraId="1CEBDBC1" w14:textId="77777777" w:rsidR="00C81BA0" w:rsidRPr="00811B57" w:rsidRDefault="00C81BA0" w:rsidP="00C81BA0">
            <w:pPr>
              <w:pStyle w:val="TabNumeri"/>
            </w:pPr>
          </w:p>
        </w:tc>
        <w:tc>
          <w:tcPr>
            <w:tcW w:w="680" w:type="dxa"/>
            <w:noWrap/>
          </w:tcPr>
          <w:p w14:paraId="1F5A3A94" w14:textId="77777777" w:rsidR="00C81BA0" w:rsidRPr="00A27A0A" w:rsidRDefault="00C81BA0" w:rsidP="00C81BA0">
            <w:pPr>
              <w:pStyle w:val="TabNumeri"/>
            </w:pPr>
            <w:r w:rsidRPr="00194795">
              <w:t>5,4</w:t>
            </w:r>
          </w:p>
        </w:tc>
        <w:tc>
          <w:tcPr>
            <w:tcW w:w="228" w:type="dxa"/>
            <w:noWrap/>
          </w:tcPr>
          <w:p w14:paraId="638613D5" w14:textId="77777777" w:rsidR="00C81BA0" w:rsidRPr="00DC6642" w:rsidRDefault="00C81BA0" w:rsidP="00C81BA0">
            <w:pPr>
              <w:pStyle w:val="TabNumeri"/>
            </w:pPr>
          </w:p>
        </w:tc>
        <w:tc>
          <w:tcPr>
            <w:tcW w:w="510" w:type="dxa"/>
            <w:noWrap/>
          </w:tcPr>
          <w:p w14:paraId="29B3CAF1" w14:textId="77777777" w:rsidR="00C81BA0" w:rsidRPr="00986A4F" w:rsidRDefault="00C81BA0" w:rsidP="00C81BA0">
            <w:pPr>
              <w:pStyle w:val="TabNumeri"/>
            </w:pPr>
            <w:r w:rsidRPr="00FE44EC">
              <w:t>8,4</w:t>
            </w:r>
          </w:p>
        </w:tc>
        <w:tc>
          <w:tcPr>
            <w:tcW w:w="397" w:type="dxa"/>
            <w:noWrap/>
          </w:tcPr>
          <w:p w14:paraId="717D3CFD" w14:textId="77777777" w:rsidR="00C81BA0" w:rsidRPr="00986A4F" w:rsidRDefault="00C81BA0" w:rsidP="00C81BA0">
            <w:pPr>
              <w:pStyle w:val="TabNumeri"/>
            </w:pPr>
            <w:r w:rsidRPr="00FE44EC">
              <w:t>[7]</w:t>
            </w:r>
          </w:p>
        </w:tc>
        <w:tc>
          <w:tcPr>
            <w:tcW w:w="680" w:type="dxa"/>
            <w:noWrap/>
          </w:tcPr>
          <w:p w14:paraId="6C99B403" w14:textId="77777777" w:rsidR="00C81BA0" w:rsidRPr="00413582" w:rsidRDefault="00C81BA0" w:rsidP="00C81BA0">
            <w:pPr>
              <w:pStyle w:val="TabNumeri"/>
            </w:pPr>
            <w:r w:rsidRPr="000A5A2B">
              <w:t>9,8</w:t>
            </w:r>
          </w:p>
        </w:tc>
        <w:tc>
          <w:tcPr>
            <w:tcW w:w="227" w:type="dxa"/>
            <w:noWrap/>
          </w:tcPr>
          <w:p w14:paraId="5F9BCBE7" w14:textId="77777777" w:rsidR="00C81BA0" w:rsidRPr="00A319C0" w:rsidRDefault="00C81BA0" w:rsidP="00C81BA0">
            <w:pPr>
              <w:pStyle w:val="TabNumeri"/>
            </w:pPr>
          </w:p>
        </w:tc>
      </w:tr>
      <w:tr w:rsidR="00C81BA0" w14:paraId="1DF3FEAD" w14:textId="77777777" w:rsidTr="00C81BA0">
        <w:trPr>
          <w:cantSplit/>
          <w:trHeight w:val="255"/>
        </w:trPr>
        <w:tc>
          <w:tcPr>
            <w:tcW w:w="1985" w:type="dxa"/>
            <w:shd w:val="clear" w:color="auto" w:fill="EAF1DD" w:themeFill="accent3" w:themeFillTint="33"/>
            <w:noWrap/>
          </w:tcPr>
          <w:p w14:paraId="134BF641" w14:textId="77777777" w:rsidR="00C81BA0" w:rsidRPr="00233F5C" w:rsidRDefault="00C81BA0" w:rsidP="00C81BA0">
            <w:pPr>
              <w:pStyle w:val="TabEtichette"/>
            </w:pPr>
            <w:r w:rsidRPr="00233F5C">
              <w:t>Domanda interna</w:t>
            </w:r>
          </w:p>
        </w:tc>
        <w:tc>
          <w:tcPr>
            <w:tcW w:w="680" w:type="dxa"/>
            <w:shd w:val="clear" w:color="auto" w:fill="EAF1DD" w:themeFill="accent3" w:themeFillTint="33"/>
            <w:noWrap/>
          </w:tcPr>
          <w:p w14:paraId="6432D348" w14:textId="77777777" w:rsidR="00C81BA0" w:rsidRPr="00F86988" w:rsidRDefault="00C81BA0" w:rsidP="00C81BA0">
            <w:pPr>
              <w:pStyle w:val="TabNumeri"/>
            </w:pPr>
            <w:r w:rsidRPr="005779FC">
              <w:t>-10,8</w:t>
            </w:r>
          </w:p>
        </w:tc>
        <w:tc>
          <w:tcPr>
            <w:tcW w:w="228" w:type="dxa"/>
            <w:shd w:val="clear" w:color="auto" w:fill="EAF1DD" w:themeFill="accent3" w:themeFillTint="33"/>
            <w:noWrap/>
          </w:tcPr>
          <w:p w14:paraId="0CE06FCA" w14:textId="77777777" w:rsidR="00C81BA0" w:rsidRPr="00B64650" w:rsidRDefault="00C81BA0" w:rsidP="00C81BA0">
            <w:pPr>
              <w:pStyle w:val="TabNumeri"/>
            </w:pPr>
          </w:p>
        </w:tc>
        <w:tc>
          <w:tcPr>
            <w:tcW w:w="680" w:type="dxa"/>
            <w:shd w:val="clear" w:color="auto" w:fill="EAF1DD" w:themeFill="accent3" w:themeFillTint="33"/>
            <w:noWrap/>
          </w:tcPr>
          <w:p w14:paraId="192D4AD0" w14:textId="77777777" w:rsidR="00C81BA0" w:rsidRPr="00D65A6F" w:rsidRDefault="00C81BA0" w:rsidP="00C81BA0">
            <w:pPr>
              <w:pStyle w:val="TabNumeri"/>
            </w:pPr>
            <w:r w:rsidRPr="00535D6A">
              <w:t>-7,9</w:t>
            </w:r>
          </w:p>
        </w:tc>
        <w:tc>
          <w:tcPr>
            <w:tcW w:w="228" w:type="dxa"/>
            <w:shd w:val="clear" w:color="auto" w:fill="EAF1DD" w:themeFill="accent3" w:themeFillTint="33"/>
            <w:noWrap/>
          </w:tcPr>
          <w:p w14:paraId="799BCA67" w14:textId="77777777" w:rsidR="00C81BA0" w:rsidRPr="00C32B54" w:rsidRDefault="00C81BA0" w:rsidP="00C81BA0">
            <w:pPr>
              <w:pStyle w:val="TabNumeri"/>
            </w:pPr>
          </w:p>
        </w:tc>
        <w:tc>
          <w:tcPr>
            <w:tcW w:w="510" w:type="dxa"/>
            <w:shd w:val="clear" w:color="auto" w:fill="EAF1DD" w:themeFill="accent3" w:themeFillTint="33"/>
            <w:noWrap/>
          </w:tcPr>
          <w:p w14:paraId="68B0BE23" w14:textId="77777777" w:rsidR="00C81BA0" w:rsidRPr="00904DA8" w:rsidRDefault="00C81BA0" w:rsidP="00C81BA0">
            <w:pPr>
              <w:pStyle w:val="TabNumeri"/>
            </w:pPr>
            <w:r w:rsidRPr="009A5A50">
              <w:t>-8,4</w:t>
            </w:r>
          </w:p>
        </w:tc>
        <w:tc>
          <w:tcPr>
            <w:tcW w:w="397" w:type="dxa"/>
            <w:shd w:val="clear" w:color="auto" w:fill="EAF1DD" w:themeFill="accent3" w:themeFillTint="33"/>
            <w:noWrap/>
          </w:tcPr>
          <w:p w14:paraId="5F7B3422" w14:textId="77777777" w:rsidR="00C81BA0" w:rsidRPr="00904DA8" w:rsidRDefault="00C81BA0" w:rsidP="00C81BA0">
            <w:pPr>
              <w:pStyle w:val="TabNumeri"/>
            </w:pPr>
            <w:r w:rsidRPr="009A5A50">
              <w:t>[7]</w:t>
            </w:r>
          </w:p>
        </w:tc>
        <w:tc>
          <w:tcPr>
            <w:tcW w:w="680" w:type="dxa"/>
            <w:shd w:val="clear" w:color="auto" w:fill="EAF1DD" w:themeFill="accent3" w:themeFillTint="33"/>
            <w:noWrap/>
          </w:tcPr>
          <w:p w14:paraId="148BDA04" w14:textId="77777777" w:rsidR="00C81BA0" w:rsidRPr="003C782D" w:rsidRDefault="00C81BA0" w:rsidP="00C81BA0">
            <w:pPr>
              <w:pStyle w:val="TabNumeri"/>
            </w:pPr>
          </w:p>
        </w:tc>
        <w:tc>
          <w:tcPr>
            <w:tcW w:w="228" w:type="dxa"/>
            <w:shd w:val="clear" w:color="auto" w:fill="EAF1DD" w:themeFill="accent3" w:themeFillTint="33"/>
          </w:tcPr>
          <w:p w14:paraId="543780E0" w14:textId="77777777" w:rsidR="00C81BA0" w:rsidRPr="00AA375C" w:rsidRDefault="00C81BA0" w:rsidP="00C81BA0">
            <w:pPr>
              <w:pStyle w:val="TabNumeri"/>
            </w:pPr>
          </w:p>
        </w:tc>
        <w:tc>
          <w:tcPr>
            <w:tcW w:w="113" w:type="dxa"/>
            <w:shd w:val="clear" w:color="auto" w:fill="EAF1DD" w:themeFill="accent3" w:themeFillTint="33"/>
            <w:noWrap/>
          </w:tcPr>
          <w:p w14:paraId="7057FEC5" w14:textId="77777777" w:rsidR="00C81BA0" w:rsidRPr="00B64650" w:rsidRDefault="00C81BA0" w:rsidP="00C81BA0">
            <w:pPr>
              <w:pStyle w:val="TabNumeri"/>
            </w:pPr>
          </w:p>
        </w:tc>
        <w:tc>
          <w:tcPr>
            <w:tcW w:w="680" w:type="dxa"/>
            <w:shd w:val="clear" w:color="auto" w:fill="EAF1DD" w:themeFill="accent3" w:themeFillTint="33"/>
          </w:tcPr>
          <w:p w14:paraId="7AD5ACE5" w14:textId="77777777" w:rsidR="00C81BA0" w:rsidRPr="009E61ED" w:rsidRDefault="00C81BA0" w:rsidP="00C81BA0">
            <w:pPr>
              <w:pStyle w:val="TabNumeri"/>
            </w:pPr>
            <w:r w:rsidRPr="00B74D44">
              <w:t>5,2</w:t>
            </w:r>
          </w:p>
        </w:tc>
        <w:tc>
          <w:tcPr>
            <w:tcW w:w="228" w:type="dxa"/>
            <w:shd w:val="clear" w:color="auto" w:fill="EAF1DD" w:themeFill="accent3" w:themeFillTint="33"/>
            <w:noWrap/>
          </w:tcPr>
          <w:p w14:paraId="7256CB98" w14:textId="77777777" w:rsidR="00C81BA0" w:rsidRPr="00811B57" w:rsidRDefault="00C81BA0" w:rsidP="00C81BA0">
            <w:pPr>
              <w:pStyle w:val="TabNumeri"/>
            </w:pPr>
          </w:p>
        </w:tc>
        <w:tc>
          <w:tcPr>
            <w:tcW w:w="680" w:type="dxa"/>
            <w:shd w:val="clear" w:color="auto" w:fill="EAF1DD" w:themeFill="accent3" w:themeFillTint="33"/>
            <w:noWrap/>
          </w:tcPr>
          <w:p w14:paraId="06CD708C" w14:textId="77777777" w:rsidR="00C81BA0" w:rsidRPr="00A27A0A" w:rsidRDefault="00C81BA0" w:rsidP="00C81BA0">
            <w:pPr>
              <w:pStyle w:val="TabNumeri"/>
            </w:pPr>
            <w:r w:rsidRPr="00194795">
              <w:t>4,0</w:t>
            </w:r>
          </w:p>
        </w:tc>
        <w:tc>
          <w:tcPr>
            <w:tcW w:w="228" w:type="dxa"/>
            <w:shd w:val="clear" w:color="auto" w:fill="EAF1DD" w:themeFill="accent3" w:themeFillTint="33"/>
            <w:noWrap/>
          </w:tcPr>
          <w:p w14:paraId="126354BF" w14:textId="77777777" w:rsidR="00C81BA0" w:rsidRPr="00DC6642" w:rsidRDefault="00C81BA0" w:rsidP="00C81BA0">
            <w:pPr>
              <w:pStyle w:val="TabNumeri"/>
            </w:pPr>
          </w:p>
        </w:tc>
        <w:tc>
          <w:tcPr>
            <w:tcW w:w="510" w:type="dxa"/>
            <w:shd w:val="clear" w:color="auto" w:fill="EAF1DD" w:themeFill="accent3" w:themeFillTint="33"/>
            <w:noWrap/>
          </w:tcPr>
          <w:p w14:paraId="07B6EB79" w14:textId="77777777" w:rsidR="00C81BA0" w:rsidRPr="00986A4F" w:rsidRDefault="00C81BA0" w:rsidP="00C81BA0">
            <w:pPr>
              <w:pStyle w:val="TabNumeri"/>
            </w:pPr>
            <w:r w:rsidRPr="00FE44EC">
              <w:t>5,2</w:t>
            </w:r>
          </w:p>
        </w:tc>
        <w:tc>
          <w:tcPr>
            <w:tcW w:w="397" w:type="dxa"/>
            <w:shd w:val="clear" w:color="auto" w:fill="EAF1DD" w:themeFill="accent3" w:themeFillTint="33"/>
            <w:noWrap/>
          </w:tcPr>
          <w:p w14:paraId="0F742A65" w14:textId="77777777" w:rsidR="00C81BA0" w:rsidRPr="00986A4F" w:rsidRDefault="00C81BA0" w:rsidP="00C81BA0">
            <w:pPr>
              <w:pStyle w:val="TabNumeri"/>
            </w:pPr>
            <w:r w:rsidRPr="00FE44EC">
              <w:t>[7]</w:t>
            </w:r>
          </w:p>
        </w:tc>
        <w:tc>
          <w:tcPr>
            <w:tcW w:w="680" w:type="dxa"/>
            <w:shd w:val="clear" w:color="auto" w:fill="EAF1DD" w:themeFill="accent3" w:themeFillTint="33"/>
            <w:noWrap/>
          </w:tcPr>
          <w:p w14:paraId="768B2953" w14:textId="77777777" w:rsidR="00C81BA0" w:rsidRPr="00413582" w:rsidRDefault="00C81BA0" w:rsidP="00C81BA0">
            <w:pPr>
              <w:pStyle w:val="TabNumeri"/>
            </w:pPr>
          </w:p>
        </w:tc>
        <w:tc>
          <w:tcPr>
            <w:tcW w:w="227" w:type="dxa"/>
            <w:shd w:val="clear" w:color="auto" w:fill="EAF1DD" w:themeFill="accent3" w:themeFillTint="33"/>
            <w:noWrap/>
          </w:tcPr>
          <w:p w14:paraId="53BD3DAD" w14:textId="77777777" w:rsidR="00C81BA0" w:rsidRPr="00A319C0" w:rsidRDefault="00C81BA0" w:rsidP="00C81BA0">
            <w:pPr>
              <w:pStyle w:val="TabNumeri"/>
            </w:pPr>
          </w:p>
        </w:tc>
      </w:tr>
      <w:tr w:rsidR="00C81BA0" w14:paraId="26E51363" w14:textId="77777777" w:rsidTr="00C81BA0">
        <w:trPr>
          <w:cantSplit/>
          <w:trHeight w:val="255"/>
        </w:trPr>
        <w:tc>
          <w:tcPr>
            <w:tcW w:w="1985" w:type="dxa"/>
            <w:noWrap/>
          </w:tcPr>
          <w:p w14:paraId="347DEABF" w14:textId="77777777" w:rsidR="00C81BA0" w:rsidRPr="00233F5C" w:rsidRDefault="00C81BA0" w:rsidP="00C81BA0">
            <w:pPr>
              <w:pStyle w:val="TabEtichette"/>
            </w:pPr>
            <w:r w:rsidRPr="00233F5C">
              <w:t xml:space="preserve">Consumi </w:t>
            </w:r>
            <w:r>
              <w:t xml:space="preserve">delle </w:t>
            </w:r>
            <w:r w:rsidRPr="00233F5C">
              <w:t>famiglie</w:t>
            </w:r>
          </w:p>
        </w:tc>
        <w:tc>
          <w:tcPr>
            <w:tcW w:w="680" w:type="dxa"/>
            <w:noWrap/>
          </w:tcPr>
          <w:p w14:paraId="5DA36831" w14:textId="77777777" w:rsidR="00C81BA0" w:rsidRPr="00F86988" w:rsidRDefault="00C81BA0" w:rsidP="00C81BA0">
            <w:pPr>
              <w:pStyle w:val="TabNumeri"/>
            </w:pPr>
            <w:r w:rsidRPr="005779FC">
              <w:t>-10,5</w:t>
            </w:r>
          </w:p>
        </w:tc>
        <w:tc>
          <w:tcPr>
            <w:tcW w:w="228" w:type="dxa"/>
            <w:noWrap/>
          </w:tcPr>
          <w:p w14:paraId="60E11297" w14:textId="77777777" w:rsidR="00C81BA0" w:rsidRPr="00B64650" w:rsidRDefault="00C81BA0" w:rsidP="00C81BA0">
            <w:pPr>
              <w:pStyle w:val="TabNumeri"/>
            </w:pPr>
          </w:p>
        </w:tc>
        <w:tc>
          <w:tcPr>
            <w:tcW w:w="680" w:type="dxa"/>
            <w:noWrap/>
          </w:tcPr>
          <w:p w14:paraId="35930F2F" w14:textId="77777777" w:rsidR="00C81BA0" w:rsidRPr="00D65A6F" w:rsidRDefault="00C81BA0" w:rsidP="00C81BA0">
            <w:pPr>
              <w:pStyle w:val="TabNumeri"/>
            </w:pPr>
            <w:r w:rsidRPr="00535D6A">
              <w:t>-9,2</w:t>
            </w:r>
          </w:p>
        </w:tc>
        <w:tc>
          <w:tcPr>
            <w:tcW w:w="228" w:type="dxa"/>
            <w:noWrap/>
          </w:tcPr>
          <w:p w14:paraId="65BA603A" w14:textId="77777777" w:rsidR="00C81BA0" w:rsidRPr="00C32B54" w:rsidRDefault="00C81BA0" w:rsidP="00C81BA0">
            <w:pPr>
              <w:pStyle w:val="TabNumeri"/>
            </w:pPr>
          </w:p>
        </w:tc>
        <w:tc>
          <w:tcPr>
            <w:tcW w:w="510" w:type="dxa"/>
            <w:noWrap/>
          </w:tcPr>
          <w:p w14:paraId="3A0A8F53" w14:textId="77777777" w:rsidR="00C81BA0" w:rsidRPr="00904DA8" w:rsidRDefault="00C81BA0" w:rsidP="00C81BA0">
            <w:pPr>
              <w:pStyle w:val="TabNumeri"/>
            </w:pPr>
            <w:r w:rsidRPr="009A5A50">
              <w:t>-10,3</w:t>
            </w:r>
          </w:p>
        </w:tc>
        <w:tc>
          <w:tcPr>
            <w:tcW w:w="397" w:type="dxa"/>
            <w:noWrap/>
          </w:tcPr>
          <w:p w14:paraId="42293F77" w14:textId="77777777" w:rsidR="00C81BA0" w:rsidRPr="00904DA8" w:rsidRDefault="00C81BA0" w:rsidP="00C81BA0">
            <w:pPr>
              <w:pStyle w:val="TabNumeri"/>
            </w:pPr>
            <w:r w:rsidRPr="009A5A50">
              <w:t>[7]</w:t>
            </w:r>
          </w:p>
        </w:tc>
        <w:tc>
          <w:tcPr>
            <w:tcW w:w="680" w:type="dxa"/>
            <w:noWrap/>
          </w:tcPr>
          <w:p w14:paraId="437489AD" w14:textId="77777777" w:rsidR="00C81BA0" w:rsidRPr="003C782D" w:rsidRDefault="00C81BA0" w:rsidP="00C81BA0">
            <w:pPr>
              <w:pStyle w:val="TabNumeri"/>
            </w:pPr>
            <w:r w:rsidRPr="00EE7F30">
              <w:t>-10,4</w:t>
            </w:r>
          </w:p>
        </w:tc>
        <w:tc>
          <w:tcPr>
            <w:tcW w:w="228" w:type="dxa"/>
          </w:tcPr>
          <w:p w14:paraId="68D29CB1" w14:textId="77777777" w:rsidR="00C81BA0" w:rsidRPr="00AA375C" w:rsidRDefault="00C81BA0" w:rsidP="00C81BA0">
            <w:pPr>
              <w:pStyle w:val="TabNumeri"/>
            </w:pPr>
          </w:p>
        </w:tc>
        <w:tc>
          <w:tcPr>
            <w:tcW w:w="113" w:type="dxa"/>
            <w:noWrap/>
          </w:tcPr>
          <w:p w14:paraId="72D23340" w14:textId="77777777" w:rsidR="00C81BA0" w:rsidRPr="00B64650" w:rsidRDefault="00C81BA0" w:rsidP="00C81BA0">
            <w:pPr>
              <w:pStyle w:val="TabNumeri"/>
            </w:pPr>
          </w:p>
        </w:tc>
        <w:tc>
          <w:tcPr>
            <w:tcW w:w="680" w:type="dxa"/>
          </w:tcPr>
          <w:p w14:paraId="05050F3F" w14:textId="77777777" w:rsidR="00C81BA0" w:rsidRPr="009E61ED" w:rsidRDefault="00C81BA0" w:rsidP="00C81BA0">
            <w:pPr>
              <w:pStyle w:val="TabNumeri"/>
            </w:pPr>
            <w:r w:rsidRPr="00B74D44">
              <w:t>3,8</w:t>
            </w:r>
          </w:p>
        </w:tc>
        <w:tc>
          <w:tcPr>
            <w:tcW w:w="228" w:type="dxa"/>
            <w:noWrap/>
          </w:tcPr>
          <w:p w14:paraId="2E269411" w14:textId="77777777" w:rsidR="00C81BA0" w:rsidRPr="00811B57" w:rsidRDefault="00C81BA0" w:rsidP="00C81BA0">
            <w:pPr>
              <w:pStyle w:val="TabNumeri"/>
            </w:pPr>
          </w:p>
        </w:tc>
        <w:tc>
          <w:tcPr>
            <w:tcW w:w="680" w:type="dxa"/>
            <w:noWrap/>
          </w:tcPr>
          <w:p w14:paraId="190B2226" w14:textId="77777777" w:rsidR="00C81BA0" w:rsidRPr="00A27A0A" w:rsidRDefault="00C81BA0" w:rsidP="00C81BA0">
            <w:pPr>
              <w:pStyle w:val="TabNumeri"/>
            </w:pPr>
            <w:r w:rsidRPr="00194795">
              <w:t>4,9</w:t>
            </w:r>
          </w:p>
        </w:tc>
        <w:tc>
          <w:tcPr>
            <w:tcW w:w="228" w:type="dxa"/>
            <w:noWrap/>
          </w:tcPr>
          <w:p w14:paraId="5B29DAB4" w14:textId="77777777" w:rsidR="00C81BA0" w:rsidRPr="00DC6642" w:rsidRDefault="00C81BA0" w:rsidP="00C81BA0">
            <w:pPr>
              <w:pStyle w:val="TabNumeri"/>
            </w:pPr>
          </w:p>
        </w:tc>
        <w:tc>
          <w:tcPr>
            <w:tcW w:w="510" w:type="dxa"/>
            <w:noWrap/>
          </w:tcPr>
          <w:p w14:paraId="6FB80F7E" w14:textId="77777777" w:rsidR="00C81BA0" w:rsidRPr="00986A4F" w:rsidRDefault="00C81BA0" w:rsidP="00C81BA0">
            <w:pPr>
              <w:pStyle w:val="TabNumeri"/>
            </w:pPr>
            <w:r w:rsidRPr="00FE44EC">
              <w:t>4,3</w:t>
            </w:r>
          </w:p>
        </w:tc>
        <w:tc>
          <w:tcPr>
            <w:tcW w:w="397" w:type="dxa"/>
            <w:noWrap/>
          </w:tcPr>
          <w:p w14:paraId="03374864" w14:textId="77777777" w:rsidR="00C81BA0" w:rsidRPr="00986A4F" w:rsidRDefault="00C81BA0" w:rsidP="00C81BA0">
            <w:pPr>
              <w:pStyle w:val="TabNumeri"/>
            </w:pPr>
            <w:r w:rsidRPr="00FE44EC">
              <w:t>[7]</w:t>
            </w:r>
          </w:p>
        </w:tc>
        <w:tc>
          <w:tcPr>
            <w:tcW w:w="680" w:type="dxa"/>
            <w:noWrap/>
          </w:tcPr>
          <w:p w14:paraId="7AE0E24A" w14:textId="77777777" w:rsidR="00C81BA0" w:rsidRPr="00413582" w:rsidRDefault="00C81BA0" w:rsidP="00C81BA0">
            <w:pPr>
              <w:pStyle w:val="TabNumeri"/>
            </w:pPr>
            <w:r w:rsidRPr="000A5A2B">
              <w:t>3,2</w:t>
            </w:r>
          </w:p>
        </w:tc>
        <w:tc>
          <w:tcPr>
            <w:tcW w:w="227" w:type="dxa"/>
            <w:noWrap/>
          </w:tcPr>
          <w:p w14:paraId="20563968" w14:textId="77777777" w:rsidR="00C81BA0" w:rsidRPr="00A319C0" w:rsidRDefault="00C81BA0" w:rsidP="00C81BA0">
            <w:pPr>
              <w:pStyle w:val="TabNumeri"/>
            </w:pPr>
          </w:p>
        </w:tc>
      </w:tr>
      <w:tr w:rsidR="00C81BA0" w14:paraId="7C65C1A1" w14:textId="77777777" w:rsidTr="00C81BA0">
        <w:trPr>
          <w:cantSplit/>
          <w:trHeight w:val="255"/>
        </w:trPr>
        <w:tc>
          <w:tcPr>
            <w:tcW w:w="1985" w:type="dxa"/>
            <w:shd w:val="clear" w:color="auto" w:fill="EAF1DD" w:themeFill="accent3" w:themeFillTint="33"/>
            <w:noWrap/>
          </w:tcPr>
          <w:p w14:paraId="3D25972E" w14:textId="77777777" w:rsidR="00C81BA0" w:rsidRPr="00233F5C" w:rsidRDefault="00C81BA0" w:rsidP="00C81BA0">
            <w:pPr>
              <w:pStyle w:val="TabEtichette"/>
            </w:pPr>
            <w:r w:rsidRPr="00233F5C">
              <w:t>Consumi collettivi</w:t>
            </w:r>
          </w:p>
        </w:tc>
        <w:tc>
          <w:tcPr>
            <w:tcW w:w="680" w:type="dxa"/>
            <w:shd w:val="clear" w:color="auto" w:fill="EAF1DD" w:themeFill="accent3" w:themeFillTint="33"/>
            <w:noWrap/>
          </w:tcPr>
          <w:p w14:paraId="66258DDC" w14:textId="77777777" w:rsidR="00C81BA0" w:rsidRPr="00F86988" w:rsidRDefault="00C81BA0" w:rsidP="00C81BA0">
            <w:pPr>
              <w:pStyle w:val="TabNumeri"/>
            </w:pPr>
            <w:r w:rsidRPr="005779FC">
              <w:t>2,1</w:t>
            </w:r>
          </w:p>
        </w:tc>
        <w:tc>
          <w:tcPr>
            <w:tcW w:w="228" w:type="dxa"/>
            <w:shd w:val="clear" w:color="auto" w:fill="EAF1DD" w:themeFill="accent3" w:themeFillTint="33"/>
            <w:noWrap/>
          </w:tcPr>
          <w:p w14:paraId="49C01C12" w14:textId="77777777" w:rsidR="00C81BA0" w:rsidRPr="00B64650" w:rsidRDefault="00C81BA0" w:rsidP="00C81BA0">
            <w:pPr>
              <w:pStyle w:val="TabNumeri"/>
            </w:pPr>
          </w:p>
        </w:tc>
        <w:tc>
          <w:tcPr>
            <w:tcW w:w="680" w:type="dxa"/>
            <w:shd w:val="clear" w:color="auto" w:fill="EAF1DD" w:themeFill="accent3" w:themeFillTint="33"/>
            <w:noWrap/>
          </w:tcPr>
          <w:p w14:paraId="6A01AEA3" w14:textId="77777777" w:rsidR="00C81BA0" w:rsidRPr="00D65A6F" w:rsidRDefault="00C81BA0" w:rsidP="00C81BA0">
            <w:pPr>
              <w:pStyle w:val="TabNumeri"/>
            </w:pPr>
            <w:r w:rsidRPr="00535D6A">
              <w:t>2,1</w:t>
            </w:r>
          </w:p>
        </w:tc>
        <w:tc>
          <w:tcPr>
            <w:tcW w:w="228" w:type="dxa"/>
            <w:shd w:val="clear" w:color="auto" w:fill="EAF1DD" w:themeFill="accent3" w:themeFillTint="33"/>
            <w:noWrap/>
          </w:tcPr>
          <w:p w14:paraId="5D9583B9" w14:textId="77777777" w:rsidR="00C81BA0" w:rsidRPr="00C32B54" w:rsidRDefault="00C81BA0" w:rsidP="00C81BA0">
            <w:pPr>
              <w:pStyle w:val="TabNumeri"/>
            </w:pPr>
          </w:p>
        </w:tc>
        <w:tc>
          <w:tcPr>
            <w:tcW w:w="510" w:type="dxa"/>
            <w:shd w:val="clear" w:color="auto" w:fill="EAF1DD" w:themeFill="accent3" w:themeFillTint="33"/>
            <w:noWrap/>
          </w:tcPr>
          <w:p w14:paraId="4BEB283F" w14:textId="77777777" w:rsidR="00C81BA0" w:rsidRPr="00904DA8" w:rsidRDefault="00C81BA0" w:rsidP="00C81BA0">
            <w:pPr>
              <w:pStyle w:val="TabNumeri"/>
            </w:pPr>
            <w:r w:rsidRPr="009A5A50">
              <w:t>-0,4</w:t>
            </w:r>
          </w:p>
        </w:tc>
        <w:tc>
          <w:tcPr>
            <w:tcW w:w="397" w:type="dxa"/>
            <w:shd w:val="clear" w:color="auto" w:fill="EAF1DD" w:themeFill="accent3" w:themeFillTint="33"/>
            <w:noWrap/>
          </w:tcPr>
          <w:p w14:paraId="1773E323" w14:textId="77777777" w:rsidR="00C81BA0" w:rsidRPr="00904DA8" w:rsidRDefault="00C81BA0" w:rsidP="00C81BA0">
            <w:pPr>
              <w:pStyle w:val="TabNumeri"/>
            </w:pPr>
            <w:r w:rsidRPr="009A5A50">
              <w:t>[7]</w:t>
            </w:r>
          </w:p>
        </w:tc>
        <w:tc>
          <w:tcPr>
            <w:tcW w:w="680" w:type="dxa"/>
            <w:shd w:val="clear" w:color="auto" w:fill="EAF1DD" w:themeFill="accent3" w:themeFillTint="33"/>
            <w:noWrap/>
          </w:tcPr>
          <w:p w14:paraId="53DD7EEB" w14:textId="77777777" w:rsidR="00C81BA0" w:rsidRPr="003C782D" w:rsidRDefault="00C81BA0" w:rsidP="00C81BA0">
            <w:pPr>
              <w:pStyle w:val="TabNumeri"/>
            </w:pPr>
            <w:r w:rsidRPr="00EE7F30">
              <w:t>-1,3</w:t>
            </w:r>
          </w:p>
        </w:tc>
        <w:tc>
          <w:tcPr>
            <w:tcW w:w="228" w:type="dxa"/>
            <w:shd w:val="clear" w:color="auto" w:fill="EAF1DD" w:themeFill="accent3" w:themeFillTint="33"/>
          </w:tcPr>
          <w:p w14:paraId="735AE8F7" w14:textId="77777777" w:rsidR="00C81BA0" w:rsidRPr="00AA375C" w:rsidRDefault="00C81BA0" w:rsidP="00C81BA0">
            <w:pPr>
              <w:pStyle w:val="TabNumeri"/>
            </w:pPr>
          </w:p>
        </w:tc>
        <w:tc>
          <w:tcPr>
            <w:tcW w:w="113" w:type="dxa"/>
            <w:shd w:val="clear" w:color="auto" w:fill="EAF1DD" w:themeFill="accent3" w:themeFillTint="33"/>
            <w:noWrap/>
          </w:tcPr>
          <w:p w14:paraId="01A845A5" w14:textId="77777777" w:rsidR="00C81BA0" w:rsidRPr="00B64650" w:rsidRDefault="00C81BA0" w:rsidP="00C81BA0">
            <w:pPr>
              <w:pStyle w:val="TabNumeri"/>
            </w:pPr>
          </w:p>
        </w:tc>
        <w:tc>
          <w:tcPr>
            <w:tcW w:w="680" w:type="dxa"/>
            <w:shd w:val="clear" w:color="auto" w:fill="EAF1DD" w:themeFill="accent3" w:themeFillTint="33"/>
          </w:tcPr>
          <w:p w14:paraId="2F846C70" w14:textId="77777777" w:rsidR="00C81BA0" w:rsidRPr="009E61ED" w:rsidRDefault="00C81BA0" w:rsidP="00C81BA0">
            <w:pPr>
              <w:pStyle w:val="TabNumeri"/>
            </w:pPr>
            <w:r w:rsidRPr="00B74D44">
              <w:t>0,1</w:t>
            </w:r>
          </w:p>
        </w:tc>
        <w:tc>
          <w:tcPr>
            <w:tcW w:w="228" w:type="dxa"/>
            <w:shd w:val="clear" w:color="auto" w:fill="EAF1DD" w:themeFill="accent3" w:themeFillTint="33"/>
            <w:noWrap/>
          </w:tcPr>
          <w:p w14:paraId="0640BF96" w14:textId="77777777" w:rsidR="00C81BA0" w:rsidRPr="00811B57" w:rsidRDefault="00C81BA0" w:rsidP="00C81BA0">
            <w:pPr>
              <w:pStyle w:val="TabNumeri"/>
            </w:pPr>
          </w:p>
        </w:tc>
        <w:tc>
          <w:tcPr>
            <w:tcW w:w="680" w:type="dxa"/>
            <w:shd w:val="clear" w:color="auto" w:fill="EAF1DD" w:themeFill="accent3" w:themeFillTint="33"/>
            <w:noWrap/>
          </w:tcPr>
          <w:p w14:paraId="7D0293A0" w14:textId="77777777" w:rsidR="00C81BA0" w:rsidRPr="00A27A0A" w:rsidRDefault="00C81BA0" w:rsidP="00C81BA0">
            <w:pPr>
              <w:pStyle w:val="TabNumeri"/>
            </w:pPr>
            <w:r w:rsidRPr="00194795">
              <w:t>1,0</w:t>
            </w:r>
          </w:p>
        </w:tc>
        <w:tc>
          <w:tcPr>
            <w:tcW w:w="228" w:type="dxa"/>
            <w:shd w:val="clear" w:color="auto" w:fill="EAF1DD" w:themeFill="accent3" w:themeFillTint="33"/>
            <w:noWrap/>
          </w:tcPr>
          <w:p w14:paraId="66E6572C" w14:textId="77777777" w:rsidR="00C81BA0" w:rsidRPr="00DC6642" w:rsidRDefault="00C81BA0" w:rsidP="00C81BA0">
            <w:pPr>
              <w:pStyle w:val="TabNumeri"/>
            </w:pPr>
          </w:p>
        </w:tc>
        <w:tc>
          <w:tcPr>
            <w:tcW w:w="510" w:type="dxa"/>
            <w:shd w:val="clear" w:color="auto" w:fill="EAF1DD" w:themeFill="accent3" w:themeFillTint="33"/>
            <w:noWrap/>
          </w:tcPr>
          <w:p w14:paraId="2DAB26C0" w14:textId="77777777" w:rsidR="00C81BA0" w:rsidRPr="00986A4F" w:rsidRDefault="00C81BA0" w:rsidP="00C81BA0">
            <w:pPr>
              <w:pStyle w:val="TabNumeri"/>
            </w:pPr>
            <w:r w:rsidRPr="00FE44EC">
              <w:t>2,8</w:t>
            </w:r>
          </w:p>
        </w:tc>
        <w:tc>
          <w:tcPr>
            <w:tcW w:w="397" w:type="dxa"/>
            <w:shd w:val="clear" w:color="auto" w:fill="EAF1DD" w:themeFill="accent3" w:themeFillTint="33"/>
            <w:noWrap/>
          </w:tcPr>
          <w:p w14:paraId="19FA5F95" w14:textId="77777777" w:rsidR="00C81BA0" w:rsidRPr="00986A4F" w:rsidRDefault="00C81BA0" w:rsidP="00C81BA0">
            <w:pPr>
              <w:pStyle w:val="TabNumeri"/>
            </w:pPr>
            <w:r w:rsidRPr="00FE44EC">
              <w:t>[7]</w:t>
            </w:r>
          </w:p>
        </w:tc>
        <w:tc>
          <w:tcPr>
            <w:tcW w:w="680" w:type="dxa"/>
            <w:shd w:val="clear" w:color="auto" w:fill="EAF1DD" w:themeFill="accent3" w:themeFillTint="33"/>
            <w:noWrap/>
          </w:tcPr>
          <w:p w14:paraId="353183B6" w14:textId="77777777" w:rsidR="00C81BA0" w:rsidRPr="00413582" w:rsidRDefault="00C81BA0" w:rsidP="00C81BA0">
            <w:pPr>
              <w:pStyle w:val="TabNumeri"/>
            </w:pPr>
            <w:r w:rsidRPr="000A5A2B">
              <w:t>-0,9</w:t>
            </w:r>
          </w:p>
        </w:tc>
        <w:tc>
          <w:tcPr>
            <w:tcW w:w="227" w:type="dxa"/>
            <w:shd w:val="clear" w:color="auto" w:fill="EAF1DD" w:themeFill="accent3" w:themeFillTint="33"/>
            <w:noWrap/>
          </w:tcPr>
          <w:p w14:paraId="4796B9E1" w14:textId="77777777" w:rsidR="00C81BA0" w:rsidRPr="00A319C0" w:rsidRDefault="00C81BA0" w:rsidP="00C81BA0">
            <w:pPr>
              <w:pStyle w:val="TabNumeri"/>
            </w:pPr>
          </w:p>
        </w:tc>
      </w:tr>
      <w:tr w:rsidR="00C81BA0" w14:paraId="7B3F5110" w14:textId="77777777" w:rsidTr="00C81BA0">
        <w:trPr>
          <w:cantSplit/>
          <w:trHeight w:val="255"/>
        </w:trPr>
        <w:tc>
          <w:tcPr>
            <w:tcW w:w="1985" w:type="dxa"/>
            <w:noWrap/>
          </w:tcPr>
          <w:p w14:paraId="66C235F9" w14:textId="77777777" w:rsidR="00C81BA0" w:rsidRPr="00233F5C" w:rsidRDefault="00C81BA0" w:rsidP="00C81BA0">
            <w:pPr>
              <w:pStyle w:val="TabEtichette"/>
            </w:pPr>
            <w:r w:rsidRPr="00233F5C">
              <w:t>Investimenti fissi lordi</w:t>
            </w:r>
          </w:p>
        </w:tc>
        <w:tc>
          <w:tcPr>
            <w:tcW w:w="680" w:type="dxa"/>
            <w:noWrap/>
          </w:tcPr>
          <w:p w14:paraId="439D6E4B" w14:textId="77777777" w:rsidR="00C81BA0" w:rsidRPr="00F86988" w:rsidRDefault="00C81BA0" w:rsidP="00C81BA0">
            <w:pPr>
              <w:pStyle w:val="TabNumeri"/>
            </w:pPr>
            <w:r w:rsidRPr="005779FC">
              <w:t>-13,6</w:t>
            </w:r>
          </w:p>
        </w:tc>
        <w:tc>
          <w:tcPr>
            <w:tcW w:w="228" w:type="dxa"/>
            <w:noWrap/>
          </w:tcPr>
          <w:p w14:paraId="099D0F1D" w14:textId="77777777" w:rsidR="00C81BA0" w:rsidRPr="00B64650" w:rsidRDefault="00C81BA0" w:rsidP="00C81BA0">
            <w:pPr>
              <w:pStyle w:val="TabNumeri"/>
            </w:pPr>
          </w:p>
        </w:tc>
        <w:tc>
          <w:tcPr>
            <w:tcW w:w="680" w:type="dxa"/>
            <w:noWrap/>
          </w:tcPr>
          <w:p w14:paraId="6959732C" w14:textId="77777777" w:rsidR="00C81BA0" w:rsidRPr="00D65A6F" w:rsidRDefault="00C81BA0" w:rsidP="00C81BA0">
            <w:pPr>
              <w:pStyle w:val="TabNumeri"/>
            </w:pPr>
            <w:r w:rsidRPr="00535D6A">
              <w:t>-14,6</w:t>
            </w:r>
          </w:p>
        </w:tc>
        <w:tc>
          <w:tcPr>
            <w:tcW w:w="228" w:type="dxa"/>
            <w:noWrap/>
          </w:tcPr>
          <w:p w14:paraId="27A43C32" w14:textId="77777777" w:rsidR="00C81BA0" w:rsidRPr="00C32B54" w:rsidRDefault="00C81BA0" w:rsidP="00C81BA0">
            <w:pPr>
              <w:pStyle w:val="TabNumeri"/>
            </w:pPr>
          </w:p>
        </w:tc>
        <w:tc>
          <w:tcPr>
            <w:tcW w:w="510" w:type="dxa"/>
            <w:noWrap/>
          </w:tcPr>
          <w:p w14:paraId="62A62281" w14:textId="77777777" w:rsidR="00C81BA0" w:rsidRPr="00904DA8" w:rsidRDefault="00C81BA0" w:rsidP="00C81BA0">
            <w:pPr>
              <w:pStyle w:val="TabNumeri"/>
            </w:pPr>
            <w:r w:rsidRPr="009A5A50">
              <w:t>-7,9</w:t>
            </w:r>
          </w:p>
        </w:tc>
        <w:tc>
          <w:tcPr>
            <w:tcW w:w="397" w:type="dxa"/>
            <w:noWrap/>
          </w:tcPr>
          <w:p w14:paraId="1A868EA0" w14:textId="77777777" w:rsidR="00C81BA0" w:rsidRPr="00904DA8" w:rsidRDefault="00C81BA0" w:rsidP="00C81BA0">
            <w:pPr>
              <w:pStyle w:val="TabNumeri"/>
            </w:pPr>
            <w:r w:rsidRPr="009A5A50">
              <w:t>[7]</w:t>
            </w:r>
          </w:p>
        </w:tc>
        <w:tc>
          <w:tcPr>
            <w:tcW w:w="680" w:type="dxa"/>
            <w:noWrap/>
          </w:tcPr>
          <w:p w14:paraId="371A48D9" w14:textId="77777777" w:rsidR="00C81BA0" w:rsidRPr="003C782D" w:rsidRDefault="00C81BA0" w:rsidP="00C81BA0">
            <w:pPr>
              <w:pStyle w:val="TabNumeri"/>
            </w:pPr>
            <w:r w:rsidRPr="00EE7F30">
              <w:t>-7,8</w:t>
            </w:r>
          </w:p>
        </w:tc>
        <w:tc>
          <w:tcPr>
            <w:tcW w:w="228" w:type="dxa"/>
          </w:tcPr>
          <w:p w14:paraId="06697391" w14:textId="77777777" w:rsidR="00C81BA0" w:rsidRPr="00AA375C" w:rsidRDefault="00C81BA0" w:rsidP="00C81BA0">
            <w:pPr>
              <w:pStyle w:val="TabNumeri"/>
            </w:pPr>
          </w:p>
        </w:tc>
        <w:tc>
          <w:tcPr>
            <w:tcW w:w="113" w:type="dxa"/>
            <w:noWrap/>
          </w:tcPr>
          <w:p w14:paraId="16834723" w14:textId="77777777" w:rsidR="00C81BA0" w:rsidRPr="00B64650" w:rsidRDefault="00C81BA0" w:rsidP="00C81BA0">
            <w:pPr>
              <w:pStyle w:val="TabNumeri"/>
            </w:pPr>
          </w:p>
        </w:tc>
        <w:tc>
          <w:tcPr>
            <w:tcW w:w="680" w:type="dxa"/>
          </w:tcPr>
          <w:p w14:paraId="454CCBCD" w14:textId="77777777" w:rsidR="00C81BA0" w:rsidRPr="009E61ED" w:rsidRDefault="00C81BA0" w:rsidP="00C81BA0">
            <w:pPr>
              <w:pStyle w:val="TabNumeri"/>
            </w:pPr>
            <w:r w:rsidRPr="00B74D44">
              <w:t>7,2</w:t>
            </w:r>
          </w:p>
        </w:tc>
        <w:tc>
          <w:tcPr>
            <w:tcW w:w="228" w:type="dxa"/>
            <w:noWrap/>
          </w:tcPr>
          <w:p w14:paraId="2E335941" w14:textId="77777777" w:rsidR="00C81BA0" w:rsidRPr="00811B57" w:rsidRDefault="00C81BA0" w:rsidP="00C81BA0">
            <w:pPr>
              <w:pStyle w:val="TabNumeri"/>
            </w:pPr>
          </w:p>
        </w:tc>
        <w:tc>
          <w:tcPr>
            <w:tcW w:w="680" w:type="dxa"/>
            <w:noWrap/>
          </w:tcPr>
          <w:p w14:paraId="02F3EE08" w14:textId="77777777" w:rsidR="00C81BA0" w:rsidRPr="00A27A0A" w:rsidRDefault="00C81BA0" w:rsidP="00C81BA0">
            <w:pPr>
              <w:pStyle w:val="TabNumeri"/>
            </w:pPr>
            <w:r w:rsidRPr="00194795">
              <w:t>4,3</w:t>
            </w:r>
          </w:p>
        </w:tc>
        <w:tc>
          <w:tcPr>
            <w:tcW w:w="228" w:type="dxa"/>
            <w:noWrap/>
          </w:tcPr>
          <w:p w14:paraId="62FF4D18" w14:textId="77777777" w:rsidR="00C81BA0" w:rsidRPr="00DC6642" w:rsidRDefault="00C81BA0" w:rsidP="00C81BA0">
            <w:pPr>
              <w:pStyle w:val="TabNumeri"/>
            </w:pPr>
          </w:p>
        </w:tc>
        <w:tc>
          <w:tcPr>
            <w:tcW w:w="510" w:type="dxa"/>
            <w:noWrap/>
          </w:tcPr>
          <w:p w14:paraId="773D87A8" w14:textId="77777777" w:rsidR="00C81BA0" w:rsidRPr="00986A4F" w:rsidRDefault="00C81BA0" w:rsidP="00C81BA0">
            <w:pPr>
              <w:pStyle w:val="TabNumeri"/>
            </w:pPr>
            <w:r w:rsidRPr="00FE44EC">
              <w:t>10,3</w:t>
            </w:r>
          </w:p>
        </w:tc>
        <w:tc>
          <w:tcPr>
            <w:tcW w:w="397" w:type="dxa"/>
            <w:noWrap/>
          </w:tcPr>
          <w:p w14:paraId="0E8A2521" w14:textId="77777777" w:rsidR="00C81BA0" w:rsidRPr="00986A4F" w:rsidRDefault="00C81BA0" w:rsidP="00C81BA0">
            <w:pPr>
              <w:pStyle w:val="TabNumeri"/>
            </w:pPr>
            <w:r w:rsidRPr="00FE44EC">
              <w:t>[7]</w:t>
            </w:r>
          </w:p>
        </w:tc>
        <w:tc>
          <w:tcPr>
            <w:tcW w:w="680" w:type="dxa"/>
            <w:noWrap/>
          </w:tcPr>
          <w:p w14:paraId="64BF2872" w14:textId="77777777" w:rsidR="00C81BA0" w:rsidRPr="00413582" w:rsidRDefault="00C81BA0" w:rsidP="00C81BA0">
            <w:pPr>
              <w:pStyle w:val="TabNumeri"/>
            </w:pPr>
            <w:r w:rsidRPr="000A5A2B">
              <w:t>10,1</w:t>
            </w:r>
          </w:p>
        </w:tc>
        <w:tc>
          <w:tcPr>
            <w:tcW w:w="227" w:type="dxa"/>
            <w:noWrap/>
          </w:tcPr>
          <w:p w14:paraId="147F85DE" w14:textId="77777777" w:rsidR="00C81BA0" w:rsidRPr="00A319C0" w:rsidRDefault="00C81BA0" w:rsidP="00C81BA0">
            <w:pPr>
              <w:pStyle w:val="TabNumeri"/>
            </w:pPr>
          </w:p>
        </w:tc>
      </w:tr>
      <w:tr w:rsidR="00C81BA0" w14:paraId="50DA483C" w14:textId="77777777" w:rsidTr="00C81BA0">
        <w:trPr>
          <w:cantSplit/>
          <w:trHeight w:val="255"/>
        </w:trPr>
        <w:tc>
          <w:tcPr>
            <w:tcW w:w="1985" w:type="dxa"/>
            <w:shd w:val="clear" w:color="auto" w:fill="EAF1DD" w:themeFill="accent3" w:themeFillTint="33"/>
            <w:noWrap/>
          </w:tcPr>
          <w:p w14:paraId="4715D497" w14:textId="77777777" w:rsidR="00C81BA0" w:rsidRPr="00233F5C" w:rsidRDefault="00C81BA0" w:rsidP="00C81BA0">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680" w:type="dxa"/>
            <w:shd w:val="clear" w:color="auto" w:fill="EAF1DD" w:themeFill="accent3" w:themeFillTint="33"/>
            <w:noWrap/>
          </w:tcPr>
          <w:p w14:paraId="2B896F69" w14:textId="77777777" w:rsidR="00C81BA0" w:rsidRPr="00F86988" w:rsidRDefault="00C81BA0" w:rsidP="00C81BA0">
            <w:pPr>
              <w:pStyle w:val="TabNumeri"/>
            </w:pPr>
            <w:r w:rsidRPr="005779FC">
              <w:t>-18,8</w:t>
            </w:r>
          </w:p>
        </w:tc>
        <w:tc>
          <w:tcPr>
            <w:tcW w:w="228" w:type="dxa"/>
            <w:shd w:val="clear" w:color="auto" w:fill="EAF1DD" w:themeFill="accent3" w:themeFillTint="33"/>
            <w:noWrap/>
          </w:tcPr>
          <w:p w14:paraId="5283DEB8" w14:textId="77777777" w:rsidR="00C81BA0" w:rsidRPr="00B64650" w:rsidRDefault="00C81BA0" w:rsidP="00C81BA0">
            <w:pPr>
              <w:pStyle w:val="TabNumeri"/>
            </w:pPr>
            <w:r w:rsidRPr="005779FC">
              <w:t>[2]</w:t>
            </w:r>
          </w:p>
        </w:tc>
        <w:tc>
          <w:tcPr>
            <w:tcW w:w="680" w:type="dxa"/>
            <w:shd w:val="clear" w:color="auto" w:fill="EAF1DD" w:themeFill="accent3" w:themeFillTint="33"/>
            <w:noWrap/>
          </w:tcPr>
          <w:p w14:paraId="28040EF0" w14:textId="77777777" w:rsidR="00C81BA0" w:rsidRPr="00D65A6F" w:rsidRDefault="00C81BA0" w:rsidP="00C81BA0">
            <w:pPr>
              <w:pStyle w:val="TabNumeri"/>
            </w:pPr>
            <w:proofErr w:type="spellStart"/>
            <w:r w:rsidRPr="00535D6A">
              <w:t>n.d.</w:t>
            </w:r>
            <w:proofErr w:type="spellEnd"/>
          </w:p>
        </w:tc>
        <w:tc>
          <w:tcPr>
            <w:tcW w:w="228" w:type="dxa"/>
            <w:shd w:val="clear" w:color="auto" w:fill="EAF1DD" w:themeFill="accent3" w:themeFillTint="33"/>
            <w:noWrap/>
          </w:tcPr>
          <w:p w14:paraId="3EBDDBB6" w14:textId="77777777" w:rsidR="00C81BA0" w:rsidRPr="00C32B54" w:rsidRDefault="00C81BA0" w:rsidP="00C81BA0">
            <w:pPr>
              <w:pStyle w:val="TabNumeri"/>
            </w:pPr>
          </w:p>
        </w:tc>
        <w:tc>
          <w:tcPr>
            <w:tcW w:w="510" w:type="dxa"/>
            <w:shd w:val="clear" w:color="auto" w:fill="EAF1DD" w:themeFill="accent3" w:themeFillTint="33"/>
            <w:noWrap/>
          </w:tcPr>
          <w:p w14:paraId="14A2BCBF" w14:textId="77777777" w:rsidR="00C81BA0" w:rsidRPr="00904DA8" w:rsidRDefault="00C81BA0" w:rsidP="00C81BA0">
            <w:pPr>
              <w:pStyle w:val="TabNumeri"/>
            </w:pPr>
            <w:r w:rsidRPr="009A5A50">
              <w:t>-8,9</w:t>
            </w:r>
          </w:p>
        </w:tc>
        <w:tc>
          <w:tcPr>
            <w:tcW w:w="397" w:type="dxa"/>
            <w:shd w:val="clear" w:color="auto" w:fill="EAF1DD" w:themeFill="accent3" w:themeFillTint="33"/>
            <w:noWrap/>
          </w:tcPr>
          <w:p w14:paraId="422FA6E1" w14:textId="77777777" w:rsidR="00C81BA0" w:rsidRPr="00904DA8" w:rsidRDefault="00C81BA0" w:rsidP="00C81BA0">
            <w:pPr>
              <w:pStyle w:val="TabNumeri"/>
            </w:pPr>
            <w:r w:rsidRPr="009A5A50">
              <w:t>[7]</w:t>
            </w:r>
          </w:p>
        </w:tc>
        <w:tc>
          <w:tcPr>
            <w:tcW w:w="680" w:type="dxa"/>
            <w:shd w:val="clear" w:color="auto" w:fill="EAF1DD" w:themeFill="accent3" w:themeFillTint="33"/>
            <w:noWrap/>
          </w:tcPr>
          <w:p w14:paraId="3921E81F" w14:textId="77777777" w:rsidR="00C81BA0" w:rsidRPr="003C782D" w:rsidRDefault="00C81BA0" w:rsidP="00C81BA0">
            <w:pPr>
              <w:pStyle w:val="TabNumeri"/>
            </w:pPr>
            <w:r w:rsidRPr="00EE7F30">
              <w:t>-8,5</w:t>
            </w:r>
          </w:p>
        </w:tc>
        <w:tc>
          <w:tcPr>
            <w:tcW w:w="228" w:type="dxa"/>
            <w:shd w:val="clear" w:color="auto" w:fill="EAF1DD" w:themeFill="accent3" w:themeFillTint="33"/>
          </w:tcPr>
          <w:p w14:paraId="64D2B3B1" w14:textId="77777777" w:rsidR="00C81BA0" w:rsidRPr="00AA375C" w:rsidRDefault="00C81BA0" w:rsidP="00C81BA0">
            <w:pPr>
              <w:pStyle w:val="TabNumeri"/>
            </w:pPr>
          </w:p>
        </w:tc>
        <w:tc>
          <w:tcPr>
            <w:tcW w:w="113" w:type="dxa"/>
            <w:shd w:val="clear" w:color="auto" w:fill="EAF1DD" w:themeFill="accent3" w:themeFillTint="33"/>
            <w:noWrap/>
          </w:tcPr>
          <w:p w14:paraId="0244839E" w14:textId="77777777" w:rsidR="00C81BA0" w:rsidRPr="00B64650" w:rsidRDefault="00C81BA0" w:rsidP="00C81BA0">
            <w:pPr>
              <w:pStyle w:val="TabNumeri"/>
            </w:pPr>
          </w:p>
        </w:tc>
        <w:tc>
          <w:tcPr>
            <w:tcW w:w="680" w:type="dxa"/>
            <w:shd w:val="clear" w:color="auto" w:fill="EAF1DD" w:themeFill="accent3" w:themeFillTint="33"/>
          </w:tcPr>
          <w:p w14:paraId="1979F09C" w14:textId="77777777" w:rsidR="00C81BA0" w:rsidRPr="009E61ED" w:rsidRDefault="00C81BA0" w:rsidP="00C81BA0">
            <w:pPr>
              <w:pStyle w:val="TabNumeri"/>
            </w:pPr>
            <w:r w:rsidRPr="00B74D44">
              <w:t>9,4</w:t>
            </w:r>
          </w:p>
        </w:tc>
        <w:tc>
          <w:tcPr>
            <w:tcW w:w="228" w:type="dxa"/>
            <w:shd w:val="clear" w:color="auto" w:fill="EAF1DD" w:themeFill="accent3" w:themeFillTint="33"/>
            <w:noWrap/>
          </w:tcPr>
          <w:p w14:paraId="76104A97" w14:textId="77777777" w:rsidR="00C81BA0" w:rsidRPr="00811B57" w:rsidRDefault="00C81BA0" w:rsidP="00C81BA0">
            <w:pPr>
              <w:pStyle w:val="TabNumeri"/>
            </w:pPr>
            <w:r w:rsidRPr="00B74D44">
              <w:t>[2]</w:t>
            </w:r>
          </w:p>
        </w:tc>
        <w:tc>
          <w:tcPr>
            <w:tcW w:w="680" w:type="dxa"/>
            <w:shd w:val="clear" w:color="auto" w:fill="EAF1DD" w:themeFill="accent3" w:themeFillTint="33"/>
            <w:noWrap/>
          </w:tcPr>
          <w:p w14:paraId="6A0A835B" w14:textId="77777777" w:rsidR="00C81BA0" w:rsidRPr="00A27A0A" w:rsidRDefault="00C81BA0" w:rsidP="00C81BA0">
            <w:pPr>
              <w:pStyle w:val="TabNumeri"/>
            </w:pPr>
            <w:proofErr w:type="spellStart"/>
            <w:r w:rsidRPr="00194795">
              <w:t>n.d.</w:t>
            </w:r>
            <w:proofErr w:type="spellEnd"/>
          </w:p>
        </w:tc>
        <w:tc>
          <w:tcPr>
            <w:tcW w:w="228" w:type="dxa"/>
            <w:shd w:val="clear" w:color="auto" w:fill="EAF1DD" w:themeFill="accent3" w:themeFillTint="33"/>
            <w:noWrap/>
          </w:tcPr>
          <w:p w14:paraId="305E27AE" w14:textId="77777777" w:rsidR="00C81BA0" w:rsidRPr="00DC6642" w:rsidRDefault="00C81BA0" w:rsidP="00C81BA0">
            <w:pPr>
              <w:pStyle w:val="TabNumeri"/>
            </w:pPr>
          </w:p>
        </w:tc>
        <w:tc>
          <w:tcPr>
            <w:tcW w:w="510" w:type="dxa"/>
            <w:shd w:val="clear" w:color="auto" w:fill="EAF1DD" w:themeFill="accent3" w:themeFillTint="33"/>
            <w:noWrap/>
          </w:tcPr>
          <w:p w14:paraId="27250E16" w14:textId="77777777" w:rsidR="00C81BA0" w:rsidRPr="00986A4F" w:rsidRDefault="00C81BA0" w:rsidP="00C81BA0">
            <w:pPr>
              <w:pStyle w:val="TabNumeri"/>
            </w:pPr>
            <w:r w:rsidRPr="00FE44EC">
              <w:t>9,1</w:t>
            </w:r>
          </w:p>
        </w:tc>
        <w:tc>
          <w:tcPr>
            <w:tcW w:w="397" w:type="dxa"/>
            <w:shd w:val="clear" w:color="auto" w:fill="EAF1DD" w:themeFill="accent3" w:themeFillTint="33"/>
            <w:noWrap/>
          </w:tcPr>
          <w:p w14:paraId="539A2D98" w14:textId="77777777" w:rsidR="00C81BA0" w:rsidRPr="00986A4F" w:rsidRDefault="00C81BA0" w:rsidP="00C81BA0">
            <w:pPr>
              <w:pStyle w:val="TabNumeri"/>
            </w:pPr>
            <w:r w:rsidRPr="00FE44EC">
              <w:t>[7]</w:t>
            </w:r>
          </w:p>
        </w:tc>
        <w:tc>
          <w:tcPr>
            <w:tcW w:w="680" w:type="dxa"/>
            <w:shd w:val="clear" w:color="auto" w:fill="EAF1DD" w:themeFill="accent3" w:themeFillTint="33"/>
            <w:noWrap/>
          </w:tcPr>
          <w:p w14:paraId="5CD4049F" w14:textId="77777777" w:rsidR="00C81BA0" w:rsidRPr="00413582" w:rsidRDefault="00C81BA0" w:rsidP="00C81BA0">
            <w:pPr>
              <w:pStyle w:val="TabNumeri"/>
            </w:pPr>
            <w:r w:rsidRPr="000A5A2B">
              <w:t>8,6</w:t>
            </w:r>
          </w:p>
        </w:tc>
        <w:tc>
          <w:tcPr>
            <w:tcW w:w="227" w:type="dxa"/>
            <w:shd w:val="clear" w:color="auto" w:fill="EAF1DD" w:themeFill="accent3" w:themeFillTint="33"/>
            <w:noWrap/>
          </w:tcPr>
          <w:p w14:paraId="4CC230E3" w14:textId="77777777" w:rsidR="00C81BA0" w:rsidRPr="00A319C0" w:rsidRDefault="00C81BA0" w:rsidP="00C81BA0">
            <w:pPr>
              <w:pStyle w:val="TabNumeri"/>
            </w:pPr>
          </w:p>
        </w:tc>
      </w:tr>
      <w:tr w:rsidR="00C81BA0" w14:paraId="2B704E89" w14:textId="77777777" w:rsidTr="00C81BA0">
        <w:trPr>
          <w:cantSplit/>
          <w:trHeight w:val="255"/>
        </w:trPr>
        <w:tc>
          <w:tcPr>
            <w:tcW w:w="1985" w:type="dxa"/>
            <w:noWrap/>
          </w:tcPr>
          <w:p w14:paraId="6112027B" w14:textId="77777777" w:rsidR="00C81BA0" w:rsidRPr="00233F5C" w:rsidRDefault="00C81BA0" w:rsidP="00C81BA0">
            <w:pPr>
              <w:pStyle w:val="TabEtichette"/>
            </w:pPr>
            <w:r w:rsidRPr="00233F5C">
              <w:t>- costruzioni</w:t>
            </w:r>
          </w:p>
        </w:tc>
        <w:tc>
          <w:tcPr>
            <w:tcW w:w="680" w:type="dxa"/>
            <w:noWrap/>
          </w:tcPr>
          <w:p w14:paraId="0AF61CFA" w14:textId="77777777" w:rsidR="00C81BA0" w:rsidRPr="00F86988" w:rsidRDefault="00C81BA0" w:rsidP="00C81BA0">
            <w:pPr>
              <w:pStyle w:val="TabNumeri"/>
            </w:pPr>
            <w:r w:rsidRPr="005779FC">
              <w:t>-14,1</w:t>
            </w:r>
          </w:p>
        </w:tc>
        <w:tc>
          <w:tcPr>
            <w:tcW w:w="228" w:type="dxa"/>
            <w:noWrap/>
          </w:tcPr>
          <w:p w14:paraId="1EC252B4" w14:textId="77777777" w:rsidR="00C81BA0" w:rsidRPr="00B64650" w:rsidRDefault="00C81BA0" w:rsidP="00C81BA0">
            <w:pPr>
              <w:pStyle w:val="TabNumeri"/>
            </w:pPr>
          </w:p>
        </w:tc>
        <w:tc>
          <w:tcPr>
            <w:tcW w:w="680" w:type="dxa"/>
            <w:noWrap/>
          </w:tcPr>
          <w:p w14:paraId="1FEB797E" w14:textId="77777777" w:rsidR="00C81BA0" w:rsidRPr="00D65A6F" w:rsidRDefault="00C81BA0" w:rsidP="00C81BA0">
            <w:pPr>
              <w:pStyle w:val="TabNumeri"/>
            </w:pPr>
            <w:proofErr w:type="spellStart"/>
            <w:r w:rsidRPr="00535D6A">
              <w:t>n.d.</w:t>
            </w:r>
            <w:proofErr w:type="spellEnd"/>
          </w:p>
        </w:tc>
        <w:tc>
          <w:tcPr>
            <w:tcW w:w="228" w:type="dxa"/>
            <w:noWrap/>
          </w:tcPr>
          <w:p w14:paraId="27A08FCC" w14:textId="77777777" w:rsidR="00C81BA0" w:rsidRPr="00C32B54" w:rsidRDefault="00C81BA0" w:rsidP="00C81BA0">
            <w:pPr>
              <w:pStyle w:val="TabNumeri"/>
            </w:pPr>
          </w:p>
        </w:tc>
        <w:tc>
          <w:tcPr>
            <w:tcW w:w="510" w:type="dxa"/>
            <w:noWrap/>
          </w:tcPr>
          <w:p w14:paraId="55B9415A" w14:textId="77777777" w:rsidR="00C81BA0" w:rsidRPr="00904DA8" w:rsidRDefault="00C81BA0" w:rsidP="00C81BA0">
            <w:pPr>
              <w:pStyle w:val="TabNumeri"/>
            </w:pPr>
            <w:r w:rsidRPr="009A5A50">
              <w:t>-6,6</w:t>
            </w:r>
          </w:p>
        </w:tc>
        <w:tc>
          <w:tcPr>
            <w:tcW w:w="397" w:type="dxa"/>
            <w:noWrap/>
          </w:tcPr>
          <w:p w14:paraId="3F0CF509" w14:textId="77777777" w:rsidR="00C81BA0" w:rsidRPr="00904DA8" w:rsidRDefault="00C81BA0" w:rsidP="00C81BA0">
            <w:pPr>
              <w:pStyle w:val="TabNumeri"/>
            </w:pPr>
            <w:r w:rsidRPr="009A5A50">
              <w:t>[7]</w:t>
            </w:r>
          </w:p>
        </w:tc>
        <w:tc>
          <w:tcPr>
            <w:tcW w:w="680" w:type="dxa"/>
            <w:noWrap/>
          </w:tcPr>
          <w:p w14:paraId="6F211DDA" w14:textId="77777777" w:rsidR="00C81BA0" w:rsidRPr="003C782D" w:rsidRDefault="00C81BA0" w:rsidP="00C81BA0">
            <w:pPr>
              <w:pStyle w:val="TabNumeri"/>
            </w:pPr>
          </w:p>
        </w:tc>
        <w:tc>
          <w:tcPr>
            <w:tcW w:w="228" w:type="dxa"/>
          </w:tcPr>
          <w:p w14:paraId="64832E40" w14:textId="77777777" w:rsidR="00C81BA0" w:rsidRPr="00AA375C" w:rsidRDefault="00C81BA0" w:rsidP="00C81BA0">
            <w:pPr>
              <w:pStyle w:val="TabNumeri"/>
            </w:pPr>
          </w:p>
        </w:tc>
        <w:tc>
          <w:tcPr>
            <w:tcW w:w="113" w:type="dxa"/>
            <w:noWrap/>
          </w:tcPr>
          <w:p w14:paraId="17924969" w14:textId="77777777" w:rsidR="00C81BA0" w:rsidRPr="00B64650" w:rsidRDefault="00C81BA0" w:rsidP="00C81BA0">
            <w:pPr>
              <w:pStyle w:val="TabNumeri"/>
            </w:pPr>
          </w:p>
        </w:tc>
        <w:tc>
          <w:tcPr>
            <w:tcW w:w="680" w:type="dxa"/>
          </w:tcPr>
          <w:p w14:paraId="6216F3CB" w14:textId="77777777" w:rsidR="00C81BA0" w:rsidRPr="009E61ED" w:rsidRDefault="00C81BA0" w:rsidP="00C81BA0">
            <w:pPr>
              <w:pStyle w:val="TabNumeri"/>
            </w:pPr>
            <w:r w:rsidRPr="00B74D44">
              <w:t>7,5</w:t>
            </w:r>
          </w:p>
        </w:tc>
        <w:tc>
          <w:tcPr>
            <w:tcW w:w="228" w:type="dxa"/>
            <w:noWrap/>
          </w:tcPr>
          <w:p w14:paraId="2593AADC" w14:textId="77777777" w:rsidR="00C81BA0" w:rsidRPr="00811B57" w:rsidRDefault="00C81BA0" w:rsidP="00C81BA0">
            <w:pPr>
              <w:pStyle w:val="TabNumeri"/>
            </w:pPr>
          </w:p>
        </w:tc>
        <w:tc>
          <w:tcPr>
            <w:tcW w:w="680" w:type="dxa"/>
            <w:noWrap/>
          </w:tcPr>
          <w:p w14:paraId="2D0E73EB" w14:textId="77777777" w:rsidR="00C81BA0" w:rsidRPr="00A27A0A" w:rsidRDefault="00C81BA0" w:rsidP="00C81BA0">
            <w:pPr>
              <w:pStyle w:val="TabNumeri"/>
            </w:pPr>
            <w:proofErr w:type="spellStart"/>
            <w:r w:rsidRPr="00194795">
              <w:t>n.d.</w:t>
            </w:r>
            <w:proofErr w:type="spellEnd"/>
          </w:p>
        </w:tc>
        <w:tc>
          <w:tcPr>
            <w:tcW w:w="228" w:type="dxa"/>
            <w:noWrap/>
          </w:tcPr>
          <w:p w14:paraId="1E81C87A" w14:textId="77777777" w:rsidR="00C81BA0" w:rsidRPr="00DC6642" w:rsidRDefault="00C81BA0" w:rsidP="00C81BA0">
            <w:pPr>
              <w:pStyle w:val="TabNumeri"/>
            </w:pPr>
          </w:p>
        </w:tc>
        <w:tc>
          <w:tcPr>
            <w:tcW w:w="510" w:type="dxa"/>
            <w:noWrap/>
          </w:tcPr>
          <w:p w14:paraId="73F4BC72" w14:textId="77777777" w:rsidR="00C81BA0" w:rsidRPr="00986A4F" w:rsidRDefault="00C81BA0" w:rsidP="00C81BA0">
            <w:pPr>
              <w:pStyle w:val="TabNumeri"/>
            </w:pPr>
            <w:r w:rsidRPr="00FE44EC">
              <w:t>11,7</w:t>
            </w:r>
          </w:p>
        </w:tc>
        <w:tc>
          <w:tcPr>
            <w:tcW w:w="397" w:type="dxa"/>
            <w:noWrap/>
          </w:tcPr>
          <w:p w14:paraId="0EEE503D" w14:textId="77777777" w:rsidR="00C81BA0" w:rsidRPr="00986A4F" w:rsidRDefault="00C81BA0" w:rsidP="00C81BA0">
            <w:pPr>
              <w:pStyle w:val="TabNumeri"/>
            </w:pPr>
            <w:r w:rsidRPr="00FE44EC">
              <w:t>[7]</w:t>
            </w:r>
          </w:p>
        </w:tc>
        <w:tc>
          <w:tcPr>
            <w:tcW w:w="680" w:type="dxa"/>
            <w:noWrap/>
          </w:tcPr>
          <w:p w14:paraId="6788DA26" w14:textId="77777777" w:rsidR="00C81BA0" w:rsidRPr="00413582" w:rsidRDefault="00C81BA0" w:rsidP="00C81BA0">
            <w:pPr>
              <w:pStyle w:val="TabNumeri"/>
            </w:pPr>
          </w:p>
        </w:tc>
        <w:tc>
          <w:tcPr>
            <w:tcW w:w="227" w:type="dxa"/>
            <w:noWrap/>
          </w:tcPr>
          <w:p w14:paraId="0825C12B" w14:textId="77777777" w:rsidR="00C81BA0" w:rsidRPr="00A319C0" w:rsidRDefault="00C81BA0" w:rsidP="00C81BA0">
            <w:pPr>
              <w:pStyle w:val="TabNumeri"/>
            </w:pPr>
          </w:p>
        </w:tc>
      </w:tr>
      <w:tr w:rsidR="00C81BA0" w14:paraId="7CDB825E" w14:textId="77777777" w:rsidTr="00C81BA0">
        <w:trPr>
          <w:cantSplit/>
          <w:trHeight w:val="255"/>
        </w:trPr>
        <w:tc>
          <w:tcPr>
            <w:tcW w:w="1985" w:type="dxa"/>
            <w:shd w:val="clear" w:color="auto" w:fill="EAF1DD" w:themeFill="accent3" w:themeFillTint="33"/>
            <w:noWrap/>
          </w:tcPr>
          <w:p w14:paraId="0E81B54A" w14:textId="77777777" w:rsidR="00C81BA0" w:rsidRPr="00233F5C" w:rsidRDefault="00C81BA0" w:rsidP="00C81BA0">
            <w:pPr>
              <w:pStyle w:val="TabEtichette"/>
            </w:pPr>
            <w:r>
              <w:t>Occupazione</w:t>
            </w:r>
          </w:p>
        </w:tc>
        <w:tc>
          <w:tcPr>
            <w:tcW w:w="680" w:type="dxa"/>
            <w:shd w:val="clear" w:color="auto" w:fill="EAF1DD" w:themeFill="accent3" w:themeFillTint="33"/>
            <w:noWrap/>
          </w:tcPr>
          <w:p w14:paraId="2114915B" w14:textId="77777777" w:rsidR="00C81BA0" w:rsidRPr="00F86988" w:rsidRDefault="00C81BA0" w:rsidP="00C81BA0">
            <w:pPr>
              <w:pStyle w:val="TabNumeri"/>
            </w:pPr>
            <w:r w:rsidRPr="005779FC">
              <w:t>-10,3</w:t>
            </w:r>
          </w:p>
        </w:tc>
        <w:tc>
          <w:tcPr>
            <w:tcW w:w="228" w:type="dxa"/>
            <w:shd w:val="clear" w:color="auto" w:fill="EAF1DD" w:themeFill="accent3" w:themeFillTint="33"/>
            <w:noWrap/>
          </w:tcPr>
          <w:p w14:paraId="2D190FC0" w14:textId="77777777" w:rsidR="00C81BA0" w:rsidRPr="00B64650" w:rsidRDefault="00C81BA0" w:rsidP="00C81BA0">
            <w:pPr>
              <w:pStyle w:val="TabNumeri"/>
            </w:pPr>
            <w:r>
              <w:t>[4]</w:t>
            </w:r>
          </w:p>
        </w:tc>
        <w:tc>
          <w:tcPr>
            <w:tcW w:w="680" w:type="dxa"/>
            <w:shd w:val="clear" w:color="auto" w:fill="EAF1DD" w:themeFill="accent3" w:themeFillTint="33"/>
            <w:noWrap/>
          </w:tcPr>
          <w:p w14:paraId="357DFB5D" w14:textId="77777777" w:rsidR="00C81BA0" w:rsidRPr="00D65A6F" w:rsidRDefault="00C81BA0" w:rsidP="00C81BA0">
            <w:pPr>
              <w:pStyle w:val="TabNumeri"/>
            </w:pPr>
            <w:proofErr w:type="spellStart"/>
            <w:r w:rsidRPr="00535D6A">
              <w:t>n.d.</w:t>
            </w:r>
            <w:proofErr w:type="spellEnd"/>
          </w:p>
        </w:tc>
        <w:tc>
          <w:tcPr>
            <w:tcW w:w="228" w:type="dxa"/>
            <w:shd w:val="clear" w:color="auto" w:fill="EAF1DD" w:themeFill="accent3" w:themeFillTint="33"/>
            <w:noWrap/>
          </w:tcPr>
          <w:p w14:paraId="3D20E49E" w14:textId="77777777" w:rsidR="00C81BA0" w:rsidRPr="00C32B54" w:rsidRDefault="00C81BA0" w:rsidP="00C81BA0">
            <w:pPr>
              <w:pStyle w:val="TabNumeri"/>
            </w:pPr>
            <w:r w:rsidRPr="00535D6A">
              <w:t>[3]</w:t>
            </w:r>
          </w:p>
        </w:tc>
        <w:tc>
          <w:tcPr>
            <w:tcW w:w="510" w:type="dxa"/>
            <w:shd w:val="clear" w:color="auto" w:fill="EAF1DD" w:themeFill="accent3" w:themeFillTint="33"/>
            <w:noWrap/>
          </w:tcPr>
          <w:p w14:paraId="31EF6654" w14:textId="77777777" w:rsidR="00C81BA0" w:rsidRPr="00904DA8" w:rsidRDefault="00C81BA0" w:rsidP="00C81BA0">
            <w:pPr>
              <w:pStyle w:val="TabNumeri"/>
            </w:pPr>
            <w:r w:rsidRPr="009A5A50">
              <w:t>-9,2</w:t>
            </w:r>
          </w:p>
        </w:tc>
        <w:tc>
          <w:tcPr>
            <w:tcW w:w="397" w:type="dxa"/>
            <w:shd w:val="clear" w:color="auto" w:fill="EAF1DD" w:themeFill="accent3" w:themeFillTint="33"/>
            <w:noWrap/>
          </w:tcPr>
          <w:p w14:paraId="483571B1" w14:textId="77777777" w:rsidR="00C81BA0" w:rsidRPr="00904DA8" w:rsidRDefault="00C81BA0" w:rsidP="00C81BA0">
            <w:pPr>
              <w:pStyle w:val="TabNumeri"/>
            </w:pPr>
            <w:r w:rsidRPr="009A5A50">
              <w:t>[4 7]</w:t>
            </w:r>
          </w:p>
        </w:tc>
        <w:tc>
          <w:tcPr>
            <w:tcW w:w="680" w:type="dxa"/>
            <w:shd w:val="clear" w:color="auto" w:fill="EAF1DD" w:themeFill="accent3" w:themeFillTint="33"/>
            <w:noWrap/>
          </w:tcPr>
          <w:p w14:paraId="45577096" w14:textId="77777777" w:rsidR="00C81BA0" w:rsidRPr="003C782D" w:rsidRDefault="00C81BA0" w:rsidP="00C81BA0">
            <w:pPr>
              <w:pStyle w:val="TabNumeri"/>
            </w:pPr>
            <w:r w:rsidRPr="00EE7F30">
              <w:t>-1,9</w:t>
            </w:r>
          </w:p>
        </w:tc>
        <w:tc>
          <w:tcPr>
            <w:tcW w:w="228" w:type="dxa"/>
            <w:shd w:val="clear" w:color="auto" w:fill="EAF1DD" w:themeFill="accent3" w:themeFillTint="33"/>
          </w:tcPr>
          <w:p w14:paraId="468709CD" w14:textId="77777777" w:rsidR="00C81BA0" w:rsidRPr="00AA375C" w:rsidRDefault="00C81BA0" w:rsidP="00C81BA0">
            <w:pPr>
              <w:pStyle w:val="TabNumeri"/>
            </w:pPr>
          </w:p>
        </w:tc>
        <w:tc>
          <w:tcPr>
            <w:tcW w:w="113" w:type="dxa"/>
            <w:shd w:val="clear" w:color="auto" w:fill="EAF1DD" w:themeFill="accent3" w:themeFillTint="33"/>
            <w:noWrap/>
          </w:tcPr>
          <w:p w14:paraId="458FD91C" w14:textId="77777777" w:rsidR="00C81BA0" w:rsidRPr="00B64650" w:rsidRDefault="00C81BA0" w:rsidP="00C81BA0">
            <w:pPr>
              <w:pStyle w:val="TabNumeri"/>
            </w:pPr>
          </w:p>
        </w:tc>
        <w:tc>
          <w:tcPr>
            <w:tcW w:w="680" w:type="dxa"/>
            <w:shd w:val="clear" w:color="auto" w:fill="EAF1DD" w:themeFill="accent3" w:themeFillTint="33"/>
          </w:tcPr>
          <w:p w14:paraId="3A88E6A2" w14:textId="77777777" w:rsidR="00C81BA0" w:rsidRPr="009E61ED" w:rsidRDefault="00C81BA0" w:rsidP="00C81BA0">
            <w:pPr>
              <w:pStyle w:val="TabNumeri"/>
            </w:pPr>
            <w:r w:rsidRPr="00B74D44">
              <w:t>6,1</w:t>
            </w:r>
          </w:p>
        </w:tc>
        <w:tc>
          <w:tcPr>
            <w:tcW w:w="228" w:type="dxa"/>
            <w:shd w:val="clear" w:color="auto" w:fill="EAF1DD" w:themeFill="accent3" w:themeFillTint="33"/>
            <w:noWrap/>
          </w:tcPr>
          <w:p w14:paraId="31049810" w14:textId="77777777" w:rsidR="00C81BA0" w:rsidRPr="00811B57" w:rsidRDefault="00C81BA0" w:rsidP="00C81BA0">
            <w:pPr>
              <w:pStyle w:val="TabNumeri"/>
            </w:pPr>
            <w:r>
              <w:t>[4]</w:t>
            </w:r>
          </w:p>
        </w:tc>
        <w:tc>
          <w:tcPr>
            <w:tcW w:w="680" w:type="dxa"/>
            <w:shd w:val="clear" w:color="auto" w:fill="EAF1DD" w:themeFill="accent3" w:themeFillTint="33"/>
            <w:noWrap/>
          </w:tcPr>
          <w:p w14:paraId="184A7508" w14:textId="77777777" w:rsidR="00C81BA0" w:rsidRPr="00A27A0A" w:rsidRDefault="00C81BA0" w:rsidP="00C81BA0">
            <w:pPr>
              <w:pStyle w:val="TabNumeri"/>
            </w:pPr>
            <w:proofErr w:type="spellStart"/>
            <w:r w:rsidRPr="00194795">
              <w:t>n.d.</w:t>
            </w:r>
            <w:proofErr w:type="spellEnd"/>
          </w:p>
        </w:tc>
        <w:tc>
          <w:tcPr>
            <w:tcW w:w="228" w:type="dxa"/>
            <w:shd w:val="clear" w:color="auto" w:fill="EAF1DD" w:themeFill="accent3" w:themeFillTint="33"/>
            <w:noWrap/>
          </w:tcPr>
          <w:p w14:paraId="7B7877DD" w14:textId="77777777" w:rsidR="00C81BA0" w:rsidRPr="00DC6642" w:rsidRDefault="00C81BA0" w:rsidP="00C81BA0">
            <w:pPr>
              <w:pStyle w:val="TabNumeri"/>
            </w:pPr>
            <w:r w:rsidRPr="00194795">
              <w:t>[3]</w:t>
            </w:r>
          </w:p>
        </w:tc>
        <w:tc>
          <w:tcPr>
            <w:tcW w:w="510" w:type="dxa"/>
            <w:shd w:val="clear" w:color="auto" w:fill="EAF1DD" w:themeFill="accent3" w:themeFillTint="33"/>
            <w:noWrap/>
          </w:tcPr>
          <w:p w14:paraId="579B4FD2" w14:textId="77777777" w:rsidR="00C81BA0" w:rsidRPr="00986A4F" w:rsidRDefault="00C81BA0" w:rsidP="00C81BA0">
            <w:pPr>
              <w:pStyle w:val="TabNumeri"/>
            </w:pPr>
            <w:r w:rsidRPr="00FE44EC">
              <w:t>3,3</w:t>
            </w:r>
          </w:p>
        </w:tc>
        <w:tc>
          <w:tcPr>
            <w:tcW w:w="397" w:type="dxa"/>
            <w:shd w:val="clear" w:color="auto" w:fill="EAF1DD" w:themeFill="accent3" w:themeFillTint="33"/>
            <w:noWrap/>
          </w:tcPr>
          <w:p w14:paraId="7C5212E9" w14:textId="77777777" w:rsidR="00C81BA0" w:rsidRPr="00986A4F" w:rsidRDefault="00C81BA0" w:rsidP="00C81BA0">
            <w:pPr>
              <w:pStyle w:val="TabNumeri"/>
            </w:pPr>
            <w:r w:rsidRPr="00FE44EC">
              <w:t>[4 7]</w:t>
            </w:r>
          </w:p>
        </w:tc>
        <w:tc>
          <w:tcPr>
            <w:tcW w:w="680" w:type="dxa"/>
            <w:shd w:val="clear" w:color="auto" w:fill="EAF1DD" w:themeFill="accent3" w:themeFillTint="33"/>
            <w:noWrap/>
          </w:tcPr>
          <w:p w14:paraId="73AC7CDD" w14:textId="77777777" w:rsidR="00C81BA0" w:rsidRPr="00413582" w:rsidRDefault="00C81BA0" w:rsidP="00C81BA0">
            <w:pPr>
              <w:pStyle w:val="TabNumeri"/>
            </w:pPr>
            <w:r w:rsidRPr="000A5A2B">
              <w:t>-0,9</w:t>
            </w:r>
          </w:p>
        </w:tc>
        <w:tc>
          <w:tcPr>
            <w:tcW w:w="227" w:type="dxa"/>
            <w:shd w:val="clear" w:color="auto" w:fill="EAF1DD" w:themeFill="accent3" w:themeFillTint="33"/>
            <w:noWrap/>
          </w:tcPr>
          <w:p w14:paraId="3B3F0CD1" w14:textId="77777777" w:rsidR="00C81BA0" w:rsidRPr="00A319C0" w:rsidRDefault="00C81BA0" w:rsidP="00C81BA0">
            <w:pPr>
              <w:pStyle w:val="TabNumeri"/>
            </w:pPr>
          </w:p>
        </w:tc>
      </w:tr>
      <w:tr w:rsidR="00C81BA0" w14:paraId="53D81710" w14:textId="77777777" w:rsidTr="00C81BA0">
        <w:trPr>
          <w:cantSplit/>
          <w:trHeight w:val="255"/>
        </w:trPr>
        <w:tc>
          <w:tcPr>
            <w:tcW w:w="1985" w:type="dxa"/>
            <w:noWrap/>
          </w:tcPr>
          <w:p w14:paraId="0C254531" w14:textId="77777777" w:rsidR="00C81BA0" w:rsidRPr="00233F5C" w:rsidRDefault="00C81BA0" w:rsidP="00C81BA0">
            <w:pPr>
              <w:pStyle w:val="TabEtichette"/>
            </w:pPr>
            <w:r w:rsidRPr="00233F5C">
              <w:t>Disoccupazione [</w:t>
            </w:r>
            <w:r>
              <w:t>a</w:t>
            </w:r>
            <w:r w:rsidRPr="00233F5C">
              <w:t>]</w:t>
            </w:r>
          </w:p>
        </w:tc>
        <w:tc>
          <w:tcPr>
            <w:tcW w:w="680" w:type="dxa"/>
            <w:noWrap/>
          </w:tcPr>
          <w:p w14:paraId="0CDC11CA" w14:textId="77777777" w:rsidR="00C81BA0" w:rsidRPr="00F86988" w:rsidRDefault="00C81BA0" w:rsidP="00C81BA0">
            <w:pPr>
              <w:pStyle w:val="TabNumeri"/>
            </w:pPr>
            <w:r w:rsidRPr="005779FC">
              <w:t>9,9</w:t>
            </w:r>
          </w:p>
        </w:tc>
        <w:tc>
          <w:tcPr>
            <w:tcW w:w="228" w:type="dxa"/>
            <w:noWrap/>
          </w:tcPr>
          <w:p w14:paraId="71A33391" w14:textId="77777777" w:rsidR="00C81BA0" w:rsidRPr="00B64650" w:rsidRDefault="00C81BA0" w:rsidP="00C81BA0">
            <w:pPr>
              <w:pStyle w:val="TabNumeri"/>
            </w:pPr>
          </w:p>
        </w:tc>
        <w:tc>
          <w:tcPr>
            <w:tcW w:w="680" w:type="dxa"/>
            <w:noWrap/>
          </w:tcPr>
          <w:p w14:paraId="1CFE42EE" w14:textId="77777777" w:rsidR="00C81BA0" w:rsidRPr="00D65A6F" w:rsidRDefault="00C81BA0" w:rsidP="00C81BA0">
            <w:pPr>
              <w:pStyle w:val="TabNumeri"/>
            </w:pPr>
            <w:r w:rsidRPr="00535D6A">
              <w:t>9,4</w:t>
            </w:r>
          </w:p>
        </w:tc>
        <w:tc>
          <w:tcPr>
            <w:tcW w:w="228" w:type="dxa"/>
            <w:noWrap/>
          </w:tcPr>
          <w:p w14:paraId="615A64AC" w14:textId="77777777" w:rsidR="00C81BA0" w:rsidRPr="00C32B54" w:rsidRDefault="00C81BA0" w:rsidP="00C81BA0">
            <w:pPr>
              <w:pStyle w:val="TabNumeri"/>
            </w:pPr>
          </w:p>
        </w:tc>
        <w:tc>
          <w:tcPr>
            <w:tcW w:w="510" w:type="dxa"/>
            <w:noWrap/>
          </w:tcPr>
          <w:p w14:paraId="63D50DDF" w14:textId="77777777" w:rsidR="00C81BA0" w:rsidRPr="00904DA8" w:rsidRDefault="00C81BA0" w:rsidP="00C81BA0">
            <w:pPr>
              <w:pStyle w:val="TabNumeri"/>
            </w:pPr>
            <w:r w:rsidRPr="009A5A50">
              <w:t>9,4</w:t>
            </w:r>
          </w:p>
        </w:tc>
        <w:tc>
          <w:tcPr>
            <w:tcW w:w="397" w:type="dxa"/>
            <w:noWrap/>
          </w:tcPr>
          <w:p w14:paraId="7F8219B8" w14:textId="77777777" w:rsidR="00C81BA0" w:rsidRPr="00904DA8" w:rsidRDefault="00C81BA0" w:rsidP="00C81BA0">
            <w:pPr>
              <w:pStyle w:val="TabNumeri"/>
            </w:pPr>
            <w:r w:rsidRPr="009A5A50">
              <w:t>[8]</w:t>
            </w:r>
          </w:p>
        </w:tc>
        <w:tc>
          <w:tcPr>
            <w:tcW w:w="680" w:type="dxa"/>
            <w:noWrap/>
          </w:tcPr>
          <w:p w14:paraId="3D21B5C2" w14:textId="77777777" w:rsidR="00C81BA0" w:rsidRPr="003C782D" w:rsidRDefault="00C81BA0" w:rsidP="00C81BA0">
            <w:pPr>
              <w:pStyle w:val="TabNumeri"/>
            </w:pPr>
            <w:r w:rsidRPr="00EE7F30">
              <w:t>9,3</w:t>
            </w:r>
          </w:p>
        </w:tc>
        <w:tc>
          <w:tcPr>
            <w:tcW w:w="228" w:type="dxa"/>
          </w:tcPr>
          <w:p w14:paraId="5146AE84" w14:textId="77777777" w:rsidR="00C81BA0" w:rsidRPr="00AA375C" w:rsidRDefault="00C81BA0" w:rsidP="00C81BA0">
            <w:pPr>
              <w:pStyle w:val="TabNumeri"/>
            </w:pPr>
          </w:p>
        </w:tc>
        <w:tc>
          <w:tcPr>
            <w:tcW w:w="113" w:type="dxa"/>
            <w:noWrap/>
          </w:tcPr>
          <w:p w14:paraId="1FA1CC08" w14:textId="77777777" w:rsidR="00C81BA0" w:rsidRPr="00B64650" w:rsidRDefault="00C81BA0" w:rsidP="00C81BA0">
            <w:pPr>
              <w:pStyle w:val="TabNumeri"/>
            </w:pPr>
          </w:p>
        </w:tc>
        <w:tc>
          <w:tcPr>
            <w:tcW w:w="680" w:type="dxa"/>
          </w:tcPr>
          <w:p w14:paraId="1D1D0CB9" w14:textId="77777777" w:rsidR="00C81BA0" w:rsidRPr="009E61ED" w:rsidRDefault="00C81BA0" w:rsidP="00C81BA0">
            <w:pPr>
              <w:pStyle w:val="TabNumeri"/>
            </w:pPr>
            <w:r w:rsidRPr="00B74D44">
              <w:t>11,6</w:t>
            </w:r>
          </w:p>
        </w:tc>
        <w:tc>
          <w:tcPr>
            <w:tcW w:w="228" w:type="dxa"/>
            <w:noWrap/>
          </w:tcPr>
          <w:p w14:paraId="7E7DE96C" w14:textId="77777777" w:rsidR="00C81BA0" w:rsidRPr="00811B57" w:rsidRDefault="00C81BA0" w:rsidP="00C81BA0">
            <w:pPr>
              <w:pStyle w:val="TabNumeri"/>
            </w:pPr>
          </w:p>
        </w:tc>
        <w:tc>
          <w:tcPr>
            <w:tcW w:w="680" w:type="dxa"/>
            <w:noWrap/>
          </w:tcPr>
          <w:p w14:paraId="3F70DABB" w14:textId="77777777" w:rsidR="00C81BA0" w:rsidRPr="00A27A0A" w:rsidRDefault="00C81BA0" w:rsidP="00C81BA0">
            <w:pPr>
              <w:pStyle w:val="TabNumeri"/>
            </w:pPr>
            <w:r w:rsidRPr="00194795">
              <w:t>11,0</w:t>
            </w:r>
          </w:p>
        </w:tc>
        <w:tc>
          <w:tcPr>
            <w:tcW w:w="228" w:type="dxa"/>
            <w:noWrap/>
          </w:tcPr>
          <w:p w14:paraId="67841392" w14:textId="77777777" w:rsidR="00C81BA0" w:rsidRPr="00DC6642" w:rsidRDefault="00C81BA0" w:rsidP="00C81BA0">
            <w:pPr>
              <w:pStyle w:val="TabNumeri"/>
            </w:pPr>
          </w:p>
        </w:tc>
        <w:tc>
          <w:tcPr>
            <w:tcW w:w="510" w:type="dxa"/>
            <w:noWrap/>
          </w:tcPr>
          <w:p w14:paraId="50EFA77F" w14:textId="77777777" w:rsidR="00C81BA0" w:rsidRPr="00986A4F" w:rsidRDefault="00C81BA0" w:rsidP="00C81BA0">
            <w:pPr>
              <w:pStyle w:val="TabNumeri"/>
            </w:pPr>
            <w:r w:rsidRPr="00FE44EC">
              <w:t>11,1</w:t>
            </w:r>
          </w:p>
        </w:tc>
        <w:tc>
          <w:tcPr>
            <w:tcW w:w="397" w:type="dxa"/>
            <w:noWrap/>
          </w:tcPr>
          <w:p w14:paraId="14F99CB7" w14:textId="77777777" w:rsidR="00C81BA0" w:rsidRPr="00986A4F" w:rsidRDefault="00C81BA0" w:rsidP="00C81BA0">
            <w:pPr>
              <w:pStyle w:val="TabNumeri"/>
            </w:pPr>
            <w:r w:rsidRPr="00FE44EC">
              <w:t>[8]</w:t>
            </w:r>
          </w:p>
        </w:tc>
        <w:tc>
          <w:tcPr>
            <w:tcW w:w="680" w:type="dxa"/>
            <w:noWrap/>
          </w:tcPr>
          <w:p w14:paraId="46FDC955" w14:textId="77777777" w:rsidR="00C81BA0" w:rsidRPr="00413582" w:rsidRDefault="00C81BA0" w:rsidP="00C81BA0">
            <w:pPr>
              <w:pStyle w:val="TabNumeri"/>
            </w:pPr>
            <w:r w:rsidRPr="000A5A2B">
              <w:t>10,5</w:t>
            </w:r>
          </w:p>
        </w:tc>
        <w:tc>
          <w:tcPr>
            <w:tcW w:w="227" w:type="dxa"/>
            <w:noWrap/>
          </w:tcPr>
          <w:p w14:paraId="1121AC35" w14:textId="77777777" w:rsidR="00C81BA0" w:rsidRPr="00A319C0" w:rsidRDefault="00C81BA0" w:rsidP="00C81BA0">
            <w:pPr>
              <w:pStyle w:val="TabNumeri"/>
            </w:pPr>
          </w:p>
        </w:tc>
      </w:tr>
      <w:tr w:rsidR="00C81BA0" w14:paraId="53BCD4C4" w14:textId="77777777" w:rsidTr="00C81BA0">
        <w:trPr>
          <w:cantSplit/>
          <w:trHeight w:val="255"/>
        </w:trPr>
        <w:tc>
          <w:tcPr>
            <w:tcW w:w="1985" w:type="dxa"/>
            <w:shd w:val="clear" w:color="auto" w:fill="EAF1DD" w:themeFill="accent3" w:themeFillTint="33"/>
            <w:noWrap/>
          </w:tcPr>
          <w:p w14:paraId="23F9A84A" w14:textId="77777777" w:rsidR="00C81BA0" w:rsidRPr="00233F5C" w:rsidRDefault="00C81BA0" w:rsidP="00C81BA0">
            <w:pPr>
              <w:pStyle w:val="TabEtichette"/>
            </w:pPr>
            <w:r w:rsidRPr="00233F5C">
              <w:t>Prezzi al consumo</w:t>
            </w:r>
          </w:p>
        </w:tc>
        <w:tc>
          <w:tcPr>
            <w:tcW w:w="680" w:type="dxa"/>
            <w:shd w:val="clear" w:color="auto" w:fill="EAF1DD" w:themeFill="accent3" w:themeFillTint="33"/>
            <w:noWrap/>
          </w:tcPr>
          <w:p w14:paraId="3BB9F2CE" w14:textId="77777777" w:rsidR="00C81BA0" w:rsidRPr="00F86988" w:rsidRDefault="00C81BA0" w:rsidP="00C81BA0">
            <w:pPr>
              <w:pStyle w:val="TabNumeri"/>
            </w:pPr>
            <w:r w:rsidRPr="005779FC">
              <w:t>-0,1</w:t>
            </w:r>
          </w:p>
        </w:tc>
        <w:tc>
          <w:tcPr>
            <w:tcW w:w="228" w:type="dxa"/>
            <w:shd w:val="clear" w:color="auto" w:fill="EAF1DD" w:themeFill="accent3" w:themeFillTint="33"/>
            <w:noWrap/>
          </w:tcPr>
          <w:p w14:paraId="67A48D18" w14:textId="77777777" w:rsidR="00C81BA0" w:rsidRPr="00B64650" w:rsidRDefault="00C81BA0" w:rsidP="00C81BA0">
            <w:pPr>
              <w:pStyle w:val="TabNumeri"/>
            </w:pPr>
            <w:r w:rsidRPr="005779FC">
              <w:t>[5]</w:t>
            </w:r>
          </w:p>
        </w:tc>
        <w:tc>
          <w:tcPr>
            <w:tcW w:w="680" w:type="dxa"/>
            <w:shd w:val="clear" w:color="auto" w:fill="EAF1DD" w:themeFill="accent3" w:themeFillTint="33"/>
            <w:noWrap/>
          </w:tcPr>
          <w:p w14:paraId="2EC5BDC4" w14:textId="77777777" w:rsidR="00C81BA0" w:rsidRPr="00D65A6F" w:rsidRDefault="00C81BA0" w:rsidP="00C81BA0">
            <w:pPr>
              <w:pStyle w:val="TabNumeri"/>
            </w:pPr>
            <w:r w:rsidRPr="00535D6A">
              <w:t>-0,1</w:t>
            </w:r>
          </w:p>
        </w:tc>
        <w:tc>
          <w:tcPr>
            <w:tcW w:w="228" w:type="dxa"/>
            <w:shd w:val="clear" w:color="auto" w:fill="EAF1DD" w:themeFill="accent3" w:themeFillTint="33"/>
            <w:noWrap/>
          </w:tcPr>
          <w:p w14:paraId="730DDF31" w14:textId="77777777" w:rsidR="00C81BA0" w:rsidRPr="00C32B54" w:rsidRDefault="00C81BA0" w:rsidP="00C81BA0">
            <w:pPr>
              <w:pStyle w:val="TabNumeri"/>
            </w:pPr>
            <w:r w:rsidRPr="00535D6A">
              <w:t>[5]</w:t>
            </w:r>
          </w:p>
        </w:tc>
        <w:tc>
          <w:tcPr>
            <w:tcW w:w="510" w:type="dxa"/>
            <w:shd w:val="clear" w:color="auto" w:fill="EAF1DD" w:themeFill="accent3" w:themeFillTint="33"/>
            <w:noWrap/>
          </w:tcPr>
          <w:p w14:paraId="76385694" w14:textId="77777777" w:rsidR="00C81BA0" w:rsidRPr="00904DA8" w:rsidRDefault="00C81BA0" w:rsidP="00C81BA0">
            <w:pPr>
              <w:pStyle w:val="TabNumeri"/>
            </w:pPr>
            <w:r w:rsidRPr="009A5A50">
              <w:t>-0,2</w:t>
            </w:r>
          </w:p>
        </w:tc>
        <w:tc>
          <w:tcPr>
            <w:tcW w:w="397" w:type="dxa"/>
            <w:shd w:val="clear" w:color="auto" w:fill="EAF1DD" w:themeFill="accent3" w:themeFillTint="33"/>
            <w:noWrap/>
          </w:tcPr>
          <w:p w14:paraId="6A5E6EAA" w14:textId="77777777" w:rsidR="00C81BA0" w:rsidRPr="00904DA8" w:rsidRDefault="00C81BA0" w:rsidP="00C81BA0">
            <w:pPr>
              <w:pStyle w:val="TabNumeri"/>
            </w:pPr>
            <w:r w:rsidRPr="009A5A50">
              <w:t>[7]</w:t>
            </w:r>
          </w:p>
        </w:tc>
        <w:tc>
          <w:tcPr>
            <w:tcW w:w="680" w:type="dxa"/>
            <w:shd w:val="clear" w:color="auto" w:fill="EAF1DD" w:themeFill="accent3" w:themeFillTint="33"/>
            <w:noWrap/>
          </w:tcPr>
          <w:p w14:paraId="43C8562F" w14:textId="77777777" w:rsidR="00C81BA0" w:rsidRPr="003C782D" w:rsidRDefault="00C81BA0" w:rsidP="00C81BA0">
            <w:pPr>
              <w:pStyle w:val="TabNumeri"/>
            </w:pPr>
            <w:r w:rsidRPr="00EE7F30">
              <w:t>-0,1</w:t>
            </w:r>
          </w:p>
        </w:tc>
        <w:tc>
          <w:tcPr>
            <w:tcW w:w="228" w:type="dxa"/>
            <w:shd w:val="clear" w:color="auto" w:fill="EAF1DD" w:themeFill="accent3" w:themeFillTint="33"/>
          </w:tcPr>
          <w:p w14:paraId="779F2E86" w14:textId="77777777" w:rsidR="00C81BA0" w:rsidRPr="00AA375C" w:rsidRDefault="00C81BA0" w:rsidP="00C81BA0">
            <w:pPr>
              <w:pStyle w:val="TabNumeri"/>
            </w:pPr>
          </w:p>
        </w:tc>
        <w:tc>
          <w:tcPr>
            <w:tcW w:w="113" w:type="dxa"/>
            <w:shd w:val="clear" w:color="auto" w:fill="EAF1DD" w:themeFill="accent3" w:themeFillTint="33"/>
            <w:noWrap/>
          </w:tcPr>
          <w:p w14:paraId="30C8C8A3" w14:textId="77777777" w:rsidR="00C81BA0" w:rsidRPr="00B64650" w:rsidRDefault="00C81BA0" w:rsidP="00C81BA0">
            <w:pPr>
              <w:pStyle w:val="TabNumeri"/>
            </w:pPr>
          </w:p>
        </w:tc>
        <w:tc>
          <w:tcPr>
            <w:tcW w:w="680" w:type="dxa"/>
            <w:shd w:val="clear" w:color="auto" w:fill="EAF1DD" w:themeFill="accent3" w:themeFillTint="33"/>
          </w:tcPr>
          <w:p w14:paraId="21C5D5BB" w14:textId="77777777" w:rsidR="00C81BA0" w:rsidRPr="009E61ED" w:rsidRDefault="00C81BA0" w:rsidP="00C81BA0">
            <w:pPr>
              <w:pStyle w:val="TabNumeri"/>
            </w:pPr>
            <w:r w:rsidRPr="00B74D44">
              <w:t>0,7</w:t>
            </w:r>
          </w:p>
        </w:tc>
        <w:tc>
          <w:tcPr>
            <w:tcW w:w="228" w:type="dxa"/>
            <w:shd w:val="clear" w:color="auto" w:fill="EAF1DD" w:themeFill="accent3" w:themeFillTint="33"/>
            <w:noWrap/>
          </w:tcPr>
          <w:p w14:paraId="3DA52978" w14:textId="77777777" w:rsidR="00C81BA0" w:rsidRPr="00811B57" w:rsidRDefault="00C81BA0" w:rsidP="00C81BA0">
            <w:pPr>
              <w:pStyle w:val="TabNumeri"/>
            </w:pPr>
            <w:r w:rsidRPr="00B74D44">
              <w:t>[5]</w:t>
            </w:r>
          </w:p>
        </w:tc>
        <w:tc>
          <w:tcPr>
            <w:tcW w:w="680" w:type="dxa"/>
            <w:shd w:val="clear" w:color="auto" w:fill="EAF1DD" w:themeFill="accent3" w:themeFillTint="33"/>
            <w:noWrap/>
          </w:tcPr>
          <w:p w14:paraId="0434C5D3" w14:textId="77777777" w:rsidR="00C81BA0" w:rsidRPr="00A27A0A" w:rsidRDefault="00C81BA0" w:rsidP="00C81BA0">
            <w:pPr>
              <w:pStyle w:val="TabNumeri"/>
            </w:pPr>
            <w:r w:rsidRPr="00194795">
              <w:t>0,4</w:t>
            </w:r>
          </w:p>
        </w:tc>
        <w:tc>
          <w:tcPr>
            <w:tcW w:w="228" w:type="dxa"/>
            <w:shd w:val="clear" w:color="auto" w:fill="EAF1DD" w:themeFill="accent3" w:themeFillTint="33"/>
            <w:noWrap/>
          </w:tcPr>
          <w:p w14:paraId="7795F256" w14:textId="77777777" w:rsidR="00C81BA0" w:rsidRPr="00DC6642" w:rsidRDefault="00C81BA0" w:rsidP="00C81BA0">
            <w:pPr>
              <w:pStyle w:val="TabNumeri"/>
            </w:pPr>
            <w:r w:rsidRPr="00194795">
              <w:t>[5]</w:t>
            </w:r>
          </w:p>
        </w:tc>
        <w:tc>
          <w:tcPr>
            <w:tcW w:w="510" w:type="dxa"/>
            <w:shd w:val="clear" w:color="auto" w:fill="EAF1DD" w:themeFill="accent3" w:themeFillTint="33"/>
            <w:noWrap/>
          </w:tcPr>
          <w:p w14:paraId="4E7EC068" w14:textId="77777777" w:rsidR="00C81BA0" w:rsidRPr="00986A4F" w:rsidRDefault="00C81BA0" w:rsidP="00C81BA0">
            <w:pPr>
              <w:pStyle w:val="TabNumeri"/>
            </w:pPr>
            <w:r w:rsidRPr="00FE44EC">
              <w:t>0,2</w:t>
            </w:r>
          </w:p>
        </w:tc>
        <w:tc>
          <w:tcPr>
            <w:tcW w:w="397" w:type="dxa"/>
            <w:shd w:val="clear" w:color="auto" w:fill="EAF1DD" w:themeFill="accent3" w:themeFillTint="33"/>
            <w:noWrap/>
          </w:tcPr>
          <w:p w14:paraId="6FA836A9" w14:textId="77777777" w:rsidR="00C81BA0" w:rsidRPr="00986A4F" w:rsidRDefault="00C81BA0" w:rsidP="00C81BA0">
            <w:pPr>
              <w:pStyle w:val="TabNumeri"/>
            </w:pPr>
            <w:r w:rsidRPr="00FE44EC">
              <w:t>[7]</w:t>
            </w:r>
          </w:p>
        </w:tc>
        <w:tc>
          <w:tcPr>
            <w:tcW w:w="680" w:type="dxa"/>
            <w:shd w:val="clear" w:color="auto" w:fill="EAF1DD" w:themeFill="accent3" w:themeFillTint="33"/>
            <w:noWrap/>
          </w:tcPr>
          <w:p w14:paraId="2345EC47" w14:textId="77777777" w:rsidR="00C81BA0" w:rsidRPr="00413582" w:rsidRDefault="00C81BA0" w:rsidP="00C81BA0">
            <w:pPr>
              <w:pStyle w:val="TabNumeri"/>
            </w:pPr>
            <w:r w:rsidRPr="000A5A2B">
              <w:t>0,7</w:t>
            </w:r>
          </w:p>
        </w:tc>
        <w:tc>
          <w:tcPr>
            <w:tcW w:w="227" w:type="dxa"/>
            <w:shd w:val="clear" w:color="auto" w:fill="EAF1DD" w:themeFill="accent3" w:themeFillTint="33"/>
            <w:noWrap/>
          </w:tcPr>
          <w:p w14:paraId="4C863570" w14:textId="77777777" w:rsidR="00C81BA0" w:rsidRPr="00A319C0" w:rsidRDefault="00C81BA0" w:rsidP="00C81BA0">
            <w:pPr>
              <w:pStyle w:val="TabNumeri"/>
            </w:pPr>
          </w:p>
        </w:tc>
      </w:tr>
      <w:tr w:rsidR="00C81BA0" w14:paraId="5E31C249" w14:textId="77777777" w:rsidTr="00C81BA0">
        <w:trPr>
          <w:cantSplit/>
          <w:trHeight w:val="255"/>
        </w:trPr>
        <w:tc>
          <w:tcPr>
            <w:tcW w:w="1985" w:type="dxa"/>
            <w:noWrap/>
          </w:tcPr>
          <w:p w14:paraId="0E3B3D32" w14:textId="77777777" w:rsidR="00C81BA0" w:rsidRPr="00233F5C" w:rsidRDefault="00C81BA0" w:rsidP="00C81BA0">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680" w:type="dxa"/>
            <w:noWrap/>
          </w:tcPr>
          <w:p w14:paraId="11A7606A" w14:textId="77777777" w:rsidR="00C81BA0" w:rsidRPr="00F86988" w:rsidRDefault="00C81BA0" w:rsidP="00C81BA0">
            <w:pPr>
              <w:pStyle w:val="TabNumeri"/>
            </w:pPr>
            <w:r w:rsidRPr="005779FC">
              <w:t>2,9</w:t>
            </w:r>
          </w:p>
        </w:tc>
        <w:tc>
          <w:tcPr>
            <w:tcW w:w="228" w:type="dxa"/>
            <w:noWrap/>
          </w:tcPr>
          <w:p w14:paraId="5D2A6D4A" w14:textId="77777777" w:rsidR="00C81BA0" w:rsidRPr="00B64650" w:rsidRDefault="00C81BA0" w:rsidP="00C81BA0">
            <w:pPr>
              <w:pStyle w:val="TabNumeri"/>
            </w:pPr>
          </w:p>
        </w:tc>
        <w:tc>
          <w:tcPr>
            <w:tcW w:w="680" w:type="dxa"/>
            <w:noWrap/>
          </w:tcPr>
          <w:p w14:paraId="3FAFA539" w14:textId="77777777" w:rsidR="00C81BA0" w:rsidRPr="00D65A6F" w:rsidRDefault="00C81BA0" w:rsidP="00C81BA0">
            <w:pPr>
              <w:pStyle w:val="TabNumeri"/>
            </w:pPr>
            <w:r w:rsidRPr="00535D6A">
              <w:t>2,8</w:t>
            </w:r>
          </w:p>
        </w:tc>
        <w:tc>
          <w:tcPr>
            <w:tcW w:w="228" w:type="dxa"/>
            <w:noWrap/>
          </w:tcPr>
          <w:p w14:paraId="5062406A" w14:textId="77777777" w:rsidR="00C81BA0" w:rsidRPr="00C32B54" w:rsidRDefault="00C81BA0" w:rsidP="00C81BA0">
            <w:pPr>
              <w:pStyle w:val="TabNumeri"/>
            </w:pPr>
          </w:p>
        </w:tc>
        <w:tc>
          <w:tcPr>
            <w:tcW w:w="510" w:type="dxa"/>
            <w:noWrap/>
          </w:tcPr>
          <w:p w14:paraId="644E1200" w14:textId="77777777" w:rsidR="00C81BA0" w:rsidRPr="00904DA8" w:rsidRDefault="00C81BA0" w:rsidP="00C81BA0">
            <w:pPr>
              <w:pStyle w:val="TabNumeri"/>
            </w:pPr>
            <w:r w:rsidRPr="009A5A50">
              <w:t>4,1</w:t>
            </w:r>
          </w:p>
        </w:tc>
        <w:tc>
          <w:tcPr>
            <w:tcW w:w="397" w:type="dxa"/>
            <w:noWrap/>
          </w:tcPr>
          <w:p w14:paraId="22156EA1" w14:textId="77777777" w:rsidR="00C81BA0" w:rsidRPr="00904DA8" w:rsidRDefault="00C81BA0" w:rsidP="00C81BA0">
            <w:pPr>
              <w:pStyle w:val="TabNumeri"/>
            </w:pPr>
            <w:r w:rsidRPr="009A5A50">
              <w:t>[6 7]</w:t>
            </w:r>
          </w:p>
        </w:tc>
        <w:tc>
          <w:tcPr>
            <w:tcW w:w="680" w:type="dxa"/>
            <w:noWrap/>
          </w:tcPr>
          <w:p w14:paraId="2B41EE28" w14:textId="77777777" w:rsidR="00C81BA0" w:rsidRPr="003C782D" w:rsidRDefault="00C81BA0" w:rsidP="00C81BA0">
            <w:pPr>
              <w:pStyle w:val="TabNumeri"/>
            </w:pPr>
            <w:r w:rsidRPr="00EE7F30">
              <w:t>3,5</w:t>
            </w:r>
          </w:p>
        </w:tc>
        <w:tc>
          <w:tcPr>
            <w:tcW w:w="228" w:type="dxa"/>
          </w:tcPr>
          <w:p w14:paraId="1B5A3BF1" w14:textId="77777777" w:rsidR="00C81BA0" w:rsidRPr="00AA375C" w:rsidRDefault="00C81BA0" w:rsidP="00C81BA0">
            <w:pPr>
              <w:pStyle w:val="TabNumeri"/>
            </w:pPr>
          </w:p>
        </w:tc>
        <w:tc>
          <w:tcPr>
            <w:tcW w:w="113" w:type="dxa"/>
            <w:noWrap/>
          </w:tcPr>
          <w:p w14:paraId="6FBA43FF" w14:textId="77777777" w:rsidR="00C81BA0" w:rsidRPr="00B64650" w:rsidRDefault="00C81BA0" w:rsidP="00C81BA0">
            <w:pPr>
              <w:pStyle w:val="TabNumeri"/>
            </w:pPr>
          </w:p>
        </w:tc>
        <w:tc>
          <w:tcPr>
            <w:tcW w:w="680" w:type="dxa"/>
          </w:tcPr>
          <w:p w14:paraId="57CF775C" w14:textId="77777777" w:rsidR="00C81BA0" w:rsidRPr="009E61ED" w:rsidRDefault="00C81BA0" w:rsidP="00C81BA0">
            <w:pPr>
              <w:pStyle w:val="TabNumeri"/>
            </w:pPr>
            <w:r w:rsidRPr="00B74D44">
              <w:t>3,1</w:t>
            </w:r>
          </w:p>
        </w:tc>
        <w:tc>
          <w:tcPr>
            <w:tcW w:w="228" w:type="dxa"/>
            <w:noWrap/>
          </w:tcPr>
          <w:p w14:paraId="4D22E9A6" w14:textId="77777777" w:rsidR="00C81BA0" w:rsidRPr="00811B57" w:rsidRDefault="00C81BA0" w:rsidP="00C81BA0">
            <w:pPr>
              <w:pStyle w:val="TabNumeri"/>
            </w:pPr>
          </w:p>
        </w:tc>
        <w:tc>
          <w:tcPr>
            <w:tcW w:w="680" w:type="dxa"/>
            <w:noWrap/>
          </w:tcPr>
          <w:p w14:paraId="4F6A6E5B" w14:textId="77777777" w:rsidR="00C81BA0" w:rsidRPr="00A27A0A" w:rsidRDefault="00C81BA0" w:rsidP="00C81BA0">
            <w:pPr>
              <w:pStyle w:val="TabNumeri"/>
            </w:pPr>
            <w:r w:rsidRPr="00194795">
              <w:t>3,0</w:t>
            </w:r>
          </w:p>
        </w:tc>
        <w:tc>
          <w:tcPr>
            <w:tcW w:w="228" w:type="dxa"/>
            <w:noWrap/>
          </w:tcPr>
          <w:p w14:paraId="411865DC" w14:textId="77777777" w:rsidR="00C81BA0" w:rsidRPr="00DC6642" w:rsidRDefault="00C81BA0" w:rsidP="00C81BA0">
            <w:pPr>
              <w:pStyle w:val="TabNumeri"/>
            </w:pPr>
          </w:p>
        </w:tc>
        <w:tc>
          <w:tcPr>
            <w:tcW w:w="510" w:type="dxa"/>
            <w:noWrap/>
          </w:tcPr>
          <w:p w14:paraId="600889BA" w14:textId="77777777" w:rsidR="00C81BA0" w:rsidRPr="00986A4F" w:rsidRDefault="00C81BA0" w:rsidP="00C81BA0">
            <w:pPr>
              <w:pStyle w:val="TabNumeri"/>
            </w:pPr>
            <w:r w:rsidRPr="00FE44EC">
              <w:t>3,7</w:t>
            </w:r>
          </w:p>
        </w:tc>
        <w:tc>
          <w:tcPr>
            <w:tcW w:w="397" w:type="dxa"/>
            <w:noWrap/>
          </w:tcPr>
          <w:p w14:paraId="4298987C" w14:textId="77777777" w:rsidR="00C81BA0" w:rsidRPr="00986A4F" w:rsidRDefault="00C81BA0" w:rsidP="00C81BA0">
            <w:pPr>
              <w:pStyle w:val="TabNumeri"/>
            </w:pPr>
            <w:r w:rsidRPr="00FE44EC">
              <w:t>[6 7]</w:t>
            </w:r>
          </w:p>
        </w:tc>
        <w:tc>
          <w:tcPr>
            <w:tcW w:w="680" w:type="dxa"/>
            <w:noWrap/>
          </w:tcPr>
          <w:p w14:paraId="731EA6CF" w14:textId="77777777" w:rsidR="00C81BA0" w:rsidRPr="00413582" w:rsidRDefault="00C81BA0" w:rsidP="00C81BA0">
            <w:pPr>
              <w:pStyle w:val="TabNumeri"/>
            </w:pPr>
            <w:r w:rsidRPr="000A5A2B">
              <w:t>3,5</w:t>
            </w:r>
          </w:p>
        </w:tc>
        <w:tc>
          <w:tcPr>
            <w:tcW w:w="227" w:type="dxa"/>
            <w:noWrap/>
          </w:tcPr>
          <w:p w14:paraId="79F24443" w14:textId="77777777" w:rsidR="00C81BA0" w:rsidRPr="00A319C0" w:rsidRDefault="00C81BA0" w:rsidP="00C81BA0">
            <w:pPr>
              <w:pStyle w:val="TabNumeri"/>
            </w:pPr>
          </w:p>
        </w:tc>
      </w:tr>
      <w:tr w:rsidR="00C81BA0" w14:paraId="3D8CC8A2" w14:textId="77777777" w:rsidTr="00C81BA0">
        <w:trPr>
          <w:cantSplit/>
          <w:trHeight w:val="255"/>
        </w:trPr>
        <w:tc>
          <w:tcPr>
            <w:tcW w:w="1985" w:type="dxa"/>
            <w:shd w:val="clear" w:color="auto" w:fill="EAF1DD" w:themeFill="accent3" w:themeFillTint="33"/>
            <w:noWrap/>
          </w:tcPr>
          <w:p w14:paraId="35F765C7" w14:textId="77777777" w:rsidR="00C81BA0" w:rsidRPr="00233F5C" w:rsidRDefault="00C81BA0" w:rsidP="00C81BA0">
            <w:pPr>
              <w:pStyle w:val="TabEtichette"/>
            </w:pPr>
            <w:r w:rsidRPr="00233F5C">
              <w:t>Avanzo primario [</w:t>
            </w:r>
            <w:r>
              <w:t>b</w:t>
            </w:r>
            <w:r w:rsidRPr="00233F5C">
              <w:t>]</w:t>
            </w:r>
          </w:p>
        </w:tc>
        <w:tc>
          <w:tcPr>
            <w:tcW w:w="680" w:type="dxa"/>
            <w:shd w:val="clear" w:color="auto" w:fill="EAF1DD" w:themeFill="accent3" w:themeFillTint="33"/>
            <w:noWrap/>
          </w:tcPr>
          <w:p w14:paraId="6F085569" w14:textId="77777777" w:rsidR="00C81BA0" w:rsidRPr="00F86988" w:rsidRDefault="00C81BA0" w:rsidP="00C81BA0">
            <w:pPr>
              <w:pStyle w:val="TabNumeri"/>
            </w:pPr>
            <w:r w:rsidRPr="005779FC">
              <w:t>-7,2</w:t>
            </w:r>
          </w:p>
        </w:tc>
        <w:tc>
          <w:tcPr>
            <w:tcW w:w="228" w:type="dxa"/>
            <w:shd w:val="clear" w:color="auto" w:fill="EAF1DD" w:themeFill="accent3" w:themeFillTint="33"/>
            <w:noWrap/>
          </w:tcPr>
          <w:p w14:paraId="2DC1A058" w14:textId="77777777" w:rsidR="00C81BA0" w:rsidRPr="00B64650" w:rsidRDefault="00C81BA0" w:rsidP="00C81BA0">
            <w:pPr>
              <w:pStyle w:val="TabNumeri"/>
            </w:pPr>
          </w:p>
        </w:tc>
        <w:tc>
          <w:tcPr>
            <w:tcW w:w="680" w:type="dxa"/>
            <w:shd w:val="clear" w:color="auto" w:fill="EAF1DD" w:themeFill="accent3" w:themeFillTint="33"/>
            <w:noWrap/>
          </w:tcPr>
          <w:p w14:paraId="78312BE7" w14:textId="77777777" w:rsidR="00C81BA0" w:rsidRPr="00D65A6F" w:rsidRDefault="00C81BA0" w:rsidP="00C81BA0">
            <w:pPr>
              <w:pStyle w:val="TabNumeri"/>
            </w:pPr>
            <w:proofErr w:type="spellStart"/>
            <w:r w:rsidRPr="00535D6A">
              <w:t>n.d.</w:t>
            </w:r>
            <w:proofErr w:type="spellEnd"/>
          </w:p>
        </w:tc>
        <w:tc>
          <w:tcPr>
            <w:tcW w:w="228" w:type="dxa"/>
            <w:shd w:val="clear" w:color="auto" w:fill="EAF1DD" w:themeFill="accent3" w:themeFillTint="33"/>
            <w:noWrap/>
          </w:tcPr>
          <w:p w14:paraId="116E3841" w14:textId="77777777" w:rsidR="00C81BA0" w:rsidRPr="00C32B54" w:rsidRDefault="00C81BA0" w:rsidP="00C81BA0">
            <w:pPr>
              <w:pStyle w:val="TabNumeri"/>
            </w:pPr>
          </w:p>
        </w:tc>
        <w:tc>
          <w:tcPr>
            <w:tcW w:w="510" w:type="dxa"/>
            <w:shd w:val="clear" w:color="auto" w:fill="EAF1DD" w:themeFill="accent3" w:themeFillTint="33"/>
            <w:noWrap/>
          </w:tcPr>
          <w:p w14:paraId="4C70C87D" w14:textId="77777777" w:rsidR="00C81BA0" w:rsidRPr="00904DA8" w:rsidRDefault="00C81BA0" w:rsidP="00C81BA0">
            <w:pPr>
              <w:pStyle w:val="TabNumeri"/>
            </w:pPr>
            <w:r w:rsidRPr="009A5A50">
              <w:t>-7,5</w:t>
            </w:r>
          </w:p>
        </w:tc>
        <w:tc>
          <w:tcPr>
            <w:tcW w:w="397" w:type="dxa"/>
            <w:shd w:val="clear" w:color="auto" w:fill="EAF1DD" w:themeFill="accent3" w:themeFillTint="33"/>
            <w:noWrap/>
          </w:tcPr>
          <w:p w14:paraId="1DC84A10" w14:textId="77777777" w:rsidR="00C81BA0" w:rsidRPr="00904DA8" w:rsidRDefault="00C81BA0" w:rsidP="00C81BA0">
            <w:pPr>
              <w:pStyle w:val="TabNumeri"/>
            </w:pPr>
            <w:r w:rsidRPr="009A5A50">
              <w:t>[8]</w:t>
            </w:r>
          </w:p>
        </w:tc>
        <w:tc>
          <w:tcPr>
            <w:tcW w:w="680" w:type="dxa"/>
            <w:shd w:val="clear" w:color="auto" w:fill="EAF1DD" w:themeFill="accent3" w:themeFillTint="33"/>
            <w:noWrap/>
          </w:tcPr>
          <w:p w14:paraId="27CE1BCF" w14:textId="77777777" w:rsidR="00C81BA0" w:rsidRPr="003C782D" w:rsidRDefault="00C81BA0" w:rsidP="00C81BA0">
            <w:pPr>
              <w:pStyle w:val="TabNumeri"/>
            </w:pPr>
          </w:p>
        </w:tc>
        <w:tc>
          <w:tcPr>
            <w:tcW w:w="228" w:type="dxa"/>
            <w:shd w:val="clear" w:color="auto" w:fill="EAF1DD" w:themeFill="accent3" w:themeFillTint="33"/>
          </w:tcPr>
          <w:p w14:paraId="290D9F6E" w14:textId="77777777" w:rsidR="00C81BA0" w:rsidRPr="00AA375C" w:rsidRDefault="00C81BA0" w:rsidP="00C81BA0">
            <w:pPr>
              <w:pStyle w:val="TabNumeri"/>
            </w:pPr>
          </w:p>
        </w:tc>
        <w:tc>
          <w:tcPr>
            <w:tcW w:w="113" w:type="dxa"/>
            <w:shd w:val="clear" w:color="auto" w:fill="EAF1DD" w:themeFill="accent3" w:themeFillTint="33"/>
            <w:noWrap/>
          </w:tcPr>
          <w:p w14:paraId="0AAA0087" w14:textId="77777777" w:rsidR="00C81BA0" w:rsidRPr="00B64650" w:rsidRDefault="00C81BA0" w:rsidP="00C81BA0">
            <w:pPr>
              <w:pStyle w:val="TabNumeri"/>
            </w:pPr>
          </w:p>
        </w:tc>
        <w:tc>
          <w:tcPr>
            <w:tcW w:w="680" w:type="dxa"/>
            <w:shd w:val="clear" w:color="auto" w:fill="EAF1DD" w:themeFill="accent3" w:themeFillTint="33"/>
          </w:tcPr>
          <w:p w14:paraId="36E2EC0C" w14:textId="77777777" w:rsidR="00C81BA0" w:rsidRPr="009E61ED" w:rsidRDefault="00C81BA0" w:rsidP="00C81BA0">
            <w:pPr>
              <w:pStyle w:val="TabNumeri"/>
            </w:pPr>
            <w:r w:rsidRPr="00B74D44">
              <w:t>-4,4</w:t>
            </w:r>
          </w:p>
        </w:tc>
        <w:tc>
          <w:tcPr>
            <w:tcW w:w="228" w:type="dxa"/>
            <w:shd w:val="clear" w:color="auto" w:fill="EAF1DD" w:themeFill="accent3" w:themeFillTint="33"/>
            <w:noWrap/>
          </w:tcPr>
          <w:p w14:paraId="3A865A42" w14:textId="77777777" w:rsidR="00C81BA0" w:rsidRPr="00811B57" w:rsidRDefault="00C81BA0" w:rsidP="00C81BA0">
            <w:pPr>
              <w:pStyle w:val="TabNumeri"/>
            </w:pPr>
          </w:p>
        </w:tc>
        <w:tc>
          <w:tcPr>
            <w:tcW w:w="680" w:type="dxa"/>
            <w:shd w:val="clear" w:color="auto" w:fill="EAF1DD" w:themeFill="accent3" w:themeFillTint="33"/>
            <w:noWrap/>
          </w:tcPr>
          <w:p w14:paraId="4F415DE8" w14:textId="77777777" w:rsidR="00C81BA0" w:rsidRPr="00A27A0A" w:rsidRDefault="00C81BA0" w:rsidP="00C81BA0">
            <w:pPr>
              <w:pStyle w:val="TabNumeri"/>
            </w:pPr>
            <w:proofErr w:type="spellStart"/>
            <w:r w:rsidRPr="00194795">
              <w:t>n.d.</w:t>
            </w:r>
            <w:proofErr w:type="spellEnd"/>
          </w:p>
        </w:tc>
        <w:tc>
          <w:tcPr>
            <w:tcW w:w="228" w:type="dxa"/>
            <w:shd w:val="clear" w:color="auto" w:fill="EAF1DD" w:themeFill="accent3" w:themeFillTint="33"/>
            <w:noWrap/>
          </w:tcPr>
          <w:p w14:paraId="19BC7582" w14:textId="77777777" w:rsidR="00C81BA0" w:rsidRPr="00DC6642" w:rsidRDefault="00C81BA0" w:rsidP="00C81BA0">
            <w:pPr>
              <w:pStyle w:val="TabNumeri"/>
            </w:pPr>
          </w:p>
        </w:tc>
        <w:tc>
          <w:tcPr>
            <w:tcW w:w="510" w:type="dxa"/>
            <w:shd w:val="clear" w:color="auto" w:fill="EAF1DD" w:themeFill="accent3" w:themeFillTint="33"/>
            <w:noWrap/>
          </w:tcPr>
          <w:p w14:paraId="6DF4C91A" w14:textId="77777777" w:rsidR="00C81BA0" w:rsidRPr="00986A4F" w:rsidRDefault="00C81BA0" w:rsidP="00C81BA0">
            <w:pPr>
              <w:pStyle w:val="TabNumeri"/>
            </w:pPr>
            <w:r w:rsidRPr="00FE44EC">
              <w:t>-4,7</w:t>
            </w:r>
          </w:p>
        </w:tc>
        <w:tc>
          <w:tcPr>
            <w:tcW w:w="397" w:type="dxa"/>
            <w:shd w:val="clear" w:color="auto" w:fill="EAF1DD" w:themeFill="accent3" w:themeFillTint="33"/>
            <w:noWrap/>
          </w:tcPr>
          <w:p w14:paraId="62D3D238" w14:textId="77777777" w:rsidR="00C81BA0" w:rsidRPr="00986A4F" w:rsidRDefault="00C81BA0" w:rsidP="00C81BA0">
            <w:pPr>
              <w:pStyle w:val="TabNumeri"/>
            </w:pPr>
            <w:r w:rsidRPr="00FE44EC">
              <w:t>[8]</w:t>
            </w:r>
          </w:p>
        </w:tc>
        <w:tc>
          <w:tcPr>
            <w:tcW w:w="680" w:type="dxa"/>
            <w:shd w:val="clear" w:color="auto" w:fill="EAF1DD" w:themeFill="accent3" w:themeFillTint="33"/>
            <w:noWrap/>
          </w:tcPr>
          <w:p w14:paraId="73349E35" w14:textId="77777777" w:rsidR="00C81BA0" w:rsidRPr="00413582" w:rsidRDefault="00C81BA0" w:rsidP="00C81BA0">
            <w:pPr>
              <w:pStyle w:val="TabNumeri"/>
            </w:pPr>
          </w:p>
        </w:tc>
        <w:tc>
          <w:tcPr>
            <w:tcW w:w="227" w:type="dxa"/>
            <w:shd w:val="clear" w:color="auto" w:fill="EAF1DD" w:themeFill="accent3" w:themeFillTint="33"/>
            <w:noWrap/>
          </w:tcPr>
          <w:p w14:paraId="44A65EB9" w14:textId="77777777" w:rsidR="00C81BA0" w:rsidRPr="00A319C0" w:rsidRDefault="00C81BA0" w:rsidP="00C81BA0">
            <w:pPr>
              <w:pStyle w:val="TabNumeri"/>
            </w:pPr>
          </w:p>
        </w:tc>
      </w:tr>
      <w:tr w:rsidR="00C81BA0" w14:paraId="04750531" w14:textId="77777777" w:rsidTr="00C81BA0">
        <w:trPr>
          <w:cantSplit/>
          <w:trHeight w:val="255"/>
        </w:trPr>
        <w:tc>
          <w:tcPr>
            <w:tcW w:w="1985" w:type="dxa"/>
            <w:noWrap/>
          </w:tcPr>
          <w:p w14:paraId="5CF9B821" w14:textId="77777777" w:rsidR="00C81BA0" w:rsidRPr="00233F5C" w:rsidRDefault="00C81BA0" w:rsidP="00C81BA0">
            <w:pPr>
              <w:pStyle w:val="TabEtichette"/>
            </w:pPr>
            <w:r w:rsidRPr="00233F5C">
              <w:t>Ind</w:t>
            </w:r>
            <w:r>
              <w:t>ebitamento A. P. [b</w:t>
            </w:r>
            <w:r w:rsidRPr="00233F5C">
              <w:t>]</w:t>
            </w:r>
          </w:p>
        </w:tc>
        <w:tc>
          <w:tcPr>
            <w:tcW w:w="680" w:type="dxa"/>
            <w:noWrap/>
          </w:tcPr>
          <w:p w14:paraId="7319BC8D" w14:textId="77777777" w:rsidR="00C81BA0" w:rsidRPr="00F86988" w:rsidRDefault="00C81BA0" w:rsidP="00C81BA0">
            <w:pPr>
              <w:pStyle w:val="TabNumeri"/>
            </w:pPr>
            <w:r w:rsidRPr="005779FC">
              <w:t>10,8</w:t>
            </w:r>
          </w:p>
        </w:tc>
        <w:tc>
          <w:tcPr>
            <w:tcW w:w="228" w:type="dxa"/>
            <w:noWrap/>
          </w:tcPr>
          <w:p w14:paraId="3D636303" w14:textId="77777777" w:rsidR="00C81BA0" w:rsidRPr="00B64650" w:rsidRDefault="00C81BA0" w:rsidP="00C81BA0">
            <w:pPr>
              <w:pStyle w:val="TabNumeri"/>
            </w:pPr>
          </w:p>
        </w:tc>
        <w:tc>
          <w:tcPr>
            <w:tcW w:w="680" w:type="dxa"/>
            <w:noWrap/>
          </w:tcPr>
          <w:p w14:paraId="28DA323F" w14:textId="77777777" w:rsidR="00C81BA0" w:rsidRPr="00D65A6F" w:rsidRDefault="00C81BA0" w:rsidP="00C81BA0">
            <w:pPr>
              <w:pStyle w:val="TabNumeri"/>
            </w:pPr>
            <w:r w:rsidRPr="00535D6A">
              <w:t>-10,7</w:t>
            </w:r>
          </w:p>
        </w:tc>
        <w:tc>
          <w:tcPr>
            <w:tcW w:w="228" w:type="dxa"/>
            <w:noWrap/>
          </w:tcPr>
          <w:p w14:paraId="55C671A7" w14:textId="77777777" w:rsidR="00C81BA0" w:rsidRPr="00C32B54" w:rsidRDefault="00C81BA0" w:rsidP="00C81BA0">
            <w:pPr>
              <w:pStyle w:val="TabNumeri"/>
            </w:pPr>
          </w:p>
        </w:tc>
        <w:tc>
          <w:tcPr>
            <w:tcW w:w="510" w:type="dxa"/>
            <w:noWrap/>
          </w:tcPr>
          <w:p w14:paraId="3902FA8C" w14:textId="77777777" w:rsidR="00C81BA0" w:rsidRPr="00904DA8" w:rsidRDefault="00C81BA0" w:rsidP="00C81BA0">
            <w:pPr>
              <w:pStyle w:val="TabNumeri"/>
            </w:pPr>
            <w:r w:rsidRPr="009A5A50">
              <w:t>11,1</w:t>
            </w:r>
          </w:p>
        </w:tc>
        <w:tc>
          <w:tcPr>
            <w:tcW w:w="397" w:type="dxa"/>
            <w:noWrap/>
          </w:tcPr>
          <w:p w14:paraId="42528F65" w14:textId="77777777" w:rsidR="00C81BA0" w:rsidRPr="00904DA8" w:rsidRDefault="00C81BA0" w:rsidP="00C81BA0">
            <w:pPr>
              <w:pStyle w:val="TabNumeri"/>
            </w:pPr>
            <w:r w:rsidRPr="009A5A50">
              <w:t>[7]</w:t>
            </w:r>
          </w:p>
        </w:tc>
        <w:tc>
          <w:tcPr>
            <w:tcW w:w="680" w:type="dxa"/>
            <w:noWrap/>
          </w:tcPr>
          <w:p w14:paraId="7453FAEB" w14:textId="77777777" w:rsidR="00C81BA0" w:rsidRPr="003C782D" w:rsidRDefault="00C81BA0" w:rsidP="00C81BA0">
            <w:pPr>
              <w:pStyle w:val="TabNumeri"/>
            </w:pPr>
          </w:p>
        </w:tc>
        <w:tc>
          <w:tcPr>
            <w:tcW w:w="228" w:type="dxa"/>
          </w:tcPr>
          <w:p w14:paraId="54CDF26B" w14:textId="77777777" w:rsidR="00C81BA0" w:rsidRPr="00AA375C" w:rsidRDefault="00C81BA0" w:rsidP="00C81BA0">
            <w:pPr>
              <w:pStyle w:val="TabNumeri"/>
            </w:pPr>
          </w:p>
        </w:tc>
        <w:tc>
          <w:tcPr>
            <w:tcW w:w="113" w:type="dxa"/>
            <w:noWrap/>
          </w:tcPr>
          <w:p w14:paraId="7BD9E62F" w14:textId="77777777" w:rsidR="00C81BA0" w:rsidRPr="00B64650" w:rsidRDefault="00C81BA0" w:rsidP="00C81BA0">
            <w:pPr>
              <w:pStyle w:val="TabNumeri"/>
            </w:pPr>
          </w:p>
        </w:tc>
        <w:tc>
          <w:tcPr>
            <w:tcW w:w="680" w:type="dxa"/>
          </w:tcPr>
          <w:p w14:paraId="716087D1" w14:textId="77777777" w:rsidR="00C81BA0" w:rsidRPr="009E61ED" w:rsidRDefault="00C81BA0" w:rsidP="00C81BA0">
            <w:pPr>
              <w:pStyle w:val="TabNumeri"/>
            </w:pPr>
            <w:r w:rsidRPr="00B74D44">
              <w:t>7,8</w:t>
            </w:r>
          </w:p>
        </w:tc>
        <w:tc>
          <w:tcPr>
            <w:tcW w:w="228" w:type="dxa"/>
            <w:noWrap/>
          </w:tcPr>
          <w:p w14:paraId="1F4748C0" w14:textId="77777777" w:rsidR="00C81BA0" w:rsidRPr="00811B57" w:rsidRDefault="00C81BA0" w:rsidP="00C81BA0">
            <w:pPr>
              <w:pStyle w:val="TabNumeri"/>
            </w:pPr>
          </w:p>
        </w:tc>
        <w:tc>
          <w:tcPr>
            <w:tcW w:w="680" w:type="dxa"/>
            <w:noWrap/>
          </w:tcPr>
          <w:p w14:paraId="0CBEAFEA" w14:textId="77777777" w:rsidR="00C81BA0" w:rsidRPr="00A27A0A" w:rsidRDefault="00C81BA0" w:rsidP="00C81BA0">
            <w:pPr>
              <w:pStyle w:val="TabNumeri"/>
            </w:pPr>
            <w:r w:rsidRPr="00194795">
              <w:t>-6,9</w:t>
            </w:r>
          </w:p>
        </w:tc>
        <w:tc>
          <w:tcPr>
            <w:tcW w:w="228" w:type="dxa"/>
            <w:noWrap/>
          </w:tcPr>
          <w:p w14:paraId="0A6F6666" w14:textId="77777777" w:rsidR="00C81BA0" w:rsidRPr="00DC6642" w:rsidRDefault="00C81BA0" w:rsidP="00C81BA0">
            <w:pPr>
              <w:pStyle w:val="TabNumeri"/>
            </w:pPr>
          </w:p>
        </w:tc>
        <w:tc>
          <w:tcPr>
            <w:tcW w:w="510" w:type="dxa"/>
            <w:noWrap/>
          </w:tcPr>
          <w:p w14:paraId="6EB807FB" w14:textId="77777777" w:rsidR="00C81BA0" w:rsidRPr="00986A4F" w:rsidRDefault="00C81BA0" w:rsidP="00C81BA0">
            <w:pPr>
              <w:pStyle w:val="TabNumeri"/>
            </w:pPr>
            <w:r w:rsidRPr="00FE44EC">
              <w:t>8,1</w:t>
            </w:r>
          </w:p>
        </w:tc>
        <w:tc>
          <w:tcPr>
            <w:tcW w:w="397" w:type="dxa"/>
            <w:noWrap/>
          </w:tcPr>
          <w:p w14:paraId="2517197A" w14:textId="77777777" w:rsidR="00C81BA0" w:rsidRPr="00986A4F" w:rsidRDefault="00C81BA0" w:rsidP="00C81BA0">
            <w:pPr>
              <w:pStyle w:val="TabNumeri"/>
            </w:pPr>
            <w:r w:rsidRPr="00FE44EC">
              <w:t>[7]</w:t>
            </w:r>
          </w:p>
        </w:tc>
        <w:tc>
          <w:tcPr>
            <w:tcW w:w="680" w:type="dxa"/>
            <w:noWrap/>
          </w:tcPr>
          <w:p w14:paraId="02392960" w14:textId="77777777" w:rsidR="00C81BA0" w:rsidRPr="00413582" w:rsidRDefault="00C81BA0" w:rsidP="00C81BA0">
            <w:pPr>
              <w:pStyle w:val="TabNumeri"/>
            </w:pPr>
          </w:p>
        </w:tc>
        <w:tc>
          <w:tcPr>
            <w:tcW w:w="227" w:type="dxa"/>
            <w:noWrap/>
          </w:tcPr>
          <w:p w14:paraId="65F5095C" w14:textId="77777777" w:rsidR="00C81BA0" w:rsidRPr="00A319C0" w:rsidRDefault="00C81BA0" w:rsidP="00C81BA0">
            <w:pPr>
              <w:pStyle w:val="TabNumeri"/>
            </w:pPr>
          </w:p>
        </w:tc>
      </w:tr>
      <w:tr w:rsidR="00C81BA0" w14:paraId="53A0758B" w14:textId="77777777" w:rsidTr="00C81BA0">
        <w:trPr>
          <w:cantSplit/>
          <w:trHeight w:val="255"/>
        </w:trPr>
        <w:tc>
          <w:tcPr>
            <w:tcW w:w="1985" w:type="dxa"/>
            <w:tcBorders>
              <w:bottom w:val="single" w:sz="4" w:space="0" w:color="632423" w:themeColor="accent2" w:themeShade="80"/>
            </w:tcBorders>
            <w:shd w:val="clear" w:color="auto" w:fill="EAF1DD" w:themeFill="accent3" w:themeFillTint="33"/>
            <w:noWrap/>
          </w:tcPr>
          <w:p w14:paraId="1854C919" w14:textId="77777777" w:rsidR="00C81BA0" w:rsidRDefault="00C81BA0" w:rsidP="00C81BA0">
            <w:pPr>
              <w:pStyle w:val="TabEtichette"/>
            </w:pPr>
            <w:r>
              <w:t>Debito A. Pubblica [b</w:t>
            </w:r>
            <w:r w:rsidRPr="00233F5C">
              <w:t>]</w:t>
            </w:r>
          </w:p>
        </w:tc>
        <w:tc>
          <w:tcPr>
            <w:tcW w:w="680" w:type="dxa"/>
            <w:tcBorders>
              <w:bottom w:val="single" w:sz="4" w:space="0" w:color="632423" w:themeColor="accent2" w:themeShade="80"/>
            </w:tcBorders>
            <w:shd w:val="clear" w:color="auto" w:fill="EAF1DD" w:themeFill="accent3" w:themeFillTint="33"/>
            <w:noWrap/>
          </w:tcPr>
          <w:p w14:paraId="07B38293" w14:textId="77777777" w:rsidR="00C81BA0" w:rsidRDefault="00C81BA0" w:rsidP="00C81BA0">
            <w:pPr>
              <w:pStyle w:val="TabNumeri"/>
            </w:pPr>
            <w:r w:rsidRPr="005779FC">
              <w:t>159,6</w:t>
            </w:r>
          </w:p>
        </w:tc>
        <w:tc>
          <w:tcPr>
            <w:tcW w:w="228" w:type="dxa"/>
            <w:tcBorders>
              <w:bottom w:val="single" w:sz="4" w:space="0" w:color="632423" w:themeColor="accent2" w:themeShade="80"/>
            </w:tcBorders>
            <w:shd w:val="clear" w:color="auto" w:fill="EAF1DD" w:themeFill="accent3" w:themeFillTint="33"/>
            <w:noWrap/>
          </w:tcPr>
          <w:p w14:paraId="0CA5079D" w14:textId="77777777" w:rsidR="00C81BA0" w:rsidRPr="00B64650" w:rsidRDefault="00C81BA0" w:rsidP="00C81BA0">
            <w:pPr>
              <w:pStyle w:val="TabNumeri"/>
            </w:pPr>
          </w:p>
        </w:tc>
        <w:tc>
          <w:tcPr>
            <w:tcW w:w="680" w:type="dxa"/>
            <w:tcBorders>
              <w:bottom w:val="single" w:sz="4" w:space="0" w:color="632423" w:themeColor="accent2" w:themeShade="80"/>
            </w:tcBorders>
            <w:shd w:val="clear" w:color="auto" w:fill="EAF1DD" w:themeFill="accent3" w:themeFillTint="33"/>
            <w:noWrap/>
          </w:tcPr>
          <w:p w14:paraId="3221CD14" w14:textId="77777777" w:rsidR="00C81BA0" w:rsidRDefault="00C81BA0" w:rsidP="00C81BA0">
            <w:pPr>
              <w:pStyle w:val="TabNumeri"/>
            </w:pPr>
            <w:r w:rsidRPr="00535D6A">
              <w:t>159,8</w:t>
            </w:r>
          </w:p>
        </w:tc>
        <w:tc>
          <w:tcPr>
            <w:tcW w:w="228" w:type="dxa"/>
            <w:tcBorders>
              <w:bottom w:val="single" w:sz="4" w:space="0" w:color="632423" w:themeColor="accent2" w:themeShade="80"/>
            </w:tcBorders>
            <w:shd w:val="clear" w:color="auto" w:fill="EAF1DD" w:themeFill="accent3" w:themeFillTint="33"/>
            <w:noWrap/>
          </w:tcPr>
          <w:p w14:paraId="55C55733" w14:textId="77777777" w:rsidR="00C81BA0" w:rsidRDefault="00C81BA0" w:rsidP="00C81BA0">
            <w:pPr>
              <w:pStyle w:val="TabNumeri"/>
            </w:pPr>
          </w:p>
        </w:tc>
        <w:tc>
          <w:tcPr>
            <w:tcW w:w="510" w:type="dxa"/>
            <w:tcBorders>
              <w:bottom w:val="single" w:sz="4" w:space="0" w:color="632423" w:themeColor="accent2" w:themeShade="80"/>
            </w:tcBorders>
            <w:shd w:val="clear" w:color="auto" w:fill="EAF1DD" w:themeFill="accent3" w:themeFillTint="33"/>
            <w:noWrap/>
          </w:tcPr>
          <w:p w14:paraId="0EAF1EB1" w14:textId="77777777" w:rsidR="00C81BA0" w:rsidRPr="00904DA8" w:rsidRDefault="00C81BA0" w:rsidP="00C81BA0">
            <w:pPr>
              <w:pStyle w:val="TabNumeri"/>
            </w:pPr>
            <w:r w:rsidRPr="009A5A50">
              <w:t>158,7</w:t>
            </w:r>
          </w:p>
        </w:tc>
        <w:tc>
          <w:tcPr>
            <w:tcW w:w="397" w:type="dxa"/>
            <w:tcBorders>
              <w:bottom w:val="single" w:sz="4" w:space="0" w:color="632423" w:themeColor="accent2" w:themeShade="80"/>
            </w:tcBorders>
            <w:shd w:val="clear" w:color="auto" w:fill="EAF1DD" w:themeFill="accent3" w:themeFillTint="33"/>
            <w:noWrap/>
          </w:tcPr>
          <w:p w14:paraId="6F3913A3" w14:textId="77777777" w:rsidR="00C81BA0" w:rsidRDefault="00C81BA0" w:rsidP="00C81BA0">
            <w:pPr>
              <w:pStyle w:val="TabNumeri"/>
            </w:pPr>
            <w:r w:rsidRPr="009A5A50">
              <w:t>[8]</w:t>
            </w:r>
          </w:p>
        </w:tc>
        <w:tc>
          <w:tcPr>
            <w:tcW w:w="680" w:type="dxa"/>
            <w:tcBorders>
              <w:bottom w:val="single" w:sz="4" w:space="0" w:color="632423" w:themeColor="accent2" w:themeShade="80"/>
            </w:tcBorders>
            <w:shd w:val="clear" w:color="auto" w:fill="EAF1DD" w:themeFill="accent3" w:themeFillTint="33"/>
            <w:noWrap/>
          </w:tcPr>
          <w:p w14:paraId="7BB33BEA" w14:textId="77777777" w:rsidR="00C81BA0" w:rsidRDefault="00C81BA0" w:rsidP="00C81BA0">
            <w:pPr>
              <w:pStyle w:val="TabNumeri"/>
            </w:pPr>
          </w:p>
        </w:tc>
        <w:tc>
          <w:tcPr>
            <w:tcW w:w="228" w:type="dxa"/>
            <w:tcBorders>
              <w:bottom w:val="single" w:sz="4" w:space="0" w:color="632423" w:themeColor="accent2" w:themeShade="80"/>
            </w:tcBorders>
            <w:shd w:val="clear" w:color="auto" w:fill="EAF1DD" w:themeFill="accent3" w:themeFillTint="33"/>
          </w:tcPr>
          <w:p w14:paraId="260E68D6" w14:textId="77777777" w:rsidR="00C81BA0" w:rsidRDefault="00C81BA0" w:rsidP="00C81BA0">
            <w:pPr>
              <w:pStyle w:val="TabNumeri"/>
            </w:pPr>
          </w:p>
        </w:tc>
        <w:tc>
          <w:tcPr>
            <w:tcW w:w="113" w:type="dxa"/>
            <w:tcBorders>
              <w:bottom w:val="single" w:sz="4" w:space="0" w:color="632423" w:themeColor="accent2" w:themeShade="80"/>
            </w:tcBorders>
            <w:shd w:val="clear" w:color="auto" w:fill="EAF1DD" w:themeFill="accent3" w:themeFillTint="33"/>
            <w:noWrap/>
          </w:tcPr>
          <w:p w14:paraId="11D891B7" w14:textId="77777777" w:rsidR="00C81BA0" w:rsidRPr="00B64650" w:rsidRDefault="00C81BA0" w:rsidP="00C81BA0">
            <w:pPr>
              <w:pStyle w:val="TabNumeri"/>
            </w:pPr>
          </w:p>
        </w:tc>
        <w:tc>
          <w:tcPr>
            <w:tcW w:w="680" w:type="dxa"/>
            <w:tcBorders>
              <w:bottom w:val="single" w:sz="4" w:space="0" w:color="632423" w:themeColor="accent2" w:themeShade="80"/>
            </w:tcBorders>
            <w:shd w:val="clear" w:color="auto" w:fill="EAF1DD" w:themeFill="accent3" w:themeFillTint="33"/>
          </w:tcPr>
          <w:p w14:paraId="3C5AE742" w14:textId="77777777" w:rsidR="00C81BA0" w:rsidRDefault="00C81BA0" w:rsidP="00C81BA0">
            <w:pPr>
              <w:pStyle w:val="TabNumeri"/>
            </w:pPr>
            <w:r w:rsidRPr="00B74D44">
              <w:t>159,5</w:t>
            </w:r>
          </w:p>
        </w:tc>
        <w:tc>
          <w:tcPr>
            <w:tcW w:w="228" w:type="dxa"/>
            <w:tcBorders>
              <w:bottom w:val="single" w:sz="4" w:space="0" w:color="632423" w:themeColor="accent2" w:themeShade="80"/>
            </w:tcBorders>
            <w:shd w:val="clear" w:color="auto" w:fill="EAF1DD" w:themeFill="accent3" w:themeFillTint="33"/>
            <w:noWrap/>
          </w:tcPr>
          <w:p w14:paraId="06669749" w14:textId="77777777" w:rsidR="00C81BA0" w:rsidRDefault="00C81BA0" w:rsidP="00C81BA0">
            <w:pPr>
              <w:pStyle w:val="TabNumeri"/>
            </w:pPr>
          </w:p>
        </w:tc>
        <w:tc>
          <w:tcPr>
            <w:tcW w:w="680" w:type="dxa"/>
            <w:tcBorders>
              <w:bottom w:val="single" w:sz="4" w:space="0" w:color="632423" w:themeColor="accent2" w:themeShade="80"/>
            </w:tcBorders>
            <w:shd w:val="clear" w:color="auto" w:fill="EAF1DD" w:themeFill="accent3" w:themeFillTint="33"/>
            <w:noWrap/>
          </w:tcPr>
          <w:p w14:paraId="28C689DD" w14:textId="77777777" w:rsidR="00C81BA0" w:rsidRDefault="00C81BA0" w:rsidP="00C81BA0">
            <w:pPr>
              <w:pStyle w:val="TabNumeri"/>
            </w:pPr>
            <w:r w:rsidRPr="00194795">
              <w:t>158,3</w:t>
            </w:r>
          </w:p>
        </w:tc>
        <w:tc>
          <w:tcPr>
            <w:tcW w:w="228" w:type="dxa"/>
            <w:tcBorders>
              <w:bottom w:val="single" w:sz="4" w:space="0" w:color="632423" w:themeColor="accent2" w:themeShade="80"/>
            </w:tcBorders>
            <w:shd w:val="clear" w:color="auto" w:fill="EAF1DD" w:themeFill="accent3" w:themeFillTint="33"/>
            <w:noWrap/>
          </w:tcPr>
          <w:p w14:paraId="63A39B8E" w14:textId="77777777" w:rsidR="00C81BA0" w:rsidRDefault="00C81BA0" w:rsidP="00C81BA0">
            <w:pPr>
              <w:pStyle w:val="TabNumeri"/>
            </w:pPr>
          </w:p>
        </w:tc>
        <w:tc>
          <w:tcPr>
            <w:tcW w:w="510" w:type="dxa"/>
            <w:tcBorders>
              <w:bottom w:val="single" w:sz="4" w:space="0" w:color="632423" w:themeColor="accent2" w:themeShade="80"/>
            </w:tcBorders>
            <w:shd w:val="clear" w:color="auto" w:fill="EAF1DD" w:themeFill="accent3" w:themeFillTint="33"/>
            <w:noWrap/>
          </w:tcPr>
          <w:p w14:paraId="1693803D" w14:textId="77777777" w:rsidR="00C81BA0" w:rsidRPr="00986A4F" w:rsidRDefault="00C81BA0" w:rsidP="00C81BA0">
            <w:pPr>
              <w:pStyle w:val="TabNumeri"/>
            </w:pPr>
            <w:r w:rsidRPr="00FE44EC">
              <w:t>158,9</w:t>
            </w:r>
          </w:p>
        </w:tc>
        <w:tc>
          <w:tcPr>
            <w:tcW w:w="397" w:type="dxa"/>
            <w:tcBorders>
              <w:bottom w:val="single" w:sz="4" w:space="0" w:color="632423" w:themeColor="accent2" w:themeShade="80"/>
            </w:tcBorders>
            <w:shd w:val="clear" w:color="auto" w:fill="EAF1DD" w:themeFill="accent3" w:themeFillTint="33"/>
            <w:noWrap/>
          </w:tcPr>
          <w:p w14:paraId="33AB5BFC" w14:textId="77777777" w:rsidR="00C81BA0" w:rsidRDefault="00C81BA0" w:rsidP="00C81BA0">
            <w:pPr>
              <w:pStyle w:val="TabNumeri"/>
            </w:pPr>
            <w:r w:rsidRPr="00FE44EC">
              <w:t>[8]</w:t>
            </w:r>
          </w:p>
        </w:tc>
        <w:tc>
          <w:tcPr>
            <w:tcW w:w="680" w:type="dxa"/>
            <w:tcBorders>
              <w:bottom w:val="single" w:sz="4" w:space="0" w:color="632423" w:themeColor="accent2" w:themeShade="80"/>
            </w:tcBorders>
            <w:shd w:val="clear" w:color="auto" w:fill="EAF1DD" w:themeFill="accent3" w:themeFillTint="33"/>
            <w:noWrap/>
          </w:tcPr>
          <w:p w14:paraId="4FF49263" w14:textId="77777777" w:rsidR="00C81BA0" w:rsidRDefault="00C81BA0" w:rsidP="00C81BA0">
            <w:pPr>
              <w:pStyle w:val="TabNumeri"/>
            </w:pPr>
          </w:p>
        </w:tc>
        <w:tc>
          <w:tcPr>
            <w:tcW w:w="227" w:type="dxa"/>
            <w:tcBorders>
              <w:bottom w:val="single" w:sz="4" w:space="0" w:color="632423" w:themeColor="accent2" w:themeShade="80"/>
            </w:tcBorders>
            <w:shd w:val="clear" w:color="auto" w:fill="EAF1DD" w:themeFill="accent3" w:themeFillTint="33"/>
            <w:noWrap/>
          </w:tcPr>
          <w:p w14:paraId="74A0B083" w14:textId="77777777" w:rsidR="00C81BA0" w:rsidRDefault="00C81BA0" w:rsidP="00C81BA0">
            <w:pPr>
              <w:pStyle w:val="TabNumeri"/>
            </w:pPr>
          </w:p>
        </w:tc>
      </w:tr>
      <w:tr w:rsidR="00C81BA0" w14:paraId="6252B338" w14:textId="77777777" w:rsidTr="00C81BA0">
        <w:trPr>
          <w:cantSplit/>
          <w:trHeight w:val="255"/>
        </w:trPr>
        <w:tc>
          <w:tcPr>
            <w:tcW w:w="9359" w:type="dxa"/>
            <w:gridSpan w:val="18"/>
            <w:tcBorders>
              <w:top w:val="single" w:sz="4" w:space="0" w:color="632423" w:themeColor="accent2" w:themeShade="80"/>
            </w:tcBorders>
            <w:noWrap/>
          </w:tcPr>
          <w:p w14:paraId="4DCA3B53" w14:textId="77777777" w:rsidR="00C81BA0" w:rsidRDefault="00C81BA0" w:rsidP="00C81BA0">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destagionalizzati e corretti per il numero di giornate.</w:t>
            </w:r>
            <w:r>
              <w:t xml:space="preserve"> </w:t>
            </w:r>
            <w:r w:rsidRPr="00D76DB6">
              <w:t>[</w:t>
            </w:r>
            <w:r>
              <w:t>2</w:t>
            </w:r>
            <w:r w:rsidRPr="00D76DB6">
              <w:t xml:space="preserve">] Investment in </w:t>
            </w:r>
            <w:proofErr w:type="spellStart"/>
            <w:r w:rsidRPr="00D76DB6">
              <w:t>equipment</w:t>
            </w:r>
            <w:proofErr w:type="spellEnd"/>
            <w:r w:rsidRPr="00D76DB6">
              <w:t>. [</w:t>
            </w:r>
            <w:r>
              <w:t>3</w:t>
            </w:r>
            <w:r w:rsidRPr="00D76DB6">
              <w:t xml:space="preserve">] </w:t>
            </w:r>
            <w:r>
              <w:t xml:space="preserve">Persone. [4] </w:t>
            </w:r>
            <w:r w:rsidRPr="00D76DB6">
              <w:t xml:space="preserve">Unità di lavoro standard. </w:t>
            </w:r>
            <w:r>
              <w:t xml:space="preserve">[5] </w:t>
            </w:r>
            <w:r w:rsidRPr="00D76DB6">
              <w:t xml:space="preserve">Tasso di inflazione </w:t>
            </w:r>
            <w:r w:rsidRPr="0073321F">
              <w:t>armonizzato</w:t>
            </w:r>
            <w:r w:rsidRPr="00D76DB6">
              <w:t xml:space="preserve"> Ue. </w:t>
            </w:r>
            <w:r>
              <w:t>[6</w:t>
            </w:r>
            <w:r w:rsidRPr="00245072">
              <w:t>] Bilancia commerciale (in % del Pil). [7</w:t>
            </w:r>
            <w:r w:rsidRPr="00D76DB6">
              <w:t xml:space="preserve">] </w:t>
            </w:r>
            <w:proofErr w:type="spellStart"/>
            <w:r>
              <w:t>Promoteia</w:t>
            </w:r>
            <w:proofErr w:type="spellEnd"/>
            <w:r>
              <w:t xml:space="preserve"> </w:t>
            </w:r>
            <w:r w:rsidRPr="00D76DB6">
              <w:t xml:space="preserve">Brief, </w:t>
            </w:r>
            <w:r>
              <w:t xml:space="preserve">gennaio </w:t>
            </w:r>
            <w:r w:rsidRPr="00D76DB6">
              <w:fldChar w:fldCharType="begin"/>
            </w:r>
            <w:r w:rsidRPr="00D76DB6">
              <w:instrText xml:space="preserve"> DATE  \@ "yyyy"  \* MERGEFORMAT </w:instrText>
            </w:r>
            <w:r w:rsidRPr="00D76DB6">
              <w:fldChar w:fldCharType="separate"/>
            </w:r>
            <w:r>
              <w:rPr>
                <w:noProof/>
              </w:rPr>
              <w:t>2021</w:t>
            </w:r>
            <w:r w:rsidRPr="00D76DB6">
              <w:fldChar w:fldCharType="end"/>
            </w:r>
            <w:r w:rsidRPr="00D76DB6">
              <w:t xml:space="preserve">. </w:t>
            </w:r>
            <w:r>
              <w:t>[8]</w:t>
            </w:r>
            <w:r w:rsidRPr="00D76DB6">
              <w:t xml:space="preserve"> Rapporto di previsione, </w:t>
            </w:r>
            <w:r>
              <w:t>dicembre 2020</w:t>
            </w:r>
            <w:r w:rsidRPr="00D76DB6">
              <w:t>.</w:t>
            </w:r>
            <w:r>
              <w:t xml:space="preserve"> </w:t>
            </w:r>
            <w:r w:rsidRPr="00D76DB6">
              <w:t>Font</w:t>
            </w:r>
            <w:r>
              <w:t xml:space="preserve">e: </w:t>
            </w:r>
            <w:proofErr w:type="spellStart"/>
            <w:r w:rsidRPr="00D76DB6">
              <w:t>Europen</w:t>
            </w:r>
            <w:proofErr w:type="spellEnd"/>
            <w:r w:rsidRPr="00D76DB6">
              <w:t xml:space="preserve"> Commission, </w:t>
            </w:r>
            <w:proofErr w:type="spellStart"/>
            <w:r w:rsidRPr="00D76DB6">
              <w:t>European</w:t>
            </w:r>
            <w:proofErr w:type="spellEnd"/>
            <w:r w:rsidRPr="00D76DB6">
              <w:t xml:space="preserve"> </w:t>
            </w:r>
            <w:proofErr w:type="spellStart"/>
            <w:r w:rsidRPr="00D76DB6">
              <w:t>Economic</w:t>
            </w:r>
            <w:proofErr w:type="spellEnd"/>
            <w:r w:rsidRPr="00D76DB6">
              <w:t xml:space="preserve"> Forecast; </w:t>
            </w:r>
            <w:proofErr w:type="spellStart"/>
            <w:r w:rsidRPr="00D76DB6">
              <w:t>Oecd</w:t>
            </w:r>
            <w:proofErr w:type="spellEnd"/>
            <w:r w:rsidRPr="00D76DB6">
              <w:t xml:space="preserve">, </w:t>
            </w:r>
            <w:proofErr w:type="spellStart"/>
            <w:r w:rsidRPr="00D76DB6">
              <w:t>Economic</w:t>
            </w:r>
            <w:proofErr w:type="spellEnd"/>
            <w:r w:rsidRPr="00D76DB6">
              <w:t xml:space="preserve"> Outlook; </w:t>
            </w:r>
            <w:r w:rsidRPr="006F4A37">
              <w:t>Prometeia, Rapporto di Previsione; Prometeia, Brief.</w:t>
            </w:r>
            <w:r>
              <w:t xml:space="preserve"> Banca d’Italia, Bollettino economico.</w:t>
            </w:r>
          </w:p>
        </w:tc>
      </w:tr>
    </w:tbl>
    <w:p w14:paraId="00B37B42" w14:textId="77777777" w:rsidR="003F16DB" w:rsidRPr="00B43F48" w:rsidRDefault="003F16DB" w:rsidP="003F16DB">
      <w:r w:rsidRPr="00B43F48">
        <w:t xml:space="preserve">La pandemia ha fortemente colpito le esportazioni di merci e servizi, in particolare il turismo. Nel 2020 dovrebbero </w:t>
      </w:r>
      <w:proofErr w:type="spellStart"/>
      <w:r w:rsidRPr="00B43F48">
        <w:t>essersi</w:t>
      </w:r>
      <w:proofErr w:type="spellEnd"/>
      <w:r w:rsidRPr="00B43F48">
        <w:t xml:space="preserve"> ridotte del 15 per cento. La ripresa del commercio mondiale ne determinerà una netta</w:t>
      </w:r>
      <w:bookmarkStart w:id="11" w:name="_Hlk63699743"/>
      <w:r w:rsidRPr="00B43F48">
        <w:t>, ma ancora parziale,</w:t>
      </w:r>
      <w:bookmarkEnd w:id="11"/>
      <w:r w:rsidRPr="00B43F48">
        <w:t xml:space="preserve"> ripresa (+9,8 per cento per Banca d’Italia), trainata dalle vendite estere di beni, mentre i servizi continueranno a risentire della debolezza dei flussi turistici internazionali.</w:t>
      </w:r>
    </w:p>
    <w:p w14:paraId="008C3DFD" w14:textId="77777777" w:rsidR="003F16DB" w:rsidRPr="00B43F48" w:rsidRDefault="003F16DB" w:rsidP="003F16DB">
      <w:r w:rsidRPr="00B43F48">
        <w:t xml:space="preserve">L’effetto della caduta della domanda ha superato quello della diminuzione dell’offerta. </w:t>
      </w:r>
      <w:bookmarkStart w:id="12" w:name="_Hlk63699898"/>
      <w:r w:rsidRPr="00B43F48">
        <w:t xml:space="preserve">Istat ha rilevato una variazione negativa dell’indice armonizzato dei prezzi al consumo nel 2020 (-0,1 per cento) e nelle proiezioni la ripresa dei prezzi nel 2021 sarà contenuta al di sotto dell’uno per cento, </w:t>
      </w:r>
      <w:bookmarkEnd w:id="12"/>
      <w:r w:rsidRPr="00B43F48">
        <w:t>ampiamente per Prometeia (+0,2 per cento), mentre Banca d’Italia prospetta un maggiore slancio (+0,7 per cento).</w:t>
      </w:r>
    </w:p>
    <w:p w14:paraId="1F32D06E" w14:textId="77777777" w:rsidR="003F16DB" w:rsidRPr="00B43F48" w:rsidRDefault="003F16DB" w:rsidP="003F16DB">
      <w:r w:rsidRPr="00B43F48">
        <w:t xml:space="preserve">Gli effetti della pandemia sul mercato del lavoro appaiono diseguali per tipologie di lavoratori e settori. La pandemia ha determinato un crollo delle ore lavorate nel 2020 (addirittura -11,0 per cento secondo Banca d’Italia), ma grazie alle misure a difesa dell’occupazione la riduzione degli occupati dovrebbe essere </w:t>
      </w:r>
      <w:bookmarkStart w:id="13" w:name="_Hlk63699957"/>
      <w:r w:rsidRPr="00B43F48">
        <w:t xml:space="preserve">stata </w:t>
      </w:r>
      <w:bookmarkEnd w:id="13"/>
      <w:r w:rsidRPr="00B43F48">
        <w:t xml:space="preserve">contenuta (-1,9 per cento), ma </w:t>
      </w:r>
      <w:bookmarkStart w:id="14" w:name="_Hlk63699983"/>
      <w:r w:rsidRPr="00B43F48">
        <w:t xml:space="preserve">la tendenza negativa </w:t>
      </w:r>
      <w:bookmarkEnd w:id="14"/>
      <w:r w:rsidRPr="00B43F48">
        <w:t xml:space="preserve">proseguirà nel 2021 (-0,9 per cento), nonostante la parziale ripresa delle ore lavorate. L’aumento dei disoccupati è stato ancora più contenuto per la temporanea uscita dal mercato del lavoro di molte tipologie di lavoratori non protetti. A fine 2020, secondo Banca d’Italia, il tasso di disoccupazione dovrebbe essere salito al 9,3 per cento, ma </w:t>
      </w:r>
      <w:bookmarkStart w:id="15" w:name="_Hlk63700046"/>
      <w:r w:rsidRPr="00B43F48">
        <w:t xml:space="preserve">aumenterà </w:t>
      </w:r>
      <w:bookmarkEnd w:id="15"/>
      <w:r w:rsidRPr="00B43F48">
        <w:t>nuovamente nel 2021 (10,5 per cento) con il ritorno sul mercato del lavoro dei lavoratori precedentemente usciti.</w:t>
      </w:r>
    </w:p>
    <w:p w14:paraId="7B72CFCE" w14:textId="24F261D4" w:rsidR="003F16DB" w:rsidRPr="00B43F48" w:rsidRDefault="003F16DB" w:rsidP="003F16DB">
      <w:r w:rsidRPr="00B43F48">
        <w:t>Secondo i dati provvisori di Banca d’Italia, riferiti allo scorso novembre, la crescita del credito al settore privato non finanziario è divenuta più rapida sui 12 mesi (+5,3 per cento), grazie alle misure governative a sostegno della liquidità estese fino a giungo 2021, trainata dall’ulteriore accelerazione dei finanziamenti alle società non finanziarie (+8,1 per cento), dato l’ampio ricorso ai finanziamenti coperti da garanzia pubblica. In particolare, sono risultati in forte accelerazione il credito alla manifattura (+13,7 per cento) e ai servizi (+7,6 per cento), mentre con un’</w:t>
      </w:r>
      <w:proofErr w:type="spellStart"/>
      <w:r w:rsidRPr="00B43F48">
        <w:t>inversone</w:t>
      </w:r>
      <w:proofErr w:type="spellEnd"/>
      <w:r w:rsidRPr="00B43F48">
        <w:t xml:space="preserve"> di tendenza in positivo ha ripreso a crescere anche il credito alle costruzioni (+1,7 per cento). Prosegue la crescita del credito alle famiglie rispetto a un anno </w:t>
      </w:r>
      <w:r w:rsidRPr="00B43F48">
        <w:lastRenderedPageBreak/>
        <w:t>prima, determinata dalla crescita degli altri finanziamenti – che includono quelli alle famiglie produttrici – che pure hanno beneficiato delle misure di sostegno alla liquidità. Tra agosto e novembre il tasso di crescita della raccolta delle banche italiane è aumentato, soprattutto per effetto dell’accelerazione dei depositi dei residenti (+7,5 per cento). L’espansione delle passività verso l’Eurosistema si è anch’essa rafforzata. L’azione della Banca centrale europea ha contribuito a mantenere basso il costo della raccolta, i rendimenti delle obbligazioni bancarie sono scesi a inizio gennaio all’1,2 per cento, valore prossimo a quelli precedenti l’emergenza sanitaria. Nel terzo trimestre il flusso di crediti deteriorati in rapporto al totale dei finanziamenti si è ridotto</w:t>
      </w:r>
      <w:r>
        <w:t>,</w:t>
      </w:r>
      <w:r w:rsidRPr="00B43F48">
        <w:t xml:space="preserve"> grazie alle misure governative di sostegno al credito (moratorie e garanzie sui nuovi prestiti), nonché delle indicazioni delle autorità di vigilanza sull’utilizzo della flessibilità insita nelle regole sulla classificazione dei finanziamenti. Per i gruppi classificati significativi ai fini della vigilanza, nel terzo trimestre del 2020, l’incidenza dei crediti deteriorati sul totale dei finanziamenti, sia al lordo sia al netto delle rettifiche di valore, è diminuita lievemente scendendo al 5,4 e al 2,6 per cento, rispettivamente.</w:t>
      </w:r>
    </w:p>
    <w:p w14:paraId="7E9AFA18" w14:textId="77777777" w:rsidR="003F16DB" w:rsidRPr="00B43F48" w:rsidRDefault="003F16DB" w:rsidP="003F16DB">
      <w:r w:rsidRPr="00B43F48">
        <w:t xml:space="preserve">La politica fiscale è stata impiegata con decisione per fronteggiare la pandemia, i suoi effetti economici e sociali e la recessione e ulteriori interventi sono attesi. Nuove spese e ammortizzatori automatici hanno determinato un eccezionale innalzamento del rapporto tra deficit pubblico e prodotto interno lordo, che secondo Prometeia ha superato l’11,1 per cento nel 2020. Saranno necessari ulteriori interventi per garantire un’uscita graduale dalle politiche di sostegno all’economia. Nel complesso </w:t>
      </w:r>
      <w:bookmarkStart w:id="16" w:name="_Hlk63701012"/>
      <w:r w:rsidRPr="00B43F48">
        <w:t xml:space="preserve">l’indebitamento </w:t>
      </w:r>
      <w:bookmarkEnd w:id="16"/>
      <w:r w:rsidRPr="00B43F48">
        <w:t xml:space="preserve">pubblico dovrebbe rientrare lentamente e si avrà solo una parziale riduzione del rapporto tra deficit e Pil nel 2021 (8,1 per cento), che potrà risultare anche superiore, nel caso di una risoluzione più lenta della pandemia. Il rapporto tra debito pubblico e Pil ha subito un deciso e importante </w:t>
      </w:r>
      <w:proofErr w:type="spellStart"/>
      <w:r w:rsidRPr="00B43F48">
        <w:t>appensantimento</w:t>
      </w:r>
      <w:proofErr w:type="spellEnd"/>
      <w:r w:rsidRPr="00B43F48">
        <w:t xml:space="preserve">, </w:t>
      </w:r>
      <w:bookmarkStart w:id="17" w:name="_Hlk63701137"/>
      <w:bookmarkStart w:id="18" w:name="_Hlk63701202"/>
      <w:r w:rsidRPr="00B43F48">
        <w:t xml:space="preserve">passando dal 134,7 per cento del 2019 </w:t>
      </w:r>
      <w:bookmarkEnd w:id="17"/>
      <w:r w:rsidRPr="00B43F48">
        <w:t xml:space="preserve">al 159,8 per cento nel 2020, e potrà ridursi lievemente al 158,9 per cento nel 2021. </w:t>
      </w:r>
      <w:bookmarkEnd w:id="18"/>
      <w:r w:rsidRPr="00B43F48">
        <w:t xml:space="preserve">Il costo medio del debito dovrebbe continuare a ridursi leggermente grazie alle politiche monetarie della Bce e ai programmi dell’Unione europea, che ridurranno la necessità di collocamento sul mercato privato del debito pubblico. Il fattore determinante per l’evoluzione del rapporto tra debito pubblico e Pil e per la sua sostenibilità sarà dato dal ritmo di crescita successivo </w:t>
      </w:r>
      <w:bookmarkStart w:id="19" w:name="_Hlk63701266"/>
      <w:r w:rsidRPr="00B43F48">
        <w:t>all’uscita dalla crisi</w:t>
      </w:r>
      <w:bookmarkEnd w:id="19"/>
      <w:r w:rsidRPr="00B43F48">
        <w:t>.</w:t>
      </w:r>
    </w:p>
    <w:p w14:paraId="3C3E4473" w14:textId="77777777" w:rsidR="00F858D8" w:rsidRDefault="00CF2079" w:rsidP="00F858D8">
      <w:pPr>
        <w:pStyle w:val="Titolo2"/>
      </w:pPr>
      <w:r>
        <w:t>X</w:t>
      </w:r>
      <w:r w:rsidR="00F858D8">
        <w:t>.</w:t>
      </w:r>
      <w:r w:rsidR="00C43F0D">
        <w:t>4</w:t>
      </w:r>
      <w:r w:rsidR="00F858D8">
        <w:t>.</w:t>
      </w:r>
      <w:r w:rsidR="00F858D8">
        <w:tab/>
      </w:r>
      <w:bookmarkStart w:id="20" w:name="OLE_LINK1"/>
      <w:r w:rsidR="002B3250">
        <w:t xml:space="preserve">L’economia </w:t>
      </w:r>
      <w:r w:rsidR="00F858D8">
        <w:t>regionale</w:t>
      </w:r>
      <w:bookmarkEnd w:id="20"/>
    </w:p>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C81BA0" w14:paraId="1AD661A5" w14:textId="77777777" w:rsidTr="00C81BA0">
        <w:trPr>
          <w:cantSplit/>
        </w:trPr>
        <w:tc>
          <w:tcPr>
            <w:tcW w:w="9356" w:type="dxa"/>
          </w:tcPr>
          <w:p w14:paraId="30CB8B6B" w14:textId="77777777" w:rsidR="00C81BA0" w:rsidRDefault="00C81BA0" w:rsidP="00C81BA0">
            <w:pPr>
              <w:pStyle w:val="FigTitolo"/>
              <w:ind w:left="1134" w:hanging="1134"/>
            </w:pPr>
            <w:r>
              <w:t>Il quadro regionale: tasso di variazione e numero indice del Pil (2000=100)</w:t>
            </w:r>
          </w:p>
          <w:p w14:paraId="0BB05786" w14:textId="77777777" w:rsidR="00C81BA0" w:rsidRDefault="00C81BA0" w:rsidP="00C81BA0">
            <w:pPr>
              <w:pStyle w:val="Figure"/>
            </w:pPr>
            <w:r w:rsidRPr="00AD0198">
              <w:rPr>
                <w:noProof/>
              </w:rPr>
              <w:drawing>
                <wp:inline distT="0" distB="0" distL="0" distR="0" wp14:anchorId="2D6CB894" wp14:editId="3EF1E41A">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71A6662" w14:textId="77777777" w:rsidR="00C81BA0" w:rsidRDefault="00C81BA0" w:rsidP="00C81BA0">
            <w:pPr>
              <w:pStyle w:val="TabNoteInferiori"/>
            </w:pPr>
            <w:r w:rsidRPr="0029075E">
              <w:t xml:space="preserve">Fonte: </w:t>
            </w:r>
            <w:r w:rsidRPr="00B60C06">
              <w:t xml:space="preserve">elaborazione Unioncamere E.R. su dati Prometeia, Scenari per le economie locali, </w:t>
            </w:r>
            <w:r>
              <w:t xml:space="preserve">gennaio </w:t>
            </w:r>
            <w:r>
              <w:fldChar w:fldCharType="begin"/>
            </w:r>
            <w:r>
              <w:instrText xml:space="preserve"> DATE  \@ "yyyy"  \* MERGEFORMAT </w:instrText>
            </w:r>
            <w:r>
              <w:fldChar w:fldCharType="separate"/>
            </w:r>
            <w:r>
              <w:rPr>
                <w:noProof/>
              </w:rPr>
              <w:t>2021</w:t>
            </w:r>
            <w:r>
              <w:fldChar w:fldCharType="end"/>
            </w:r>
            <w:r w:rsidRPr="00B60C06">
              <w:t>..</w:t>
            </w:r>
            <w:r w:rsidRPr="0029075E">
              <w:t>.</w:t>
            </w:r>
          </w:p>
        </w:tc>
      </w:tr>
    </w:tbl>
    <w:p w14:paraId="36D21E61" w14:textId="4A918EE5" w:rsidR="00CD1CAB" w:rsidRDefault="007F7962" w:rsidP="00CD1CAB">
      <w:r>
        <w:t xml:space="preserve">Prodotto interno lordo e conto economico. </w:t>
      </w:r>
      <w:r w:rsidR="00CD1CAB">
        <w:t xml:space="preserve">La caduta stimata del prodotto interno lordo per il 2020 dovrebbe essere stata del 9,2 per cento, decisamente superiore a quella del 2009. La prospettiva per il 2021 è di una ripresa parziale del prodotto interno lordo pari al 5,4 per cento, contenuta dalla persistente diffusione della pandemia nella prima metà dell’anno. Il Pil regionale in termini reali nel 2021 dovrebbe risultare superiore solo del 4,5 per cento rispetto ai livelli minimi toccati al culmine della crisi nel 2009, ma ancora inferiore al livello del 2007 (-3,4 per cento). Nel 2020 i consumi delle famiglie (-11,4 per cento) si sono ridotti ben più del Pil. Nel 2021, data l’elevata incertezza, anche la ripresa dei consumi (+5,1 per cento) risulterà inferiore a quella del Pil, anche per la necessità di ricostituire il livello dei risparmi. Gli effetti della recessione sul tenore di vita sono evidenti. Nel 2021 i consumi privati aggregati risulteranno inferiori del 4,5 per cento rispetto a quelli del picco del 2011, ma con un ulteriore aumento della diseguaglianza, derivante dall’asimmetria degli effetti dei blocchi dell’attività su settori e categorie lavorative. Gli investimenti fissi lordi dovrebbero avere subito un duro colpo lo scorso anno (-7,8 per cento), anche se più contenuto di </w:t>
      </w:r>
      <w:r w:rsidR="00CD1CAB">
        <w:lastRenderedPageBreak/>
        <w:t>quanto precedentemente ipotizzato. Nel 2021 la prospettiva della ripresa dell’attività produttiva e i massicci interventi pubblici sosterranno una sensibile crescita degli investimenti fissi lordi (+11,8 per cento), che traineranno la ripresa. I livelli di accumulazione nel 2021 saranno comunque inferiori del 16,0 per cento rispetto a quelli del precedente massimo risalente al 2008. Nel 2020 la caduta del commercio mondiale, accentuata dallo sfasamento temporale della diffusione mondiale dalla pandemia, dovrebbe avere avuto pesanti riflessi sull’export regionale (-9,5 per cento), nel complesso, però, minori di quanto prospettato in precedenza, e notevolmente inferiori a quelli sperimentati nel 2009 (-21,5 per cento). Le vendite all’estero sosterranno la ripresa nel 2021 ma non andranno oltre un +6,8 per cento, frenate dalla contenuta crescita dei mercati europei che costituiscono lo sbocco principale. Al termine dell’anno corrente il valore reale delle esportazioni regionali dovrebbe risultare superiore del 24,0 per cento al livello massimo precedente la crisi fin</w:t>
      </w:r>
      <w:r w:rsidR="00C81BA0">
        <w:t>a</w:t>
      </w:r>
      <w:r w:rsidR="00CD1CAB">
        <w:t>nziaria, toccato nel 2007.</w:t>
      </w:r>
    </w:p>
    <w:tbl>
      <w:tblPr>
        <w:tblpPr w:topFromText="284" w:bottomFromText="284" w:horzAnchor="margin" w:tblpXSpec="center" w:tblpYSpec="top"/>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C81BA0" w14:paraId="3246E1A7" w14:textId="77777777" w:rsidTr="00B8361E">
        <w:trPr>
          <w:cantSplit/>
        </w:trPr>
        <w:tc>
          <w:tcPr>
            <w:tcW w:w="9356" w:type="dxa"/>
            <w:gridSpan w:val="5"/>
            <w:tcBorders>
              <w:bottom w:val="single" w:sz="4" w:space="0" w:color="800000"/>
            </w:tcBorders>
          </w:tcPr>
          <w:p w14:paraId="117435F6" w14:textId="77777777" w:rsidR="00C81BA0" w:rsidRPr="007C570B" w:rsidRDefault="00C81BA0" w:rsidP="00B8361E">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2015</w:t>
            </w:r>
          </w:p>
        </w:tc>
      </w:tr>
      <w:tr w:rsidR="00C81BA0" w14:paraId="369526AC" w14:textId="77777777" w:rsidTr="00B8361E">
        <w:trPr>
          <w:cantSplit/>
        </w:trPr>
        <w:tc>
          <w:tcPr>
            <w:tcW w:w="4820" w:type="dxa"/>
            <w:tcBorders>
              <w:bottom w:val="single" w:sz="4" w:space="0" w:color="800000"/>
            </w:tcBorders>
            <w:vAlign w:val="bottom"/>
          </w:tcPr>
          <w:p w14:paraId="644BA1DA" w14:textId="77777777" w:rsidR="00C81BA0" w:rsidRDefault="00C81BA0" w:rsidP="00B8361E">
            <w:pPr>
              <w:pStyle w:val="TabIntestazioni"/>
              <w:rPr>
                <w:rFonts w:eastAsia="Arial Unicode MS"/>
              </w:rPr>
            </w:pPr>
          </w:p>
        </w:tc>
        <w:tc>
          <w:tcPr>
            <w:tcW w:w="1134" w:type="dxa"/>
            <w:tcBorders>
              <w:bottom w:val="single" w:sz="4" w:space="0" w:color="800000"/>
            </w:tcBorders>
          </w:tcPr>
          <w:p w14:paraId="448D0E66" w14:textId="77777777" w:rsidR="00C81BA0" w:rsidRPr="0085406E" w:rsidRDefault="00C81BA0" w:rsidP="00B8361E">
            <w:pPr>
              <w:pStyle w:val="TabIntestazioni"/>
              <w:jc w:val="right"/>
            </w:pPr>
            <w:r w:rsidRPr="0085406E">
              <w:t>2019</w:t>
            </w:r>
          </w:p>
        </w:tc>
        <w:tc>
          <w:tcPr>
            <w:tcW w:w="1134" w:type="dxa"/>
            <w:tcBorders>
              <w:bottom w:val="single" w:sz="4" w:space="0" w:color="800000"/>
            </w:tcBorders>
          </w:tcPr>
          <w:p w14:paraId="726E2F9A" w14:textId="77777777" w:rsidR="00C81BA0" w:rsidRPr="0085406E" w:rsidRDefault="00C81BA0" w:rsidP="00B8361E">
            <w:pPr>
              <w:pStyle w:val="TabIntestazioni"/>
              <w:jc w:val="right"/>
            </w:pPr>
            <w:r w:rsidRPr="0085406E">
              <w:t>20</w:t>
            </w:r>
            <w:r>
              <w:t>20</w:t>
            </w:r>
          </w:p>
        </w:tc>
        <w:tc>
          <w:tcPr>
            <w:tcW w:w="1134" w:type="dxa"/>
            <w:tcBorders>
              <w:bottom w:val="single" w:sz="4" w:space="0" w:color="800000"/>
            </w:tcBorders>
          </w:tcPr>
          <w:p w14:paraId="08250AE7" w14:textId="77777777" w:rsidR="00C81BA0" w:rsidRPr="0085406E" w:rsidRDefault="00C81BA0" w:rsidP="00B8361E">
            <w:pPr>
              <w:pStyle w:val="TabIntestazioni"/>
              <w:jc w:val="right"/>
            </w:pPr>
            <w:r w:rsidRPr="0085406E">
              <w:t>20</w:t>
            </w:r>
            <w:r>
              <w:t>21</w:t>
            </w:r>
          </w:p>
        </w:tc>
        <w:tc>
          <w:tcPr>
            <w:tcW w:w="1134" w:type="dxa"/>
            <w:tcBorders>
              <w:bottom w:val="single" w:sz="4" w:space="0" w:color="800000"/>
            </w:tcBorders>
          </w:tcPr>
          <w:p w14:paraId="101FFF63" w14:textId="77777777" w:rsidR="00C81BA0" w:rsidRPr="0085406E" w:rsidRDefault="00C81BA0" w:rsidP="00B8361E">
            <w:pPr>
              <w:pStyle w:val="TabIntestazioni"/>
              <w:jc w:val="right"/>
            </w:pPr>
            <w:r w:rsidRPr="0085406E">
              <w:t>20</w:t>
            </w:r>
            <w:r>
              <w:t>22</w:t>
            </w:r>
          </w:p>
        </w:tc>
      </w:tr>
      <w:tr w:rsidR="00C81BA0" w14:paraId="51F76363" w14:textId="77777777" w:rsidTr="00B8361E">
        <w:trPr>
          <w:cantSplit/>
          <w:trHeight w:hRule="exact" w:val="57"/>
        </w:trPr>
        <w:tc>
          <w:tcPr>
            <w:tcW w:w="4820" w:type="dxa"/>
            <w:tcBorders>
              <w:top w:val="single" w:sz="4" w:space="0" w:color="800000"/>
            </w:tcBorders>
          </w:tcPr>
          <w:p w14:paraId="12F966AF" w14:textId="77777777" w:rsidR="00C81BA0" w:rsidRPr="00686A56" w:rsidRDefault="00C81BA0" w:rsidP="00B8361E">
            <w:pPr>
              <w:pStyle w:val="TabEtichette"/>
              <w:rPr>
                <w:rFonts w:eastAsia="Arial Unicode MS"/>
              </w:rPr>
            </w:pPr>
          </w:p>
        </w:tc>
        <w:tc>
          <w:tcPr>
            <w:tcW w:w="1134" w:type="dxa"/>
            <w:tcBorders>
              <w:top w:val="single" w:sz="4" w:space="0" w:color="800000"/>
            </w:tcBorders>
          </w:tcPr>
          <w:p w14:paraId="04E50505" w14:textId="77777777" w:rsidR="00C81BA0" w:rsidRPr="0085406E" w:rsidRDefault="00C81BA0" w:rsidP="00B8361E"/>
        </w:tc>
        <w:tc>
          <w:tcPr>
            <w:tcW w:w="1134" w:type="dxa"/>
            <w:tcBorders>
              <w:top w:val="single" w:sz="4" w:space="0" w:color="800000"/>
            </w:tcBorders>
          </w:tcPr>
          <w:p w14:paraId="60FE4231" w14:textId="77777777" w:rsidR="00C81BA0" w:rsidRPr="0085406E" w:rsidRDefault="00C81BA0" w:rsidP="00B8361E"/>
        </w:tc>
        <w:tc>
          <w:tcPr>
            <w:tcW w:w="1134" w:type="dxa"/>
            <w:tcBorders>
              <w:top w:val="single" w:sz="4" w:space="0" w:color="800000"/>
            </w:tcBorders>
          </w:tcPr>
          <w:p w14:paraId="153E468B" w14:textId="77777777" w:rsidR="00C81BA0" w:rsidRPr="0085406E" w:rsidRDefault="00C81BA0" w:rsidP="00B8361E"/>
        </w:tc>
        <w:tc>
          <w:tcPr>
            <w:tcW w:w="1134" w:type="dxa"/>
            <w:tcBorders>
              <w:top w:val="single" w:sz="4" w:space="0" w:color="800000"/>
            </w:tcBorders>
          </w:tcPr>
          <w:p w14:paraId="1124F5D3" w14:textId="77777777" w:rsidR="00C81BA0" w:rsidRPr="0085406E" w:rsidRDefault="00C81BA0" w:rsidP="00B8361E"/>
        </w:tc>
      </w:tr>
      <w:tr w:rsidR="00C81BA0" w14:paraId="5F8741E0" w14:textId="77777777" w:rsidTr="00B8361E">
        <w:trPr>
          <w:cantSplit/>
          <w:trHeight w:val="227"/>
        </w:trPr>
        <w:tc>
          <w:tcPr>
            <w:tcW w:w="4820" w:type="dxa"/>
          </w:tcPr>
          <w:p w14:paraId="1AACAE99" w14:textId="77777777" w:rsidR="00C81BA0" w:rsidRPr="00F039B7" w:rsidRDefault="00C81BA0" w:rsidP="00B8361E">
            <w:pPr>
              <w:pStyle w:val="TabEtichetteBold"/>
              <w:rPr>
                <w:rFonts w:eastAsia="Arial Unicode MS"/>
              </w:rPr>
            </w:pPr>
            <w:r w:rsidRPr="00F039B7">
              <w:t>Conto economico</w:t>
            </w:r>
          </w:p>
        </w:tc>
        <w:tc>
          <w:tcPr>
            <w:tcW w:w="1134" w:type="dxa"/>
          </w:tcPr>
          <w:p w14:paraId="6DB2F10E" w14:textId="77777777" w:rsidR="00C81BA0" w:rsidRPr="0085406E" w:rsidRDefault="00C81BA0" w:rsidP="00B8361E">
            <w:pPr>
              <w:pStyle w:val="tabnum"/>
            </w:pPr>
          </w:p>
        </w:tc>
        <w:tc>
          <w:tcPr>
            <w:tcW w:w="1134" w:type="dxa"/>
          </w:tcPr>
          <w:p w14:paraId="04D69F40" w14:textId="77777777" w:rsidR="00C81BA0" w:rsidRPr="0085406E" w:rsidRDefault="00C81BA0" w:rsidP="00B8361E">
            <w:pPr>
              <w:pStyle w:val="tabnum"/>
            </w:pPr>
          </w:p>
        </w:tc>
        <w:tc>
          <w:tcPr>
            <w:tcW w:w="1134" w:type="dxa"/>
          </w:tcPr>
          <w:p w14:paraId="38A802C9" w14:textId="77777777" w:rsidR="00C81BA0" w:rsidRPr="0085406E" w:rsidRDefault="00C81BA0" w:rsidP="00B8361E">
            <w:pPr>
              <w:pStyle w:val="tabnum"/>
            </w:pPr>
          </w:p>
        </w:tc>
        <w:tc>
          <w:tcPr>
            <w:tcW w:w="1134" w:type="dxa"/>
          </w:tcPr>
          <w:p w14:paraId="207FBD20" w14:textId="77777777" w:rsidR="00C81BA0" w:rsidRPr="0085406E" w:rsidRDefault="00C81BA0" w:rsidP="00B8361E">
            <w:pPr>
              <w:pStyle w:val="tabnum"/>
            </w:pPr>
          </w:p>
        </w:tc>
      </w:tr>
      <w:tr w:rsidR="00C81BA0" w14:paraId="420227CA" w14:textId="77777777" w:rsidTr="00B8361E">
        <w:trPr>
          <w:cantSplit/>
          <w:trHeight w:val="227"/>
        </w:trPr>
        <w:tc>
          <w:tcPr>
            <w:tcW w:w="4820" w:type="dxa"/>
            <w:shd w:val="clear" w:color="auto" w:fill="DAEEF3" w:themeFill="accent5" w:themeFillTint="33"/>
          </w:tcPr>
          <w:p w14:paraId="62F712A1" w14:textId="77777777" w:rsidR="00C81BA0" w:rsidRDefault="00C81BA0" w:rsidP="00B8361E">
            <w:pPr>
              <w:pStyle w:val="TabEtichette"/>
              <w:rPr>
                <w:rFonts w:eastAsia="Arial Unicode MS"/>
              </w:rPr>
            </w:pPr>
            <w:r>
              <w:t>Prodotto interno lordo</w:t>
            </w:r>
          </w:p>
        </w:tc>
        <w:tc>
          <w:tcPr>
            <w:tcW w:w="1134" w:type="dxa"/>
            <w:shd w:val="clear" w:color="auto" w:fill="DAEEF3" w:themeFill="accent5" w:themeFillTint="33"/>
          </w:tcPr>
          <w:p w14:paraId="3B9285AD" w14:textId="77777777" w:rsidR="00C81BA0" w:rsidRPr="00AE376F" w:rsidRDefault="00C81BA0" w:rsidP="00B8361E">
            <w:pPr>
              <w:pStyle w:val="TabNumeri"/>
            </w:pPr>
            <w:r w:rsidRPr="004375C1">
              <w:t>0,7</w:t>
            </w:r>
          </w:p>
        </w:tc>
        <w:tc>
          <w:tcPr>
            <w:tcW w:w="1134" w:type="dxa"/>
            <w:shd w:val="clear" w:color="auto" w:fill="DAEEF3" w:themeFill="accent5" w:themeFillTint="33"/>
          </w:tcPr>
          <w:p w14:paraId="7F1F19DB" w14:textId="77777777" w:rsidR="00C81BA0" w:rsidRPr="00AE376F" w:rsidRDefault="00C81BA0" w:rsidP="00B8361E">
            <w:pPr>
              <w:pStyle w:val="TabNumeri"/>
            </w:pPr>
            <w:r w:rsidRPr="004375C1">
              <w:t>-9,2</w:t>
            </w:r>
          </w:p>
        </w:tc>
        <w:tc>
          <w:tcPr>
            <w:tcW w:w="1134" w:type="dxa"/>
            <w:shd w:val="clear" w:color="auto" w:fill="DAEEF3" w:themeFill="accent5" w:themeFillTint="33"/>
          </w:tcPr>
          <w:p w14:paraId="672FE8DB" w14:textId="77777777" w:rsidR="00C81BA0" w:rsidRPr="00AE376F" w:rsidRDefault="00C81BA0" w:rsidP="00B8361E">
            <w:pPr>
              <w:pStyle w:val="TabNumeri"/>
            </w:pPr>
            <w:r w:rsidRPr="004375C1">
              <w:t>5,4</w:t>
            </w:r>
          </w:p>
        </w:tc>
        <w:tc>
          <w:tcPr>
            <w:tcW w:w="1134" w:type="dxa"/>
            <w:shd w:val="clear" w:color="auto" w:fill="DAEEF3" w:themeFill="accent5" w:themeFillTint="33"/>
          </w:tcPr>
          <w:p w14:paraId="340514F7" w14:textId="77777777" w:rsidR="00C81BA0" w:rsidRPr="00AE376F" w:rsidRDefault="00C81BA0" w:rsidP="00B8361E">
            <w:pPr>
              <w:pStyle w:val="TabNumeri"/>
            </w:pPr>
            <w:r w:rsidRPr="004375C1">
              <w:t>4,4</w:t>
            </w:r>
          </w:p>
        </w:tc>
      </w:tr>
      <w:tr w:rsidR="00C81BA0" w14:paraId="09E33C54" w14:textId="77777777" w:rsidTr="00B8361E">
        <w:trPr>
          <w:cantSplit/>
          <w:trHeight w:val="227"/>
        </w:trPr>
        <w:tc>
          <w:tcPr>
            <w:tcW w:w="4820" w:type="dxa"/>
          </w:tcPr>
          <w:p w14:paraId="67BD44FA" w14:textId="77777777" w:rsidR="00C81BA0" w:rsidRDefault="00C81BA0" w:rsidP="00B8361E">
            <w:pPr>
              <w:pStyle w:val="TabEtichette"/>
              <w:rPr>
                <w:rFonts w:eastAsia="Arial Unicode MS"/>
              </w:rPr>
            </w:pPr>
            <w:r>
              <w:t xml:space="preserve">Domanda </w:t>
            </w:r>
            <w:proofErr w:type="gramStart"/>
            <w:r>
              <w:t>interna</w:t>
            </w:r>
            <w:r>
              <w:rPr>
                <w:vertAlign w:val="superscript"/>
              </w:rPr>
              <w:t>(</w:t>
            </w:r>
            <w:proofErr w:type="gramEnd"/>
            <w:r>
              <w:rPr>
                <w:vertAlign w:val="superscript"/>
              </w:rPr>
              <w:t>1</w:t>
            </w:r>
            <w:r w:rsidRPr="002F2B82">
              <w:rPr>
                <w:vertAlign w:val="superscript"/>
              </w:rPr>
              <w:t>)</w:t>
            </w:r>
          </w:p>
        </w:tc>
        <w:tc>
          <w:tcPr>
            <w:tcW w:w="1134" w:type="dxa"/>
          </w:tcPr>
          <w:p w14:paraId="630C076E" w14:textId="77777777" w:rsidR="00C81BA0" w:rsidRPr="00AE376F" w:rsidRDefault="00C81BA0" w:rsidP="00B8361E">
            <w:pPr>
              <w:pStyle w:val="TabNumeri"/>
            </w:pPr>
            <w:r w:rsidRPr="004375C1">
              <w:t>0,9</w:t>
            </w:r>
          </w:p>
        </w:tc>
        <w:tc>
          <w:tcPr>
            <w:tcW w:w="1134" w:type="dxa"/>
          </w:tcPr>
          <w:p w14:paraId="5F85F448" w14:textId="77777777" w:rsidR="00C81BA0" w:rsidRPr="00AE376F" w:rsidRDefault="00C81BA0" w:rsidP="00B8361E">
            <w:pPr>
              <w:pStyle w:val="TabNumeri"/>
            </w:pPr>
            <w:r w:rsidRPr="004375C1">
              <w:t>-8,9</w:t>
            </w:r>
          </w:p>
        </w:tc>
        <w:tc>
          <w:tcPr>
            <w:tcW w:w="1134" w:type="dxa"/>
          </w:tcPr>
          <w:p w14:paraId="30F94885" w14:textId="77777777" w:rsidR="00C81BA0" w:rsidRPr="00AE376F" w:rsidRDefault="00C81BA0" w:rsidP="00B8361E">
            <w:pPr>
              <w:pStyle w:val="TabNumeri"/>
            </w:pPr>
            <w:r w:rsidRPr="004375C1">
              <w:t>6,2</w:t>
            </w:r>
          </w:p>
        </w:tc>
        <w:tc>
          <w:tcPr>
            <w:tcW w:w="1134" w:type="dxa"/>
          </w:tcPr>
          <w:p w14:paraId="665FF267" w14:textId="77777777" w:rsidR="00C81BA0" w:rsidRPr="00AE376F" w:rsidRDefault="00C81BA0" w:rsidP="00B8361E">
            <w:pPr>
              <w:pStyle w:val="TabNumeri"/>
            </w:pPr>
            <w:r w:rsidRPr="004375C1">
              <w:t>5,8</w:t>
            </w:r>
          </w:p>
        </w:tc>
      </w:tr>
      <w:tr w:rsidR="00C81BA0" w14:paraId="17A366A0" w14:textId="77777777" w:rsidTr="00B8361E">
        <w:trPr>
          <w:cantSplit/>
          <w:trHeight w:val="227"/>
        </w:trPr>
        <w:tc>
          <w:tcPr>
            <w:tcW w:w="4820" w:type="dxa"/>
            <w:shd w:val="clear" w:color="auto" w:fill="DAEEF3" w:themeFill="accent5" w:themeFillTint="33"/>
          </w:tcPr>
          <w:p w14:paraId="6D8E0CFF" w14:textId="77777777" w:rsidR="00C81BA0" w:rsidRDefault="00C81BA0" w:rsidP="00B8361E">
            <w:pPr>
              <w:pStyle w:val="TabEtichette"/>
              <w:rPr>
                <w:rFonts w:eastAsia="Arial Unicode MS"/>
              </w:rPr>
            </w:pPr>
            <w:r>
              <w:t xml:space="preserve">   Consumi delle famiglie</w:t>
            </w:r>
          </w:p>
        </w:tc>
        <w:tc>
          <w:tcPr>
            <w:tcW w:w="1134" w:type="dxa"/>
            <w:shd w:val="clear" w:color="auto" w:fill="DAEEF3" w:themeFill="accent5" w:themeFillTint="33"/>
          </w:tcPr>
          <w:p w14:paraId="7D959276" w14:textId="77777777" w:rsidR="00C81BA0" w:rsidRPr="00AE376F" w:rsidRDefault="00C81BA0" w:rsidP="00B8361E">
            <w:pPr>
              <w:pStyle w:val="TabNumeri"/>
            </w:pPr>
            <w:r w:rsidRPr="004375C1">
              <w:t>0,5</w:t>
            </w:r>
          </w:p>
        </w:tc>
        <w:tc>
          <w:tcPr>
            <w:tcW w:w="1134" w:type="dxa"/>
            <w:shd w:val="clear" w:color="auto" w:fill="DAEEF3" w:themeFill="accent5" w:themeFillTint="33"/>
          </w:tcPr>
          <w:p w14:paraId="6E20B492" w14:textId="77777777" w:rsidR="00C81BA0" w:rsidRPr="00AE376F" w:rsidRDefault="00C81BA0" w:rsidP="00B8361E">
            <w:pPr>
              <w:pStyle w:val="TabNumeri"/>
            </w:pPr>
            <w:r w:rsidRPr="004375C1">
              <w:t>-11,4</w:t>
            </w:r>
          </w:p>
        </w:tc>
        <w:tc>
          <w:tcPr>
            <w:tcW w:w="1134" w:type="dxa"/>
            <w:shd w:val="clear" w:color="auto" w:fill="DAEEF3" w:themeFill="accent5" w:themeFillTint="33"/>
          </w:tcPr>
          <w:p w14:paraId="77BC410B" w14:textId="77777777" w:rsidR="00C81BA0" w:rsidRPr="00AE376F" w:rsidRDefault="00C81BA0" w:rsidP="00B8361E">
            <w:pPr>
              <w:pStyle w:val="TabNumeri"/>
            </w:pPr>
            <w:r w:rsidRPr="004375C1">
              <w:t>5,1</w:t>
            </w:r>
          </w:p>
        </w:tc>
        <w:tc>
          <w:tcPr>
            <w:tcW w:w="1134" w:type="dxa"/>
            <w:shd w:val="clear" w:color="auto" w:fill="DAEEF3" w:themeFill="accent5" w:themeFillTint="33"/>
          </w:tcPr>
          <w:p w14:paraId="0C183484" w14:textId="77777777" w:rsidR="00C81BA0" w:rsidRPr="00AE376F" w:rsidRDefault="00C81BA0" w:rsidP="00B8361E">
            <w:pPr>
              <w:pStyle w:val="TabNumeri"/>
            </w:pPr>
            <w:r w:rsidRPr="004375C1">
              <w:t>4,9</w:t>
            </w:r>
          </w:p>
        </w:tc>
      </w:tr>
      <w:tr w:rsidR="00C81BA0" w14:paraId="1F8B1905" w14:textId="77777777" w:rsidTr="00B8361E">
        <w:trPr>
          <w:cantSplit/>
          <w:trHeight w:val="227"/>
        </w:trPr>
        <w:tc>
          <w:tcPr>
            <w:tcW w:w="4820" w:type="dxa"/>
          </w:tcPr>
          <w:p w14:paraId="72A4C437" w14:textId="77777777" w:rsidR="00C81BA0" w:rsidRDefault="00C81BA0" w:rsidP="00B8361E">
            <w:pPr>
              <w:pStyle w:val="TabEtichette"/>
              <w:rPr>
                <w:rFonts w:eastAsia="Arial Unicode MS"/>
              </w:rPr>
            </w:pPr>
            <w:r>
              <w:t xml:space="preserve">   Consumi delle AAPP e ISP</w:t>
            </w:r>
          </w:p>
        </w:tc>
        <w:tc>
          <w:tcPr>
            <w:tcW w:w="1134" w:type="dxa"/>
          </w:tcPr>
          <w:p w14:paraId="360865BF" w14:textId="77777777" w:rsidR="00C81BA0" w:rsidRPr="00AE376F" w:rsidRDefault="00C81BA0" w:rsidP="00B8361E">
            <w:pPr>
              <w:pStyle w:val="TabNumeri"/>
            </w:pPr>
            <w:r w:rsidRPr="004375C1">
              <w:t>0,0</w:t>
            </w:r>
          </w:p>
        </w:tc>
        <w:tc>
          <w:tcPr>
            <w:tcW w:w="1134" w:type="dxa"/>
          </w:tcPr>
          <w:p w14:paraId="7B341C49" w14:textId="77777777" w:rsidR="00C81BA0" w:rsidRPr="00AE376F" w:rsidRDefault="00C81BA0" w:rsidP="00B8361E">
            <w:pPr>
              <w:pStyle w:val="TabNumeri"/>
            </w:pPr>
            <w:r w:rsidRPr="004375C1">
              <w:t>-0,5</w:t>
            </w:r>
          </w:p>
        </w:tc>
        <w:tc>
          <w:tcPr>
            <w:tcW w:w="1134" w:type="dxa"/>
          </w:tcPr>
          <w:p w14:paraId="192E1CCD" w14:textId="77777777" w:rsidR="00C81BA0" w:rsidRPr="00AE376F" w:rsidRDefault="00C81BA0" w:rsidP="00B8361E">
            <w:pPr>
              <w:pStyle w:val="TabNumeri"/>
            </w:pPr>
            <w:r w:rsidRPr="004375C1">
              <w:t>3,0</w:t>
            </w:r>
          </w:p>
        </w:tc>
        <w:tc>
          <w:tcPr>
            <w:tcW w:w="1134" w:type="dxa"/>
          </w:tcPr>
          <w:p w14:paraId="191396C1" w14:textId="77777777" w:rsidR="00C81BA0" w:rsidRPr="00AE376F" w:rsidRDefault="00C81BA0" w:rsidP="00B8361E">
            <w:pPr>
              <w:pStyle w:val="TabNumeri"/>
            </w:pPr>
            <w:r w:rsidRPr="004375C1">
              <w:t>0,4</w:t>
            </w:r>
          </w:p>
        </w:tc>
      </w:tr>
      <w:tr w:rsidR="00C81BA0" w14:paraId="27F4D2A6" w14:textId="77777777" w:rsidTr="00B8361E">
        <w:trPr>
          <w:cantSplit/>
          <w:trHeight w:val="227"/>
        </w:trPr>
        <w:tc>
          <w:tcPr>
            <w:tcW w:w="4820" w:type="dxa"/>
            <w:shd w:val="clear" w:color="auto" w:fill="DAEEF3" w:themeFill="accent5" w:themeFillTint="33"/>
          </w:tcPr>
          <w:p w14:paraId="364BA36B" w14:textId="77777777" w:rsidR="00C81BA0" w:rsidRDefault="00C81BA0" w:rsidP="00B8361E">
            <w:pPr>
              <w:pStyle w:val="TabEtichette"/>
              <w:rPr>
                <w:rFonts w:eastAsia="Arial Unicode MS"/>
              </w:rPr>
            </w:pPr>
            <w:r>
              <w:t xml:space="preserve">   Investimenti fissi lordi</w:t>
            </w:r>
          </w:p>
        </w:tc>
        <w:tc>
          <w:tcPr>
            <w:tcW w:w="1134" w:type="dxa"/>
            <w:shd w:val="clear" w:color="auto" w:fill="DAEEF3" w:themeFill="accent5" w:themeFillTint="33"/>
          </w:tcPr>
          <w:p w14:paraId="0EC9081B" w14:textId="77777777" w:rsidR="00C81BA0" w:rsidRPr="00AE376F" w:rsidRDefault="00C81BA0" w:rsidP="00B8361E">
            <w:pPr>
              <w:pStyle w:val="TabNumeri"/>
            </w:pPr>
            <w:r w:rsidRPr="004375C1">
              <w:t>2,6</w:t>
            </w:r>
          </w:p>
        </w:tc>
        <w:tc>
          <w:tcPr>
            <w:tcW w:w="1134" w:type="dxa"/>
            <w:shd w:val="clear" w:color="auto" w:fill="DAEEF3" w:themeFill="accent5" w:themeFillTint="33"/>
          </w:tcPr>
          <w:p w14:paraId="5148AB2E" w14:textId="77777777" w:rsidR="00C81BA0" w:rsidRPr="00AE376F" w:rsidRDefault="00C81BA0" w:rsidP="00B8361E">
            <w:pPr>
              <w:pStyle w:val="TabNumeri"/>
            </w:pPr>
            <w:r w:rsidRPr="004375C1">
              <w:t>-7,8</w:t>
            </w:r>
          </w:p>
        </w:tc>
        <w:tc>
          <w:tcPr>
            <w:tcW w:w="1134" w:type="dxa"/>
            <w:shd w:val="clear" w:color="auto" w:fill="DAEEF3" w:themeFill="accent5" w:themeFillTint="33"/>
          </w:tcPr>
          <w:p w14:paraId="6BDBE677" w14:textId="77777777" w:rsidR="00C81BA0" w:rsidRPr="00AE376F" w:rsidRDefault="00C81BA0" w:rsidP="00B8361E">
            <w:pPr>
              <w:pStyle w:val="TabNumeri"/>
            </w:pPr>
            <w:r w:rsidRPr="004375C1">
              <w:t>11,8</w:t>
            </w:r>
          </w:p>
        </w:tc>
        <w:tc>
          <w:tcPr>
            <w:tcW w:w="1134" w:type="dxa"/>
            <w:shd w:val="clear" w:color="auto" w:fill="DAEEF3" w:themeFill="accent5" w:themeFillTint="33"/>
          </w:tcPr>
          <w:p w14:paraId="6E254C81" w14:textId="77777777" w:rsidR="00C81BA0" w:rsidRPr="00AE376F" w:rsidRDefault="00C81BA0" w:rsidP="00B8361E">
            <w:pPr>
              <w:pStyle w:val="TabNumeri"/>
            </w:pPr>
            <w:r w:rsidRPr="004375C1">
              <w:t>12,2</w:t>
            </w:r>
          </w:p>
        </w:tc>
      </w:tr>
      <w:tr w:rsidR="00C81BA0" w14:paraId="75EEE71A" w14:textId="77777777" w:rsidTr="00B8361E">
        <w:trPr>
          <w:cantSplit/>
          <w:trHeight w:val="227"/>
        </w:trPr>
        <w:tc>
          <w:tcPr>
            <w:tcW w:w="4820" w:type="dxa"/>
          </w:tcPr>
          <w:p w14:paraId="7641DF6D" w14:textId="77777777" w:rsidR="00C81BA0" w:rsidRDefault="00C81BA0" w:rsidP="00B8361E">
            <w:pPr>
              <w:pStyle w:val="TabEtichette"/>
              <w:rPr>
                <w:rFonts w:eastAsia="Arial Unicode MS"/>
              </w:rPr>
            </w:pPr>
            <w:r>
              <w:t>Importazioni di beni dall’estero</w:t>
            </w:r>
          </w:p>
        </w:tc>
        <w:tc>
          <w:tcPr>
            <w:tcW w:w="1134" w:type="dxa"/>
          </w:tcPr>
          <w:p w14:paraId="5825507B" w14:textId="77777777" w:rsidR="00C81BA0" w:rsidRPr="00AE376F" w:rsidRDefault="00C81BA0" w:rsidP="00B8361E">
            <w:pPr>
              <w:pStyle w:val="TabNumeri"/>
            </w:pPr>
            <w:r w:rsidRPr="004375C1">
              <w:t>1,3</w:t>
            </w:r>
          </w:p>
        </w:tc>
        <w:tc>
          <w:tcPr>
            <w:tcW w:w="1134" w:type="dxa"/>
          </w:tcPr>
          <w:p w14:paraId="2A8D7080" w14:textId="77777777" w:rsidR="00C81BA0" w:rsidRPr="00AE376F" w:rsidRDefault="00C81BA0" w:rsidP="00B8361E">
            <w:pPr>
              <w:pStyle w:val="TabNumeri"/>
            </w:pPr>
            <w:r w:rsidRPr="004375C1">
              <w:t>-7,3</w:t>
            </w:r>
          </w:p>
        </w:tc>
        <w:tc>
          <w:tcPr>
            <w:tcW w:w="1134" w:type="dxa"/>
          </w:tcPr>
          <w:p w14:paraId="0F21B4F8" w14:textId="77777777" w:rsidR="00C81BA0" w:rsidRPr="00AE376F" w:rsidRDefault="00C81BA0" w:rsidP="00B8361E">
            <w:pPr>
              <w:pStyle w:val="TabNumeri"/>
            </w:pPr>
            <w:r w:rsidRPr="004375C1">
              <w:t>9,1</w:t>
            </w:r>
          </w:p>
        </w:tc>
        <w:tc>
          <w:tcPr>
            <w:tcW w:w="1134" w:type="dxa"/>
          </w:tcPr>
          <w:p w14:paraId="1B285919" w14:textId="77777777" w:rsidR="00C81BA0" w:rsidRPr="00AE376F" w:rsidRDefault="00C81BA0" w:rsidP="00B8361E">
            <w:pPr>
              <w:pStyle w:val="TabNumeri"/>
            </w:pPr>
            <w:r w:rsidRPr="004375C1">
              <w:t>10,3</w:t>
            </w:r>
          </w:p>
        </w:tc>
      </w:tr>
      <w:tr w:rsidR="00C81BA0" w14:paraId="43548D9B" w14:textId="77777777" w:rsidTr="00B8361E">
        <w:trPr>
          <w:cantSplit/>
          <w:trHeight w:val="227"/>
        </w:trPr>
        <w:tc>
          <w:tcPr>
            <w:tcW w:w="4820" w:type="dxa"/>
            <w:shd w:val="clear" w:color="auto" w:fill="DAEEF3" w:themeFill="accent5" w:themeFillTint="33"/>
          </w:tcPr>
          <w:p w14:paraId="6924B42C" w14:textId="77777777" w:rsidR="00C81BA0" w:rsidRDefault="00C81BA0" w:rsidP="00B8361E">
            <w:pPr>
              <w:pStyle w:val="TabEtichette"/>
              <w:rPr>
                <w:rFonts w:eastAsia="Arial Unicode MS"/>
              </w:rPr>
            </w:pPr>
            <w:r>
              <w:t>Esportazioni di beni verso l’estero</w:t>
            </w:r>
          </w:p>
        </w:tc>
        <w:tc>
          <w:tcPr>
            <w:tcW w:w="1134" w:type="dxa"/>
            <w:shd w:val="clear" w:color="auto" w:fill="DAEEF3" w:themeFill="accent5" w:themeFillTint="33"/>
          </w:tcPr>
          <w:p w14:paraId="4020F332" w14:textId="77777777" w:rsidR="00C81BA0" w:rsidRPr="00AE376F" w:rsidRDefault="00C81BA0" w:rsidP="00B8361E">
            <w:pPr>
              <w:pStyle w:val="TabNumeri"/>
            </w:pPr>
            <w:r w:rsidRPr="004375C1">
              <w:t>4,0</w:t>
            </w:r>
          </w:p>
        </w:tc>
        <w:tc>
          <w:tcPr>
            <w:tcW w:w="1134" w:type="dxa"/>
            <w:shd w:val="clear" w:color="auto" w:fill="DAEEF3" w:themeFill="accent5" w:themeFillTint="33"/>
          </w:tcPr>
          <w:p w14:paraId="4B1E9EA1" w14:textId="77777777" w:rsidR="00C81BA0" w:rsidRPr="00AE376F" w:rsidRDefault="00C81BA0" w:rsidP="00B8361E">
            <w:pPr>
              <w:pStyle w:val="TabNumeri"/>
            </w:pPr>
            <w:r w:rsidRPr="004375C1">
              <w:t>-9,5</w:t>
            </w:r>
          </w:p>
        </w:tc>
        <w:tc>
          <w:tcPr>
            <w:tcW w:w="1134" w:type="dxa"/>
            <w:shd w:val="clear" w:color="auto" w:fill="DAEEF3" w:themeFill="accent5" w:themeFillTint="33"/>
          </w:tcPr>
          <w:p w14:paraId="70B85BAE" w14:textId="77777777" w:rsidR="00C81BA0" w:rsidRPr="00AE376F" w:rsidRDefault="00C81BA0" w:rsidP="00B8361E">
            <w:pPr>
              <w:pStyle w:val="TabNumeri"/>
            </w:pPr>
            <w:r w:rsidRPr="004375C1">
              <w:t>6,8</w:t>
            </w:r>
          </w:p>
        </w:tc>
        <w:tc>
          <w:tcPr>
            <w:tcW w:w="1134" w:type="dxa"/>
            <w:shd w:val="clear" w:color="auto" w:fill="DAEEF3" w:themeFill="accent5" w:themeFillTint="33"/>
          </w:tcPr>
          <w:p w14:paraId="6BA21034" w14:textId="77777777" w:rsidR="00C81BA0" w:rsidRPr="00AE376F" w:rsidRDefault="00C81BA0" w:rsidP="00B8361E">
            <w:pPr>
              <w:pStyle w:val="TabNumeri"/>
            </w:pPr>
            <w:r w:rsidRPr="004375C1">
              <w:t>5,8</w:t>
            </w:r>
          </w:p>
        </w:tc>
      </w:tr>
      <w:tr w:rsidR="00C81BA0" w14:paraId="6E60D4B1" w14:textId="77777777" w:rsidTr="00B8361E">
        <w:trPr>
          <w:cantSplit/>
          <w:trHeight w:val="227"/>
        </w:trPr>
        <w:tc>
          <w:tcPr>
            <w:tcW w:w="4820" w:type="dxa"/>
          </w:tcPr>
          <w:p w14:paraId="1DC950BF" w14:textId="77777777" w:rsidR="00C81BA0" w:rsidRPr="00EC6592" w:rsidRDefault="00C81BA0" w:rsidP="00B8361E">
            <w:pPr>
              <w:pStyle w:val="TabEtichetteBold"/>
              <w:rPr>
                <w:rFonts w:eastAsia="Arial Unicode MS"/>
              </w:rPr>
            </w:pPr>
            <w:r w:rsidRPr="00EC6592">
              <w:t>Valore aggiunto ai prezzi base</w:t>
            </w:r>
          </w:p>
        </w:tc>
        <w:tc>
          <w:tcPr>
            <w:tcW w:w="1134" w:type="dxa"/>
          </w:tcPr>
          <w:p w14:paraId="4F2B7645" w14:textId="77777777" w:rsidR="00C81BA0" w:rsidRPr="00AE376F" w:rsidRDefault="00C81BA0" w:rsidP="00B8361E">
            <w:pPr>
              <w:pStyle w:val="TabNumeri"/>
            </w:pPr>
          </w:p>
        </w:tc>
        <w:tc>
          <w:tcPr>
            <w:tcW w:w="1134" w:type="dxa"/>
          </w:tcPr>
          <w:p w14:paraId="51650876" w14:textId="77777777" w:rsidR="00C81BA0" w:rsidRPr="00AE376F" w:rsidRDefault="00C81BA0" w:rsidP="00B8361E">
            <w:pPr>
              <w:pStyle w:val="TabNumeri"/>
            </w:pPr>
          </w:p>
        </w:tc>
        <w:tc>
          <w:tcPr>
            <w:tcW w:w="1134" w:type="dxa"/>
          </w:tcPr>
          <w:p w14:paraId="2C027714" w14:textId="77777777" w:rsidR="00C81BA0" w:rsidRPr="00AE376F" w:rsidRDefault="00C81BA0" w:rsidP="00B8361E">
            <w:pPr>
              <w:pStyle w:val="TabNumeri"/>
            </w:pPr>
          </w:p>
        </w:tc>
        <w:tc>
          <w:tcPr>
            <w:tcW w:w="1134" w:type="dxa"/>
          </w:tcPr>
          <w:p w14:paraId="759EF66E" w14:textId="77777777" w:rsidR="00C81BA0" w:rsidRPr="00AE376F" w:rsidRDefault="00C81BA0" w:rsidP="00B8361E">
            <w:pPr>
              <w:pStyle w:val="TabNumeri"/>
            </w:pPr>
          </w:p>
        </w:tc>
      </w:tr>
      <w:tr w:rsidR="00C81BA0" w14:paraId="72DF0840" w14:textId="77777777" w:rsidTr="00B8361E">
        <w:trPr>
          <w:cantSplit/>
          <w:trHeight w:val="227"/>
        </w:trPr>
        <w:tc>
          <w:tcPr>
            <w:tcW w:w="4820" w:type="dxa"/>
            <w:shd w:val="clear" w:color="auto" w:fill="DAEEF3" w:themeFill="accent5" w:themeFillTint="33"/>
          </w:tcPr>
          <w:p w14:paraId="13CC7886" w14:textId="77777777" w:rsidR="00C81BA0" w:rsidRDefault="00C81BA0" w:rsidP="00B8361E">
            <w:pPr>
              <w:pStyle w:val="TabEtichette"/>
              <w:rPr>
                <w:rFonts w:eastAsia="Arial Unicode MS"/>
              </w:rPr>
            </w:pPr>
            <w:r>
              <w:t>Agricoltura</w:t>
            </w:r>
          </w:p>
        </w:tc>
        <w:tc>
          <w:tcPr>
            <w:tcW w:w="1134" w:type="dxa"/>
            <w:shd w:val="clear" w:color="auto" w:fill="DAEEF3" w:themeFill="accent5" w:themeFillTint="33"/>
          </w:tcPr>
          <w:p w14:paraId="263867A6" w14:textId="77777777" w:rsidR="00C81BA0" w:rsidRPr="00AE376F" w:rsidRDefault="00C81BA0" w:rsidP="00B8361E">
            <w:pPr>
              <w:pStyle w:val="TabNumeri"/>
            </w:pPr>
            <w:r w:rsidRPr="004375C1">
              <w:t>-7,1</w:t>
            </w:r>
          </w:p>
        </w:tc>
        <w:tc>
          <w:tcPr>
            <w:tcW w:w="1134" w:type="dxa"/>
            <w:shd w:val="clear" w:color="auto" w:fill="DAEEF3" w:themeFill="accent5" w:themeFillTint="33"/>
          </w:tcPr>
          <w:p w14:paraId="5CED2345" w14:textId="77777777" w:rsidR="00C81BA0" w:rsidRPr="00AE376F" w:rsidRDefault="00C81BA0" w:rsidP="00B8361E">
            <w:pPr>
              <w:pStyle w:val="TabNumeri"/>
            </w:pPr>
            <w:r w:rsidRPr="004375C1">
              <w:t>-0,5</w:t>
            </w:r>
          </w:p>
        </w:tc>
        <w:tc>
          <w:tcPr>
            <w:tcW w:w="1134" w:type="dxa"/>
            <w:shd w:val="clear" w:color="auto" w:fill="DAEEF3" w:themeFill="accent5" w:themeFillTint="33"/>
          </w:tcPr>
          <w:p w14:paraId="106EF15A" w14:textId="77777777" w:rsidR="00C81BA0" w:rsidRPr="00AE376F" w:rsidRDefault="00C81BA0" w:rsidP="00B8361E">
            <w:pPr>
              <w:pStyle w:val="TabNumeri"/>
            </w:pPr>
            <w:r w:rsidRPr="004375C1">
              <w:t>0,8</w:t>
            </w:r>
          </w:p>
        </w:tc>
        <w:tc>
          <w:tcPr>
            <w:tcW w:w="1134" w:type="dxa"/>
            <w:shd w:val="clear" w:color="auto" w:fill="DAEEF3" w:themeFill="accent5" w:themeFillTint="33"/>
          </w:tcPr>
          <w:p w14:paraId="0B2DB0A9" w14:textId="77777777" w:rsidR="00C81BA0" w:rsidRPr="00AE376F" w:rsidRDefault="00C81BA0" w:rsidP="00B8361E">
            <w:pPr>
              <w:pStyle w:val="TabNumeri"/>
            </w:pPr>
            <w:r w:rsidRPr="004375C1">
              <w:t>3,6</w:t>
            </w:r>
          </w:p>
        </w:tc>
      </w:tr>
      <w:tr w:rsidR="00C81BA0" w14:paraId="1D6576CD" w14:textId="77777777" w:rsidTr="00B8361E">
        <w:trPr>
          <w:cantSplit/>
          <w:trHeight w:val="227"/>
        </w:trPr>
        <w:tc>
          <w:tcPr>
            <w:tcW w:w="4820" w:type="dxa"/>
          </w:tcPr>
          <w:p w14:paraId="714C7CAD" w14:textId="77777777" w:rsidR="00C81BA0" w:rsidRDefault="00C81BA0" w:rsidP="00B8361E">
            <w:pPr>
              <w:pStyle w:val="TabEtichette"/>
              <w:rPr>
                <w:rFonts w:eastAsia="Arial Unicode MS"/>
              </w:rPr>
            </w:pPr>
            <w:r>
              <w:t>Industria</w:t>
            </w:r>
          </w:p>
        </w:tc>
        <w:tc>
          <w:tcPr>
            <w:tcW w:w="1134" w:type="dxa"/>
          </w:tcPr>
          <w:p w14:paraId="1E57FBC0" w14:textId="77777777" w:rsidR="00C81BA0" w:rsidRPr="00AE376F" w:rsidRDefault="00C81BA0" w:rsidP="00B8361E">
            <w:pPr>
              <w:pStyle w:val="TabNumeri"/>
            </w:pPr>
            <w:r w:rsidRPr="004375C1">
              <w:t>0,4</w:t>
            </w:r>
          </w:p>
        </w:tc>
        <w:tc>
          <w:tcPr>
            <w:tcW w:w="1134" w:type="dxa"/>
          </w:tcPr>
          <w:p w14:paraId="3061B4D1" w14:textId="77777777" w:rsidR="00C81BA0" w:rsidRPr="00AE376F" w:rsidRDefault="00C81BA0" w:rsidP="00B8361E">
            <w:pPr>
              <w:pStyle w:val="TabNumeri"/>
            </w:pPr>
            <w:r w:rsidRPr="004375C1">
              <w:t>-11,9</w:t>
            </w:r>
          </w:p>
        </w:tc>
        <w:tc>
          <w:tcPr>
            <w:tcW w:w="1134" w:type="dxa"/>
          </w:tcPr>
          <w:p w14:paraId="2F627504" w14:textId="77777777" w:rsidR="00C81BA0" w:rsidRPr="00AE376F" w:rsidRDefault="00C81BA0" w:rsidP="00B8361E">
            <w:pPr>
              <w:pStyle w:val="TabNumeri"/>
            </w:pPr>
            <w:r w:rsidRPr="004375C1">
              <w:t>8,5</w:t>
            </w:r>
          </w:p>
        </w:tc>
        <w:tc>
          <w:tcPr>
            <w:tcW w:w="1134" w:type="dxa"/>
          </w:tcPr>
          <w:p w14:paraId="6F2FF20B" w14:textId="77777777" w:rsidR="00C81BA0" w:rsidRPr="00AE376F" w:rsidRDefault="00C81BA0" w:rsidP="00B8361E">
            <w:pPr>
              <w:pStyle w:val="TabNumeri"/>
            </w:pPr>
            <w:r w:rsidRPr="004375C1">
              <w:t>4,2</w:t>
            </w:r>
          </w:p>
        </w:tc>
      </w:tr>
      <w:tr w:rsidR="00C81BA0" w14:paraId="103282C2" w14:textId="77777777" w:rsidTr="00B8361E">
        <w:trPr>
          <w:cantSplit/>
          <w:trHeight w:val="227"/>
        </w:trPr>
        <w:tc>
          <w:tcPr>
            <w:tcW w:w="4820" w:type="dxa"/>
            <w:shd w:val="clear" w:color="auto" w:fill="DAEEF3" w:themeFill="accent5" w:themeFillTint="33"/>
          </w:tcPr>
          <w:p w14:paraId="588B520A" w14:textId="77777777" w:rsidR="00C81BA0" w:rsidRDefault="00C81BA0" w:rsidP="00B8361E">
            <w:pPr>
              <w:pStyle w:val="TabEtichette"/>
              <w:rPr>
                <w:rFonts w:eastAsia="Arial Unicode MS"/>
              </w:rPr>
            </w:pPr>
            <w:r>
              <w:t>Costruzioni</w:t>
            </w:r>
          </w:p>
        </w:tc>
        <w:tc>
          <w:tcPr>
            <w:tcW w:w="1134" w:type="dxa"/>
            <w:shd w:val="clear" w:color="auto" w:fill="DAEEF3" w:themeFill="accent5" w:themeFillTint="33"/>
          </w:tcPr>
          <w:p w14:paraId="73D732FB" w14:textId="77777777" w:rsidR="00C81BA0" w:rsidRPr="00AE376F" w:rsidRDefault="00C81BA0" w:rsidP="00B8361E">
            <w:pPr>
              <w:pStyle w:val="TabNumeri"/>
            </w:pPr>
            <w:r w:rsidRPr="004375C1">
              <w:t>2,7</w:t>
            </w:r>
          </w:p>
        </w:tc>
        <w:tc>
          <w:tcPr>
            <w:tcW w:w="1134" w:type="dxa"/>
            <w:shd w:val="clear" w:color="auto" w:fill="DAEEF3" w:themeFill="accent5" w:themeFillTint="33"/>
          </w:tcPr>
          <w:p w14:paraId="21CBAFDC" w14:textId="77777777" w:rsidR="00C81BA0" w:rsidRPr="00AE376F" w:rsidRDefault="00C81BA0" w:rsidP="00B8361E">
            <w:pPr>
              <w:pStyle w:val="TabNumeri"/>
            </w:pPr>
            <w:r w:rsidRPr="004375C1">
              <w:t>-5,6</w:t>
            </w:r>
          </w:p>
        </w:tc>
        <w:tc>
          <w:tcPr>
            <w:tcW w:w="1134" w:type="dxa"/>
            <w:shd w:val="clear" w:color="auto" w:fill="DAEEF3" w:themeFill="accent5" w:themeFillTint="33"/>
          </w:tcPr>
          <w:p w14:paraId="1E265B53" w14:textId="77777777" w:rsidR="00C81BA0" w:rsidRPr="00AE376F" w:rsidRDefault="00C81BA0" w:rsidP="00B8361E">
            <w:pPr>
              <w:pStyle w:val="TabNumeri"/>
            </w:pPr>
            <w:r w:rsidRPr="004375C1">
              <w:t>10,7</w:t>
            </w:r>
          </w:p>
        </w:tc>
        <w:tc>
          <w:tcPr>
            <w:tcW w:w="1134" w:type="dxa"/>
            <w:shd w:val="clear" w:color="auto" w:fill="DAEEF3" w:themeFill="accent5" w:themeFillTint="33"/>
          </w:tcPr>
          <w:p w14:paraId="408A2ECF" w14:textId="77777777" w:rsidR="00C81BA0" w:rsidRPr="00AE376F" w:rsidRDefault="00C81BA0" w:rsidP="00B8361E">
            <w:pPr>
              <w:pStyle w:val="TabNumeri"/>
            </w:pPr>
            <w:r w:rsidRPr="004375C1">
              <w:t>6,4</w:t>
            </w:r>
          </w:p>
        </w:tc>
      </w:tr>
      <w:tr w:rsidR="00C81BA0" w14:paraId="7392E0CF" w14:textId="77777777" w:rsidTr="00B8361E">
        <w:trPr>
          <w:cantSplit/>
          <w:trHeight w:val="227"/>
        </w:trPr>
        <w:tc>
          <w:tcPr>
            <w:tcW w:w="4820" w:type="dxa"/>
          </w:tcPr>
          <w:p w14:paraId="7CCF11DB" w14:textId="77777777" w:rsidR="00C81BA0" w:rsidRDefault="00C81BA0" w:rsidP="00B8361E">
            <w:pPr>
              <w:pStyle w:val="TabEtichette"/>
              <w:rPr>
                <w:rFonts w:eastAsia="Arial Unicode MS"/>
              </w:rPr>
            </w:pPr>
            <w:r>
              <w:t>Servizi</w:t>
            </w:r>
          </w:p>
        </w:tc>
        <w:tc>
          <w:tcPr>
            <w:tcW w:w="1134" w:type="dxa"/>
          </w:tcPr>
          <w:p w14:paraId="2EED0668" w14:textId="77777777" w:rsidR="00C81BA0" w:rsidRPr="00AE376F" w:rsidRDefault="00C81BA0" w:rsidP="00B8361E">
            <w:pPr>
              <w:pStyle w:val="TabNumeri"/>
            </w:pPr>
            <w:r w:rsidRPr="004375C1">
              <w:t>0,9</w:t>
            </w:r>
          </w:p>
        </w:tc>
        <w:tc>
          <w:tcPr>
            <w:tcW w:w="1134" w:type="dxa"/>
          </w:tcPr>
          <w:p w14:paraId="561B8365" w14:textId="77777777" w:rsidR="00C81BA0" w:rsidRPr="00AE376F" w:rsidRDefault="00C81BA0" w:rsidP="00B8361E">
            <w:pPr>
              <w:pStyle w:val="TabNumeri"/>
            </w:pPr>
            <w:r w:rsidRPr="004375C1">
              <w:t>-8,6</w:t>
            </w:r>
          </w:p>
        </w:tc>
        <w:tc>
          <w:tcPr>
            <w:tcW w:w="1134" w:type="dxa"/>
          </w:tcPr>
          <w:p w14:paraId="788C9BB2" w14:textId="77777777" w:rsidR="00C81BA0" w:rsidRPr="00AE376F" w:rsidRDefault="00C81BA0" w:rsidP="00B8361E">
            <w:pPr>
              <w:pStyle w:val="TabNumeri"/>
            </w:pPr>
            <w:r w:rsidRPr="004375C1">
              <w:t>4,0</w:t>
            </w:r>
          </w:p>
        </w:tc>
        <w:tc>
          <w:tcPr>
            <w:tcW w:w="1134" w:type="dxa"/>
          </w:tcPr>
          <w:p w14:paraId="453DEBFB" w14:textId="77777777" w:rsidR="00C81BA0" w:rsidRPr="00AE376F" w:rsidRDefault="00C81BA0" w:rsidP="00B8361E">
            <w:pPr>
              <w:pStyle w:val="TabNumeri"/>
            </w:pPr>
            <w:r w:rsidRPr="004375C1">
              <w:t>4,3</w:t>
            </w:r>
          </w:p>
        </w:tc>
      </w:tr>
      <w:tr w:rsidR="00C81BA0" w14:paraId="051A93D1" w14:textId="77777777" w:rsidTr="00B8361E">
        <w:trPr>
          <w:cantSplit/>
          <w:trHeight w:val="227"/>
        </w:trPr>
        <w:tc>
          <w:tcPr>
            <w:tcW w:w="4820" w:type="dxa"/>
            <w:shd w:val="clear" w:color="auto" w:fill="DAEEF3" w:themeFill="accent5" w:themeFillTint="33"/>
          </w:tcPr>
          <w:p w14:paraId="64C7633A" w14:textId="77777777" w:rsidR="00C81BA0" w:rsidRDefault="00C81BA0" w:rsidP="00B8361E">
            <w:pPr>
              <w:pStyle w:val="TabEtichette"/>
              <w:rPr>
                <w:rFonts w:eastAsia="Arial Unicode MS"/>
              </w:rPr>
            </w:pPr>
            <w:r>
              <w:t>Totale</w:t>
            </w:r>
          </w:p>
        </w:tc>
        <w:tc>
          <w:tcPr>
            <w:tcW w:w="1134" w:type="dxa"/>
            <w:shd w:val="clear" w:color="auto" w:fill="DAEEF3" w:themeFill="accent5" w:themeFillTint="33"/>
          </w:tcPr>
          <w:p w14:paraId="503695FD" w14:textId="77777777" w:rsidR="00C81BA0" w:rsidRPr="00AE376F" w:rsidRDefault="00C81BA0" w:rsidP="00B8361E">
            <w:pPr>
              <w:pStyle w:val="TabNumeri"/>
            </w:pPr>
            <w:r w:rsidRPr="004375C1">
              <w:t>0,6</w:t>
            </w:r>
          </w:p>
        </w:tc>
        <w:tc>
          <w:tcPr>
            <w:tcW w:w="1134" w:type="dxa"/>
            <w:shd w:val="clear" w:color="auto" w:fill="DAEEF3" w:themeFill="accent5" w:themeFillTint="33"/>
          </w:tcPr>
          <w:p w14:paraId="5924F6A8" w14:textId="77777777" w:rsidR="00C81BA0" w:rsidRPr="00AE376F" w:rsidRDefault="00C81BA0" w:rsidP="00B8361E">
            <w:pPr>
              <w:pStyle w:val="TabNumeri"/>
            </w:pPr>
            <w:r w:rsidRPr="004375C1">
              <w:t>-9,2</w:t>
            </w:r>
          </w:p>
        </w:tc>
        <w:tc>
          <w:tcPr>
            <w:tcW w:w="1134" w:type="dxa"/>
            <w:shd w:val="clear" w:color="auto" w:fill="DAEEF3" w:themeFill="accent5" w:themeFillTint="33"/>
          </w:tcPr>
          <w:p w14:paraId="7A176C82" w14:textId="77777777" w:rsidR="00C81BA0" w:rsidRPr="00AE376F" w:rsidRDefault="00C81BA0" w:rsidP="00B8361E">
            <w:pPr>
              <w:pStyle w:val="TabNumeri"/>
            </w:pPr>
            <w:r w:rsidRPr="004375C1">
              <w:t>5,4</w:t>
            </w:r>
          </w:p>
        </w:tc>
        <w:tc>
          <w:tcPr>
            <w:tcW w:w="1134" w:type="dxa"/>
            <w:shd w:val="clear" w:color="auto" w:fill="DAEEF3" w:themeFill="accent5" w:themeFillTint="33"/>
          </w:tcPr>
          <w:p w14:paraId="6FAAC37D" w14:textId="77777777" w:rsidR="00C81BA0" w:rsidRPr="00AE376F" w:rsidRDefault="00C81BA0" w:rsidP="00B8361E">
            <w:pPr>
              <w:pStyle w:val="TabNumeri"/>
            </w:pPr>
            <w:r w:rsidRPr="004375C1">
              <w:t>4,4</w:t>
            </w:r>
          </w:p>
        </w:tc>
      </w:tr>
      <w:tr w:rsidR="00C81BA0" w14:paraId="03CE2EF6" w14:textId="77777777" w:rsidTr="00B8361E">
        <w:trPr>
          <w:cantSplit/>
          <w:trHeight w:val="227"/>
        </w:trPr>
        <w:tc>
          <w:tcPr>
            <w:tcW w:w="4820" w:type="dxa"/>
          </w:tcPr>
          <w:p w14:paraId="67A560B6" w14:textId="77777777" w:rsidR="00C81BA0" w:rsidRPr="00EC6592" w:rsidRDefault="00C81BA0" w:rsidP="00B8361E">
            <w:pPr>
              <w:pStyle w:val="TabEtichetteBold"/>
              <w:rPr>
                <w:rFonts w:eastAsia="Arial Unicode MS"/>
              </w:rPr>
            </w:pPr>
            <w:r w:rsidRPr="00EC6592">
              <w:t>Rapporti caratteristici</w:t>
            </w:r>
          </w:p>
        </w:tc>
        <w:tc>
          <w:tcPr>
            <w:tcW w:w="1134" w:type="dxa"/>
          </w:tcPr>
          <w:p w14:paraId="4E7C1144" w14:textId="77777777" w:rsidR="00C81BA0" w:rsidRPr="00AE376F" w:rsidRDefault="00C81BA0" w:rsidP="00B8361E">
            <w:pPr>
              <w:pStyle w:val="TabNumeri"/>
            </w:pPr>
          </w:p>
        </w:tc>
        <w:tc>
          <w:tcPr>
            <w:tcW w:w="1134" w:type="dxa"/>
          </w:tcPr>
          <w:p w14:paraId="08AF2DCE" w14:textId="77777777" w:rsidR="00C81BA0" w:rsidRPr="00AE376F" w:rsidRDefault="00C81BA0" w:rsidP="00B8361E">
            <w:pPr>
              <w:pStyle w:val="TabNumeri"/>
            </w:pPr>
          </w:p>
        </w:tc>
        <w:tc>
          <w:tcPr>
            <w:tcW w:w="1134" w:type="dxa"/>
          </w:tcPr>
          <w:p w14:paraId="437CF1FB" w14:textId="77777777" w:rsidR="00C81BA0" w:rsidRPr="00AE376F" w:rsidRDefault="00C81BA0" w:rsidP="00B8361E">
            <w:pPr>
              <w:pStyle w:val="TabNumeri"/>
            </w:pPr>
          </w:p>
        </w:tc>
        <w:tc>
          <w:tcPr>
            <w:tcW w:w="1134" w:type="dxa"/>
          </w:tcPr>
          <w:p w14:paraId="2B5C023A" w14:textId="77777777" w:rsidR="00C81BA0" w:rsidRPr="00AE376F" w:rsidRDefault="00C81BA0" w:rsidP="00B8361E">
            <w:pPr>
              <w:pStyle w:val="TabNumeri"/>
            </w:pPr>
          </w:p>
        </w:tc>
      </w:tr>
      <w:tr w:rsidR="00C81BA0" w14:paraId="3D42313F" w14:textId="77777777" w:rsidTr="00B8361E">
        <w:trPr>
          <w:cantSplit/>
          <w:trHeight w:val="227"/>
        </w:trPr>
        <w:tc>
          <w:tcPr>
            <w:tcW w:w="4820" w:type="dxa"/>
            <w:shd w:val="clear" w:color="auto" w:fill="DAEEF3" w:themeFill="accent5" w:themeFillTint="33"/>
          </w:tcPr>
          <w:p w14:paraId="17EC3636" w14:textId="77777777" w:rsidR="00C81BA0" w:rsidRPr="00983308" w:rsidRDefault="00C81BA0" w:rsidP="00B8361E">
            <w:pPr>
              <w:pStyle w:val="TabEtichette"/>
            </w:pPr>
            <w:r w:rsidRPr="00983308">
              <w:t>Forze di lavoro</w:t>
            </w:r>
          </w:p>
        </w:tc>
        <w:tc>
          <w:tcPr>
            <w:tcW w:w="1134" w:type="dxa"/>
            <w:shd w:val="clear" w:color="auto" w:fill="DAEEF3" w:themeFill="accent5" w:themeFillTint="33"/>
          </w:tcPr>
          <w:p w14:paraId="5BE87AD9" w14:textId="77777777" w:rsidR="00C81BA0" w:rsidRPr="00AE376F" w:rsidRDefault="00C81BA0" w:rsidP="00B8361E">
            <w:pPr>
              <w:pStyle w:val="TabNumeri"/>
            </w:pPr>
            <w:r w:rsidRPr="004375C1">
              <w:t>1,1</w:t>
            </w:r>
          </w:p>
        </w:tc>
        <w:tc>
          <w:tcPr>
            <w:tcW w:w="1134" w:type="dxa"/>
            <w:shd w:val="clear" w:color="auto" w:fill="DAEEF3" w:themeFill="accent5" w:themeFillTint="33"/>
          </w:tcPr>
          <w:p w14:paraId="00BDD0BF" w14:textId="77777777" w:rsidR="00C81BA0" w:rsidRPr="00AE376F" w:rsidRDefault="00C81BA0" w:rsidP="00B8361E">
            <w:pPr>
              <w:pStyle w:val="TabNumeri"/>
            </w:pPr>
            <w:r w:rsidRPr="004375C1">
              <w:t>-1,3</w:t>
            </w:r>
          </w:p>
        </w:tc>
        <w:tc>
          <w:tcPr>
            <w:tcW w:w="1134" w:type="dxa"/>
            <w:shd w:val="clear" w:color="auto" w:fill="DAEEF3" w:themeFill="accent5" w:themeFillTint="33"/>
          </w:tcPr>
          <w:p w14:paraId="0CFDD0CF" w14:textId="77777777" w:rsidR="00C81BA0" w:rsidRPr="00AE376F" w:rsidRDefault="00C81BA0" w:rsidP="00B8361E">
            <w:pPr>
              <w:pStyle w:val="TabNumeri"/>
            </w:pPr>
            <w:r w:rsidRPr="004375C1">
              <w:t>0,5</w:t>
            </w:r>
          </w:p>
        </w:tc>
        <w:tc>
          <w:tcPr>
            <w:tcW w:w="1134" w:type="dxa"/>
            <w:shd w:val="clear" w:color="auto" w:fill="DAEEF3" w:themeFill="accent5" w:themeFillTint="33"/>
          </w:tcPr>
          <w:p w14:paraId="00404921" w14:textId="77777777" w:rsidR="00C81BA0" w:rsidRPr="00AE376F" w:rsidRDefault="00C81BA0" w:rsidP="00B8361E">
            <w:pPr>
              <w:pStyle w:val="TabNumeri"/>
            </w:pPr>
            <w:r w:rsidRPr="004375C1">
              <w:t>1,0</w:t>
            </w:r>
          </w:p>
        </w:tc>
      </w:tr>
      <w:tr w:rsidR="00C81BA0" w14:paraId="45C3E702" w14:textId="77777777" w:rsidTr="00B8361E">
        <w:trPr>
          <w:cantSplit/>
          <w:trHeight w:val="227"/>
        </w:trPr>
        <w:tc>
          <w:tcPr>
            <w:tcW w:w="4820" w:type="dxa"/>
          </w:tcPr>
          <w:p w14:paraId="2F680D33" w14:textId="77777777" w:rsidR="00C81BA0" w:rsidRDefault="00C81BA0" w:rsidP="00B8361E">
            <w:pPr>
              <w:pStyle w:val="TabEtichette"/>
            </w:pPr>
            <w:r w:rsidRPr="00983308">
              <w:t>Occupati</w:t>
            </w:r>
          </w:p>
        </w:tc>
        <w:tc>
          <w:tcPr>
            <w:tcW w:w="1134" w:type="dxa"/>
          </w:tcPr>
          <w:p w14:paraId="45CF3CC3" w14:textId="77777777" w:rsidR="00C81BA0" w:rsidRPr="00AE376F" w:rsidRDefault="00C81BA0" w:rsidP="00B8361E">
            <w:pPr>
              <w:pStyle w:val="TabNumeri"/>
            </w:pPr>
            <w:r w:rsidRPr="004375C1">
              <w:t>1,4</w:t>
            </w:r>
          </w:p>
        </w:tc>
        <w:tc>
          <w:tcPr>
            <w:tcW w:w="1134" w:type="dxa"/>
          </w:tcPr>
          <w:p w14:paraId="3A5AD982" w14:textId="77777777" w:rsidR="00C81BA0" w:rsidRPr="00AE376F" w:rsidRDefault="00C81BA0" w:rsidP="00B8361E">
            <w:pPr>
              <w:pStyle w:val="TabNumeri"/>
            </w:pPr>
            <w:r w:rsidRPr="004375C1">
              <w:t>-1,7</w:t>
            </w:r>
          </w:p>
        </w:tc>
        <w:tc>
          <w:tcPr>
            <w:tcW w:w="1134" w:type="dxa"/>
          </w:tcPr>
          <w:p w14:paraId="4A5733CE" w14:textId="77777777" w:rsidR="00C81BA0" w:rsidRPr="00AE376F" w:rsidRDefault="00C81BA0" w:rsidP="00B8361E">
            <w:pPr>
              <w:pStyle w:val="TabNumeri"/>
            </w:pPr>
            <w:r w:rsidRPr="004375C1">
              <w:t>-0,2</w:t>
            </w:r>
          </w:p>
        </w:tc>
        <w:tc>
          <w:tcPr>
            <w:tcW w:w="1134" w:type="dxa"/>
          </w:tcPr>
          <w:p w14:paraId="0E6B4F0A" w14:textId="77777777" w:rsidR="00C81BA0" w:rsidRPr="00AE376F" w:rsidRDefault="00C81BA0" w:rsidP="00B8361E">
            <w:pPr>
              <w:pStyle w:val="TabNumeri"/>
            </w:pPr>
            <w:r w:rsidRPr="004375C1">
              <w:t>1,4</w:t>
            </w:r>
          </w:p>
        </w:tc>
      </w:tr>
      <w:tr w:rsidR="00C81BA0" w14:paraId="487042D5" w14:textId="77777777" w:rsidTr="00B8361E">
        <w:trPr>
          <w:cantSplit/>
          <w:trHeight w:val="227"/>
        </w:trPr>
        <w:tc>
          <w:tcPr>
            <w:tcW w:w="4820" w:type="dxa"/>
            <w:shd w:val="clear" w:color="auto" w:fill="DAEEF3" w:themeFill="accent5" w:themeFillTint="33"/>
          </w:tcPr>
          <w:p w14:paraId="0782104C" w14:textId="77777777" w:rsidR="00C81BA0" w:rsidRPr="007427DC" w:rsidRDefault="00C81BA0" w:rsidP="00B8361E">
            <w:pPr>
              <w:pStyle w:val="tabetic"/>
            </w:pPr>
            <w:r>
              <w:t xml:space="preserve"> Tasso di attività (2)(3</w:t>
            </w:r>
            <w:r w:rsidRPr="007427DC">
              <w:t>)</w:t>
            </w:r>
          </w:p>
        </w:tc>
        <w:tc>
          <w:tcPr>
            <w:tcW w:w="1134" w:type="dxa"/>
            <w:shd w:val="clear" w:color="auto" w:fill="DAEEF3" w:themeFill="accent5" w:themeFillTint="33"/>
          </w:tcPr>
          <w:p w14:paraId="23B7DB8C" w14:textId="77777777" w:rsidR="00C81BA0" w:rsidRPr="00AE376F" w:rsidRDefault="00C81BA0" w:rsidP="00B8361E">
            <w:pPr>
              <w:pStyle w:val="TabNumeri"/>
            </w:pPr>
            <w:r w:rsidRPr="004375C1">
              <w:t>48,6</w:t>
            </w:r>
          </w:p>
        </w:tc>
        <w:tc>
          <w:tcPr>
            <w:tcW w:w="1134" w:type="dxa"/>
            <w:shd w:val="clear" w:color="auto" w:fill="DAEEF3" w:themeFill="accent5" w:themeFillTint="33"/>
          </w:tcPr>
          <w:p w14:paraId="5F6E5C94" w14:textId="77777777" w:rsidR="00C81BA0" w:rsidRPr="00AE376F" w:rsidRDefault="00C81BA0" w:rsidP="00B8361E">
            <w:pPr>
              <w:pStyle w:val="TabNumeri"/>
            </w:pPr>
            <w:r w:rsidRPr="004375C1">
              <w:t>48,1</w:t>
            </w:r>
          </w:p>
        </w:tc>
        <w:tc>
          <w:tcPr>
            <w:tcW w:w="1134" w:type="dxa"/>
            <w:shd w:val="clear" w:color="auto" w:fill="DAEEF3" w:themeFill="accent5" w:themeFillTint="33"/>
          </w:tcPr>
          <w:p w14:paraId="27E287FD" w14:textId="77777777" w:rsidR="00C81BA0" w:rsidRPr="00AE376F" w:rsidRDefault="00C81BA0" w:rsidP="00B8361E">
            <w:pPr>
              <w:pStyle w:val="TabNumeri"/>
            </w:pPr>
            <w:r w:rsidRPr="004375C1">
              <w:t>48,3</w:t>
            </w:r>
          </w:p>
        </w:tc>
        <w:tc>
          <w:tcPr>
            <w:tcW w:w="1134" w:type="dxa"/>
            <w:shd w:val="clear" w:color="auto" w:fill="DAEEF3" w:themeFill="accent5" w:themeFillTint="33"/>
          </w:tcPr>
          <w:p w14:paraId="3887AFCE" w14:textId="77777777" w:rsidR="00C81BA0" w:rsidRPr="00AE376F" w:rsidRDefault="00C81BA0" w:rsidP="00B8361E">
            <w:pPr>
              <w:pStyle w:val="TabNumeri"/>
            </w:pPr>
            <w:r w:rsidRPr="004375C1">
              <w:t>48,7</w:t>
            </w:r>
          </w:p>
        </w:tc>
      </w:tr>
      <w:tr w:rsidR="00C81BA0" w14:paraId="6D9A49C8" w14:textId="77777777" w:rsidTr="00B8361E">
        <w:trPr>
          <w:cantSplit/>
          <w:trHeight w:val="227"/>
        </w:trPr>
        <w:tc>
          <w:tcPr>
            <w:tcW w:w="4820" w:type="dxa"/>
          </w:tcPr>
          <w:p w14:paraId="15C0CCC8" w14:textId="77777777" w:rsidR="00C81BA0" w:rsidRPr="007427DC" w:rsidRDefault="00C81BA0" w:rsidP="00B8361E">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207CE19C" w14:textId="77777777" w:rsidR="00C81BA0" w:rsidRPr="00AE376F" w:rsidRDefault="00C81BA0" w:rsidP="00B8361E">
            <w:pPr>
              <w:pStyle w:val="TabNumeri"/>
            </w:pPr>
            <w:r w:rsidRPr="004375C1">
              <w:t>45,9</w:t>
            </w:r>
          </w:p>
        </w:tc>
        <w:tc>
          <w:tcPr>
            <w:tcW w:w="1134" w:type="dxa"/>
          </w:tcPr>
          <w:p w14:paraId="71E7E60D" w14:textId="77777777" w:rsidR="00C81BA0" w:rsidRPr="00AE376F" w:rsidRDefault="00C81BA0" w:rsidP="00B8361E">
            <w:pPr>
              <w:pStyle w:val="TabNumeri"/>
            </w:pPr>
            <w:r w:rsidRPr="004375C1">
              <w:t>45,2</w:t>
            </w:r>
          </w:p>
        </w:tc>
        <w:tc>
          <w:tcPr>
            <w:tcW w:w="1134" w:type="dxa"/>
          </w:tcPr>
          <w:p w14:paraId="68716C64" w14:textId="77777777" w:rsidR="00C81BA0" w:rsidRPr="00AE376F" w:rsidRDefault="00C81BA0" w:rsidP="00B8361E">
            <w:pPr>
              <w:pStyle w:val="TabNumeri"/>
            </w:pPr>
            <w:r w:rsidRPr="004375C1">
              <w:t>45,0</w:t>
            </w:r>
          </w:p>
        </w:tc>
        <w:tc>
          <w:tcPr>
            <w:tcW w:w="1134" w:type="dxa"/>
          </w:tcPr>
          <w:p w14:paraId="62583947" w14:textId="77777777" w:rsidR="00C81BA0" w:rsidRPr="00AE376F" w:rsidRDefault="00C81BA0" w:rsidP="00B8361E">
            <w:pPr>
              <w:pStyle w:val="TabNumeri"/>
            </w:pPr>
            <w:r w:rsidRPr="004375C1">
              <w:t>45,6</w:t>
            </w:r>
          </w:p>
        </w:tc>
      </w:tr>
      <w:tr w:rsidR="00C81BA0" w14:paraId="25DC612A" w14:textId="77777777" w:rsidTr="00B8361E">
        <w:trPr>
          <w:cantSplit/>
          <w:trHeight w:val="227"/>
        </w:trPr>
        <w:tc>
          <w:tcPr>
            <w:tcW w:w="4820" w:type="dxa"/>
            <w:shd w:val="clear" w:color="auto" w:fill="DAEEF3" w:themeFill="accent5" w:themeFillTint="33"/>
          </w:tcPr>
          <w:p w14:paraId="530D7A90" w14:textId="77777777" w:rsidR="00C81BA0" w:rsidRPr="007427DC" w:rsidRDefault="00C81BA0" w:rsidP="00B8361E">
            <w:pPr>
              <w:pStyle w:val="tabetic"/>
            </w:pPr>
            <w:r>
              <w:t xml:space="preserve"> Tasso di disoccupazione (2</w:t>
            </w:r>
            <w:r w:rsidRPr="007427DC">
              <w:t>)</w:t>
            </w:r>
          </w:p>
        </w:tc>
        <w:tc>
          <w:tcPr>
            <w:tcW w:w="1134" w:type="dxa"/>
            <w:shd w:val="clear" w:color="auto" w:fill="DAEEF3" w:themeFill="accent5" w:themeFillTint="33"/>
          </w:tcPr>
          <w:p w14:paraId="4723B85C" w14:textId="77777777" w:rsidR="00C81BA0" w:rsidRPr="00AE376F" w:rsidRDefault="00C81BA0" w:rsidP="00B8361E">
            <w:pPr>
              <w:pStyle w:val="TabNumeri"/>
            </w:pPr>
            <w:r w:rsidRPr="004375C1">
              <w:t>5,5</w:t>
            </w:r>
          </w:p>
        </w:tc>
        <w:tc>
          <w:tcPr>
            <w:tcW w:w="1134" w:type="dxa"/>
            <w:shd w:val="clear" w:color="auto" w:fill="DAEEF3" w:themeFill="accent5" w:themeFillTint="33"/>
          </w:tcPr>
          <w:p w14:paraId="4064774A" w14:textId="77777777" w:rsidR="00C81BA0" w:rsidRPr="00AE376F" w:rsidRDefault="00C81BA0" w:rsidP="00B8361E">
            <w:pPr>
              <w:pStyle w:val="TabNumeri"/>
            </w:pPr>
            <w:r w:rsidRPr="004375C1">
              <w:t>6,0</w:t>
            </w:r>
          </w:p>
        </w:tc>
        <w:tc>
          <w:tcPr>
            <w:tcW w:w="1134" w:type="dxa"/>
            <w:shd w:val="clear" w:color="auto" w:fill="DAEEF3" w:themeFill="accent5" w:themeFillTint="33"/>
          </w:tcPr>
          <w:p w14:paraId="694131DD" w14:textId="77777777" w:rsidR="00C81BA0" w:rsidRPr="00AE376F" w:rsidRDefault="00C81BA0" w:rsidP="00B8361E">
            <w:pPr>
              <w:pStyle w:val="TabNumeri"/>
            </w:pPr>
            <w:r w:rsidRPr="004375C1">
              <w:t>6,7</w:t>
            </w:r>
          </w:p>
        </w:tc>
        <w:tc>
          <w:tcPr>
            <w:tcW w:w="1134" w:type="dxa"/>
            <w:shd w:val="clear" w:color="auto" w:fill="DAEEF3" w:themeFill="accent5" w:themeFillTint="33"/>
          </w:tcPr>
          <w:p w14:paraId="0522DF47" w14:textId="77777777" w:rsidR="00C81BA0" w:rsidRPr="00AE376F" w:rsidRDefault="00C81BA0" w:rsidP="00B8361E">
            <w:pPr>
              <w:pStyle w:val="TabNumeri"/>
            </w:pPr>
            <w:r w:rsidRPr="004375C1">
              <w:t>6,3</w:t>
            </w:r>
          </w:p>
        </w:tc>
      </w:tr>
      <w:tr w:rsidR="00C81BA0" w14:paraId="04FDF759" w14:textId="77777777" w:rsidTr="00B8361E">
        <w:trPr>
          <w:cantSplit/>
          <w:trHeight w:val="227"/>
        </w:trPr>
        <w:tc>
          <w:tcPr>
            <w:tcW w:w="4820" w:type="dxa"/>
          </w:tcPr>
          <w:p w14:paraId="12884ED8" w14:textId="77777777" w:rsidR="00C81BA0" w:rsidRPr="00EC6592" w:rsidRDefault="00C81BA0" w:rsidP="00B8361E">
            <w:pPr>
              <w:pStyle w:val="TabEtichetteBold"/>
            </w:pPr>
            <w:r w:rsidRPr="00EC6592">
              <w:t>Produttività e capacità di spesa</w:t>
            </w:r>
          </w:p>
        </w:tc>
        <w:tc>
          <w:tcPr>
            <w:tcW w:w="1134" w:type="dxa"/>
          </w:tcPr>
          <w:p w14:paraId="12456BFE" w14:textId="77777777" w:rsidR="00C81BA0" w:rsidRPr="00AE376F" w:rsidRDefault="00C81BA0" w:rsidP="00B8361E">
            <w:pPr>
              <w:pStyle w:val="TabNumeri"/>
            </w:pPr>
          </w:p>
        </w:tc>
        <w:tc>
          <w:tcPr>
            <w:tcW w:w="1134" w:type="dxa"/>
          </w:tcPr>
          <w:p w14:paraId="0C4CB99B" w14:textId="77777777" w:rsidR="00C81BA0" w:rsidRPr="00AE376F" w:rsidRDefault="00C81BA0" w:rsidP="00B8361E">
            <w:pPr>
              <w:pStyle w:val="TabNumeri"/>
            </w:pPr>
          </w:p>
        </w:tc>
        <w:tc>
          <w:tcPr>
            <w:tcW w:w="1134" w:type="dxa"/>
          </w:tcPr>
          <w:p w14:paraId="767929F9" w14:textId="77777777" w:rsidR="00C81BA0" w:rsidRPr="00AE376F" w:rsidRDefault="00C81BA0" w:rsidP="00B8361E">
            <w:pPr>
              <w:pStyle w:val="TabNumeri"/>
            </w:pPr>
          </w:p>
        </w:tc>
        <w:tc>
          <w:tcPr>
            <w:tcW w:w="1134" w:type="dxa"/>
          </w:tcPr>
          <w:p w14:paraId="214C3E47" w14:textId="77777777" w:rsidR="00C81BA0" w:rsidRPr="00AE376F" w:rsidRDefault="00C81BA0" w:rsidP="00B8361E">
            <w:pPr>
              <w:pStyle w:val="TabNumeri"/>
            </w:pPr>
          </w:p>
        </w:tc>
      </w:tr>
      <w:tr w:rsidR="00C81BA0" w14:paraId="2D73E9BD" w14:textId="77777777" w:rsidTr="00B8361E">
        <w:trPr>
          <w:cantSplit/>
          <w:trHeight w:val="227"/>
        </w:trPr>
        <w:tc>
          <w:tcPr>
            <w:tcW w:w="4820" w:type="dxa"/>
            <w:shd w:val="clear" w:color="auto" w:fill="DAEEF3" w:themeFill="accent5" w:themeFillTint="33"/>
          </w:tcPr>
          <w:p w14:paraId="1E06C4BC" w14:textId="77777777" w:rsidR="00C81BA0" w:rsidRPr="00B130A5" w:rsidRDefault="00C81BA0" w:rsidP="00B8361E">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14:paraId="04B62B01" w14:textId="77777777" w:rsidR="00C81BA0" w:rsidRPr="00AE376F" w:rsidRDefault="00C81BA0" w:rsidP="00B8361E">
            <w:pPr>
              <w:pStyle w:val="TabNumeri"/>
            </w:pPr>
            <w:r w:rsidRPr="004375C1">
              <w:t>0,7</w:t>
            </w:r>
          </w:p>
        </w:tc>
        <w:tc>
          <w:tcPr>
            <w:tcW w:w="1134" w:type="dxa"/>
            <w:shd w:val="clear" w:color="auto" w:fill="DAEEF3" w:themeFill="accent5" w:themeFillTint="33"/>
          </w:tcPr>
          <w:p w14:paraId="5B9C7C82" w14:textId="77777777" w:rsidR="00C81BA0" w:rsidRPr="00AE376F" w:rsidRDefault="00C81BA0" w:rsidP="00B8361E">
            <w:pPr>
              <w:pStyle w:val="TabNumeri"/>
            </w:pPr>
            <w:r w:rsidRPr="004375C1">
              <w:t>-2,2</w:t>
            </w:r>
          </w:p>
        </w:tc>
        <w:tc>
          <w:tcPr>
            <w:tcW w:w="1134" w:type="dxa"/>
            <w:shd w:val="clear" w:color="auto" w:fill="DAEEF3" w:themeFill="accent5" w:themeFillTint="33"/>
          </w:tcPr>
          <w:p w14:paraId="1D617B71" w14:textId="77777777" w:rsidR="00C81BA0" w:rsidRPr="00AE376F" w:rsidRDefault="00C81BA0" w:rsidP="00B8361E">
            <w:pPr>
              <w:pStyle w:val="TabNumeri"/>
            </w:pPr>
            <w:r w:rsidRPr="004375C1">
              <w:t>3,0</w:t>
            </w:r>
          </w:p>
        </w:tc>
        <w:tc>
          <w:tcPr>
            <w:tcW w:w="1134" w:type="dxa"/>
            <w:shd w:val="clear" w:color="auto" w:fill="DAEEF3" w:themeFill="accent5" w:themeFillTint="33"/>
          </w:tcPr>
          <w:p w14:paraId="3FC96D53" w14:textId="77777777" w:rsidR="00C81BA0" w:rsidRPr="00AE376F" w:rsidRDefault="00C81BA0" w:rsidP="00B8361E">
            <w:pPr>
              <w:pStyle w:val="TabNumeri"/>
            </w:pPr>
            <w:r w:rsidRPr="004375C1">
              <w:t>2,6</w:t>
            </w:r>
          </w:p>
        </w:tc>
      </w:tr>
      <w:tr w:rsidR="00C81BA0" w14:paraId="5FD700D2" w14:textId="77777777" w:rsidTr="00B8361E">
        <w:trPr>
          <w:cantSplit/>
          <w:trHeight w:val="227"/>
        </w:trPr>
        <w:tc>
          <w:tcPr>
            <w:tcW w:w="4820" w:type="dxa"/>
          </w:tcPr>
          <w:p w14:paraId="52DAB04E" w14:textId="77777777" w:rsidR="00C81BA0" w:rsidRDefault="00C81BA0" w:rsidP="00B8361E">
            <w:pPr>
              <w:pStyle w:val="TabEtichette"/>
            </w:pPr>
            <w:r w:rsidRPr="00B130A5">
              <w:t>Valore aggiunto totale per abitante (migliaia di euro)</w:t>
            </w:r>
          </w:p>
        </w:tc>
        <w:tc>
          <w:tcPr>
            <w:tcW w:w="1134" w:type="dxa"/>
          </w:tcPr>
          <w:p w14:paraId="2AAA8677" w14:textId="77777777" w:rsidR="00C81BA0" w:rsidRPr="00AE376F" w:rsidRDefault="00C81BA0" w:rsidP="00B8361E">
            <w:pPr>
              <w:pStyle w:val="TabNumeri"/>
            </w:pPr>
            <w:r w:rsidRPr="004375C1">
              <w:t>31,9</w:t>
            </w:r>
          </w:p>
        </w:tc>
        <w:tc>
          <w:tcPr>
            <w:tcW w:w="1134" w:type="dxa"/>
          </w:tcPr>
          <w:p w14:paraId="6AF54CCF" w14:textId="77777777" w:rsidR="00C81BA0" w:rsidRPr="00AE376F" w:rsidRDefault="00C81BA0" w:rsidP="00B8361E">
            <w:pPr>
              <w:pStyle w:val="TabNumeri"/>
            </w:pPr>
            <w:r w:rsidRPr="004375C1">
              <w:t>28,9</w:t>
            </w:r>
          </w:p>
        </w:tc>
        <w:tc>
          <w:tcPr>
            <w:tcW w:w="1134" w:type="dxa"/>
          </w:tcPr>
          <w:p w14:paraId="5F908946" w14:textId="77777777" w:rsidR="00C81BA0" w:rsidRPr="00AE376F" w:rsidRDefault="00C81BA0" w:rsidP="00B8361E">
            <w:pPr>
              <w:pStyle w:val="TabNumeri"/>
            </w:pPr>
            <w:r w:rsidRPr="004375C1">
              <w:t>30,5</w:t>
            </w:r>
          </w:p>
        </w:tc>
        <w:tc>
          <w:tcPr>
            <w:tcW w:w="1134" w:type="dxa"/>
          </w:tcPr>
          <w:p w14:paraId="46EF27CF" w14:textId="77777777" w:rsidR="00C81BA0" w:rsidRDefault="00C81BA0" w:rsidP="00B8361E">
            <w:pPr>
              <w:pStyle w:val="TabNumeri"/>
            </w:pPr>
            <w:r w:rsidRPr="004375C1">
              <w:t>31,8</w:t>
            </w:r>
          </w:p>
        </w:tc>
      </w:tr>
      <w:tr w:rsidR="00C81BA0" w14:paraId="5DCBB4DB" w14:textId="77777777" w:rsidTr="00B8361E">
        <w:trPr>
          <w:cantSplit/>
        </w:trPr>
        <w:tc>
          <w:tcPr>
            <w:tcW w:w="9356" w:type="dxa"/>
            <w:gridSpan w:val="5"/>
            <w:tcBorders>
              <w:top w:val="single" w:sz="4" w:space="0" w:color="800000"/>
            </w:tcBorders>
          </w:tcPr>
          <w:p w14:paraId="56476336" w14:textId="77777777" w:rsidR="00C81BA0" w:rsidRDefault="00C81BA0" w:rsidP="00B8361E">
            <w:pPr>
              <w:pStyle w:val="TabNoteSuperiori"/>
            </w:pPr>
            <w:r>
              <w:t>(1) Al netto delle scorte. (2) Rapporto percentuale. (3) Quota sulla popolazione presente totale.</w:t>
            </w:r>
          </w:p>
          <w:p w14:paraId="0BB5F02D" w14:textId="77777777" w:rsidR="00C81BA0" w:rsidRPr="007C570B" w:rsidRDefault="00C81BA0" w:rsidP="00B8361E">
            <w:pPr>
              <w:pStyle w:val="TabNoteInferiori"/>
            </w:pPr>
            <w:r w:rsidRPr="00B60C06">
              <w:t xml:space="preserve">Fonte: elaborazione Unioncamere E.R. su dati Prometeia, Scenari per le economie locali, </w:t>
            </w:r>
            <w:r>
              <w:t xml:space="preserve">gennaio </w:t>
            </w:r>
            <w:r>
              <w:fldChar w:fldCharType="begin"/>
            </w:r>
            <w:r>
              <w:instrText xml:space="preserve"> DATE  \@ "yyyy"  \* MERGEFORMAT </w:instrText>
            </w:r>
            <w:r>
              <w:fldChar w:fldCharType="separate"/>
            </w:r>
            <w:r>
              <w:rPr>
                <w:noProof/>
              </w:rPr>
              <w:t>2021</w:t>
            </w:r>
            <w:r>
              <w:fldChar w:fldCharType="end"/>
            </w:r>
            <w:r w:rsidRPr="00B60C06">
              <w:t>.</w:t>
            </w:r>
          </w:p>
        </w:tc>
      </w:tr>
    </w:tbl>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C81BA0" w14:paraId="52C5C0BE" w14:textId="77777777" w:rsidTr="00B8361E">
        <w:trPr>
          <w:cantSplit/>
        </w:trPr>
        <w:tc>
          <w:tcPr>
            <w:tcW w:w="9356" w:type="dxa"/>
          </w:tcPr>
          <w:p w14:paraId="27C8174E" w14:textId="77777777" w:rsidR="00C81BA0" w:rsidRDefault="00C81BA0" w:rsidP="00B8361E">
            <w:pPr>
              <w:pStyle w:val="FigTitolo"/>
              <w:ind w:left="1134" w:hanging="1134"/>
            </w:pPr>
            <w:r>
              <w:t xml:space="preserve">Il quadro regionale, i </w:t>
            </w:r>
            <w:proofErr w:type="gramStart"/>
            <w:r>
              <w:t>settori :</w:t>
            </w:r>
            <w:proofErr w:type="gramEnd"/>
            <w:r>
              <w:t xml:space="preserve"> tassi di variazione e numeri indice del valore aggiunto (2000=100)</w:t>
            </w:r>
          </w:p>
          <w:p w14:paraId="4232D19E" w14:textId="77777777" w:rsidR="00C81BA0" w:rsidRDefault="00C81BA0" w:rsidP="00B8361E">
            <w:pPr>
              <w:pStyle w:val="Figure"/>
            </w:pPr>
            <w:r w:rsidRPr="00AD0198">
              <w:rPr>
                <w:noProof/>
              </w:rPr>
              <w:drawing>
                <wp:inline distT="0" distB="0" distL="0" distR="0" wp14:anchorId="07801890" wp14:editId="583AF021">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A082C6" w14:textId="77777777" w:rsidR="00C81BA0" w:rsidRDefault="00C81BA0" w:rsidP="00B8361E">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gennaio </w:t>
            </w:r>
            <w:r>
              <w:fldChar w:fldCharType="begin"/>
            </w:r>
            <w:r>
              <w:instrText xml:space="preserve"> DATE  \@ "yyyy"  \* MERGEFORMAT </w:instrText>
            </w:r>
            <w:r>
              <w:fldChar w:fldCharType="separate"/>
            </w:r>
            <w:r>
              <w:rPr>
                <w:noProof/>
              </w:rPr>
              <w:t>2021</w:t>
            </w:r>
            <w:r>
              <w:fldChar w:fldCharType="end"/>
            </w:r>
            <w:r w:rsidRPr="006F0EA1">
              <w:t>.</w:t>
            </w:r>
          </w:p>
        </w:tc>
      </w:tr>
    </w:tbl>
    <w:p w14:paraId="04D3E1BA" w14:textId="4C6559F9" w:rsidR="007F7962" w:rsidRDefault="007F7962" w:rsidP="00CD1CAB">
      <w:r>
        <w:t xml:space="preserve">La formazione del valore aggiunto: i settori. </w:t>
      </w:r>
      <w:r w:rsidR="00CD1CAB">
        <w:t xml:space="preserve">Gli effetti delle misure adottate a difesa dalla pandemia dovrebbero avere condotto a una caduta dell’11,9 per cento del valore aggiunto dell’industria in senso </w:t>
      </w:r>
      <w:r w:rsidR="00CD1CAB">
        <w:lastRenderedPageBreak/>
        <w:t>stretto regionale nel 2020. Nel 2021, l’avvio della ripresa condurrà a una crescita del valore aggiunto reale prodotto dall’industria in senso stretto regionale dell’8,5 per cento. Ma al termine dell’anno corrente, il valore aggiunto reale dell’industria risulterà superiore di solo l’1,5 per cento rispetto al massimo del 2007. Appare decisamente più contenuta la caduta del valore aggiunto delle costruzioni rilevata lo scorso anno che dovrebbe essere stata del 5,6 per cento. Nel 2021 la tendenza positiva riprenderà con decisione (+10,7 per cento), grazie anche alle misure di incentivazione adottate dal governo a sostegno del settore, della sicurezza sismica e della sostenibilità ambientale. Nonostante ciò, al termine del corrente anno il valore aggiunto delle costruzioni risulterà inferiore del 37,2 per cento rispetto agli eccessi del precedente massimo del 2007. Gli effetti negativi dello shock da coronavirus si faranno sentire più a lungo nel settore dei servizi. Il valore aggiunto dovrebbe avere subito una riduzione sensibile (-8,7 per cento) per effetto della pandemia lo scorso anno. Nel 2021 la ripresa sarà decisamente solo parziale (+4,0 per cento), la più contenuta rispetto agli altri macrosettori, data la maggiore difficoltà ad affrontare gli effetti della pandemia nella prima metà dell’anno. Al termine dell’anno corrente il valore aggiunto dei servizi dovrebbe risultare inferiore dell’1,5 per cento rispetto al precedente massimo toccato nel 2008.</w:t>
      </w:r>
    </w:p>
    <w:p w14:paraId="598107E5" w14:textId="13280678" w:rsidR="007F7962" w:rsidRDefault="00CD1CAB" w:rsidP="00CD1CAB">
      <w:r>
        <w:t>Le forze di lavoro si dovrebbero essere ridotte sensibilmente nel 2020 per effetto dell’uscita dal mercato del lavoro di lavoratori non occupabili e scoraggiati (-1,3 per cento). Nel 2021 i flussi in uscita si ridurranno e le forze di lavoro ritorneranno a crescere leggermente (+0,5 per cento). La pandemia ha inciso sensibilmente sull’occupazione, nonostante le misure di salvaguardia adottate, colpendo particolarmente i lavoratori non tutelati e con effetti protratti nel tempo. Lo scorso anno l’occupazione dovrebbe essersi ridotta dell’1,7 per cento. La tendenza negativa proseguirà, decisamente più contenuta nel 2021, che registrerà un lieve calo dell’occupazione dello 0,2 per cento. Il tasso di disoccupazione era pari al 2,8 per cento nel 2007, era salito all’8,4 per cento nel 2013 e gradualmente ridisceso al 5,5 per cento nel 2019. Lo scorso anno dovrebbe essere risalito al 6,0 per cento, nonostante le misure di sostegno all’occupazione. Le conseguenze negative della pandemia sul mercato del lavoro continueranno a manifestarsi anche nel 2021 e il tasso di disoccupazione salirà al 6,7 per cento.</w:t>
      </w:r>
    </w:p>
    <w:sectPr w:rsidR="007F7962" w:rsidSect="00EC7F1C">
      <w:footerReference w:type="even" r:id="rId12"/>
      <w:footerReference w:type="default" r:id="rId13"/>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C66C4" w14:textId="77777777" w:rsidR="00265D5B" w:rsidRDefault="00265D5B">
      <w:r>
        <w:separator/>
      </w:r>
    </w:p>
    <w:p w14:paraId="193F3AC2" w14:textId="77777777" w:rsidR="00265D5B" w:rsidRDefault="00265D5B"/>
  </w:endnote>
  <w:endnote w:type="continuationSeparator" w:id="0">
    <w:p w14:paraId="730F9D70" w14:textId="77777777" w:rsidR="00265D5B" w:rsidRDefault="00265D5B">
      <w:r>
        <w:continuationSeparator/>
      </w:r>
    </w:p>
    <w:p w14:paraId="3917D590" w14:textId="77777777" w:rsidR="00265D5B" w:rsidRDefault="00265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6B8EB"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7230FFE9"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DB38"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6E2BC6F6"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D8E61" w14:textId="77777777" w:rsidR="00265D5B" w:rsidRDefault="00265D5B">
      <w:r>
        <w:separator/>
      </w:r>
    </w:p>
    <w:p w14:paraId="6F1BFD0C" w14:textId="77777777" w:rsidR="00265D5B" w:rsidRDefault="00265D5B"/>
  </w:footnote>
  <w:footnote w:type="continuationSeparator" w:id="0">
    <w:p w14:paraId="482ECDDB" w14:textId="77777777" w:rsidR="00265D5B" w:rsidRDefault="00265D5B">
      <w:r>
        <w:continuationSeparator/>
      </w:r>
    </w:p>
    <w:p w14:paraId="469C339C" w14:textId="77777777" w:rsidR="00265D5B" w:rsidRDefault="00265D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65D5B"/>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4CBD"/>
    <w:rsid w:val="003A7221"/>
    <w:rsid w:val="003A7986"/>
    <w:rsid w:val="003C6E43"/>
    <w:rsid w:val="003D4594"/>
    <w:rsid w:val="003F16DB"/>
    <w:rsid w:val="003F66B1"/>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7F7962"/>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41FF"/>
    <w:rsid w:val="00B16BA6"/>
    <w:rsid w:val="00B27432"/>
    <w:rsid w:val="00B300CF"/>
    <w:rsid w:val="00B3325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81BA0"/>
    <w:rsid w:val="00C91709"/>
    <w:rsid w:val="00CA7D73"/>
    <w:rsid w:val="00CB605B"/>
    <w:rsid w:val="00CC5909"/>
    <w:rsid w:val="00CD1CAB"/>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22D81"/>
    <w:rsid w:val="00E3114E"/>
    <w:rsid w:val="00E52DE6"/>
    <w:rsid w:val="00E534DF"/>
    <w:rsid w:val="00E55380"/>
    <w:rsid w:val="00E678F3"/>
    <w:rsid w:val="00E67F80"/>
    <w:rsid w:val="00E743E6"/>
    <w:rsid w:val="00E85754"/>
    <w:rsid w:val="00EA3B0A"/>
    <w:rsid w:val="00EC7F1C"/>
    <w:rsid w:val="00ED09E7"/>
    <w:rsid w:val="00ED3E7E"/>
    <w:rsid w:val="00EE06EE"/>
    <w:rsid w:val="00EE115B"/>
    <w:rsid w:val="00EE2F9D"/>
    <w:rsid w:val="00F216E5"/>
    <w:rsid w:val="00F330C3"/>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25517C"/>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7F796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7F7962"/>
    <w:pPr>
      <w:keepLines/>
      <w:spacing w:line="240" w:lineRule="auto"/>
      <w:ind w:firstLine="0"/>
      <w:jc w:val="right"/>
    </w:pPr>
    <w:rPr>
      <w:sz w:val="16"/>
      <w:szCs w:val="24"/>
    </w:rPr>
  </w:style>
  <w:style w:type="paragraph" w:customStyle="1" w:styleId="TabEtichetteBold">
    <w:name w:val="Tab Etichette Bold"/>
    <w:basedOn w:val="TabEtichette"/>
    <w:rsid w:val="007F7962"/>
    <w:rPr>
      <w:b/>
      <w:bCs/>
    </w:rPr>
  </w:style>
  <w:style w:type="paragraph" w:customStyle="1" w:styleId="tabetic">
    <w:name w:val="tab etic"/>
    <w:basedOn w:val="Normale"/>
    <w:qFormat/>
    <w:rsid w:val="007F7962"/>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73964618059108E-2"/>
          <c:y val="4.7619047619047616E-2"/>
          <c:w val="0.92515015168558479"/>
          <c:h val="0.77866288202108158"/>
        </c:manualLayout>
      </c:layout>
      <c:barChart>
        <c:barDir val="col"/>
        <c:grouping val="clustered"/>
        <c:varyColors val="0"/>
        <c:ser>
          <c:idx val="0"/>
          <c:order val="0"/>
          <c:tx>
            <c:strRef>
              <c:f>Foglio1!$B$1</c:f>
              <c:strCache>
                <c:ptCount val="1"/>
                <c:pt idx="0">
                  <c:v>2020</c:v>
                </c:pt>
              </c:strCache>
            </c:strRef>
          </c:tx>
          <c:spPr>
            <a:solidFill>
              <a:schemeClr val="accent5">
                <a:lumMod val="20000"/>
                <a:lumOff val="80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Foglio1!$A$2:$A$10</c:f>
              <c:strCache>
                <c:ptCount val="9"/>
                <c:pt idx="0">
                  <c:v>Germania</c:v>
                </c:pt>
                <c:pt idx="1">
                  <c:v>Francia</c:v>
                </c:pt>
                <c:pt idx="2">
                  <c:v>Italia</c:v>
                </c:pt>
                <c:pt idx="3">
                  <c:v>Spagna</c:v>
                </c:pt>
                <c:pt idx="4">
                  <c:v>Euro Area</c:v>
                </c:pt>
                <c:pt idx="5">
                  <c:v>Polonia</c:v>
                </c:pt>
                <c:pt idx="6">
                  <c:v>Regno Unito</c:v>
                </c:pt>
                <c:pt idx="7">
                  <c:v>Turchia</c:v>
                </c:pt>
                <c:pt idx="8">
                  <c:v>Russia</c:v>
                </c:pt>
              </c:strCache>
            </c:strRef>
          </c:cat>
          <c:val>
            <c:numRef>
              <c:f>Foglio1!$B$2:$B$10</c:f>
              <c:numCache>
                <c:formatCode>0.0;[Red]\-0.0</c:formatCode>
                <c:ptCount val="9"/>
                <c:pt idx="0">
                  <c:v>-5.3513692301725699</c:v>
                </c:pt>
                <c:pt idx="1">
                  <c:v>-9.0290820980593054</c:v>
                </c:pt>
                <c:pt idx="2">
                  <c:v>-9.2448156914480819</c:v>
                </c:pt>
                <c:pt idx="3">
                  <c:v>-11.141255920944184</c:v>
                </c:pt>
                <c:pt idx="4">
                  <c:v>-7.2485391426076671</c:v>
                </c:pt>
                <c:pt idx="5">
                  <c:v>-3.4</c:v>
                </c:pt>
                <c:pt idx="6">
                  <c:v>-10.006267813962278</c:v>
                </c:pt>
                <c:pt idx="7">
                  <c:v>1.2</c:v>
                </c:pt>
                <c:pt idx="8">
                  <c:v>-3.6136022978325433</c:v>
                </c:pt>
              </c:numCache>
            </c:numRef>
          </c:val>
          <c:extLst>
            <c:ext xmlns:c16="http://schemas.microsoft.com/office/drawing/2014/chart" uri="{C3380CC4-5D6E-409C-BE32-E72D297353CC}">
              <c16:uniqueId val="{00000000-B90B-4A81-A715-36D6B674D327}"/>
            </c:ext>
          </c:extLst>
        </c:ser>
        <c:ser>
          <c:idx val="1"/>
          <c:order val="1"/>
          <c:tx>
            <c:strRef>
              <c:f>Foglio1!$C$1</c:f>
              <c:strCache>
                <c:ptCount val="1"/>
                <c:pt idx="0">
                  <c:v>2021</c:v>
                </c:pt>
              </c:strCache>
            </c:strRef>
          </c:tx>
          <c:spPr>
            <a:solidFill>
              <a:srgbClr val="00B0F0"/>
            </a:solidFill>
            <a:ln>
              <a:solidFill>
                <a:schemeClr val="tx1">
                  <a:lumMod val="65000"/>
                  <a:lumOff val="3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Foglio1!$A$2:$A$10</c:f>
              <c:strCache>
                <c:ptCount val="9"/>
                <c:pt idx="0">
                  <c:v>Germania</c:v>
                </c:pt>
                <c:pt idx="1">
                  <c:v>Francia</c:v>
                </c:pt>
                <c:pt idx="2">
                  <c:v>Italia</c:v>
                </c:pt>
                <c:pt idx="3">
                  <c:v>Spagna</c:v>
                </c:pt>
                <c:pt idx="4">
                  <c:v>Euro Area</c:v>
                </c:pt>
                <c:pt idx="5">
                  <c:v>Polonia</c:v>
                </c:pt>
                <c:pt idx="6">
                  <c:v>Regno Unito</c:v>
                </c:pt>
                <c:pt idx="7">
                  <c:v>Turchia</c:v>
                </c:pt>
                <c:pt idx="8">
                  <c:v>Russia</c:v>
                </c:pt>
              </c:strCache>
            </c:strRef>
          </c:cat>
          <c:val>
            <c:numRef>
              <c:f>Foglio1!$C$2:$C$10</c:f>
              <c:numCache>
                <c:formatCode>0.0;[Red]\-0.0</c:formatCode>
                <c:ptCount val="9"/>
                <c:pt idx="0">
                  <c:v>3.4592430049332767</c:v>
                </c:pt>
                <c:pt idx="1">
                  <c:v>5.5192434282104177</c:v>
                </c:pt>
                <c:pt idx="2">
                  <c:v>2.9599261707753461</c:v>
                </c:pt>
                <c:pt idx="3">
                  <c:v>5.8756425715113041</c:v>
                </c:pt>
                <c:pt idx="4">
                  <c:v>4.1659659146932118</c:v>
                </c:pt>
                <c:pt idx="5">
                  <c:v>2.7</c:v>
                </c:pt>
                <c:pt idx="6">
                  <c:v>4.4517730844762413</c:v>
                </c:pt>
                <c:pt idx="7">
                  <c:v>6</c:v>
                </c:pt>
                <c:pt idx="8">
                  <c:v>3.0047860799026771</c:v>
                </c:pt>
              </c:numCache>
            </c:numRef>
          </c:val>
          <c:extLst>
            <c:ext xmlns:c16="http://schemas.microsoft.com/office/drawing/2014/chart" uri="{C3380CC4-5D6E-409C-BE32-E72D297353CC}">
              <c16:uniqueId val="{00000001-B90B-4A81-A715-36D6B674D327}"/>
            </c:ext>
          </c:extLst>
        </c:ser>
        <c:ser>
          <c:idx val="2"/>
          <c:order val="2"/>
          <c:tx>
            <c:strRef>
              <c:f>Foglio1!$D$1</c:f>
              <c:strCache>
                <c:ptCount val="1"/>
                <c:pt idx="0">
                  <c:v>2022</c:v>
                </c:pt>
              </c:strCache>
            </c:strRef>
          </c:tx>
          <c:spPr>
            <a:solidFill>
              <a:srgbClr val="0070C0"/>
            </a:solidFill>
            <a:ln>
              <a:solidFill>
                <a:schemeClr val="tx1">
                  <a:lumMod val="65000"/>
                  <a:lumOff val="3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Foglio1!$A$2:$A$10</c:f>
              <c:strCache>
                <c:ptCount val="9"/>
                <c:pt idx="0">
                  <c:v>Germania</c:v>
                </c:pt>
                <c:pt idx="1">
                  <c:v>Francia</c:v>
                </c:pt>
                <c:pt idx="2">
                  <c:v>Italia</c:v>
                </c:pt>
                <c:pt idx="3">
                  <c:v>Spagna</c:v>
                </c:pt>
                <c:pt idx="4">
                  <c:v>Euro Area</c:v>
                </c:pt>
                <c:pt idx="5">
                  <c:v>Polonia</c:v>
                </c:pt>
                <c:pt idx="6">
                  <c:v>Regno Unito</c:v>
                </c:pt>
                <c:pt idx="7">
                  <c:v>Turchia</c:v>
                </c:pt>
                <c:pt idx="8">
                  <c:v>Russia</c:v>
                </c:pt>
              </c:strCache>
            </c:strRef>
          </c:cat>
          <c:val>
            <c:numRef>
              <c:f>Foglio1!$D$2:$D$10</c:f>
              <c:numCache>
                <c:formatCode>0.0;[Red]\-0.0</c:formatCode>
                <c:ptCount val="9"/>
                <c:pt idx="0">
                  <c:v>3.1065325659792218</c:v>
                </c:pt>
                <c:pt idx="1">
                  <c:v>4.0697997117933937</c:v>
                </c:pt>
                <c:pt idx="2">
                  <c:v>3.5911096699697662</c:v>
                </c:pt>
                <c:pt idx="3">
                  <c:v>4.6905275462157112</c:v>
                </c:pt>
                <c:pt idx="4">
                  <c:v>3.6298858396781131</c:v>
                </c:pt>
                <c:pt idx="5">
                  <c:v>5.0999999999999996</c:v>
                </c:pt>
                <c:pt idx="6">
                  <c:v>5.0270391333401649</c:v>
                </c:pt>
                <c:pt idx="7">
                  <c:v>3.5</c:v>
                </c:pt>
                <c:pt idx="8">
                  <c:v>3.8994099924402938</c:v>
                </c:pt>
              </c:numCache>
            </c:numRef>
          </c:val>
          <c:extLst>
            <c:ext xmlns:c16="http://schemas.microsoft.com/office/drawing/2014/chart" uri="{C3380CC4-5D6E-409C-BE32-E72D297353CC}">
              <c16:uniqueId val="{00000002-B90B-4A81-A715-36D6B674D327}"/>
            </c:ext>
          </c:extLst>
        </c:ser>
        <c:dLbls>
          <c:showLegendKey val="0"/>
          <c:showVal val="0"/>
          <c:showCatName val="0"/>
          <c:showSerName val="0"/>
          <c:showPercent val="0"/>
          <c:showBubbleSize val="0"/>
        </c:dLbls>
        <c:gapWidth val="100"/>
        <c:axId val="731300752"/>
        <c:axId val="731302416"/>
      </c:barChart>
      <c:catAx>
        <c:axId val="73130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none"/>
        <c:tickLblPos val="low"/>
        <c:spPr>
          <a:noFill/>
          <a:ln w="9525" cap="flat" cmpd="sng" algn="ctr">
            <a:solidFill>
              <a:srgbClr val="FF0000"/>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2416"/>
        <c:crosses val="autoZero"/>
        <c:auto val="1"/>
        <c:lblAlgn val="ctr"/>
        <c:lblOffset val="100"/>
        <c:noMultiLvlLbl val="0"/>
      </c:catAx>
      <c:valAx>
        <c:axId val="731302416"/>
        <c:scaling>
          <c:orientation val="minMax"/>
          <c:min val="-15"/>
        </c:scaling>
        <c:delete val="0"/>
        <c:axPos val="l"/>
        <c:majorGridlines>
          <c:spPr>
            <a:ln w="9525" cap="flat" cmpd="sng" algn="ctr">
              <a:solidFill>
                <a:schemeClr val="tx1">
                  <a:lumMod val="15000"/>
                  <a:lumOff val="85000"/>
                </a:schemeClr>
              </a:solidFill>
              <a:prstDash val="sysDash"/>
              <a:round/>
            </a:ln>
            <a:effectLst/>
          </c:spPr>
        </c:majorGridlines>
        <c:numFmt formatCode="0.0;[Red]\-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0752"/>
        <c:crosses val="autoZero"/>
        <c:crossBetween val="between"/>
        <c:majorUnit val="3"/>
      </c:valAx>
      <c:spPr>
        <a:noFill/>
        <a:ln>
          <a:noFill/>
        </a:ln>
        <a:effectLst/>
      </c:spPr>
    </c:plotArea>
    <c:legend>
      <c:legendPos val="b"/>
      <c:layout>
        <c:manualLayout>
          <c:xMode val="edge"/>
          <c:yMode val="edge"/>
          <c:x val="0.3969566564596092"/>
          <c:y val="0.93315241844769403"/>
          <c:w val="0.20136227289770597"/>
          <c:h val="6.68478178521462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it-IT"/>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7C-4EB5-A018-863477C9A1AA}"/>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7C-4EB5-A018-863477C9A1AA}"/>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7C-4EB5-A018-863477C9A1AA}"/>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Foglio1!$D$2:$D$16</c:f>
              <c:numCache>
                <c:formatCode>0.0</c:formatCode>
                <c:ptCount val="15"/>
                <c:pt idx="0">
                  <c:v>-0.93204009612679606</c:v>
                </c:pt>
                <c:pt idx="1">
                  <c:v>-6.6972449348851271</c:v>
                </c:pt>
                <c:pt idx="2">
                  <c:v>2.2055064983735218</c:v>
                </c:pt>
                <c:pt idx="3">
                  <c:v>2.6405205145021426</c:v>
                </c:pt>
                <c:pt idx="4">
                  <c:v>-2.8586457435854418</c:v>
                </c:pt>
                <c:pt idx="5">
                  <c:v>-0.73800762952651588</c:v>
                </c:pt>
                <c:pt idx="6">
                  <c:v>1.0096462934914063</c:v>
                </c:pt>
                <c:pt idx="7">
                  <c:v>0.53568021273482369</c:v>
                </c:pt>
                <c:pt idx="8">
                  <c:v>1.6937762975938631</c:v>
                </c:pt>
                <c:pt idx="9">
                  <c:v>2.321015694141626</c:v>
                </c:pt>
                <c:pt idx="10">
                  <c:v>1.495981133790103</c:v>
                </c:pt>
                <c:pt idx="11">
                  <c:v>0.68416427054653894</c:v>
                </c:pt>
                <c:pt idx="12">
                  <c:v>-9.2245934364637243</c:v>
                </c:pt>
                <c:pt idx="13">
                  <c:v>5.3544942980076948</c:v>
                </c:pt>
                <c:pt idx="14">
                  <c:v>4.3935706796314422</c:v>
                </c:pt>
              </c:numCache>
            </c:numRef>
          </c:val>
          <c:extLst>
            <c:ext xmlns:c16="http://schemas.microsoft.com/office/drawing/2014/chart" uri="{C3380CC4-5D6E-409C-BE32-E72D297353CC}">
              <c16:uniqueId val="{00000003-087C-4EB5-A018-863477C9A1AA}"/>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Foglio1!$E$2:$E$16</c:f>
              <c:numCache>
                <c:formatCode>0.0</c:formatCode>
                <c:ptCount val="15"/>
                <c:pt idx="0">
                  <c:v>-0.96201284057929604</c:v>
                </c:pt>
                <c:pt idx="1">
                  <c:v>-5.2809372082931016</c:v>
                </c:pt>
                <c:pt idx="2">
                  <c:v>1.7132958391692155</c:v>
                </c:pt>
                <c:pt idx="3">
                  <c:v>0.7073333470344334</c:v>
                </c:pt>
                <c:pt idx="4">
                  <c:v>-2.9809057682377071</c:v>
                </c:pt>
                <c:pt idx="5">
                  <c:v>-1.8410654508824953</c:v>
                </c:pt>
                <c:pt idx="6">
                  <c:v>-4.5475423638197121E-3</c:v>
                </c:pt>
                <c:pt idx="7">
                  <c:v>0.77830435071657433</c:v>
                </c:pt>
                <c:pt idx="8">
                  <c:v>1.293462731559103</c:v>
                </c:pt>
                <c:pt idx="9">
                  <c:v>1.6678590410685645</c:v>
                </c:pt>
                <c:pt idx="10">
                  <c:v>0.9440894685823098</c:v>
                </c:pt>
                <c:pt idx="11">
                  <c:v>0.34271899663109728</c:v>
                </c:pt>
                <c:pt idx="12">
                  <c:v>-9.1006752493397176</c:v>
                </c:pt>
                <c:pt idx="13">
                  <c:v>4.7818893306545318</c:v>
                </c:pt>
                <c:pt idx="14">
                  <c:v>4.1377217009124889</c:v>
                </c:pt>
              </c:numCache>
            </c:numRef>
          </c:val>
          <c:extLst>
            <c:ext xmlns:c16="http://schemas.microsoft.com/office/drawing/2014/chart" uri="{C3380CC4-5D6E-409C-BE32-E72D297353CC}">
              <c16:uniqueId val="{00000004-087C-4EB5-A018-863477C9A1AA}"/>
            </c:ext>
          </c:extLst>
        </c:ser>
        <c:dLbls>
          <c:showLegendKey val="0"/>
          <c:showVal val="0"/>
          <c:showCatName val="0"/>
          <c:showSerName val="0"/>
          <c:showPercent val="0"/>
          <c:showBubbleSize val="0"/>
        </c:dLbls>
        <c:gapWidth val="100"/>
        <c:axId val="351676928"/>
        <c:axId val="3319128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5-087C-4EB5-A018-863477C9A1AA}"/>
                </c:ext>
              </c:extLst>
            </c:dLbl>
            <c:dLbl>
              <c:idx val="4"/>
              <c:delete val="1"/>
              <c:extLst>
                <c:ext xmlns:c15="http://schemas.microsoft.com/office/drawing/2012/chart" uri="{CE6537A1-D6FC-4f65-9D91-7224C49458BB}"/>
                <c:ext xmlns:c16="http://schemas.microsoft.com/office/drawing/2014/chart" uri="{C3380CC4-5D6E-409C-BE32-E72D297353CC}">
                  <c16:uniqueId val="{00000006-087C-4EB5-A018-863477C9A1AA}"/>
                </c:ext>
              </c:extLst>
            </c:dLbl>
            <c:dLbl>
              <c:idx val="8"/>
              <c:delete val="1"/>
              <c:extLst>
                <c:ext xmlns:c15="http://schemas.microsoft.com/office/drawing/2012/chart" uri="{CE6537A1-D6FC-4f65-9D91-7224C49458BB}"/>
                <c:ext xmlns:c16="http://schemas.microsoft.com/office/drawing/2014/chart" uri="{C3380CC4-5D6E-409C-BE32-E72D297353CC}">
                  <c16:uniqueId val="{00000007-087C-4EB5-A018-863477C9A1AA}"/>
                </c:ext>
              </c:extLst>
            </c:dLbl>
            <c:dLbl>
              <c:idx val="12"/>
              <c:delete val="1"/>
              <c:extLst>
                <c:ext xmlns:c15="http://schemas.microsoft.com/office/drawing/2012/chart" uri="{CE6537A1-D6FC-4f65-9D91-7224C49458BB}"/>
                <c:ext xmlns:c16="http://schemas.microsoft.com/office/drawing/2014/chart" uri="{C3380CC4-5D6E-409C-BE32-E72D297353CC}">
                  <c16:uniqueId val="{00000008-087C-4EB5-A018-863477C9A1AA}"/>
                </c:ext>
              </c:extLst>
            </c:dLbl>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87C-4EB5-A018-863477C9A1AA}"/>
                </c:ext>
              </c:extLst>
            </c:dLbl>
            <c:dLbl>
              <c:idx val="14"/>
              <c:delete val="1"/>
              <c:extLst>
                <c:ext xmlns:c15="http://schemas.microsoft.com/office/drawing/2012/chart" uri="{CE6537A1-D6FC-4f65-9D91-7224C49458BB}"/>
                <c:ext xmlns:c16="http://schemas.microsoft.com/office/drawing/2014/chart" uri="{C3380CC4-5D6E-409C-BE32-E72D297353CC}">
                  <c16:uniqueId val="{0000000A-087C-4EB5-A018-863477C9A1AA}"/>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87C-4EB5-A018-863477C9A1AA}"/>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87C-4EB5-A018-863477C9A1AA}"/>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87C-4EB5-A018-863477C9A1AA}"/>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Foglio1!$B$2:$B$16</c:f>
              <c:numCache>
                <c:formatCode>0.0</c:formatCode>
                <c:ptCount val="15"/>
                <c:pt idx="0">
                  <c:v>109.32286520967401</c:v>
                </c:pt>
                <c:pt idx="1">
                  <c:v>102.00124515674781</c:v>
                </c:pt>
                <c:pt idx="2">
                  <c:v>104.25088924710178</c:v>
                </c:pt>
                <c:pt idx="3">
                  <c:v>107.00365536422241</c:v>
                </c:pt>
                <c:pt idx="4">
                  <c:v>103.94479992467222</c:v>
                </c:pt>
                <c:pt idx="5">
                  <c:v>103.17767937073208</c:v>
                </c:pt>
                <c:pt idx="6">
                  <c:v>104.21940898620912</c:v>
                </c:pt>
                <c:pt idx="7">
                  <c:v>104.77769173797742</c:v>
                </c:pt>
                <c:pt idx="8">
                  <c:v>106.55239144580126</c:v>
                </c:pt>
                <c:pt idx="9">
                  <c:v>109.02548917374155</c:v>
                </c:pt>
                <c:pt idx="10">
                  <c:v>110.65648992280309</c:v>
                </c:pt>
                <c:pt idx="11">
                  <c:v>111.41356208989583</c:v>
                </c:pt>
                <c:pt idx="12">
                  <c:v>101.13611395402086</c:v>
                </c:pt>
                <c:pt idx="13">
                  <c:v>106.55144140891548</c:v>
                </c:pt>
                <c:pt idx="14">
                  <c:v>111.23285429738226</c:v>
                </c:pt>
              </c:numCache>
            </c:numRef>
          </c:val>
          <c:smooth val="0"/>
          <c:extLst>
            <c:ext xmlns:c16="http://schemas.microsoft.com/office/drawing/2014/chart" uri="{C3380CC4-5D6E-409C-BE32-E72D297353CC}">
              <c16:uniqueId val="{0000000E-087C-4EB5-A018-863477C9A1AA}"/>
            </c:ext>
          </c:extLst>
        </c:ser>
        <c:ser>
          <c:idx val="1"/>
          <c:order val="1"/>
          <c:tx>
            <c:strRef>
              <c:f>Foglio1!$C$1</c:f>
              <c:strCache>
                <c:ptCount val="1"/>
                <c:pt idx="0">
                  <c:v>Ita</c:v>
                </c:pt>
              </c:strCache>
            </c:strRef>
          </c:tx>
          <c:spPr>
            <a:ln w="34925">
              <a:solidFill>
                <a:srgbClr val="376092"/>
              </a:solidFill>
            </a:ln>
          </c:spPr>
          <c:marker>
            <c:symbol val="none"/>
          </c:marker>
          <c:dLbls>
            <c:dLbl>
              <c:idx val="4"/>
              <c:delete val="1"/>
              <c:extLst>
                <c:ext xmlns:c15="http://schemas.microsoft.com/office/drawing/2012/chart" uri="{CE6537A1-D6FC-4f65-9D91-7224C49458BB}"/>
                <c:ext xmlns:c16="http://schemas.microsoft.com/office/drawing/2014/chart" uri="{C3380CC4-5D6E-409C-BE32-E72D297353CC}">
                  <c16:uniqueId val="{0000000F-087C-4EB5-A018-863477C9A1AA}"/>
                </c:ext>
              </c:extLst>
            </c:dLbl>
            <c:dLbl>
              <c:idx val="8"/>
              <c:delete val="1"/>
              <c:extLst>
                <c:ext xmlns:c15="http://schemas.microsoft.com/office/drawing/2012/chart" uri="{CE6537A1-D6FC-4f65-9D91-7224C49458BB}"/>
                <c:ext xmlns:c16="http://schemas.microsoft.com/office/drawing/2014/chart" uri="{C3380CC4-5D6E-409C-BE32-E72D297353CC}">
                  <c16:uniqueId val="{00000010-087C-4EB5-A018-863477C9A1AA}"/>
                </c:ext>
              </c:extLst>
            </c:dLbl>
            <c:dLbl>
              <c:idx val="12"/>
              <c:delete val="1"/>
              <c:extLst>
                <c:ext xmlns:c15="http://schemas.microsoft.com/office/drawing/2012/chart" uri="{CE6537A1-D6FC-4f65-9D91-7224C49458BB}"/>
                <c:ext xmlns:c16="http://schemas.microsoft.com/office/drawing/2014/chart" uri="{C3380CC4-5D6E-409C-BE32-E72D297353CC}">
                  <c16:uniqueId val="{00000011-087C-4EB5-A018-863477C9A1AA}"/>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087C-4EB5-A018-863477C9A1AA}"/>
                </c:ext>
              </c:extLst>
            </c:dLbl>
            <c:dLbl>
              <c:idx val="14"/>
              <c:delete val="1"/>
              <c:extLst>
                <c:ext xmlns:c15="http://schemas.microsoft.com/office/drawing/2012/chart" uri="{CE6537A1-D6FC-4f65-9D91-7224C49458BB}"/>
                <c:ext xmlns:c16="http://schemas.microsoft.com/office/drawing/2014/chart" uri="{C3380CC4-5D6E-409C-BE32-E72D297353CC}">
                  <c16:uniqueId val="{00000013-087C-4EB5-A018-863477C9A1AA}"/>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Foglio1!$C$2:$C$16</c:f>
              <c:numCache>
                <c:formatCode>0.0</c:formatCode>
                <c:ptCount val="15"/>
                <c:pt idx="0">
                  <c:v>107.07620411683644</c:v>
                </c:pt>
                <c:pt idx="1">
                  <c:v>101.42157701240255</c:v>
                </c:pt>
                <c:pt idx="2">
                  <c:v>103.15922867137584</c:v>
                </c:pt>
                <c:pt idx="3">
                  <c:v>103.888908296312</c:v>
                </c:pt>
                <c:pt idx="4">
                  <c:v>100.79207783634804</c:v>
                </c:pt>
                <c:pt idx="5">
                  <c:v>98.936429714076453</c:v>
                </c:pt>
                <c:pt idx="6">
                  <c:v>98.931930538021959</c:v>
                </c:pt>
                <c:pt idx="7">
                  <c:v>99.70192205764728</c:v>
                </c:pt>
                <c:pt idx="8">
                  <c:v>100.99152926211103</c:v>
                </c:pt>
                <c:pt idx="9">
                  <c:v>102.67592561362257</c:v>
                </c:pt>
                <c:pt idx="10">
                  <c:v>103.64527821411019</c:v>
                </c:pt>
                <c:pt idx="11">
                  <c:v>104.00049027166109</c:v>
                </c:pt>
                <c:pt idx="12">
                  <c:v>94.535743394316086</c:v>
                </c:pt>
                <c:pt idx="13">
                  <c:v>99.056338021343834</c:v>
                </c:pt>
                <c:pt idx="14">
                  <c:v>103.15501361578221</c:v>
                </c:pt>
              </c:numCache>
            </c:numRef>
          </c:val>
          <c:smooth val="0"/>
          <c:extLst>
            <c:ext xmlns:c16="http://schemas.microsoft.com/office/drawing/2014/chart" uri="{C3380CC4-5D6E-409C-BE32-E72D297353CC}">
              <c16:uniqueId val="{00000014-087C-4EB5-A018-863477C9A1AA}"/>
            </c:ext>
          </c:extLst>
        </c:ser>
        <c:dLbls>
          <c:showLegendKey val="0"/>
          <c:showVal val="0"/>
          <c:showCatName val="0"/>
          <c:showSerName val="0"/>
          <c:showPercent val="0"/>
          <c:showBubbleSize val="0"/>
        </c:dLbls>
        <c:marker val="1"/>
        <c:smooth val="0"/>
        <c:axId val="351676416"/>
        <c:axId val="331911104"/>
      </c:lineChart>
      <c:catAx>
        <c:axId val="351676416"/>
        <c:scaling>
          <c:orientation val="minMax"/>
        </c:scaling>
        <c:delete val="0"/>
        <c:axPos val="b"/>
        <c:numFmt formatCode="General" sourceLinked="1"/>
        <c:majorTickMark val="out"/>
        <c:minorTickMark val="none"/>
        <c:tickLblPos val="nextTo"/>
        <c:crossAx val="331911104"/>
        <c:crosses val="autoZero"/>
        <c:auto val="1"/>
        <c:lblAlgn val="ctr"/>
        <c:lblOffset val="100"/>
        <c:noMultiLvlLbl val="0"/>
      </c:catAx>
      <c:valAx>
        <c:axId val="331911104"/>
        <c:scaling>
          <c:orientation val="minMax"/>
          <c:min val="91"/>
        </c:scaling>
        <c:delete val="0"/>
        <c:axPos val="l"/>
        <c:majorGridlines>
          <c:spPr>
            <a:ln w="9525">
              <a:prstDash val="dash"/>
            </a:ln>
          </c:spPr>
        </c:majorGridlines>
        <c:numFmt formatCode="0" sourceLinked="0"/>
        <c:majorTickMark val="out"/>
        <c:minorTickMark val="none"/>
        <c:tickLblPos val="nextTo"/>
        <c:crossAx val="351676416"/>
        <c:crosses val="autoZero"/>
        <c:crossBetween val="between"/>
        <c:majorUnit val="3"/>
      </c:valAx>
      <c:valAx>
        <c:axId val="331912832"/>
        <c:scaling>
          <c:orientation val="minMax"/>
        </c:scaling>
        <c:delete val="0"/>
        <c:axPos val="r"/>
        <c:numFmt formatCode="0.0" sourceLinked="1"/>
        <c:majorTickMark val="out"/>
        <c:minorTickMark val="none"/>
        <c:tickLblPos val="nextTo"/>
        <c:crossAx val="351676928"/>
        <c:crosses val="max"/>
        <c:crossBetween val="between"/>
        <c:majorUnit val="4"/>
      </c:valAx>
      <c:catAx>
        <c:axId val="351676928"/>
        <c:scaling>
          <c:orientation val="minMax"/>
        </c:scaling>
        <c:delete val="0"/>
        <c:axPos val="b"/>
        <c:numFmt formatCode="General" sourceLinked="1"/>
        <c:majorTickMark val="none"/>
        <c:minorTickMark val="none"/>
        <c:tickLblPos val="none"/>
        <c:crossAx val="3319128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23170034529807684"/>
          <c:y val="0.7302313058900201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Foglio1!$E$2:$E$16</c:f>
              <c:numCache>
                <c:formatCode>0.0</c:formatCode>
                <c:ptCount val="15"/>
                <c:pt idx="0">
                  <c:v>-2.2213679303614842</c:v>
                </c:pt>
                <c:pt idx="1">
                  <c:v>-20.000824821632314</c:v>
                </c:pt>
                <c:pt idx="2">
                  <c:v>13.716581491499081</c:v>
                </c:pt>
                <c:pt idx="3">
                  <c:v>4.7869318181818166</c:v>
                </c:pt>
                <c:pt idx="4">
                  <c:v>-4.1165900916880886</c:v>
                </c:pt>
                <c:pt idx="5">
                  <c:v>1.2817119171233848</c:v>
                </c:pt>
                <c:pt idx="6">
                  <c:v>1.575850813912405</c:v>
                </c:pt>
                <c:pt idx="7">
                  <c:v>2.2572241406028315</c:v>
                </c:pt>
                <c:pt idx="8">
                  <c:v>3.5364120629165496</c:v>
                </c:pt>
                <c:pt idx="9">
                  <c:v>4.6788050847691887</c:v>
                </c:pt>
                <c:pt idx="10">
                  <c:v>3.647607263555841</c:v>
                </c:pt>
                <c:pt idx="11">
                  <c:v>0.41362387971564107</c:v>
                </c:pt>
                <c:pt idx="12">
                  <c:v>-11.851079437408341</c:v>
                </c:pt>
                <c:pt idx="13">
                  <c:v>8.5341948082420913</c:v>
                </c:pt>
                <c:pt idx="14">
                  <c:v>4.1555354374444686</c:v>
                </c:pt>
              </c:numCache>
            </c:numRef>
          </c:val>
          <c:extLst>
            <c:ext xmlns:c16="http://schemas.microsoft.com/office/drawing/2014/chart" uri="{C3380CC4-5D6E-409C-BE32-E72D297353CC}">
              <c16:uniqueId val="{00000000-14F5-4816-8537-F1D88C0ABADA}"/>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Foglio1!$F$2:$F$16</c:f>
              <c:numCache>
                <c:formatCode>0.0</c:formatCode>
                <c:ptCount val="15"/>
                <c:pt idx="0">
                  <c:v>-5.4949778774979414</c:v>
                </c:pt>
                <c:pt idx="1">
                  <c:v>-8.4926278886583777</c:v>
                </c:pt>
                <c:pt idx="2">
                  <c:v>-9.9221648359642209</c:v>
                </c:pt>
                <c:pt idx="3">
                  <c:v>-6.0472691054940908</c:v>
                </c:pt>
                <c:pt idx="4">
                  <c:v>-9.5609197048921892</c:v>
                </c:pt>
                <c:pt idx="5">
                  <c:v>-4.7773676957437727</c:v>
                </c:pt>
                <c:pt idx="6">
                  <c:v>-10.380104799134992</c:v>
                </c:pt>
                <c:pt idx="7">
                  <c:v>-3.3373549883990772</c:v>
                </c:pt>
                <c:pt idx="8">
                  <c:v>3.1261401386408538</c:v>
                </c:pt>
                <c:pt idx="9">
                  <c:v>1.1972814449306535</c:v>
                </c:pt>
                <c:pt idx="10">
                  <c:v>2.8004710384926801</c:v>
                </c:pt>
                <c:pt idx="11">
                  <c:v>2.6597458385537953</c:v>
                </c:pt>
                <c:pt idx="12">
                  <c:v>-5.6357798331238884</c:v>
                </c:pt>
                <c:pt idx="13">
                  <c:v>10.6735217654093</c:v>
                </c:pt>
                <c:pt idx="14">
                  <c:v>6.443282706837139</c:v>
                </c:pt>
              </c:numCache>
            </c:numRef>
          </c:val>
          <c:extLst>
            <c:ext xmlns:c16="http://schemas.microsoft.com/office/drawing/2014/chart" uri="{C3380CC4-5D6E-409C-BE32-E72D297353CC}">
              <c16:uniqueId val="{00000001-14F5-4816-8537-F1D88C0ABADA}"/>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Foglio1!$G$2:$G$16</c:f>
              <c:numCache>
                <c:formatCode>0.0</c:formatCode>
                <c:ptCount val="15"/>
                <c:pt idx="0">
                  <c:v>0.25126352190103507</c:v>
                </c:pt>
                <c:pt idx="1">
                  <c:v>-2.0110402683450768</c:v>
                </c:pt>
                <c:pt idx="2">
                  <c:v>-0.28601504879179895</c:v>
                </c:pt>
                <c:pt idx="3">
                  <c:v>2.3518243186668286</c:v>
                </c:pt>
                <c:pt idx="4">
                  <c:v>-1.3586611052580966</c:v>
                </c:pt>
                <c:pt idx="5">
                  <c:v>-0.91204861270658411</c:v>
                </c:pt>
                <c:pt idx="6">
                  <c:v>1.5647992001257771</c:v>
                </c:pt>
                <c:pt idx="7">
                  <c:v>0.27450683427359124</c:v>
                </c:pt>
                <c:pt idx="8">
                  <c:v>0.86113551278874656</c:v>
                </c:pt>
                <c:pt idx="9">
                  <c:v>1.6404002233005643</c:v>
                </c:pt>
                <c:pt idx="10">
                  <c:v>0.65204838959538325</c:v>
                </c:pt>
                <c:pt idx="11">
                  <c:v>0.89246698453357975</c:v>
                </c:pt>
                <c:pt idx="12">
                  <c:v>-8.6060172168018418</c:v>
                </c:pt>
                <c:pt idx="13">
                  <c:v>4.0229488065227637</c:v>
                </c:pt>
                <c:pt idx="14">
                  <c:v>4.3387038176075032</c:v>
                </c:pt>
              </c:numCache>
            </c:numRef>
          </c:val>
          <c:extLst>
            <c:ext xmlns:c16="http://schemas.microsoft.com/office/drawing/2014/chart" uri="{C3380CC4-5D6E-409C-BE32-E72D297353CC}">
              <c16:uniqueId val="{00000002-14F5-4816-8537-F1D88C0ABADA}"/>
            </c:ext>
          </c:extLst>
        </c:ser>
        <c:dLbls>
          <c:showLegendKey val="0"/>
          <c:showVal val="0"/>
          <c:showCatName val="0"/>
          <c:showSerName val="0"/>
          <c:showPercent val="0"/>
          <c:showBubbleSize val="0"/>
        </c:dLbls>
        <c:gapWidth val="100"/>
        <c:axId val="352104448"/>
        <c:axId val="330173248"/>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3-14F5-4816-8537-F1D88C0ABADA}"/>
                </c:ext>
              </c:extLst>
            </c:dLbl>
            <c:dLbl>
              <c:idx val="2"/>
              <c:delete val="1"/>
              <c:extLst>
                <c:ext xmlns:c15="http://schemas.microsoft.com/office/drawing/2012/chart" uri="{CE6537A1-D6FC-4f65-9D91-7224C49458BB}"/>
                <c:ext xmlns:c16="http://schemas.microsoft.com/office/drawing/2014/chart" uri="{C3380CC4-5D6E-409C-BE32-E72D297353CC}">
                  <c16:uniqueId val="{00000004-14F5-4816-8537-F1D88C0ABADA}"/>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4F5-4816-8537-F1D88C0ABADA}"/>
                </c:ext>
              </c:extLst>
            </c:dLbl>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Foglio1!$B$2:$B$16</c:f>
              <c:numCache>
                <c:formatCode>0.0</c:formatCode>
                <c:ptCount val="15"/>
                <c:pt idx="0">
                  <c:v>111.38178766980658</c:v>
                </c:pt>
                <c:pt idx="1">
                  <c:v>89.104511434766096</c:v>
                </c:pt>
                <c:pt idx="2">
                  <c:v>101.32660435831792</c:v>
                </c:pt>
                <c:pt idx="3">
                  <c:v>106.17703982262945</c:v>
                </c:pt>
                <c:pt idx="4">
                  <c:v>101.80616632164337</c:v>
                </c:pt>
                <c:pt idx="5">
                  <c:v>103.11102808775432</c:v>
                </c:pt>
                <c:pt idx="6">
                  <c:v>104.73590406310866</c:v>
                </c:pt>
                <c:pt idx="7">
                  <c:v>107.10002817349978</c:v>
                </c:pt>
                <c:pt idx="8">
                  <c:v>110.88752648921445</c:v>
                </c:pt>
                <c:pt idx="9">
                  <c:v>116.07573771696659</c:v>
                </c:pt>
                <c:pt idx="10">
                  <c:v>120.30972475715669</c:v>
                </c:pt>
                <c:pt idx="11">
                  <c:v>120.80735450837243</c:v>
                </c:pt>
                <c:pt idx="12">
                  <c:v>106.49037895935372</c:v>
                </c:pt>
                <c:pt idx="13">
                  <c:v>115.5784753517802</c:v>
                </c:pt>
                <c:pt idx="14">
                  <c:v>120.38137985308144</c:v>
                </c:pt>
              </c:numCache>
            </c:numRef>
          </c:val>
          <c:smooth val="0"/>
          <c:extLst>
            <c:ext xmlns:c16="http://schemas.microsoft.com/office/drawing/2014/chart" uri="{C3380CC4-5D6E-409C-BE32-E72D297353CC}">
              <c16:uniqueId val="{00000006-14F5-4816-8537-F1D88C0ABADA}"/>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4F5-4816-8537-F1D88C0ABADA}"/>
                </c:ext>
              </c:extLst>
            </c:dLbl>
            <c:dLbl>
              <c:idx val="1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4F5-4816-8537-F1D88C0ABADA}"/>
                </c:ext>
              </c:extLst>
            </c:dLbl>
            <c:spPr>
              <a:noFill/>
              <a:ln>
                <a:noFill/>
              </a:ln>
              <a:effectLst/>
            </c:spPr>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Foglio1!$C$2:$C$16</c:f>
              <c:numCache>
                <c:formatCode>0.0</c:formatCode>
                <c:ptCount val="15"/>
                <c:pt idx="0">
                  <c:v>129.63197330763811</c:v>
                </c:pt>
                <c:pt idx="1">
                  <c:v>118.62281218989546</c:v>
                </c:pt>
                <c:pt idx="2">
                  <c:v>106.85286123135776</c:v>
                </c:pt>
                <c:pt idx="3">
                  <c:v>100.3911811657774</c:v>
                </c:pt>
                <c:pt idx="4">
                  <c:v>90.792860943724563</c:v>
                </c:pt>
                <c:pt idx="5">
                  <c:v>86.455352134957494</c:v>
                </c:pt>
                <c:pt idx="6">
                  <c:v>77.481195978887726</c:v>
                </c:pt>
                <c:pt idx="7">
                  <c:v>74.895373419815044</c:v>
                </c:pt>
                <c:pt idx="8">
                  <c:v>77.23670775027685</c:v>
                </c:pt>
                <c:pt idx="9">
                  <c:v>78.161448520846221</c:v>
                </c:pt>
                <c:pt idx="10">
                  <c:v>80.350337249938875</c:v>
                </c:pt>
                <c:pt idx="11">
                  <c:v>82.487452001208055</c:v>
                </c:pt>
                <c:pt idx="12">
                  <c:v>77.838640816466238</c:v>
                </c:pt>
                <c:pt idx="13">
                  <c:v>86.146765085910502</c:v>
                </c:pt>
                <c:pt idx="14">
                  <c:v>91.697444703190584</c:v>
                </c:pt>
              </c:numCache>
            </c:numRef>
          </c:val>
          <c:smooth val="0"/>
          <c:extLst>
            <c:ext xmlns:c16="http://schemas.microsoft.com/office/drawing/2014/chart" uri="{C3380CC4-5D6E-409C-BE32-E72D297353CC}">
              <c16:uniqueId val="{00000009-14F5-4816-8537-F1D88C0ABADA}"/>
            </c:ext>
          </c:extLst>
        </c:ser>
        <c:ser>
          <c:idx val="2"/>
          <c:order val="2"/>
          <c:tx>
            <c:strRef>
              <c:f>Foglio1!$D$1</c:f>
              <c:strCache>
                <c:ptCount val="1"/>
                <c:pt idx="0">
                  <c:v>Servizi-i</c:v>
                </c:pt>
              </c:strCache>
            </c:strRef>
          </c:tx>
          <c:spPr>
            <a:ln w="34925">
              <a:solidFill>
                <a:srgbClr val="99CCFF"/>
              </a:solidFill>
            </a:ln>
          </c:spPr>
          <c:marker>
            <c:symbol val="none"/>
          </c:marker>
          <c:dLbls>
            <c:dLbl>
              <c:idx val="2"/>
              <c:delete val="1"/>
              <c:extLst>
                <c:ext xmlns:c15="http://schemas.microsoft.com/office/drawing/2012/chart" uri="{CE6537A1-D6FC-4f65-9D91-7224C49458BB}"/>
                <c:ext xmlns:c16="http://schemas.microsoft.com/office/drawing/2014/chart" uri="{C3380CC4-5D6E-409C-BE32-E72D297353CC}">
                  <c16:uniqueId val="{0000000A-14F5-4816-8537-F1D88C0ABADA}"/>
                </c:ext>
              </c:extLst>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4F5-4816-8537-F1D88C0ABADA}"/>
                </c:ext>
              </c:extLst>
            </c:dLbl>
            <c:spPr>
              <a:noFill/>
              <a:ln>
                <a:noFill/>
              </a:ln>
              <a:effectLst/>
            </c:sp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Foglio1!$D$2:$D$16</c:f>
              <c:numCache>
                <c:formatCode>0.0</c:formatCode>
                <c:ptCount val="15"/>
                <c:pt idx="0">
                  <c:v>109.16904233722532</c:v>
                </c:pt>
                <c:pt idx="1">
                  <c:v>106.97360893525703</c:v>
                </c:pt>
                <c:pt idx="2">
                  <c:v>106.66764831546652</c:v>
                </c:pt>
                <c:pt idx="3">
                  <c:v>109.17628400869965</c:v>
                </c:pt>
                <c:pt idx="4">
                  <c:v>107.69294830170735</c:v>
                </c:pt>
                <c:pt idx="5">
                  <c:v>106.7107362607388</c:v>
                </c:pt>
                <c:pt idx="6">
                  <c:v>108.38054500819516</c:v>
                </c:pt>
                <c:pt idx="7">
                  <c:v>108.67805701126562</c:v>
                </c:pt>
                <c:pt idx="8">
                  <c:v>109.61392235479845</c:v>
                </c:pt>
                <c:pt idx="9">
                  <c:v>111.41202938187506</c:v>
                </c:pt>
                <c:pt idx="10">
                  <c:v>112.13848972527512</c:v>
                </c:pt>
                <c:pt idx="11">
                  <c:v>113.13928872302779</c:v>
                </c:pt>
                <c:pt idx="12">
                  <c:v>103.40250205655687</c:v>
                </c:pt>
                <c:pt idx="13">
                  <c:v>107.56233177895578</c:v>
                </c:pt>
                <c:pt idx="14">
                  <c:v>112.229142774157</c:v>
                </c:pt>
              </c:numCache>
            </c:numRef>
          </c:val>
          <c:smooth val="0"/>
          <c:extLst>
            <c:ext xmlns:c16="http://schemas.microsoft.com/office/drawing/2014/chart" uri="{C3380CC4-5D6E-409C-BE32-E72D297353CC}">
              <c16:uniqueId val="{0000000C-14F5-4816-8537-F1D88C0ABADA}"/>
            </c:ext>
          </c:extLst>
        </c:ser>
        <c:dLbls>
          <c:showLegendKey val="0"/>
          <c:showVal val="0"/>
          <c:showCatName val="0"/>
          <c:showSerName val="0"/>
          <c:showPercent val="0"/>
          <c:showBubbleSize val="0"/>
        </c:dLbls>
        <c:marker val="1"/>
        <c:smooth val="0"/>
        <c:axId val="351677952"/>
        <c:axId val="330172672"/>
      </c:lineChart>
      <c:catAx>
        <c:axId val="351677952"/>
        <c:scaling>
          <c:orientation val="minMax"/>
        </c:scaling>
        <c:delete val="0"/>
        <c:axPos val="b"/>
        <c:majorGridlines>
          <c:spPr>
            <a:ln w="3175"/>
          </c:spPr>
        </c:majorGridlines>
        <c:numFmt formatCode="0" sourceLinked="0"/>
        <c:majorTickMark val="out"/>
        <c:minorTickMark val="none"/>
        <c:tickLblPos val="low"/>
        <c:spPr>
          <a:ln w="3175">
            <a:solidFill>
              <a:schemeClr val="tx1"/>
            </a:solidFill>
          </a:ln>
        </c:spPr>
        <c:crossAx val="330172672"/>
        <c:crossesAt val="100"/>
        <c:auto val="1"/>
        <c:lblAlgn val="ctr"/>
        <c:lblOffset val="100"/>
        <c:noMultiLvlLbl val="0"/>
      </c:catAx>
      <c:valAx>
        <c:axId val="330172672"/>
        <c:scaling>
          <c:orientation val="minMax"/>
          <c:max val="140"/>
          <c:min val="70"/>
        </c:scaling>
        <c:delete val="0"/>
        <c:axPos val="l"/>
        <c:numFmt formatCode="0" sourceLinked="0"/>
        <c:majorTickMark val="out"/>
        <c:minorTickMark val="none"/>
        <c:tickLblPos val="nextTo"/>
        <c:crossAx val="351677952"/>
        <c:crossesAt val="1"/>
        <c:crossBetween val="between"/>
        <c:majorUnit val="10"/>
        <c:minorUnit val="5"/>
      </c:valAx>
      <c:valAx>
        <c:axId val="330173248"/>
        <c:scaling>
          <c:orientation val="minMax"/>
        </c:scaling>
        <c:delete val="0"/>
        <c:axPos val="r"/>
        <c:numFmt formatCode="0_ ;[Red]\-0\ " sourceLinked="0"/>
        <c:majorTickMark val="out"/>
        <c:minorTickMark val="none"/>
        <c:tickLblPos val="nextTo"/>
        <c:crossAx val="352104448"/>
        <c:crosses val="max"/>
        <c:crossBetween val="between"/>
      </c:valAx>
      <c:catAx>
        <c:axId val="352104448"/>
        <c:scaling>
          <c:orientation val="minMax"/>
        </c:scaling>
        <c:delete val="0"/>
        <c:axPos val="b"/>
        <c:numFmt formatCode="General" sourceLinked="1"/>
        <c:majorTickMark val="none"/>
        <c:minorTickMark val="none"/>
        <c:tickLblPos val="none"/>
        <c:crossAx val="330173248"/>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0.67798</cdr:x>
      <cdr:y>0.04811</cdr:y>
    </cdr:from>
    <cdr:to>
      <cdr:x>0.67863</cdr:x>
      <cdr:y>0.82553</cdr:y>
    </cdr:to>
    <cdr:cxnSp macro="">
      <cdr:nvCxnSpPr>
        <cdr:cNvPr id="4" name="Connettore diritto 3"/>
        <cdr:cNvCxnSpPr/>
      </cdr:nvCxnSpPr>
      <cdr:spPr>
        <a:xfrm xmlns:a="http://schemas.openxmlformats.org/drawingml/2006/main" flipH="1">
          <a:off x="3977971" y="95250"/>
          <a:ext cx="3810" cy="1539240"/>
        </a:xfrm>
        <a:prstGeom xmlns:a="http://schemas.openxmlformats.org/drawingml/2006/main" prst="line">
          <a:avLst/>
        </a:prstGeom>
        <a:ln xmlns:a="http://schemas.openxmlformats.org/drawingml/2006/main" w="19050"/>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6</TotalTime>
  <Pages>7</Pages>
  <Words>3997</Words>
  <Characters>22785</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4</cp:revision>
  <cp:lastPrinted>2012-03-30T09:15:00Z</cp:lastPrinted>
  <dcterms:created xsi:type="dcterms:W3CDTF">2021-02-09T14:10:00Z</dcterms:created>
  <dcterms:modified xsi:type="dcterms:W3CDTF">2021-02-09T14:18:00Z</dcterms:modified>
</cp:coreProperties>
</file>