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82EE5" w14:textId="77777777" w:rsidR="00541FB1" w:rsidRDefault="00BD7C77" w:rsidP="00072096">
      <w:pPr>
        <w:pStyle w:val="Titolo1"/>
      </w:pPr>
      <w:bookmarkStart w:id="0" w:name="_Toc448399716"/>
      <w:bookmarkStart w:id="1" w:name="_Toc509407738"/>
      <w:r>
        <w:t>X</w:t>
      </w:r>
      <w:r w:rsidR="00FF4238">
        <w:t>.</w:t>
      </w:r>
      <w:r w:rsidR="00072096">
        <w:tab/>
        <w:t>Scenario economico</w:t>
      </w:r>
      <w:bookmarkEnd w:id="0"/>
      <w:bookmarkEnd w:id="1"/>
    </w:p>
    <w:p w14:paraId="51EBEAB2" w14:textId="77777777" w:rsidR="004B18C5" w:rsidRDefault="004B18C5" w:rsidP="004B18C5"/>
    <w:p w14:paraId="629790E5" w14:textId="77777777" w:rsidR="00AF52FB" w:rsidRDefault="004B18C5">
      <w:pPr>
        <w:pStyle w:val="Sommario1"/>
        <w:tabs>
          <w:tab w:val="left" w:pos="66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09407738" w:history="1">
        <w:r w:rsidR="00AF52FB" w:rsidRPr="00B360AA">
          <w:rPr>
            <w:rStyle w:val="Collegamentoipertestuale"/>
            <w:noProof/>
          </w:rPr>
          <w:t>X.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Scenario economico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_Toc509407738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1</w:t>
        </w:r>
        <w:r w:rsidR="00AF52FB">
          <w:rPr>
            <w:noProof/>
            <w:webHidden/>
          </w:rPr>
          <w:fldChar w:fldCharType="end"/>
        </w:r>
      </w:hyperlink>
    </w:p>
    <w:p w14:paraId="6B9E800C" w14:textId="77777777" w:rsidR="00AF52FB" w:rsidRDefault="00F32DEC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39" w:history="1">
        <w:r w:rsidR="00AF52FB" w:rsidRPr="00B360AA">
          <w:rPr>
            <w:rStyle w:val="Collegamentoipertestuale"/>
            <w:noProof/>
          </w:rPr>
          <w:t>X.1.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internazionale.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_Toc509407739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2</w:t>
        </w:r>
        <w:r w:rsidR="00AF52FB">
          <w:rPr>
            <w:noProof/>
            <w:webHidden/>
          </w:rPr>
          <w:fldChar w:fldCharType="end"/>
        </w:r>
      </w:hyperlink>
    </w:p>
    <w:p w14:paraId="3AA34AEA" w14:textId="77777777" w:rsidR="00AF52FB" w:rsidRDefault="00F32DEC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0" w:history="1">
        <w:r w:rsidR="00AF52FB" w:rsidRPr="00B360AA">
          <w:rPr>
            <w:rStyle w:val="Collegamentoipertestuale"/>
            <w:noProof/>
          </w:rPr>
          <w:t>X.2.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nazionale.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_Toc509407740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4</w:t>
        </w:r>
        <w:r w:rsidR="00AF52FB">
          <w:rPr>
            <w:noProof/>
            <w:webHidden/>
          </w:rPr>
          <w:fldChar w:fldCharType="end"/>
        </w:r>
      </w:hyperlink>
    </w:p>
    <w:p w14:paraId="257DC4E8" w14:textId="77777777" w:rsidR="00AF52FB" w:rsidRDefault="00F32DEC">
      <w:pPr>
        <w:pStyle w:val="Sommario2"/>
        <w:tabs>
          <w:tab w:val="left" w:pos="1100"/>
          <w:tab w:val="right" w:leader="dot" w:pos="934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9407741" w:history="1">
        <w:r w:rsidR="00AF52FB" w:rsidRPr="00B360AA">
          <w:rPr>
            <w:rStyle w:val="Collegamentoipertestuale"/>
            <w:noProof/>
          </w:rPr>
          <w:t>X.3.</w:t>
        </w:r>
        <w:r w:rsidR="00AF52F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F52FB" w:rsidRPr="00B360AA">
          <w:rPr>
            <w:rStyle w:val="Collegamentoipertestuale"/>
            <w:noProof/>
          </w:rPr>
          <w:t>Il quadro regionale</w:t>
        </w:r>
        <w:r w:rsidR="00AF52FB">
          <w:rPr>
            <w:noProof/>
            <w:webHidden/>
          </w:rPr>
          <w:tab/>
        </w:r>
        <w:r w:rsidR="00AF52FB">
          <w:rPr>
            <w:noProof/>
            <w:webHidden/>
          </w:rPr>
          <w:fldChar w:fldCharType="begin"/>
        </w:r>
        <w:r w:rsidR="00AF52FB">
          <w:rPr>
            <w:noProof/>
            <w:webHidden/>
          </w:rPr>
          <w:instrText xml:space="preserve"> PAGEREF _Toc509407741 \h </w:instrText>
        </w:r>
        <w:r w:rsidR="00AF52FB">
          <w:rPr>
            <w:noProof/>
            <w:webHidden/>
          </w:rPr>
        </w:r>
        <w:r w:rsidR="00AF52FB">
          <w:rPr>
            <w:noProof/>
            <w:webHidden/>
          </w:rPr>
          <w:fldChar w:fldCharType="separate"/>
        </w:r>
        <w:r w:rsidR="00AF52FB">
          <w:rPr>
            <w:noProof/>
            <w:webHidden/>
          </w:rPr>
          <w:t>6</w:t>
        </w:r>
        <w:r w:rsidR="00AF52FB">
          <w:rPr>
            <w:noProof/>
            <w:webHidden/>
          </w:rPr>
          <w:fldChar w:fldCharType="end"/>
        </w:r>
      </w:hyperlink>
    </w:p>
    <w:p w14:paraId="64F7C036" w14:textId="77777777" w:rsidR="004B18C5" w:rsidRDefault="004B18C5" w:rsidP="004B18C5">
      <w:r>
        <w:fldChar w:fldCharType="end"/>
      </w:r>
    </w:p>
    <w:p w14:paraId="0F95BFD9" w14:textId="77777777" w:rsidR="004B18C5" w:rsidRPr="00386683" w:rsidRDefault="004B18C5" w:rsidP="00386683">
      <w:bookmarkStart w:id="2" w:name="_Toc448399717"/>
      <w:r w:rsidRPr="00386683">
        <w:br w:type="page"/>
      </w:r>
    </w:p>
    <w:p w14:paraId="7EED8E57" w14:textId="77777777" w:rsidR="00002661" w:rsidRDefault="00002661" w:rsidP="00002661">
      <w:pPr>
        <w:pStyle w:val="Titolo2"/>
      </w:pPr>
      <w:bookmarkStart w:id="3" w:name="_Toc509407739"/>
      <w:r>
        <w:lastRenderedPageBreak/>
        <w:t>X.1.</w:t>
      </w:r>
      <w:r>
        <w:tab/>
      </w:r>
      <w:r w:rsidRPr="00AB2CA8">
        <w:t>Il quadro internazionale.</w:t>
      </w:r>
      <w:bookmarkEnd w:id="2"/>
      <w:bookmarkEnd w:id="3"/>
    </w:p>
    <w:p w14:paraId="7A7AADBE" w14:textId="77777777" w:rsidR="00E40A1B" w:rsidRPr="00962B46" w:rsidRDefault="00E40A1B" w:rsidP="00E40A1B">
      <w:bookmarkStart w:id="4" w:name="_Toc476318563"/>
    </w:p>
    <w:tbl>
      <w:tblPr>
        <w:tblpPr w:topFromText="284" w:bottomFromText="284" w:horzAnchor="margin" w:tblpXSpec="center" w:tblpYSpec="bottom"/>
        <w:tblOverlap w:val="never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10"/>
        <w:gridCol w:w="510"/>
        <w:gridCol w:w="510"/>
        <w:gridCol w:w="340"/>
        <w:gridCol w:w="2552"/>
        <w:gridCol w:w="510"/>
        <w:gridCol w:w="510"/>
        <w:gridCol w:w="514"/>
      </w:tblGrid>
      <w:tr w:rsidR="000A7543" w:rsidRPr="00BC2A0C" w14:paraId="09E540AD" w14:textId="77777777" w:rsidTr="000A7543">
        <w:trPr>
          <w:cantSplit/>
        </w:trPr>
        <w:tc>
          <w:tcPr>
            <w:tcW w:w="9358" w:type="dxa"/>
            <w:gridSpan w:val="9"/>
            <w:tcBorders>
              <w:bottom w:val="single" w:sz="4" w:space="0" w:color="800000"/>
            </w:tcBorders>
          </w:tcPr>
          <w:p w14:paraId="672B799C" w14:textId="77777777" w:rsidR="000A7543" w:rsidRPr="00BC2A0C" w:rsidRDefault="000A7543" w:rsidP="000A7543">
            <w:pPr>
              <w:pStyle w:val="TabTitolo"/>
            </w:pPr>
            <w:r w:rsidRPr="007C3BBD">
              <w:t>La previsione del Fondo Monetario Internazionale (a)(b)</w:t>
            </w:r>
          </w:p>
        </w:tc>
      </w:tr>
      <w:tr w:rsidR="000A7543" w:rsidRPr="00BC2A0C" w14:paraId="6409F4EC" w14:textId="77777777" w:rsidTr="000A7543">
        <w:trPr>
          <w:cantSplit/>
        </w:trPr>
        <w:tc>
          <w:tcPr>
            <w:tcW w:w="3402" w:type="dxa"/>
            <w:tcBorders>
              <w:top w:val="single" w:sz="4" w:space="0" w:color="800000"/>
              <w:bottom w:val="single" w:sz="4" w:space="0" w:color="800000"/>
            </w:tcBorders>
          </w:tcPr>
          <w:p w14:paraId="3AEEDFA6" w14:textId="77777777" w:rsidR="000A7543" w:rsidRPr="00BC2A0C" w:rsidRDefault="000A7543" w:rsidP="000A7543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7906C2FC" w14:textId="77777777" w:rsidR="000A7543" w:rsidRPr="003234B1" w:rsidRDefault="000A7543" w:rsidP="000A7543">
            <w:pPr>
              <w:pStyle w:val="TabIntestazioni"/>
            </w:pPr>
            <w:r>
              <w:t>2020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13733C07" w14:textId="77777777" w:rsidR="000A7543" w:rsidRPr="003234B1" w:rsidRDefault="000A7543" w:rsidP="000A7543">
            <w:pPr>
              <w:pStyle w:val="TabIntestazioni"/>
            </w:pPr>
            <w:r>
              <w:t>2021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46D2A365" w14:textId="77777777" w:rsidR="000A7543" w:rsidRPr="003234B1" w:rsidRDefault="000A7543" w:rsidP="000A7543">
            <w:pPr>
              <w:pStyle w:val="TabIntestazioni"/>
            </w:pPr>
            <w:r>
              <w:t>2022</w:t>
            </w:r>
          </w:p>
        </w:tc>
        <w:tc>
          <w:tcPr>
            <w:tcW w:w="340" w:type="dxa"/>
            <w:tcBorders>
              <w:top w:val="single" w:sz="4" w:space="0" w:color="800000"/>
              <w:bottom w:val="single" w:sz="4" w:space="0" w:color="800000"/>
            </w:tcBorders>
          </w:tcPr>
          <w:p w14:paraId="19D34524" w14:textId="77777777" w:rsidR="000A7543" w:rsidRPr="00BC2A0C" w:rsidRDefault="000A7543" w:rsidP="000A7543">
            <w:pPr>
              <w:pStyle w:val="TabIntestazioni"/>
            </w:pPr>
          </w:p>
        </w:tc>
        <w:tc>
          <w:tcPr>
            <w:tcW w:w="2552" w:type="dxa"/>
            <w:tcBorders>
              <w:top w:val="single" w:sz="4" w:space="0" w:color="800000"/>
              <w:bottom w:val="single" w:sz="4" w:space="0" w:color="800000"/>
            </w:tcBorders>
          </w:tcPr>
          <w:p w14:paraId="59103BAF" w14:textId="77777777" w:rsidR="000A7543" w:rsidRPr="00BC2A0C" w:rsidRDefault="000A7543" w:rsidP="000A7543">
            <w:pPr>
              <w:pStyle w:val="TabIntestazioni"/>
            </w:pP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5ECE9EF6" w14:textId="77777777" w:rsidR="000A7543" w:rsidRPr="003234B1" w:rsidRDefault="000A7543" w:rsidP="000A7543">
            <w:pPr>
              <w:pStyle w:val="TabIntestazioni"/>
            </w:pPr>
            <w:r>
              <w:t>2020</w:t>
            </w:r>
          </w:p>
        </w:tc>
        <w:tc>
          <w:tcPr>
            <w:tcW w:w="510" w:type="dxa"/>
            <w:tcBorders>
              <w:top w:val="single" w:sz="4" w:space="0" w:color="800000"/>
              <w:bottom w:val="single" w:sz="4" w:space="0" w:color="800000"/>
            </w:tcBorders>
          </w:tcPr>
          <w:p w14:paraId="37B51CE8" w14:textId="77777777" w:rsidR="000A7543" w:rsidRPr="003234B1" w:rsidRDefault="000A7543" w:rsidP="000A7543">
            <w:pPr>
              <w:pStyle w:val="TabIntestazioni"/>
            </w:pPr>
            <w:r>
              <w:t>2021</w:t>
            </w:r>
          </w:p>
        </w:tc>
        <w:tc>
          <w:tcPr>
            <w:tcW w:w="514" w:type="dxa"/>
            <w:tcBorders>
              <w:top w:val="single" w:sz="4" w:space="0" w:color="800000"/>
              <w:bottom w:val="single" w:sz="4" w:space="0" w:color="800000"/>
            </w:tcBorders>
          </w:tcPr>
          <w:p w14:paraId="3A22CC72" w14:textId="77777777" w:rsidR="000A7543" w:rsidRPr="003234B1" w:rsidRDefault="000A7543" w:rsidP="000A7543">
            <w:pPr>
              <w:pStyle w:val="TabIntestazioni"/>
            </w:pPr>
            <w:r>
              <w:t>2022</w:t>
            </w:r>
          </w:p>
        </w:tc>
      </w:tr>
      <w:tr w:rsidR="000A7543" w:rsidRPr="00BC2A0C" w14:paraId="188E1C7E" w14:textId="77777777" w:rsidTr="000A7543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6D05F4D2" w14:textId="77777777" w:rsidR="000A7543" w:rsidRPr="00997C5D" w:rsidRDefault="000A7543" w:rsidP="000A7543">
            <w:pPr>
              <w:pStyle w:val="TabIntestaSup"/>
            </w:pPr>
            <w:r>
              <w:t>Prodotto</w:t>
            </w:r>
          </w:p>
        </w:tc>
      </w:tr>
      <w:tr w:rsidR="000A7543" w:rsidRPr="00BC2A0C" w14:paraId="7B45385B" w14:textId="77777777" w:rsidTr="000A7543">
        <w:trPr>
          <w:cantSplit/>
          <w:trHeight w:val="255"/>
        </w:trPr>
        <w:tc>
          <w:tcPr>
            <w:tcW w:w="3402" w:type="dxa"/>
          </w:tcPr>
          <w:p w14:paraId="1EE7DF86" w14:textId="77777777" w:rsidR="000A7543" w:rsidRPr="00BC2A0C" w:rsidRDefault="000A7543" w:rsidP="000A7543">
            <w:pPr>
              <w:pStyle w:val="TabEtichette"/>
            </w:pPr>
            <w:r w:rsidRPr="00BC2A0C">
              <w:t>Prodotto mondiale</w:t>
            </w:r>
          </w:p>
        </w:tc>
        <w:tc>
          <w:tcPr>
            <w:tcW w:w="510" w:type="dxa"/>
          </w:tcPr>
          <w:p w14:paraId="4076D1AD" w14:textId="77777777" w:rsidR="000A7543" w:rsidRPr="00D015E5" w:rsidRDefault="000A7543" w:rsidP="000A7543">
            <w:pPr>
              <w:pStyle w:val="TabNumeri"/>
            </w:pPr>
            <w:r w:rsidRPr="003E444D">
              <w:t>-3,3</w:t>
            </w:r>
          </w:p>
        </w:tc>
        <w:tc>
          <w:tcPr>
            <w:tcW w:w="510" w:type="dxa"/>
          </w:tcPr>
          <w:p w14:paraId="2956A3F4" w14:textId="77777777" w:rsidR="000A7543" w:rsidRPr="00D015E5" w:rsidRDefault="000A7543" w:rsidP="000A7543">
            <w:pPr>
              <w:pStyle w:val="TabNumeri"/>
            </w:pPr>
            <w:r w:rsidRPr="003E444D">
              <w:t>6,0</w:t>
            </w:r>
          </w:p>
        </w:tc>
        <w:tc>
          <w:tcPr>
            <w:tcW w:w="510" w:type="dxa"/>
          </w:tcPr>
          <w:p w14:paraId="7BDC93C4" w14:textId="77777777" w:rsidR="000A7543" w:rsidRPr="00D015E5" w:rsidRDefault="000A7543" w:rsidP="000A7543">
            <w:pPr>
              <w:pStyle w:val="TabNumeri"/>
            </w:pPr>
            <w:r w:rsidRPr="003E444D">
              <w:t>4,4</w:t>
            </w:r>
          </w:p>
        </w:tc>
        <w:tc>
          <w:tcPr>
            <w:tcW w:w="340" w:type="dxa"/>
          </w:tcPr>
          <w:p w14:paraId="581DB505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</w:tcPr>
          <w:p w14:paraId="06B67389" w14:textId="77777777" w:rsidR="000A7543" w:rsidRPr="00903CBB" w:rsidRDefault="000A7543" w:rsidP="000A7543">
            <w:pPr>
              <w:pStyle w:val="TabEtichette"/>
            </w:pPr>
            <w:r w:rsidRPr="00903CBB">
              <w:t>Stati Uniti</w:t>
            </w:r>
          </w:p>
        </w:tc>
        <w:tc>
          <w:tcPr>
            <w:tcW w:w="510" w:type="dxa"/>
          </w:tcPr>
          <w:p w14:paraId="207B05C5" w14:textId="77777777" w:rsidR="000A7543" w:rsidRPr="003C12E0" w:rsidRDefault="000A7543" w:rsidP="000A7543">
            <w:pPr>
              <w:pStyle w:val="TabNumeri"/>
            </w:pPr>
            <w:r w:rsidRPr="00F86A4C">
              <w:t>-3,5</w:t>
            </w:r>
          </w:p>
        </w:tc>
        <w:tc>
          <w:tcPr>
            <w:tcW w:w="510" w:type="dxa"/>
          </w:tcPr>
          <w:p w14:paraId="2A99167B" w14:textId="77777777" w:rsidR="000A7543" w:rsidRPr="003C12E0" w:rsidRDefault="000A7543" w:rsidP="000A7543">
            <w:pPr>
              <w:pStyle w:val="TabNumeri"/>
            </w:pPr>
            <w:r w:rsidRPr="00F86A4C">
              <w:t>6,4</w:t>
            </w:r>
          </w:p>
        </w:tc>
        <w:tc>
          <w:tcPr>
            <w:tcW w:w="514" w:type="dxa"/>
          </w:tcPr>
          <w:p w14:paraId="4E004433" w14:textId="77777777" w:rsidR="000A7543" w:rsidRPr="003C12E0" w:rsidRDefault="000A7543" w:rsidP="000A7543">
            <w:pPr>
              <w:pStyle w:val="TabNumeri"/>
            </w:pPr>
            <w:r w:rsidRPr="00F86A4C">
              <w:t>3,5</w:t>
            </w:r>
          </w:p>
        </w:tc>
      </w:tr>
      <w:tr w:rsidR="000A7543" w:rsidRPr="00BC2A0C" w14:paraId="2569C97B" w14:textId="77777777" w:rsidTr="000A7543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990077A" w14:textId="77777777" w:rsidR="000A7543" w:rsidRPr="00BC2A0C" w:rsidRDefault="000A7543" w:rsidP="000A7543">
            <w:pPr>
              <w:pStyle w:val="TabEtichette"/>
            </w:pPr>
            <w:r w:rsidRPr="00B85524">
              <w:t>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57B9616" w14:textId="77777777" w:rsidR="000A7543" w:rsidRPr="00D015E5" w:rsidRDefault="000A7543" w:rsidP="000A7543">
            <w:pPr>
              <w:pStyle w:val="TabNumeri"/>
            </w:pPr>
            <w:r w:rsidRPr="003E444D">
              <w:t>-4,7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1397766" w14:textId="77777777" w:rsidR="000A7543" w:rsidRPr="00D015E5" w:rsidRDefault="000A7543" w:rsidP="000A7543">
            <w:pPr>
              <w:pStyle w:val="TabNumeri"/>
            </w:pPr>
            <w:r w:rsidRPr="003E444D">
              <w:t>5,1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4A660BD" w14:textId="77777777" w:rsidR="000A7543" w:rsidRPr="00D015E5" w:rsidRDefault="000A7543" w:rsidP="000A7543">
            <w:pPr>
              <w:pStyle w:val="TabNumeri"/>
            </w:pPr>
            <w:r w:rsidRPr="003E444D">
              <w:t>3,6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0DDA26F4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5150E86" w14:textId="77777777" w:rsidR="000A7543" w:rsidRPr="00903CBB" w:rsidRDefault="000A7543" w:rsidP="000A7543">
            <w:pPr>
              <w:pStyle w:val="TabEtichette"/>
            </w:pPr>
            <w:r w:rsidRPr="00903CBB">
              <w:t>Cina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3DAE0C8" w14:textId="77777777" w:rsidR="000A7543" w:rsidRPr="003C12E0" w:rsidRDefault="000A7543" w:rsidP="000A7543">
            <w:pPr>
              <w:pStyle w:val="TabNumeri"/>
            </w:pPr>
            <w:r w:rsidRPr="00F86A4C">
              <w:t>2,3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EEE11AD" w14:textId="77777777" w:rsidR="000A7543" w:rsidRPr="003C12E0" w:rsidRDefault="000A7543" w:rsidP="000A7543">
            <w:pPr>
              <w:pStyle w:val="TabNumeri"/>
            </w:pPr>
            <w:r w:rsidRPr="00F86A4C">
              <w:t>8,4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1E28FC75" w14:textId="77777777" w:rsidR="000A7543" w:rsidRPr="003C12E0" w:rsidRDefault="000A7543" w:rsidP="000A7543">
            <w:pPr>
              <w:pStyle w:val="TabNumeri"/>
            </w:pPr>
            <w:r w:rsidRPr="00F86A4C">
              <w:t>5,6</w:t>
            </w:r>
          </w:p>
        </w:tc>
      </w:tr>
      <w:tr w:rsidR="000A7543" w:rsidRPr="00BC2A0C" w14:paraId="5B30D61C" w14:textId="77777777" w:rsidTr="000A7543">
        <w:trPr>
          <w:cantSplit/>
          <w:trHeight w:val="255"/>
        </w:trPr>
        <w:tc>
          <w:tcPr>
            <w:tcW w:w="3402" w:type="dxa"/>
          </w:tcPr>
          <w:p w14:paraId="66633744" w14:textId="77777777" w:rsidR="000A7543" w:rsidRPr="00BC2A0C" w:rsidRDefault="000A7543" w:rsidP="000A7543">
            <w:pPr>
              <w:pStyle w:val="TabEtichette"/>
            </w:pPr>
            <w:r w:rsidRPr="00BC2A0C">
              <w:t>Economie emergenti e in sviluppo</w:t>
            </w:r>
          </w:p>
        </w:tc>
        <w:tc>
          <w:tcPr>
            <w:tcW w:w="510" w:type="dxa"/>
          </w:tcPr>
          <w:p w14:paraId="074C25C4" w14:textId="77777777" w:rsidR="000A7543" w:rsidRPr="00D015E5" w:rsidRDefault="000A7543" w:rsidP="000A7543">
            <w:pPr>
              <w:pStyle w:val="TabNumeri"/>
            </w:pPr>
            <w:r w:rsidRPr="003E444D">
              <w:t>-2,2</w:t>
            </w:r>
          </w:p>
        </w:tc>
        <w:tc>
          <w:tcPr>
            <w:tcW w:w="510" w:type="dxa"/>
          </w:tcPr>
          <w:p w14:paraId="0F517F90" w14:textId="77777777" w:rsidR="000A7543" w:rsidRPr="00D015E5" w:rsidRDefault="000A7543" w:rsidP="000A7543">
            <w:pPr>
              <w:pStyle w:val="TabNumeri"/>
            </w:pPr>
            <w:r w:rsidRPr="003E444D">
              <w:t>6,7</w:t>
            </w:r>
          </w:p>
        </w:tc>
        <w:tc>
          <w:tcPr>
            <w:tcW w:w="510" w:type="dxa"/>
          </w:tcPr>
          <w:p w14:paraId="449762FF" w14:textId="77777777" w:rsidR="000A7543" w:rsidRPr="00D015E5" w:rsidRDefault="000A7543" w:rsidP="000A7543">
            <w:pPr>
              <w:pStyle w:val="TabNumeri"/>
            </w:pPr>
            <w:r w:rsidRPr="003E444D">
              <w:t>5,0</w:t>
            </w:r>
          </w:p>
        </w:tc>
        <w:tc>
          <w:tcPr>
            <w:tcW w:w="340" w:type="dxa"/>
          </w:tcPr>
          <w:p w14:paraId="7EBDA680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</w:tcPr>
          <w:p w14:paraId="4CA982D9" w14:textId="77777777" w:rsidR="000A7543" w:rsidRPr="00903CBB" w:rsidRDefault="000A7543" w:rsidP="000A7543">
            <w:pPr>
              <w:pStyle w:val="TabEtichette"/>
            </w:pPr>
            <w:r w:rsidRPr="00903CBB">
              <w:t>Giappone</w:t>
            </w:r>
          </w:p>
        </w:tc>
        <w:tc>
          <w:tcPr>
            <w:tcW w:w="510" w:type="dxa"/>
          </w:tcPr>
          <w:p w14:paraId="1E0D8C89" w14:textId="77777777" w:rsidR="000A7543" w:rsidRPr="003C12E0" w:rsidRDefault="000A7543" w:rsidP="000A7543">
            <w:pPr>
              <w:pStyle w:val="TabNumeri"/>
            </w:pPr>
            <w:r w:rsidRPr="00F86A4C">
              <w:t>-4,8</w:t>
            </w:r>
          </w:p>
        </w:tc>
        <w:tc>
          <w:tcPr>
            <w:tcW w:w="510" w:type="dxa"/>
          </w:tcPr>
          <w:p w14:paraId="08D5251C" w14:textId="77777777" w:rsidR="000A7543" w:rsidRPr="003C12E0" w:rsidRDefault="000A7543" w:rsidP="000A7543">
            <w:pPr>
              <w:pStyle w:val="TabNumeri"/>
            </w:pPr>
            <w:r w:rsidRPr="00F86A4C">
              <w:t>3,3</w:t>
            </w:r>
          </w:p>
        </w:tc>
        <w:tc>
          <w:tcPr>
            <w:tcW w:w="514" w:type="dxa"/>
          </w:tcPr>
          <w:p w14:paraId="73FD65A1" w14:textId="77777777" w:rsidR="000A7543" w:rsidRPr="003C12E0" w:rsidRDefault="000A7543" w:rsidP="000A7543">
            <w:pPr>
              <w:pStyle w:val="TabNumeri"/>
            </w:pPr>
            <w:r w:rsidRPr="00F86A4C">
              <w:t>2,5</w:t>
            </w:r>
          </w:p>
        </w:tc>
      </w:tr>
      <w:tr w:rsidR="000A7543" w:rsidRPr="00BC2A0C" w14:paraId="7C5B0BDF" w14:textId="77777777" w:rsidTr="000A7543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B92DD7D" w14:textId="77777777" w:rsidR="000A7543" w:rsidRPr="00C103CD" w:rsidRDefault="000A7543" w:rsidP="000A7543">
            <w:pPr>
              <w:pStyle w:val="TabEtichette"/>
            </w:pPr>
            <w:r>
              <w:t xml:space="preserve">  Europa e</w:t>
            </w:r>
            <w:r w:rsidRPr="00C103CD">
              <w:t>mergente e in sviluppo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C480523" w14:textId="77777777" w:rsidR="000A7543" w:rsidRPr="00D015E5" w:rsidRDefault="000A7543" w:rsidP="000A7543">
            <w:pPr>
              <w:pStyle w:val="TabNumeri"/>
            </w:pPr>
            <w:r w:rsidRPr="003E444D">
              <w:t>-2,0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1F9EBF5" w14:textId="77777777" w:rsidR="000A7543" w:rsidRPr="00D015E5" w:rsidRDefault="000A7543" w:rsidP="000A7543">
            <w:pPr>
              <w:pStyle w:val="TabNumeri"/>
            </w:pPr>
            <w:r w:rsidRPr="003E444D">
              <w:t>4,4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BDDBA1E" w14:textId="77777777" w:rsidR="000A7543" w:rsidRPr="00D015E5" w:rsidRDefault="000A7543" w:rsidP="000A7543">
            <w:pPr>
              <w:pStyle w:val="TabNumeri"/>
            </w:pPr>
            <w:r w:rsidRPr="003E444D">
              <w:t>3,9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439FFDF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3019D8DE" w14:textId="77777777" w:rsidR="000A7543" w:rsidRPr="00903CBB" w:rsidRDefault="000A7543" w:rsidP="000A7543">
            <w:pPr>
              <w:pStyle w:val="TabEtichette"/>
            </w:pPr>
            <w:r w:rsidRPr="00903CBB">
              <w:t>Area dell'euro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AA181BB" w14:textId="77777777" w:rsidR="000A7543" w:rsidRPr="003C12E0" w:rsidRDefault="000A7543" w:rsidP="000A7543">
            <w:pPr>
              <w:pStyle w:val="TabNumeri"/>
            </w:pPr>
            <w:r w:rsidRPr="00F86A4C">
              <w:t>-6,6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0FACEE8" w14:textId="77777777" w:rsidR="000A7543" w:rsidRPr="003C12E0" w:rsidRDefault="000A7543" w:rsidP="000A7543">
            <w:pPr>
              <w:pStyle w:val="TabNumeri"/>
            </w:pPr>
            <w:r w:rsidRPr="00F86A4C">
              <w:t>4,4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0E06A4E" w14:textId="77777777" w:rsidR="000A7543" w:rsidRPr="003C12E0" w:rsidRDefault="000A7543" w:rsidP="000A7543">
            <w:pPr>
              <w:pStyle w:val="TabNumeri"/>
            </w:pPr>
            <w:r w:rsidRPr="00F86A4C">
              <w:t>3,8</w:t>
            </w:r>
          </w:p>
        </w:tc>
      </w:tr>
      <w:tr w:rsidR="000A7543" w:rsidRPr="00BC2A0C" w14:paraId="779D3560" w14:textId="77777777" w:rsidTr="000A7543">
        <w:trPr>
          <w:cantSplit/>
          <w:trHeight w:val="255"/>
        </w:trPr>
        <w:tc>
          <w:tcPr>
            <w:tcW w:w="3402" w:type="dxa"/>
          </w:tcPr>
          <w:p w14:paraId="4BE36C89" w14:textId="77777777" w:rsidR="000A7543" w:rsidRPr="00C103CD" w:rsidRDefault="000A7543" w:rsidP="000A7543">
            <w:pPr>
              <w:pStyle w:val="TabEtichette"/>
            </w:pPr>
            <w:r w:rsidRPr="00C103CD">
              <w:t xml:space="preserve">  Paesi Asiatici in </w:t>
            </w:r>
            <w:r>
              <w:t>s</w:t>
            </w:r>
            <w:r w:rsidRPr="00C103CD">
              <w:t>viluppo</w:t>
            </w:r>
            <w:r>
              <w:t xml:space="preserve"> </w:t>
            </w:r>
            <w:proofErr w:type="gramStart"/>
            <w:r>
              <w:t>e</w:t>
            </w:r>
            <w:proofErr w:type="gramEnd"/>
            <w:r>
              <w:t xml:space="preserve"> emergenti</w:t>
            </w:r>
          </w:p>
        </w:tc>
        <w:tc>
          <w:tcPr>
            <w:tcW w:w="510" w:type="dxa"/>
          </w:tcPr>
          <w:p w14:paraId="6EC7ADCA" w14:textId="77777777" w:rsidR="000A7543" w:rsidRPr="00D015E5" w:rsidRDefault="000A7543" w:rsidP="000A7543">
            <w:pPr>
              <w:pStyle w:val="TabNumeri"/>
            </w:pPr>
            <w:r w:rsidRPr="003E444D">
              <w:t>-1,0</w:t>
            </w:r>
          </w:p>
        </w:tc>
        <w:tc>
          <w:tcPr>
            <w:tcW w:w="510" w:type="dxa"/>
          </w:tcPr>
          <w:p w14:paraId="7D631F68" w14:textId="77777777" w:rsidR="000A7543" w:rsidRPr="00D015E5" w:rsidRDefault="000A7543" w:rsidP="000A7543">
            <w:pPr>
              <w:pStyle w:val="TabNumeri"/>
            </w:pPr>
            <w:r w:rsidRPr="003E444D">
              <w:t>8,6</w:t>
            </w:r>
          </w:p>
        </w:tc>
        <w:tc>
          <w:tcPr>
            <w:tcW w:w="510" w:type="dxa"/>
          </w:tcPr>
          <w:p w14:paraId="5EB8D0E4" w14:textId="77777777" w:rsidR="000A7543" w:rsidRPr="00D015E5" w:rsidRDefault="000A7543" w:rsidP="000A7543">
            <w:pPr>
              <w:pStyle w:val="TabNumeri"/>
            </w:pPr>
            <w:r w:rsidRPr="003E444D">
              <w:t>6,0</w:t>
            </w:r>
          </w:p>
        </w:tc>
        <w:tc>
          <w:tcPr>
            <w:tcW w:w="340" w:type="dxa"/>
          </w:tcPr>
          <w:p w14:paraId="73329B42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</w:tcPr>
          <w:p w14:paraId="777B2A69" w14:textId="77777777" w:rsidR="000A7543" w:rsidRPr="00903CBB" w:rsidRDefault="000A7543" w:rsidP="000A7543">
            <w:pPr>
              <w:pStyle w:val="TabEtichette"/>
            </w:pPr>
            <w:r w:rsidRPr="00903CBB">
              <w:t xml:space="preserve">  Germania</w:t>
            </w:r>
          </w:p>
        </w:tc>
        <w:tc>
          <w:tcPr>
            <w:tcW w:w="510" w:type="dxa"/>
          </w:tcPr>
          <w:p w14:paraId="4B16ECAA" w14:textId="77777777" w:rsidR="000A7543" w:rsidRPr="003C12E0" w:rsidRDefault="000A7543" w:rsidP="000A7543">
            <w:pPr>
              <w:pStyle w:val="TabNumeri"/>
            </w:pPr>
            <w:r w:rsidRPr="00F86A4C">
              <w:t>-4,9</w:t>
            </w:r>
          </w:p>
        </w:tc>
        <w:tc>
          <w:tcPr>
            <w:tcW w:w="510" w:type="dxa"/>
          </w:tcPr>
          <w:p w14:paraId="49820C99" w14:textId="77777777" w:rsidR="000A7543" w:rsidRPr="003C12E0" w:rsidRDefault="000A7543" w:rsidP="000A7543">
            <w:pPr>
              <w:pStyle w:val="TabNumeri"/>
            </w:pPr>
            <w:r w:rsidRPr="00F86A4C">
              <w:t>3,6</w:t>
            </w:r>
          </w:p>
        </w:tc>
        <w:tc>
          <w:tcPr>
            <w:tcW w:w="514" w:type="dxa"/>
          </w:tcPr>
          <w:p w14:paraId="1D2A376E" w14:textId="77777777" w:rsidR="000A7543" w:rsidRPr="003C12E0" w:rsidRDefault="000A7543" w:rsidP="000A7543">
            <w:pPr>
              <w:pStyle w:val="TabNumeri"/>
            </w:pPr>
            <w:r w:rsidRPr="00F86A4C">
              <w:t>3,4</w:t>
            </w:r>
          </w:p>
        </w:tc>
      </w:tr>
      <w:tr w:rsidR="000A7543" w:rsidRPr="00BC2A0C" w14:paraId="392AC5AC" w14:textId="77777777" w:rsidTr="000A7543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6515897A" w14:textId="77777777" w:rsidR="000A7543" w:rsidRPr="00C103CD" w:rsidRDefault="000A7543" w:rsidP="000A7543">
            <w:pPr>
              <w:pStyle w:val="TabEtichette"/>
            </w:pPr>
            <w:r w:rsidRPr="00C103CD">
              <w:t xml:space="preserve">  M. Oriente</w:t>
            </w:r>
            <w:r>
              <w:t>,</w:t>
            </w:r>
            <w:r w:rsidRPr="00C103CD">
              <w:t xml:space="preserve"> Nord Africa</w:t>
            </w:r>
            <w:r>
              <w:t>,</w:t>
            </w:r>
            <w:r w:rsidRPr="00C103CD">
              <w:t xml:space="preserve"> Afg</w:t>
            </w:r>
            <w:r>
              <w:t>anistan,</w:t>
            </w:r>
            <w:r w:rsidRPr="00C103CD">
              <w:t xml:space="preserve"> Pak</w:t>
            </w:r>
            <w:r>
              <w:t>istan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647F2DA" w14:textId="77777777" w:rsidR="000A7543" w:rsidRPr="00D015E5" w:rsidRDefault="000A7543" w:rsidP="000A7543">
            <w:pPr>
              <w:pStyle w:val="TabNumeri"/>
            </w:pPr>
            <w:r w:rsidRPr="003E444D">
              <w:t>-2,9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13C4D65" w14:textId="77777777" w:rsidR="000A7543" w:rsidRPr="00D015E5" w:rsidRDefault="000A7543" w:rsidP="000A7543">
            <w:pPr>
              <w:pStyle w:val="TabNumeri"/>
            </w:pPr>
            <w:r w:rsidRPr="003E444D">
              <w:t>3,7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171D802" w14:textId="77777777" w:rsidR="000A7543" w:rsidRPr="00D015E5" w:rsidRDefault="000A7543" w:rsidP="000A7543">
            <w:pPr>
              <w:pStyle w:val="TabNumeri"/>
            </w:pPr>
            <w:r w:rsidRPr="003E444D">
              <w:t>3,8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1778A709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AACC3BD" w14:textId="77777777" w:rsidR="000A7543" w:rsidRPr="00903CBB" w:rsidRDefault="000A7543" w:rsidP="000A7543">
            <w:pPr>
              <w:pStyle w:val="TabEtichette"/>
            </w:pPr>
            <w:r w:rsidRPr="00903CBB">
              <w:t xml:space="preserve">  Francia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0DDD75E" w14:textId="77777777" w:rsidR="000A7543" w:rsidRPr="003C12E0" w:rsidRDefault="000A7543" w:rsidP="000A7543">
            <w:pPr>
              <w:pStyle w:val="TabNumeri"/>
            </w:pPr>
            <w:r w:rsidRPr="00F86A4C">
              <w:t>-8,2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99C0357" w14:textId="77777777" w:rsidR="000A7543" w:rsidRPr="003C12E0" w:rsidRDefault="000A7543" w:rsidP="000A7543">
            <w:pPr>
              <w:pStyle w:val="TabNumeri"/>
            </w:pPr>
            <w:r w:rsidRPr="00F86A4C">
              <w:t>5,8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71392AC5" w14:textId="77777777" w:rsidR="000A7543" w:rsidRPr="003C12E0" w:rsidRDefault="000A7543" w:rsidP="000A7543">
            <w:pPr>
              <w:pStyle w:val="TabNumeri"/>
            </w:pPr>
            <w:r w:rsidRPr="00F86A4C">
              <w:t>4,2</w:t>
            </w:r>
          </w:p>
        </w:tc>
      </w:tr>
      <w:tr w:rsidR="000A7543" w:rsidRPr="00BC2A0C" w14:paraId="350549F1" w14:textId="77777777" w:rsidTr="000A7543">
        <w:trPr>
          <w:cantSplit/>
          <w:trHeight w:val="255"/>
        </w:trPr>
        <w:tc>
          <w:tcPr>
            <w:tcW w:w="3402" w:type="dxa"/>
          </w:tcPr>
          <w:p w14:paraId="38EE25EF" w14:textId="77777777" w:rsidR="000A7543" w:rsidRPr="00C103CD" w:rsidRDefault="000A7543" w:rsidP="000A7543">
            <w:pPr>
              <w:pStyle w:val="TabEtichette"/>
            </w:pPr>
            <w:r w:rsidRPr="00C103CD">
              <w:t xml:space="preserve">  Africa Sub-Sahariana</w:t>
            </w:r>
          </w:p>
        </w:tc>
        <w:tc>
          <w:tcPr>
            <w:tcW w:w="510" w:type="dxa"/>
          </w:tcPr>
          <w:p w14:paraId="2332227C" w14:textId="77777777" w:rsidR="000A7543" w:rsidRPr="00D015E5" w:rsidRDefault="000A7543" w:rsidP="000A7543">
            <w:pPr>
              <w:pStyle w:val="TabNumeri"/>
            </w:pPr>
            <w:r w:rsidRPr="003E444D">
              <w:t>-1,9</w:t>
            </w:r>
          </w:p>
        </w:tc>
        <w:tc>
          <w:tcPr>
            <w:tcW w:w="510" w:type="dxa"/>
          </w:tcPr>
          <w:p w14:paraId="5561AEA9" w14:textId="77777777" w:rsidR="000A7543" w:rsidRPr="00D015E5" w:rsidRDefault="000A7543" w:rsidP="000A7543">
            <w:pPr>
              <w:pStyle w:val="TabNumeri"/>
            </w:pPr>
            <w:r w:rsidRPr="003E444D">
              <w:t>3,4</w:t>
            </w:r>
          </w:p>
        </w:tc>
        <w:tc>
          <w:tcPr>
            <w:tcW w:w="510" w:type="dxa"/>
          </w:tcPr>
          <w:p w14:paraId="1F766B67" w14:textId="77777777" w:rsidR="000A7543" w:rsidRPr="00D015E5" w:rsidRDefault="000A7543" w:rsidP="000A7543">
            <w:pPr>
              <w:pStyle w:val="TabNumeri"/>
            </w:pPr>
            <w:r w:rsidRPr="003E444D">
              <w:t>4,0</w:t>
            </w:r>
          </w:p>
        </w:tc>
        <w:tc>
          <w:tcPr>
            <w:tcW w:w="340" w:type="dxa"/>
          </w:tcPr>
          <w:p w14:paraId="1D031860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</w:tcPr>
          <w:p w14:paraId="1ACAD911" w14:textId="77777777" w:rsidR="000A7543" w:rsidRPr="00903CBB" w:rsidRDefault="000A7543" w:rsidP="000A7543">
            <w:pPr>
              <w:pStyle w:val="TabEtichette"/>
            </w:pPr>
            <w:r w:rsidRPr="00903CBB">
              <w:t>Russia</w:t>
            </w:r>
          </w:p>
        </w:tc>
        <w:tc>
          <w:tcPr>
            <w:tcW w:w="510" w:type="dxa"/>
          </w:tcPr>
          <w:p w14:paraId="72F631DF" w14:textId="77777777" w:rsidR="000A7543" w:rsidRPr="003C12E0" w:rsidRDefault="000A7543" w:rsidP="000A7543">
            <w:pPr>
              <w:pStyle w:val="TabNumeri"/>
            </w:pPr>
            <w:r w:rsidRPr="00F86A4C">
              <w:t>-3,1</w:t>
            </w:r>
          </w:p>
        </w:tc>
        <w:tc>
          <w:tcPr>
            <w:tcW w:w="510" w:type="dxa"/>
          </w:tcPr>
          <w:p w14:paraId="69E429E7" w14:textId="77777777" w:rsidR="000A7543" w:rsidRPr="003C12E0" w:rsidRDefault="000A7543" w:rsidP="000A7543">
            <w:pPr>
              <w:pStyle w:val="TabNumeri"/>
            </w:pPr>
            <w:r w:rsidRPr="00F86A4C">
              <w:t>3,8</w:t>
            </w:r>
          </w:p>
        </w:tc>
        <w:tc>
          <w:tcPr>
            <w:tcW w:w="514" w:type="dxa"/>
          </w:tcPr>
          <w:p w14:paraId="7128605A" w14:textId="77777777" w:rsidR="000A7543" w:rsidRPr="003C12E0" w:rsidRDefault="000A7543" w:rsidP="000A7543">
            <w:pPr>
              <w:pStyle w:val="TabNumeri"/>
            </w:pPr>
            <w:r w:rsidRPr="00F86A4C">
              <w:t>3,8</w:t>
            </w:r>
          </w:p>
        </w:tc>
      </w:tr>
      <w:tr w:rsidR="000A7543" w:rsidRPr="00BC2A0C" w14:paraId="562BB9CA" w14:textId="77777777" w:rsidTr="000A7543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6F27619" w14:textId="77777777" w:rsidR="000A7543" w:rsidRDefault="000A7543" w:rsidP="000A7543">
            <w:pPr>
              <w:pStyle w:val="TabEtichette"/>
            </w:pPr>
            <w:r w:rsidRPr="00C103CD">
              <w:t xml:space="preserve">  America Latina e Caraibi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EA964DD" w14:textId="77777777" w:rsidR="000A7543" w:rsidRPr="00D015E5" w:rsidRDefault="000A7543" w:rsidP="000A7543">
            <w:pPr>
              <w:pStyle w:val="TabNumeri"/>
            </w:pPr>
            <w:r w:rsidRPr="003E444D">
              <w:t>-7,0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038F4C94" w14:textId="77777777" w:rsidR="000A7543" w:rsidRPr="00D015E5" w:rsidRDefault="000A7543" w:rsidP="000A7543">
            <w:pPr>
              <w:pStyle w:val="TabNumeri"/>
            </w:pPr>
            <w:r w:rsidRPr="003E444D">
              <w:t>4,6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B797886" w14:textId="77777777" w:rsidR="000A7543" w:rsidRPr="00D015E5" w:rsidRDefault="000A7543" w:rsidP="000A7543">
            <w:pPr>
              <w:pStyle w:val="TabNumeri"/>
            </w:pPr>
            <w:r w:rsidRPr="003E444D">
              <w:t>3,1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6E116D57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2D9C9971" w14:textId="77777777" w:rsidR="000A7543" w:rsidRPr="00903CBB" w:rsidRDefault="000A7543" w:rsidP="000A7543">
            <w:pPr>
              <w:pStyle w:val="TabEtichette"/>
            </w:pPr>
            <w:r w:rsidRPr="00903CBB">
              <w:t>India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BB7612F" w14:textId="77777777" w:rsidR="000A7543" w:rsidRPr="003C12E0" w:rsidRDefault="000A7543" w:rsidP="000A7543">
            <w:pPr>
              <w:pStyle w:val="TabNumeri"/>
            </w:pPr>
            <w:r w:rsidRPr="00F86A4C">
              <w:t>-8,0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5183FCF" w14:textId="77777777" w:rsidR="000A7543" w:rsidRPr="003C12E0" w:rsidRDefault="000A7543" w:rsidP="000A7543">
            <w:pPr>
              <w:pStyle w:val="TabNumeri"/>
            </w:pPr>
            <w:r w:rsidRPr="00F86A4C">
              <w:t>12,5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3E54CC3B" w14:textId="77777777" w:rsidR="000A7543" w:rsidRPr="003C12E0" w:rsidRDefault="000A7543" w:rsidP="000A7543">
            <w:pPr>
              <w:pStyle w:val="TabNumeri"/>
            </w:pPr>
            <w:r w:rsidRPr="00F86A4C">
              <w:t>6,9</w:t>
            </w:r>
          </w:p>
        </w:tc>
      </w:tr>
      <w:tr w:rsidR="000A7543" w:rsidRPr="00BC2A0C" w14:paraId="63DD88F3" w14:textId="77777777" w:rsidTr="000A7543">
        <w:trPr>
          <w:cantSplit/>
          <w:trHeight w:val="255"/>
        </w:trPr>
        <w:tc>
          <w:tcPr>
            <w:tcW w:w="3402" w:type="dxa"/>
          </w:tcPr>
          <w:p w14:paraId="668369B9" w14:textId="77777777" w:rsidR="000A7543" w:rsidRDefault="000A7543" w:rsidP="000A7543">
            <w:pPr>
              <w:pStyle w:val="TabEtichette"/>
            </w:pPr>
          </w:p>
        </w:tc>
        <w:tc>
          <w:tcPr>
            <w:tcW w:w="510" w:type="dxa"/>
          </w:tcPr>
          <w:p w14:paraId="5A7BDB43" w14:textId="77777777" w:rsidR="000A7543" w:rsidRPr="00A8489B" w:rsidRDefault="000A7543" w:rsidP="000A7543">
            <w:pPr>
              <w:pStyle w:val="TabNumeri"/>
            </w:pPr>
          </w:p>
        </w:tc>
        <w:tc>
          <w:tcPr>
            <w:tcW w:w="510" w:type="dxa"/>
          </w:tcPr>
          <w:p w14:paraId="5C97793F" w14:textId="77777777" w:rsidR="000A7543" w:rsidRPr="00A8489B" w:rsidRDefault="000A7543" w:rsidP="000A7543">
            <w:pPr>
              <w:pStyle w:val="TabNumeri"/>
            </w:pPr>
          </w:p>
        </w:tc>
        <w:tc>
          <w:tcPr>
            <w:tcW w:w="510" w:type="dxa"/>
          </w:tcPr>
          <w:p w14:paraId="3A1352E8" w14:textId="77777777" w:rsidR="000A7543" w:rsidRDefault="000A7543" w:rsidP="000A7543">
            <w:pPr>
              <w:pStyle w:val="TabNumeri"/>
            </w:pPr>
          </w:p>
        </w:tc>
        <w:tc>
          <w:tcPr>
            <w:tcW w:w="340" w:type="dxa"/>
          </w:tcPr>
          <w:p w14:paraId="12607323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</w:tcPr>
          <w:p w14:paraId="192DCBED" w14:textId="77777777" w:rsidR="000A7543" w:rsidRPr="00903CBB" w:rsidRDefault="000A7543" w:rsidP="000A7543">
            <w:pPr>
              <w:pStyle w:val="TabEtichette"/>
            </w:pPr>
            <w:r w:rsidRPr="00903CBB">
              <w:t>Brasile</w:t>
            </w:r>
          </w:p>
        </w:tc>
        <w:tc>
          <w:tcPr>
            <w:tcW w:w="510" w:type="dxa"/>
          </w:tcPr>
          <w:p w14:paraId="0CF4FE25" w14:textId="77777777" w:rsidR="000A7543" w:rsidRPr="003C12E0" w:rsidRDefault="000A7543" w:rsidP="000A7543">
            <w:pPr>
              <w:pStyle w:val="TabNumeri"/>
            </w:pPr>
            <w:r w:rsidRPr="00F86A4C">
              <w:t>-4,1</w:t>
            </w:r>
          </w:p>
        </w:tc>
        <w:tc>
          <w:tcPr>
            <w:tcW w:w="510" w:type="dxa"/>
          </w:tcPr>
          <w:p w14:paraId="2DC68A04" w14:textId="77777777" w:rsidR="000A7543" w:rsidRPr="003C12E0" w:rsidRDefault="000A7543" w:rsidP="000A7543">
            <w:pPr>
              <w:pStyle w:val="TabNumeri"/>
            </w:pPr>
            <w:r w:rsidRPr="00F86A4C">
              <w:t>3,7</w:t>
            </w:r>
          </w:p>
        </w:tc>
        <w:tc>
          <w:tcPr>
            <w:tcW w:w="514" w:type="dxa"/>
          </w:tcPr>
          <w:p w14:paraId="34A97440" w14:textId="77777777" w:rsidR="000A7543" w:rsidRPr="003C12E0" w:rsidRDefault="000A7543" w:rsidP="000A7543">
            <w:pPr>
              <w:pStyle w:val="TabNumeri"/>
            </w:pPr>
            <w:r w:rsidRPr="00F86A4C">
              <w:t>2,6</w:t>
            </w:r>
          </w:p>
        </w:tc>
      </w:tr>
      <w:tr w:rsidR="000A7543" w:rsidRPr="00BC2A0C" w14:paraId="4F33F346" w14:textId="77777777" w:rsidTr="000A7543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44DBB9FA" w14:textId="77777777" w:rsidR="000A7543" w:rsidRPr="007C2916" w:rsidRDefault="000A7543" w:rsidP="000A7543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C7A94A5" w14:textId="77777777" w:rsidR="000A7543" w:rsidRPr="003234B1" w:rsidRDefault="000A7543" w:rsidP="000A7543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45A55C34" w14:textId="77777777" w:rsidR="000A7543" w:rsidRPr="003234B1" w:rsidRDefault="000A7543" w:rsidP="000A7543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73CEFDB2" w14:textId="77777777" w:rsidR="000A7543" w:rsidRPr="003234B1" w:rsidRDefault="000A7543" w:rsidP="000A7543">
            <w:pPr>
              <w:pStyle w:val="TabNumeri"/>
            </w:pPr>
          </w:p>
        </w:tc>
        <w:tc>
          <w:tcPr>
            <w:tcW w:w="340" w:type="dxa"/>
            <w:shd w:val="clear" w:color="auto" w:fill="F2F2F2" w:themeFill="background1" w:themeFillShade="F2"/>
          </w:tcPr>
          <w:p w14:paraId="66E78874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5B6AAE78" w14:textId="77777777" w:rsidR="000A7543" w:rsidRDefault="000A7543" w:rsidP="000A7543">
            <w:pPr>
              <w:pStyle w:val="TabEtichette"/>
            </w:pPr>
            <w:r w:rsidRPr="00903CBB">
              <w:t>Messico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6B413C0" w14:textId="77777777" w:rsidR="000A7543" w:rsidRPr="003C12E0" w:rsidRDefault="000A7543" w:rsidP="000A7543">
            <w:pPr>
              <w:pStyle w:val="TabNumeri"/>
            </w:pPr>
            <w:r w:rsidRPr="00F86A4C">
              <w:t>-8,2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56684A4" w14:textId="77777777" w:rsidR="000A7543" w:rsidRPr="003C12E0" w:rsidRDefault="000A7543" w:rsidP="000A7543">
            <w:pPr>
              <w:pStyle w:val="TabNumeri"/>
            </w:pPr>
            <w:r w:rsidRPr="00F86A4C">
              <w:t>5,0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28FB63E4" w14:textId="77777777" w:rsidR="000A7543" w:rsidRDefault="000A7543" w:rsidP="000A7543">
            <w:pPr>
              <w:pStyle w:val="TabNumeri"/>
            </w:pPr>
            <w:r w:rsidRPr="00F86A4C">
              <w:t>3,0</w:t>
            </w:r>
          </w:p>
        </w:tc>
      </w:tr>
      <w:tr w:rsidR="000A7543" w:rsidRPr="00BC2A0C" w14:paraId="43391162" w14:textId="77777777" w:rsidTr="000A7543">
        <w:trPr>
          <w:cantSplit/>
          <w:trHeight w:val="255"/>
        </w:trPr>
        <w:tc>
          <w:tcPr>
            <w:tcW w:w="9358" w:type="dxa"/>
            <w:gridSpan w:val="9"/>
          </w:tcPr>
          <w:p w14:paraId="1708AF48" w14:textId="77777777" w:rsidR="000A7543" w:rsidRPr="009100D8" w:rsidRDefault="000A7543" w:rsidP="000A7543">
            <w:pPr>
              <w:pStyle w:val="TabIntestaSup"/>
            </w:pPr>
            <w:r>
              <w:t>Commercio mondiale</w:t>
            </w:r>
          </w:p>
        </w:tc>
      </w:tr>
      <w:tr w:rsidR="000A7543" w:rsidRPr="00BC2A0C" w14:paraId="1B160A58" w14:textId="77777777" w:rsidTr="000A7543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F5CA73A" w14:textId="77777777" w:rsidR="000A7543" w:rsidRPr="00BC2A0C" w:rsidRDefault="000A7543" w:rsidP="000A7543">
            <w:pPr>
              <w:pStyle w:val="TabEtichette"/>
            </w:pPr>
            <w:r w:rsidRPr="00BC2A0C">
              <w:t>Commercio mondiale(c)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08858FA" w14:textId="77777777" w:rsidR="000A7543" w:rsidRPr="00FB0BDD" w:rsidRDefault="000A7543" w:rsidP="000A7543">
            <w:pPr>
              <w:pStyle w:val="TabNumeri"/>
            </w:pPr>
            <w:r w:rsidRPr="00C03FE6">
              <w:t>-8,5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9CA40DE" w14:textId="77777777" w:rsidR="000A7543" w:rsidRPr="00FB0BDD" w:rsidRDefault="000A7543" w:rsidP="000A7543">
            <w:pPr>
              <w:pStyle w:val="TabNumeri"/>
            </w:pPr>
            <w:r w:rsidRPr="00C03FE6">
              <w:t>8,4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F275A84" w14:textId="77777777" w:rsidR="000A7543" w:rsidRPr="00FB0BDD" w:rsidRDefault="000A7543" w:rsidP="000A7543">
            <w:pPr>
              <w:pStyle w:val="TabNumeri"/>
            </w:pPr>
            <w:r w:rsidRPr="00C03FE6">
              <w:t>6,5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33C859F0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282F19D1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31FE214C" w14:textId="77777777" w:rsidR="000A7543" w:rsidRPr="006129FC" w:rsidRDefault="000A7543" w:rsidP="000A7543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7D502730" w14:textId="77777777" w:rsidR="000A7543" w:rsidRPr="006129FC" w:rsidRDefault="000A7543" w:rsidP="000A7543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06FC60B1" w14:textId="77777777" w:rsidR="000A7543" w:rsidRPr="006129FC" w:rsidRDefault="000A7543" w:rsidP="000A7543">
            <w:pPr>
              <w:pStyle w:val="TabNumeri"/>
            </w:pPr>
          </w:p>
        </w:tc>
      </w:tr>
      <w:tr w:rsidR="000A7543" w:rsidRPr="00BC2A0C" w14:paraId="7A4E7364" w14:textId="77777777" w:rsidTr="000A7543">
        <w:trPr>
          <w:cantSplit/>
          <w:trHeight w:val="255"/>
        </w:trPr>
        <w:tc>
          <w:tcPr>
            <w:tcW w:w="3402" w:type="dxa"/>
          </w:tcPr>
          <w:p w14:paraId="3797939B" w14:textId="77777777" w:rsidR="000A7543" w:rsidRPr="000A7543" w:rsidRDefault="000A7543" w:rsidP="000A7543">
            <w:pPr>
              <w:pStyle w:val="TabEtichette"/>
            </w:pPr>
            <w:r w:rsidRPr="000A7543">
              <w:t>Importazioni</w:t>
            </w:r>
          </w:p>
        </w:tc>
        <w:tc>
          <w:tcPr>
            <w:tcW w:w="510" w:type="dxa"/>
          </w:tcPr>
          <w:p w14:paraId="4D067FA5" w14:textId="77777777" w:rsidR="000A7543" w:rsidRPr="000A7543" w:rsidRDefault="000A7543" w:rsidP="000A7543">
            <w:pPr>
              <w:pStyle w:val="TabNumeri"/>
            </w:pPr>
          </w:p>
        </w:tc>
        <w:tc>
          <w:tcPr>
            <w:tcW w:w="510" w:type="dxa"/>
          </w:tcPr>
          <w:p w14:paraId="0D5BAAB8" w14:textId="77777777" w:rsidR="000A7543" w:rsidRPr="000A7543" w:rsidRDefault="000A7543" w:rsidP="000A7543">
            <w:pPr>
              <w:pStyle w:val="TabNumeri"/>
            </w:pPr>
          </w:p>
        </w:tc>
        <w:tc>
          <w:tcPr>
            <w:tcW w:w="510" w:type="dxa"/>
          </w:tcPr>
          <w:p w14:paraId="10B11D27" w14:textId="77777777" w:rsidR="000A7543" w:rsidRPr="000A7543" w:rsidRDefault="000A7543" w:rsidP="000A7543">
            <w:pPr>
              <w:pStyle w:val="TabNumeri"/>
            </w:pPr>
          </w:p>
        </w:tc>
        <w:tc>
          <w:tcPr>
            <w:tcW w:w="340" w:type="dxa"/>
          </w:tcPr>
          <w:p w14:paraId="75B81F81" w14:textId="77777777" w:rsidR="000A7543" w:rsidRPr="000A7543" w:rsidRDefault="000A7543" w:rsidP="000A7543">
            <w:pPr>
              <w:pStyle w:val="TabEtichette"/>
            </w:pPr>
          </w:p>
        </w:tc>
        <w:tc>
          <w:tcPr>
            <w:tcW w:w="2552" w:type="dxa"/>
          </w:tcPr>
          <w:p w14:paraId="339D9CDD" w14:textId="77777777" w:rsidR="000A7543" w:rsidRPr="000A7543" w:rsidRDefault="000A7543" w:rsidP="000A7543">
            <w:pPr>
              <w:pStyle w:val="TabEtichette"/>
            </w:pPr>
            <w:r w:rsidRPr="000A7543">
              <w:t>Esportazioni</w:t>
            </w:r>
          </w:p>
        </w:tc>
        <w:tc>
          <w:tcPr>
            <w:tcW w:w="510" w:type="dxa"/>
          </w:tcPr>
          <w:p w14:paraId="40978DA5" w14:textId="77777777" w:rsidR="000A7543" w:rsidRPr="000A7543" w:rsidRDefault="000A7543" w:rsidP="000A7543">
            <w:pPr>
              <w:pStyle w:val="TabNumeri"/>
            </w:pPr>
          </w:p>
        </w:tc>
        <w:tc>
          <w:tcPr>
            <w:tcW w:w="510" w:type="dxa"/>
          </w:tcPr>
          <w:p w14:paraId="1121D819" w14:textId="77777777" w:rsidR="000A7543" w:rsidRPr="000A7543" w:rsidRDefault="000A7543" w:rsidP="000A7543">
            <w:pPr>
              <w:pStyle w:val="TabNumeri"/>
            </w:pPr>
          </w:p>
        </w:tc>
        <w:tc>
          <w:tcPr>
            <w:tcW w:w="514" w:type="dxa"/>
          </w:tcPr>
          <w:p w14:paraId="5A6BF2CC" w14:textId="77777777" w:rsidR="000A7543" w:rsidRPr="000A7543" w:rsidRDefault="000A7543" w:rsidP="000A7543">
            <w:pPr>
              <w:pStyle w:val="TabNumeri"/>
            </w:pPr>
          </w:p>
        </w:tc>
      </w:tr>
      <w:tr w:rsidR="000A7543" w:rsidRPr="00BC2A0C" w14:paraId="65D59D96" w14:textId="77777777" w:rsidTr="000A7543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2EADCA20" w14:textId="77777777" w:rsidR="000A7543" w:rsidRPr="000A7543" w:rsidRDefault="000A7543" w:rsidP="000A7543">
            <w:pPr>
              <w:pStyle w:val="TabEtichette"/>
            </w:pPr>
            <w:r w:rsidRPr="000A7543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C2FFEC5" w14:textId="77777777" w:rsidR="000A7543" w:rsidRPr="000A7543" w:rsidRDefault="000A7543" w:rsidP="000A7543">
            <w:pPr>
              <w:pStyle w:val="TabNumeri"/>
            </w:pPr>
            <w:r w:rsidRPr="000A7543">
              <w:t>-9,1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84DC0E8" w14:textId="77777777" w:rsidR="000A7543" w:rsidRPr="000A7543" w:rsidRDefault="000A7543" w:rsidP="000A7543">
            <w:pPr>
              <w:pStyle w:val="TabNumeri"/>
            </w:pPr>
            <w:r w:rsidRPr="000A7543">
              <w:t>9,1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19EE48FE" w14:textId="77777777" w:rsidR="000A7543" w:rsidRPr="000A7543" w:rsidRDefault="000A7543" w:rsidP="000A7543">
            <w:pPr>
              <w:pStyle w:val="TabNumeri"/>
            </w:pPr>
            <w:r w:rsidRPr="000A7543">
              <w:t>6,4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65730167" w14:textId="77777777" w:rsidR="000A7543" w:rsidRPr="000A7543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0809B10D" w14:textId="77777777" w:rsidR="000A7543" w:rsidRPr="000A7543" w:rsidRDefault="000A7543" w:rsidP="000A7543">
            <w:pPr>
              <w:pStyle w:val="TabEtichette"/>
            </w:pPr>
            <w:r w:rsidRPr="000A7543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6D9F106" w14:textId="77777777" w:rsidR="000A7543" w:rsidRPr="000A7543" w:rsidRDefault="000A7543" w:rsidP="000A7543">
            <w:pPr>
              <w:pStyle w:val="TabNumeri"/>
            </w:pPr>
            <w:r w:rsidRPr="000A7543">
              <w:t>-9,5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20060F4" w14:textId="77777777" w:rsidR="000A7543" w:rsidRPr="000A7543" w:rsidRDefault="000A7543" w:rsidP="000A7543">
            <w:pPr>
              <w:pStyle w:val="TabNumeri"/>
            </w:pPr>
            <w:r w:rsidRPr="000A7543">
              <w:t>7,9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0394282B" w14:textId="77777777" w:rsidR="000A7543" w:rsidRPr="000A7543" w:rsidRDefault="000A7543" w:rsidP="000A7543">
            <w:pPr>
              <w:pStyle w:val="TabNumeri"/>
            </w:pPr>
            <w:r w:rsidRPr="000A7543">
              <w:t>6,4</w:t>
            </w:r>
          </w:p>
        </w:tc>
      </w:tr>
      <w:tr w:rsidR="000A7543" w:rsidRPr="00BC2A0C" w14:paraId="02F18C02" w14:textId="77777777" w:rsidTr="000A7543">
        <w:trPr>
          <w:cantSplit/>
          <w:trHeight w:val="255"/>
        </w:trPr>
        <w:tc>
          <w:tcPr>
            <w:tcW w:w="3402" w:type="dxa"/>
          </w:tcPr>
          <w:p w14:paraId="4F0B6486" w14:textId="77777777" w:rsidR="000A7543" w:rsidRPr="000A7543" w:rsidRDefault="000A7543" w:rsidP="000A7543">
            <w:pPr>
              <w:pStyle w:val="TabEtichette"/>
            </w:pPr>
            <w:r w:rsidRPr="000A7543">
              <w:t xml:space="preserve">  Economie emergenti e in sviluppo</w:t>
            </w:r>
          </w:p>
        </w:tc>
        <w:tc>
          <w:tcPr>
            <w:tcW w:w="510" w:type="dxa"/>
          </w:tcPr>
          <w:p w14:paraId="031C4B24" w14:textId="77777777" w:rsidR="000A7543" w:rsidRPr="000A7543" w:rsidRDefault="000A7543" w:rsidP="000A7543">
            <w:pPr>
              <w:pStyle w:val="TabNumeri"/>
            </w:pPr>
            <w:r w:rsidRPr="000A7543">
              <w:t>-8,6</w:t>
            </w:r>
          </w:p>
        </w:tc>
        <w:tc>
          <w:tcPr>
            <w:tcW w:w="510" w:type="dxa"/>
          </w:tcPr>
          <w:p w14:paraId="6F7B4B1D" w14:textId="77777777" w:rsidR="000A7543" w:rsidRPr="000A7543" w:rsidRDefault="000A7543" w:rsidP="000A7543">
            <w:pPr>
              <w:pStyle w:val="TabNumeri"/>
            </w:pPr>
            <w:r w:rsidRPr="000A7543">
              <w:t>9,0</w:t>
            </w:r>
          </w:p>
        </w:tc>
        <w:tc>
          <w:tcPr>
            <w:tcW w:w="510" w:type="dxa"/>
          </w:tcPr>
          <w:p w14:paraId="67FD89BA" w14:textId="77777777" w:rsidR="000A7543" w:rsidRPr="000A7543" w:rsidRDefault="000A7543" w:rsidP="000A7543">
            <w:pPr>
              <w:pStyle w:val="TabNumeri"/>
            </w:pPr>
            <w:r w:rsidRPr="000A7543">
              <w:t>7,4</w:t>
            </w:r>
          </w:p>
        </w:tc>
        <w:tc>
          <w:tcPr>
            <w:tcW w:w="340" w:type="dxa"/>
          </w:tcPr>
          <w:p w14:paraId="04998E99" w14:textId="77777777" w:rsidR="000A7543" w:rsidRPr="000A7543" w:rsidRDefault="000A7543" w:rsidP="000A7543">
            <w:pPr>
              <w:pStyle w:val="TabEtichette"/>
            </w:pPr>
          </w:p>
        </w:tc>
        <w:tc>
          <w:tcPr>
            <w:tcW w:w="2552" w:type="dxa"/>
          </w:tcPr>
          <w:p w14:paraId="120037E3" w14:textId="77777777" w:rsidR="000A7543" w:rsidRPr="000A7543" w:rsidRDefault="000A7543" w:rsidP="000A7543">
            <w:pPr>
              <w:pStyle w:val="TabEtichette"/>
            </w:pPr>
            <w:r w:rsidRPr="000A7543">
              <w:t xml:space="preserve">  Economie emergenti e in sviluppo</w:t>
            </w:r>
          </w:p>
        </w:tc>
        <w:tc>
          <w:tcPr>
            <w:tcW w:w="510" w:type="dxa"/>
          </w:tcPr>
          <w:p w14:paraId="2D6CAAB3" w14:textId="77777777" w:rsidR="000A7543" w:rsidRPr="000A7543" w:rsidRDefault="000A7543" w:rsidP="000A7543">
            <w:pPr>
              <w:pStyle w:val="TabNumeri"/>
            </w:pPr>
            <w:r w:rsidRPr="000A7543">
              <w:t>-5,7</w:t>
            </w:r>
          </w:p>
        </w:tc>
        <w:tc>
          <w:tcPr>
            <w:tcW w:w="510" w:type="dxa"/>
          </w:tcPr>
          <w:p w14:paraId="3CDD6773" w14:textId="77777777" w:rsidR="000A7543" w:rsidRPr="000A7543" w:rsidRDefault="000A7543" w:rsidP="000A7543">
            <w:pPr>
              <w:pStyle w:val="TabNumeri"/>
            </w:pPr>
            <w:r w:rsidRPr="000A7543">
              <w:t>7,6</w:t>
            </w:r>
          </w:p>
        </w:tc>
        <w:tc>
          <w:tcPr>
            <w:tcW w:w="514" w:type="dxa"/>
          </w:tcPr>
          <w:p w14:paraId="14D67920" w14:textId="77777777" w:rsidR="000A7543" w:rsidRPr="000A7543" w:rsidRDefault="000A7543" w:rsidP="000A7543">
            <w:pPr>
              <w:pStyle w:val="TabNumeri"/>
            </w:pPr>
            <w:r w:rsidRPr="000A7543">
              <w:t>6,0</w:t>
            </w:r>
          </w:p>
        </w:tc>
      </w:tr>
      <w:tr w:rsidR="000A7543" w:rsidRPr="00BC2A0C" w14:paraId="7343DA69" w14:textId="77777777" w:rsidTr="000A7543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0794D1DE" w14:textId="77777777" w:rsidR="000A7543" w:rsidRPr="009100D8" w:rsidRDefault="000A7543" w:rsidP="000A7543">
            <w:pPr>
              <w:pStyle w:val="TabIntestaSup"/>
            </w:pPr>
            <w:r>
              <w:t>Prezzi</w:t>
            </w:r>
          </w:p>
        </w:tc>
      </w:tr>
      <w:tr w:rsidR="000A7543" w:rsidRPr="00BC2A0C" w14:paraId="4D3B687A" w14:textId="77777777" w:rsidTr="000A7543">
        <w:trPr>
          <w:cantSplit/>
          <w:trHeight w:val="255"/>
        </w:trPr>
        <w:tc>
          <w:tcPr>
            <w:tcW w:w="3402" w:type="dxa"/>
          </w:tcPr>
          <w:p w14:paraId="0D1ED7CA" w14:textId="77777777" w:rsidR="000A7543" w:rsidRPr="00BC2A0C" w:rsidRDefault="000A7543" w:rsidP="000A7543">
            <w:pPr>
              <w:pStyle w:val="TabEtichette"/>
            </w:pPr>
            <w:r w:rsidRPr="00BC2A0C">
              <w:t xml:space="preserve">Prezzi materie prime (in </w:t>
            </w:r>
            <w:proofErr w:type="spellStart"/>
            <w:r w:rsidRPr="00BC2A0C">
              <w:t>Usd</w:t>
            </w:r>
            <w:proofErr w:type="spellEnd"/>
            <w:r w:rsidRPr="00BC2A0C">
              <w:t>)</w:t>
            </w:r>
          </w:p>
        </w:tc>
        <w:tc>
          <w:tcPr>
            <w:tcW w:w="510" w:type="dxa"/>
          </w:tcPr>
          <w:p w14:paraId="73490911" w14:textId="77777777" w:rsidR="000A7543" w:rsidRPr="006129FC" w:rsidRDefault="000A7543" w:rsidP="000A7543">
            <w:pPr>
              <w:pStyle w:val="TabNumeri"/>
            </w:pPr>
          </w:p>
        </w:tc>
        <w:tc>
          <w:tcPr>
            <w:tcW w:w="510" w:type="dxa"/>
          </w:tcPr>
          <w:p w14:paraId="53EDC337" w14:textId="77777777" w:rsidR="000A7543" w:rsidRPr="006129FC" w:rsidRDefault="000A7543" w:rsidP="000A7543">
            <w:pPr>
              <w:pStyle w:val="TabNumeri"/>
            </w:pPr>
          </w:p>
        </w:tc>
        <w:tc>
          <w:tcPr>
            <w:tcW w:w="510" w:type="dxa"/>
          </w:tcPr>
          <w:p w14:paraId="63670080" w14:textId="77777777" w:rsidR="000A7543" w:rsidRPr="006129FC" w:rsidRDefault="000A7543" w:rsidP="000A7543">
            <w:pPr>
              <w:pStyle w:val="TabNumeri"/>
            </w:pPr>
          </w:p>
        </w:tc>
        <w:tc>
          <w:tcPr>
            <w:tcW w:w="340" w:type="dxa"/>
          </w:tcPr>
          <w:p w14:paraId="018B2172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</w:tcPr>
          <w:p w14:paraId="518EB7F4" w14:textId="77777777" w:rsidR="000A7543" w:rsidRPr="00BC2A0C" w:rsidRDefault="000A7543" w:rsidP="000A7543">
            <w:pPr>
              <w:pStyle w:val="TabEtichette"/>
            </w:pPr>
            <w:r w:rsidRPr="00BC2A0C">
              <w:t>Prezzi al consumo</w:t>
            </w:r>
          </w:p>
        </w:tc>
        <w:tc>
          <w:tcPr>
            <w:tcW w:w="510" w:type="dxa"/>
          </w:tcPr>
          <w:p w14:paraId="6B33E58E" w14:textId="77777777" w:rsidR="000A7543" w:rsidRPr="006129FC" w:rsidRDefault="000A7543" w:rsidP="000A7543">
            <w:pPr>
              <w:pStyle w:val="TabNumeri"/>
            </w:pPr>
          </w:p>
        </w:tc>
        <w:tc>
          <w:tcPr>
            <w:tcW w:w="510" w:type="dxa"/>
          </w:tcPr>
          <w:p w14:paraId="40FA5CB1" w14:textId="77777777" w:rsidR="000A7543" w:rsidRPr="006129FC" w:rsidRDefault="000A7543" w:rsidP="000A7543">
            <w:pPr>
              <w:pStyle w:val="TabNumeri"/>
            </w:pPr>
          </w:p>
        </w:tc>
        <w:tc>
          <w:tcPr>
            <w:tcW w:w="514" w:type="dxa"/>
          </w:tcPr>
          <w:p w14:paraId="5FC2BF8D" w14:textId="77777777" w:rsidR="000A7543" w:rsidRPr="006129FC" w:rsidRDefault="000A7543" w:rsidP="000A7543">
            <w:pPr>
              <w:pStyle w:val="TabNumeri"/>
            </w:pPr>
          </w:p>
        </w:tc>
      </w:tr>
      <w:tr w:rsidR="000A7543" w:rsidRPr="00BC2A0C" w14:paraId="7D483A9E" w14:textId="77777777" w:rsidTr="000A7543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7B23EB81" w14:textId="77777777" w:rsidR="000A7543" w:rsidRPr="00BC2A0C" w:rsidRDefault="000A7543" w:rsidP="000A7543">
            <w:pPr>
              <w:pStyle w:val="TabEtichette"/>
            </w:pPr>
            <w:r w:rsidRPr="00BC2A0C">
              <w:t xml:space="preserve"> - Petrolio (d)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C0EB63D" w14:textId="77777777" w:rsidR="000A7543" w:rsidRPr="00EF30EB" w:rsidRDefault="000A7543" w:rsidP="000A7543">
            <w:pPr>
              <w:pStyle w:val="TabNumeri"/>
            </w:pPr>
            <w:r w:rsidRPr="00352A97">
              <w:t>-32,7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4B721E19" w14:textId="77777777" w:rsidR="000A7543" w:rsidRPr="00EF30EB" w:rsidRDefault="000A7543" w:rsidP="000A7543">
            <w:pPr>
              <w:pStyle w:val="TabNumeri"/>
            </w:pPr>
            <w:r w:rsidRPr="00352A97">
              <w:t>41,7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3F97A0C" w14:textId="77777777" w:rsidR="000A7543" w:rsidRPr="00EF30EB" w:rsidRDefault="000A7543" w:rsidP="000A7543">
            <w:pPr>
              <w:pStyle w:val="TabNumeri"/>
            </w:pPr>
            <w:r w:rsidRPr="00352A97">
              <w:t>-6,3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4CC1DD0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65A08D5A" w14:textId="77777777" w:rsidR="000A7543" w:rsidRPr="00BC2A0C" w:rsidRDefault="000A7543" w:rsidP="000A7543">
            <w:pPr>
              <w:pStyle w:val="TabEtichette"/>
            </w:pPr>
            <w:r w:rsidRPr="00BC2A0C">
              <w:t xml:space="preserve">  Economie avanzate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5B5B98E6" w14:textId="77777777" w:rsidR="000A7543" w:rsidRPr="004D3DF1" w:rsidRDefault="000A7543" w:rsidP="000A7543">
            <w:pPr>
              <w:pStyle w:val="TabNumeri"/>
            </w:pPr>
            <w:r w:rsidRPr="001E119C">
              <w:t>0,7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64059C46" w14:textId="77777777" w:rsidR="000A7543" w:rsidRPr="004D3DF1" w:rsidRDefault="000A7543" w:rsidP="000A7543">
            <w:pPr>
              <w:pStyle w:val="TabNumeri"/>
            </w:pPr>
            <w:r w:rsidRPr="001E119C">
              <w:t>1,6</w:t>
            </w:r>
          </w:p>
        </w:tc>
        <w:tc>
          <w:tcPr>
            <w:tcW w:w="514" w:type="dxa"/>
            <w:shd w:val="clear" w:color="auto" w:fill="F2F2F2" w:themeFill="background1" w:themeFillShade="F2"/>
          </w:tcPr>
          <w:p w14:paraId="464918C6" w14:textId="77777777" w:rsidR="000A7543" w:rsidRPr="004D3DF1" w:rsidRDefault="000A7543" w:rsidP="000A7543">
            <w:pPr>
              <w:pStyle w:val="TabNumeri"/>
            </w:pPr>
            <w:r w:rsidRPr="001E119C">
              <w:t>1,7</w:t>
            </w:r>
          </w:p>
        </w:tc>
      </w:tr>
      <w:tr w:rsidR="000A7543" w:rsidRPr="00BC2A0C" w14:paraId="3FFED92A" w14:textId="77777777" w:rsidTr="000A7543">
        <w:trPr>
          <w:cantSplit/>
          <w:trHeight w:val="255"/>
        </w:trPr>
        <w:tc>
          <w:tcPr>
            <w:tcW w:w="3402" w:type="dxa"/>
          </w:tcPr>
          <w:p w14:paraId="56FDC5AB" w14:textId="77777777" w:rsidR="000A7543" w:rsidRPr="00BC2A0C" w:rsidRDefault="000A7543" w:rsidP="000A7543">
            <w:pPr>
              <w:pStyle w:val="TabEtichette"/>
            </w:pPr>
            <w:r w:rsidRPr="00BC2A0C">
              <w:t xml:space="preserve"> - Materie prime non energetiche(e)</w:t>
            </w:r>
          </w:p>
        </w:tc>
        <w:tc>
          <w:tcPr>
            <w:tcW w:w="510" w:type="dxa"/>
          </w:tcPr>
          <w:p w14:paraId="60951E24" w14:textId="77777777" w:rsidR="000A7543" w:rsidRPr="00EF30EB" w:rsidRDefault="000A7543" w:rsidP="000A7543">
            <w:pPr>
              <w:pStyle w:val="TabNumeri"/>
            </w:pPr>
            <w:r w:rsidRPr="00352A97">
              <w:t>6,7</w:t>
            </w:r>
          </w:p>
        </w:tc>
        <w:tc>
          <w:tcPr>
            <w:tcW w:w="510" w:type="dxa"/>
          </w:tcPr>
          <w:p w14:paraId="53B22FEE" w14:textId="77777777" w:rsidR="000A7543" w:rsidRPr="00EF30EB" w:rsidRDefault="000A7543" w:rsidP="000A7543">
            <w:pPr>
              <w:pStyle w:val="TabNumeri"/>
            </w:pPr>
            <w:r w:rsidRPr="00352A97">
              <w:t>16,1</w:t>
            </w:r>
          </w:p>
        </w:tc>
        <w:tc>
          <w:tcPr>
            <w:tcW w:w="510" w:type="dxa"/>
          </w:tcPr>
          <w:p w14:paraId="75E5AA07" w14:textId="77777777" w:rsidR="000A7543" w:rsidRDefault="000A7543" w:rsidP="000A7543">
            <w:pPr>
              <w:pStyle w:val="TabNumeri"/>
            </w:pPr>
            <w:r w:rsidRPr="00352A97">
              <w:t>-1,9</w:t>
            </w:r>
          </w:p>
        </w:tc>
        <w:tc>
          <w:tcPr>
            <w:tcW w:w="340" w:type="dxa"/>
          </w:tcPr>
          <w:p w14:paraId="06B8D651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</w:tcPr>
          <w:p w14:paraId="7C0299FE" w14:textId="77777777" w:rsidR="000A7543" w:rsidRPr="00BC2A0C" w:rsidRDefault="000A7543" w:rsidP="000A7543">
            <w:pPr>
              <w:pStyle w:val="TabEtichette"/>
            </w:pPr>
            <w:r w:rsidRPr="00BC2A0C">
              <w:t xml:space="preserve">  Economie emergenti e in sviluppo</w:t>
            </w:r>
          </w:p>
        </w:tc>
        <w:tc>
          <w:tcPr>
            <w:tcW w:w="510" w:type="dxa"/>
          </w:tcPr>
          <w:p w14:paraId="0ADAAACD" w14:textId="77777777" w:rsidR="000A7543" w:rsidRPr="004D3DF1" w:rsidRDefault="000A7543" w:rsidP="000A7543">
            <w:pPr>
              <w:pStyle w:val="TabNumeri"/>
            </w:pPr>
            <w:r w:rsidRPr="001E119C">
              <w:t>5,1</w:t>
            </w:r>
          </w:p>
        </w:tc>
        <w:tc>
          <w:tcPr>
            <w:tcW w:w="510" w:type="dxa"/>
          </w:tcPr>
          <w:p w14:paraId="01D721F7" w14:textId="77777777" w:rsidR="000A7543" w:rsidRPr="004D3DF1" w:rsidRDefault="000A7543" w:rsidP="000A7543">
            <w:pPr>
              <w:pStyle w:val="TabNumeri"/>
            </w:pPr>
            <w:r w:rsidRPr="001E119C">
              <w:t>4,9</w:t>
            </w:r>
          </w:p>
        </w:tc>
        <w:tc>
          <w:tcPr>
            <w:tcW w:w="514" w:type="dxa"/>
          </w:tcPr>
          <w:p w14:paraId="353EA9A4" w14:textId="77777777" w:rsidR="000A7543" w:rsidRDefault="000A7543" w:rsidP="000A7543">
            <w:pPr>
              <w:pStyle w:val="TabNumeri"/>
            </w:pPr>
            <w:r w:rsidRPr="001E119C">
              <w:t>4,4</w:t>
            </w:r>
          </w:p>
        </w:tc>
      </w:tr>
      <w:tr w:rsidR="000A7543" w:rsidRPr="00BC2A0C" w14:paraId="13497458" w14:textId="77777777" w:rsidTr="000A7543">
        <w:trPr>
          <w:cantSplit/>
          <w:trHeight w:val="255"/>
        </w:trPr>
        <w:tc>
          <w:tcPr>
            <w:tcW w:w="9358" w:type="dxa"/>
            <w:gridSpan w:val="9"/>
            <w:shd w:val="clear" w:color="auto" w:fill="F2F2F2" w:themeFill="background1" w:themeFillShade="F2"/>
          </w:tcPr>
          <w:p w14:paraId="2EDDEFE8" w14:textId="77777777" w:rsidR="000A7543" w:rsidRPr="009100D8" w:rsidRDefault="000A7543" w:rsidP="000A7543">
            <w:pPr>
              <w:pStyle w:val="TabIntestaSup"/>
            </w:pPr>
            <w:r w:rsidRPr="00241825">
              <w:t>Libor su depositi in (f)</w:t>
            </w:r>
          </w:p>
        </w:tc>
      </w:tr>
      <w:tr w:rsidR="000A7543" w:rsidRPr="00BC2A0C" w14:paraId="652B10D0" w14:textId="77777777" w:rsidTr="000A7543">
        <w:trPr>
          <w:cantSplit/>
          <w:trHeight w:val="255"/>
        </w:trPr>
        <w:tc>
          <w:tcPr>
            <w:tcW w:w="3402" w:type="dxa"/>
            <w:shd w:val="clear" w:color="auto" w:fill="auto"/>
          </w:tcPr>
          <w:p w14:paraId="04011E60" w14:textId="77777777" w:rsidR="000A7543" w:rsidRPr="00BC2A0C" w:rsidRDefault="000A7543" w:rsidP="000A7543">
            <w:pPr>
              <w:pStyle w:val="TabEtichette"/>
            </w:pPr>
            <w:r w:rsidRPr="00BC2A0C">
              <w:t>Dollari Usa</w:t>
            </w:r>
          </w:p>
        </w:tc>
        <w:tc>
          <w:tcPr>
            <w:tcW w:w="510" w:type="dxa"/>
            <w:shd w:val="clear" w:color="auto" w:fill="auto"/>
          </w:tcPr>
          <w:p w14:paraId="39F70A83" w14:textId="77777777" w:rsidR="000A7543" w:rsidRPr="00882FA7" w:rsidRDefault="000A7543" w:rsidP="000A7543">
            <w:pPr>
              <w:pStyle w:val="TabNumeri"/>
            </w:pPr>
            <w:r w:rsidRPr="00C723AE">
              <w:t>0,7</w:t>
            </w:r>
          </w:p>
        </w:tc>
        <w:tc>
          <w:tcPr>
            <w:tcW w:w="510" w:type="dxa"/>
            <w:shd w:val="clear" w:color="auto" w:fill="auto"/>
          </w:tcPr>
          <w:p w14:paraId="555B21EC" w14:textId="77777777" w:rsidR="000A7543" w:rsidRPr="00882FA7" w:rsidRDefault="000A7543" w:rsidP="000A7543">
            <w:pPr>
              <w:pStyle w:val="TabNumeri"/>
            </w:pPr>
            <w:r w:rsidRPr="00C723AE">
              <w:t>0,3</w:t>
            </w:r>
          </w:p>
        </w:tc>
        <w:tc>
          <w:tcPr>
            <w:tcW w:w="510" w:type="dxa"/>
            <w:shd w:val="clear" w:color="auto" w:fill="auto"/>
          </w:tcPr>
          <w:p w14:paraId="24314EE0" w14:textId="77777777" w:rsidR="000A7543" w:rsidRPr="00882FA7" w:rsidRDefault="000A7543" w:rsidP="000A7543">
            <w:pPr>
              <w:pStyle w:val="TabNumeri"/>
            </w:pPr>
            <w:r w:rsidRPr="00C723AE">
              <w:t>0,4</w:t>
            </w:r>
          </w:p>
        </w:tc>
        <w:tc>
          <w:tcPr>
            <w:tcW w:w="340" w:type="dxa"/>
            <w:shd w:val="clear" w:color="auto" w:fill="auto"/>
          </w:tcPr>
          <w:p w14:paraId="12ABAFAF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auto"/>
          </w:tcPr>
          <w:p w14:paraId="5F7F8AEA" w14:textId="77777777" w:rsidR="000A7543" w:rsidRPr="00BC2A0C" w:rsidRDefault="000A7543" w:rsidP="000A7543">
            <w:pPr>
              <w:pStyle w:val="TabEtichette"/>
            </w:pPr>
            <w:r>
              <w:t>Yen</w:t>
            </w:r>
          </w:p>
        </w:tc>
        <w:tc>
          <w:tcPr>
            <w:tcW w:w="510" w:type="dxa"/>
            <w:shd w:val="clear" w:color="auto" w:fill="auto"/>
          </w:tcPr>
          <w:p w14:paraId="3B0111A5" w14:textId="77777777" w:rsidR="000A7543" w:rsidRPr="00CD16EC" w:rsidRDefault="000A7543" w:rsidP="000A7543">
            <w:pPr>
              <w:pStyle w:val="TabNumeri"/>
            </w:pPr>
            <w:r w:rsidRPr="00CD16EC">
              <w:t>0,0</w:t>
            </w:r>
          </w:p>
        </w:tc>
        <w:tc>
          <w:tcPr>
            <w:tcW w:w="510" w:type="dxa"/>
            <w:shd w:val="clear" w:color="auto" w:fill="auto"/>
          </w:tcPr>
          <w:p w14:paraId="330EAA3A" w14:textId="77777777" w:rsidR="000A7543" w:rsidRPr="00CD16EC" w:rsidRDefault="000A7543" w:rsidP="000A7543">
            <w:pPr>
              <w:pStyle w:val="TabNumeri"/>
            </w:pPr>
            <w:r w:rsidRPr="00F315D5">
              <w:t>-0,1</w:t>
            </w:r>
          </w:p>
        </w:tc>
        <w:tc>
          <w:tcPr>
            <w:tcW w:w="514" w:type="dxa"/>
            <w:shd w:val="clear" w:color="auto" w:fill="auto"/>
          </w:tcPr>
          <w:p w14:paraId="54A55141" w14:textId="77777777" w:rsidR="000A7543" w:rsidRDefault="000A7543" w:rsidP="000A7543">
            <w:pPr>
              <w:pStyle w:val="TabNumeri"/>
            </w:pPr>
            <w:r w:rsidRPr="00F315D5">
              <w:t>0,</w:t>
            </w:r>
            <w:r>
              <w:t>0</w:t>
            </w:r>
          </w:p>
        </w:tc>
      </w:tr>
      <w:tr w:rsidR="000A7543" w:rsidRPr="00BC2A0C" w14:paraId="0C1B6FCD" w14:textId="77777777" w:rsidTr="000A7543">
        <w:trPr>
          <w:cantSplit/>
          <w:trHeight w:val="255"/>
        </w:trPr>
        <w:tc>
          <w:tcPr>
            <w:tcW w:w="3402" w:type="dxa"/>
            <w:shd w:val="clear" w:color="auto" w:fill="F2F2F2" w:themeFill="background1" w:themeFillShade="F2"/>
          </w:tcPr>
          <w:p w14:paraId="4030F279" w14:textId="77777777" w:rsidR="000A7543" w:rsidRPr="00BC2A0C" w:rsidRDefault="000A7543" w:rsidP="000A7543">
            <w:pPr>
              <w:pStyle w:val="TabEtichette"/>
            </w:pPr>
            <w:r>
              <w:t>Euro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30D2EFEA" w14:textId="77777777" w:rsidR="000A7543" w:rsidRPr="00882FA7" w:rsidRDefault="000A7543" w:rsidP="000A7543">
            <w:pPr>
              <w:pStyle w:val="TabNumeri"/>
            </w:pPr>
            <w:r w:rsidRPr="00C723AE">
              <w:t>-0,4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274AA353" w14:textId="77777777" w:rsidR="000A7543" w:rsidRPr="00882FA7" w:rsidRDefault="000A7543" w:rsidP="000A7543">
            <w:pPr>
              <w:pStyle w:val="TabNumeri"/>
            </w:pPr>
            <w:r w:rsidRPr="00C723AE">
              <w:t>-0,5</w:t>
            </w:r>
          </w:p>
        </w:tc>
        <w:tc>
          <w:tcPr>
            <w:tcW w:w="510" w:type="dxa"/>
            <w:shd w:val="clear" w:color="auto" w:fill="F2F2F2" w:themeFill="background1" w:themeFillShade="F2"/>
          </w:tcPr>
          <w:p w14:paraId="75686D48" w14:textId="77777777" w:rsidR="000A7543" w:rsidRDefault="000A7543" w:rsidP="000A7543">
            <w:pPr>
              <w:pStyle w:val="TabNumeri"/>
            </w:pPr>
            <w:r w:rsidRPr="00C723AE">
              <w:t>-0,5</w:t>
            </w:r>
          </w:p>
        </w:tc>
        <w:tc>
          <w:tcPr>
            <w:tcW w:w="340" w:type="dxa"/>
            <w:shd w:val="clear" w:color="auto" w:fill="F2F2F2" w:themeFill="background1" w:themeFillShade="F2"/>
          </w:tcPr>
          <w:p w14:paraId="423563F5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2552" w:type="dxa"/>
            <w:shd w:val="clear" w:color="auto" w:fill="F2F2F2" w:themeFill="background1" w:themeFillShade="F2"/>
          </w:tcPr>
          <w:p w14:paraId="15489123" w14:textId="77777777" w:rsidR="000A7543" w:rsidRPr="00BC2A0C" w:rsidRDefault="000A7543" w:rsidP="000A7543">
            <w:pPr>
              <w:pStyle w:val="TabEtichette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BF4AB1B" w14:textId="77777777" w:rsidR="000A7543" w:rsidRPr="00CD16EC" w:rsidRDefault="000A7543" w:rsidP="000A7543">
            <w:pPr>
              <w:pStyle w:val="TabNumeri"/>
            </w:pPr>
          </w:p>
        </w:tc>
        <w:tc>
          <w:tcPr>
            <w:tcW w:w="510" w:type="dxa"/>
            <w:shd w:val="clear" w:color="auto" w:fill="F2F2F2" w:themeFill="background1" w:themeFillShade="F2"/>
          </w:tcPr>
          <w:p w14:paraId="1454F7EA" w14:textId="77777777" w:rsidR="000A7543" w:rsidRPr="00CD16EC" w:rsidRDefault="000A7543" w:rsidP="000A7543">
            <w:pPr>
              <w:pStyle w:val="TabNumeri"/>
            </w:pPr>
          </w:p>
        </w:tc>
        <w:tc>
          <w:tcPr>
            <w:tcW w:w="514" w:type="dxa"/>
            <w:shd w:val="clear" w:color="auto" w:fill="F2F2F2" w:themeFill="background1" w:themeFillShade="F2"/>
          </w:tcPr>
          <w:p w14:paraId="1AB77BF7" w14:textId="77777777" w:rsidR="000A7543" w:rsidRDefault="000A7543" w:rsidP="000A7543">
            <w:pPr>
              <w:pStyle w:val="TabNumeri"/>
            </w:pPr>
          </w:p>
        </w:tc>
      </w:tr>
      <w:tr w:rsidR="000A7543" w:rsidRPr="00F5691D" w14:paraId="5A66BC97" w14:textId="77777777" w:rsidTr="000A7543">
        <w:trPr>
          <w:cantSplit/>
        </w:trPr>
        <w:tc>
          <w:tcPr>
            <w:tcW w:w="9358" w:type="dxa"/>
            <w:gridSpan w:val="9"/>
            <w:tcBorders>
              <w:top w:val="single" w:sz="4" w:space="0" w:color="800000"/>
            </w:tcBorders>
          </w:tcPr>
          <w:p w14:paraId="139CC060" w14:textId="77777777" w:rsidR="000A7543" w:rsidRPr="000A7543" w:rsidRDefault="000A7543" w:rsidP="000A7543">
            <w:pPr>
              <w:pStyle w:val="TabNoteSuperiori"/>
            </w:pPr>
            <w:r w:rsidRPr="000A7543">
              <w:t xml:space="preserve">(a) Le assunzioni della previsione economica sono alla sezione </w:t>
            </w:r>
            <w:proofErr w:type="spellStart"/>
            <w:r w:rsidRPr="000A7543">
              <w:t>Assumption</w:t>
            </w:r>
            <w:proofErr w:type="spellEnd"/>
            <w:r w:rsidRPr="000A7543">
              <w:t xml:space="preserve"> and Conventions. (b) Tasso di variazione percentuale sul periodo precedente. (c) Beni e servizi in volume. (d) Media dei prezzi spot del petrolio greggio Brent, Dubai e West Texas Intermediate. (e) Media dei prezzi mondiali delle materie prime non </w:t>
            </w:r>
            <w:proofErr w:type="spellStart"/>
            <w:r w:rsidRPr="000A7543">
              <w:t>fuel</w:t>
            </w:r>
            <w:proofErr w:type="spellEnd"/>
            <w:r w:rsidRPr="000A7543">
              <w:t xml:space="preserve"> (energia) pesata per la loro quota media delle esportazioni di materie prime. (f) LIBOR (London </w:t>
            </w:r>
            <w:proofErr w:type="spellStart"/>
            <w:r w:rsidRPr="000A7543">
              <w:t>Interbank</w:t>
            </w:r>
            <w:proofErr w:type="spellEnd"/>
            <w:r w:rsidRPr="000A7543">
              <w:t xml:space="preserve"> </w:t>
            </w:r>
            <w:proofErr w:type="spellStart"/>
            <w:r w:rsidRPr="000A7543">
              <w:t>Offered</w:t>
            </w:r>
            <w:proofErr w:type="spellEnd"/>
            <w:r w:rsidRPr="000A7543">
              <w:t xml:space="preserve"> Rate), tasso di interesse percentuale: a) sui depositi a 6 mesi in U.S.$; sui depositi a 6 mesi in yen; sui depositi a 3 mesi in euro. </w:t>
            </w:r>
          </w:p>
          <w:p w14:paraId="7F8CDF7D" w14:textId="77777777" w:rsidR="000A7543" w:rsidRPr="000A7543" w:rsidRDefault="000A7543" w:rsidP="000A7543">
            <w:pPr>
              <w:pStyle w:val="TabNoteSuperiori"/>
              <w:rPr>
                <w:lang w:val="en-US"/>
              </w:rPr>
            </w:pPr>
            <w:r w:rsidRPr="000A7543">
              <w:rPr>
                <w:lang w:val="en-GB"/>
              </w:rPr>
              <w:t xml:space="preserve">IMF, World Economic Outlook, 06 </w:t>
            </w:r>
            <w:proofErr w:type="spellStart"/>
            <w:r w:rsidRPr="000A7543">
              <w:rPr>
                <w:lang w:val="en-GB"/>
              </w:rPr>
              <w:t>aprile</w:t>
            </w:r>
            <w:proofErr w:type="spellEnd"/>
            <w:r w:rsidRPr="000A7543">
              <w:rPr>
                <w:lang w:val="en-GB"/>
              </w:rPr>
              <w:t xml:space="preserve"> </w:t>
            </w:r>
            <w:r w:rsidRPr="000A7543">
              <w:rPr>
                <w:lang w:val="en-US"/>
              </w:rPr>
              <w:t>2021</w:t>
            </w:r>
          </w:p>
        </w:tc>
      </w:tr>
    </w:tbl>
    <w:p w14:paraId="5AA97820" w14:textId="77777777" w:rsidR="00E40A1B" w:rsidRDefault="00E40A1B" w:rsidP="00E40A1B">
      <w:r>
        <w:t xml:space="preserve">Ancora </w:t>
      </w:r>
    </w:p>
    <w:p w14:paraId="32725A3D" w14:textId="77777777" w:rsidR="00E40A1B" w:rsidRPr="007862B1" w:rsidRDefault="00E40A1B" w:rsidP="00E40A1B"/>
    <w:p w14:paraId="67FC9E3D" w14:textId="77777777" w:rsidR="00E40A1B" w:rsidRPr="007862B1" w:rsidRDefault="00E40A1B" w:rsidP="00E40A1B">
      <w:pPr>
        <w:spacing w:line="240" w:lineRule="auto"/>
        <w:ind w:firstLine="0"/>
        <w:jc w:val="left"/>
      </w:pPr>
      <w:r w:rsidRPr="007862B1">
        <w:br w:type="page"/>
      </w:r>
    </w:p>
    <w:p w14:paraId="0AFCF781" w14:textId="77777777" w:rsidR="003A3163" w:rsidRDefault="003A3163" w:rsidP="003A3163">
      <w:bookmarkStart w:id="5" w:name="_Toc448399721"/>
      <w:bookmarkStart w:id="6" w:name="_Toc509407740"/>
      <w:bookmarkEnd w:id="4"/>
    </w:p>
    <w:tbl>
      <w:tblPr>
        <w:tblStyle w:val="Grigliatabella"/>
        <w:tblpPr w:topFromText="425" w:bottomFromText="425" w:horzAnchor="margin" w:tblpXSpec="right" w:tblpYSpec="top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3A3163" w:rsidRPr="002B550F" w14:paraId="657514CA" w14:textId="77777777" w:rsidTr="00243439">
        <w:tc>
          <w:tcPr>
            <w:tcW w:w="9356" w:type="dxa"/>
          </w:tcPr>
          <w:p w14:paraId="25AFD46D" w14:textId="77777777" w:rsidR="003A3163" w:rsidRPr="002B550F" w:rsidRDefault="003A3163" w:rsidP="00243439">
            <w:pPr>
              <w:pStyle w:val="FigTitolo"/>
            </w:pPr>
            <w:r w:rsidRPr="002B550F">
              <w:t>La previsione del</w:t>
            </w:r>
            <w:r>
              <w:t xml:space="preserve">l’Ocse, </w:t>
            </w: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</w:p>
        </w:tc>
      </w:tr>
      <w:tr w:rsidR="003A3163" w:rsidRPr="002B550F" w14:paraId="67E47287" w14:textId="77777777" w:rsidTr="00243439">
        <w:tc>
          <w:tcPr>
            <w:tcW w:w="9356" w:type="dxa"/>
          </w:tcPr>
          <w:p w14:paraId="57AB7641" w14:textId="1497252F" w:rsidR="003A3163" w:rsidRPr="004C3A94" w:rsidRDefault="00FF5CF5" w:rsidP="00243439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057A3613" wp14:editId="3C791AA5">
                  <wp:extent cx="5868000" cy="1980000"/>
                  <wp:effectExtent l="0" t="0" r="0" b="0"/>
                  <wp:docPr id="9" name="Grafico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  <w:tr w:rsidR="003A3163" w:rsidRPr="0038435E" w14:paraId="1761EEF6" w14:textId="77777777" w:rsidTr="00243439">
        <w:tc>
          <w:tcPr>
            <w:tcW w:w="9356" w:type="dxa"/>
          </w:tcPr>
          <w:p w14:paraId="420A99DB" w14:textId="77777777" w:rsidR="003A3163" w:rsidRDefault="003A3163" w:rsidP="00243439">
            <w:pPr>
              <w:pStyle w:val="Fineoggettoword"/>
            </w:pPr>
          </w:p>
          <w:p w14:paraId="2BBD4738" w14:textId="4E8E9231" w:rsidR="003A3163" w:rsidRPr="0038435E" w:rsidRDefault="003A3163" w:rsidP="00243439">
            <w:pPr>
              <w:pStyle w:val="TabNoteInferiori"/>
              <w:rPr>
                <w:lang w:val="en-GB"/>
              </w:rPr>
            </w:pPr>
            <w:r w:rsidRPr="0038435E">
              <w:rPr>
                <w:lang w:val="en-GB"/>
              </w:rPr>
              <w:t xml:space="preserve">Fonte: </w:t>
            </w:r>
            <w:proofErr w:type="spellStart"/>
            <w:r w:rsidRPr="0038435E">
              <w:rPr>
                <w:lang w:val="en-GB"/>
              </w:rPr>
              <w:t>Oecd</w:t>
            </w:r>
            <w:proofErr w:type="spellEnd"/>
            <w:r w:rsidRPr="0038435E">
              <w:rPr>
                <w:lang w:val="en-GB"/>
              </w:rPr>
              <w:t>, Interim Economic Outlook</w:t>
            </w:r>
            <w:r w:rsidRPr="00073656">
              <w:rPr>
                <w:lang w:val="en-GB"/>
              </w:rPr>
              <w:t xml:space="preserve">, 09 </w:t>
            </w:r>
            <w:proofErr w:type="spellStart"/>
            <w:r w:rsidRPr="00073656">
              <w:rPr>
                <w:lang w:val="en-GB"/>
              </w:rPr>
              <w:t>marzo</w:t>
            </w:r>
            <w:proofErr w:type="spellEnd"/>
            <w:r w:rsidRPr="00073656">
              <w:rPr>
                <w:lang w:val="en-GB"/>
              </w:rPr>
              <w:t xml:space="preserve"> </w:t>
            </w:r>
            <w:r w:rsidRPr="00073656">
              <w:rPr>
                <w:lang w:val="en-US"/>
              </w:rPr>
              <w:fldChar w:fldCharType="begin"/>
            </w:r>
            <w:r w:rsidRPr="00073656">
              <w:rPr>
                <w:lang w:val="en-US"/>
              </w:rPr>
              <w:instrText xml:space="preserve"> DATE  \@ "yyyy"  \* MERGEFORMAT </w:instrText>
            </w:r>
            <w:r w:rsidRPr="00073656">
              <w:rPr>
                <w:lang w:val="en-US"/>
              </w:rPr>
              <w:fldChar w:fldCharType="separate"/>
            </w:r>
            <w:r w:rsidR="00F5691D">
              <w:rPr>
                <w:noProof/>
                <w:lang w:val="en-US"/>
              </w:rPr>
              <w:t>2021</w:t>
            </w:r>
            <w:r w:rsidRPr="00073656">
              <w:rPr>
                <w:lang w:val="en-US"/>
              </w:rPr>
              <w:fldChar w:fldCharType="end"/>
            </w:r>
            <w:r w:rsidRPr="00073656">
              <w:rPr>
                <w:lang w:val="en-US"/>
              </w:rPr>
              <w:t>.</w:t>
            </w:r>
          </w:p>
        </w:tc>
      </w:tr>
    </w:tbl>
    <w:p w14:paraId="23190F03" w14:textId="77777777" w:rsidR="003A3163" w:rsidRDefault="003A3163" w:rsidP="003A3163">
      <w:r w:rsidRPr="002F175C">
        <w:t>Ancora</w:t>
      </w:r>
    </w:p>
    <w:p w14:paraId="1361B00C" w14:textId="77777777" w:rsidR="003A3163" w:rsidRDefault="003A3163" w:rsidP="003A3163"/>
    <w:p w14:paraId="0EE867C7" w14:textId="77777777" w:rsidR="003A3163" w:rsidRPr="002F175C" w:rsidRDefault="003A3163" w:rsidP="003A3163">
      <w:pPr>
        <w:spacing w:line="240" w:lineRule="auto"/>
        <w:ind w:firstLine="0"/>
        <w:jc w:val="left"/>
      </w:pPr>
      <w:r w:rsidRPr="002F175C">
        <w:br w:type="page"/>
      </w:r>
    </w:p>
    <w:p w14:paraId="574823C6" w14:textId="78ABE518" w:rsidR="002A3FE8" w:rsidRDefault="002A3FE8" w:rsidP="002A3FE8"/>
    <w:tbl>
      <w:tblPr>
        <w:tblStyle w:val="Grigliatabella"/>
        <w:tblpPr w:topFromText="284" w:bottomFromText="284" w:horzAnchor="margin" w:tblpXSpec="center" w:tblpYSpec="top"/>
        <w:tblOverlap w:val="never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737"/>
        <w:gridCol w:w="737"/>
        <w:gridCol w:w="737"/>
        <w:gridCol w:w="510"/>
        <w:gridCol w:w="2211"/>
        <w:gridCol w:w="737"/>
        <w:gridCol w:w="737"/>
        <w:gridCol w:w="737"/>
        <w:gridCol w:w="16"/>
      </w:tblGrid>
      <w:tr w:rsidR="003A3163" w14:paraId="3BE4F8E6" w14:textId="77777777" w:rsidTr="00243439">
        <w:trPr>
          <w:cantSplit/>
          <w:trHeight w:val="255"/>
        </w:trPr>
        <w:tc>
          <w:tcPr>
            <w:tcW w:w="9370" w:type="dxa"/>
            <w:gridSpan w:val="10"/>
            <w:tcBorders>
              <w:bottom w:val="single" w:sz="4" w:space="0" w:color="632423" w:themeColor="accent2" w:themeShade="80"/>
            </w:tcBorders>
            <w:noWrap/>
          </w:tcPr>
          <w:p w14:paraId="483532A6" w14:textId="77777777" w:rsidR="003A3163" w:rsidRDefault="003A3163" w:rsidP="00243439">
            <w:pPr>
              <w:pStyle w:val="TabTitolo"/>
            </w:pPr>
            <w:r>
              <w:t xml:space="preserve">Proiezioni </w:t>
            </w:r>
            <w:proofErr w:type="gramStart"/>
            <w:r>
              <w:t>macro economiche</w:t>
            </w:r>
            <w:proofErr w:type="gramEnd"/>
            <w:r>
              <w:t xml:space="preserve"> per l’area dell’euro.</w:t>
            </w:r>
          </w:p>
        </w:tc>
      </w:tr>
      <w:tr w:rsidR="003A3163" w:rsidRPr="00DD211F" w14:paraId="059B4BB8" w14:textId="77777777" w:rsidTr="00243439">
        <w:tblPrEx>
          <w:tblBorders>
            <w:top w:val="single" w:sz="4" w:space="0" w:color="632423" w:themeColor="accent2" w:themeShade="80"/>
            <w:bottom w:val="single" w:sz="4" w:space="0" w:color="632423" w:themeColor="accent2" w:themeShade="80"/>
          </w:tblBorders>
        </w:tblPrEx>
        <w:trPr>
          <w:gridAfter w:val="1"/>
          <w:wAfter w:w="16" w:type="dxa"/>
          <w:cantSplit/>
        </w:trPr>
        <w:tc>
          <w:tcPr>
            <w:tcW w:w="2211" w:type="dxa"/>
            <w:noWrap/>
          </w:tcPr>
          <w:p w14:paraId="5A2D6D4A" w14:textId="77777777" w:rsidR="003A3163" w:rsidRPr="00DD211F" w:rsidRDefault="003A3163" w:rsidP="00243439">
            <w:pPr>
              <w:pStyle w:val="TabIntestazioni"/>
            </w:pPr>
          </w:p>
        </w:tc>
        <w:tc>
          <w:tcPr>
            <w:tcW w:w="737" w:type="dxa"/>
            <w:noWrap/>
          </w:tcPr>
          <w:p w14:paraId="1BC692A4" w14:textId="77777777" w:rsidR="003A3163" w:rsidRPr="00DD211F" w:rsidRDefault="003A3163" w:rsidP="00243439">
            <w:pPr>
              <w:pStyle w:val="TabIntestazioni"/>
            </w:pPr>
            <w:r w:rsidRPr="009C013A">
              <w:t>2020</w:t>
            </w:r>
          </w:p>
        </w:tc>
        <w:tc>
          <w:tcPr>
            <w:tcW w:w="737" w:type="dxa"/>
          </w:tcPr>
          <w:p w14:paraId="2BF4607E" w14:textId="77777777" w:rsidR="003A3163" w:rsidRPr="00DD211F" w:rsidRDefault="003A3163" w:rsidP="00243439">
            <w:pPr>
              <w:pStyle w:val="TabIntestazioni"/>
            </w:pPr>
            <w:r w:rsidRPr="009C013A">
              <w:t>2021</w:t>
            </w:r>
          </w:p>
        </w:tc>
        <w:tc>
          <w:tcPr>
            <w:tcW w:w="737" w:type="dxa"/>
          </w:tcPr>
          <w:p w14:paraId="59267D1E" w14:textId="77777777" w:rsidR="003A3163" w:rsidRPr="00DD211F" w:rsidRDefault="003A3163" w:rsidP="00243439">
            <w:pPr>
              <w:pStyle w:val="TabIntestazioni"/>
            </w:pPr>
            <w:r w:rsidRPr="009C013A">
              <w:t>2022</w:t>
            </w:r>
          </w:p>
        </w:tc>
        <w:tc>
          <w:tcPr>
            <w:tcW w:w="510" w:type="dxa"/>
            <w:noWrap/>
          </w:tcPr>
          <w:p w14:paraId="349ABC58" w14:textId="77777777" w:rsidR="003A3163" w:rsidRPr="00DD211F" w:rsidRDefault="003A3163" w:rsidP="00243439">
            <w:pPr>
              <w:pStyle w:val="TabIntestazioni"/>
            </w:pPr>
          </w:p>
        </w:tc>
        <w:tc>
          <w:tcPr>
            <w:tcW w:w="2211" w:type="dxa"/>
          </w:tcPr>
          <w:p w14:paraId="2F384AA5" w14:textId="77777777" w:rsidR="003A3163" w:rsidRPr="00DD211F" w:rsidRDefault="003A3163" w:rsidP="00243439">
            <w:pPr>
              <w:pStyle w:val="TabIntestazioni"/>
            </w:pPr>
          </w:p>
        </w:tc>
        <w:tc>
          <w:tcPr>
            <w:tcW w:w="737" w:type="dxa"/>
          </w:tcPr>
          <w:p w14:paraId="1D946B25" w14:textId="77777777" w:rsidR="003A3163" w:rsidRPr="00DD211F" w:rsidRDefault="003A3163" w:rsidP="00243439">
            <w:pPr>
              <w:pStyle w:val="TabIntestazioni"/>
            </w:pPr>
            <w:r w:rsidRPr="00B81BCF">
              <w:t>2020</w:t>
            </w:r>
          </w:p>
        </w:tc>
        <w:tc>
          <w:tcPr>
            <w:tcW w:w="737" w:type="dxa"/>
          </w:tcPr>
          <w:p w14:paraId="61DF1DB1" w14:textId="77777777" w:rsidR="003A3163" w:rsidRPr="00DD211F" w:rsidRDefault="003A3163" w:rsidP="00243439">
            <w:pPr>
              <w:pStyle w:val="TabIntestazioni"/>
            </w:pPr>
            <w:r w:rsidRPr="00B81BCF">
              <w:t>2021</w:t>
            </w:r>
          </w:p>
        </w:tc>
        <w:tc>
          <w:tcPr>
            <w:tcW w:w="737" w:type="dxa"/>
          </w:tcPr>
          <w:p w14:paraId="4782F26E" w14:textId="77777777" w:rsidR="003A3163" w:rsidRPr="00DD211F" w:rsidRDefault="003A3163" w:rsidP="00243439">
            <w:pPr>
              <w:pStyle w:val="TabIntestazioni"/>
            </w:pPr>
            <w:r w:rsidRPr="00B81BCF">
              <w:t>2022</w:t>
            </w:r>
          </w:p>
        </w:tc>
      </w:tr>
      <w:tr w:rsidR="003A3163" w14:paraId="168FF85D" w14:textId="77777777" w:rsidTr="00243439">
        <w:trPr>
          <w:gridAfter w:val="1"/>
          <w:wAfter w:w="16" w:type="dxa"/>
          <w:cantSplit/>
          <w:trHeight w:hRule="exact" w:val="113"/>
        </w:trPr>
        <w:tc>
          <w:tcPr>
            <w:tcW w:w="2211" w:type="dxa"/>
            <w:tcBorders>
              <w:top w:val="single" w:sz="4" w:space="0" w:color="632423" w:themeColor="accent2" w:themeShade="80"/>
            </w:tcBorders>
            <w:noWrap/>
          </w:tcPr>
          <w:p w14:paraId="31B47895" w14:textId="77777777" w:rsidR="003A3163" w:rsidRDefault="003A3163" w:rsidP="00243439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7382C272" w14:textId="77777777" w:rsidR="003A3163" w:rsidRDefault="003A3163" w:rsidP="00243439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7A6A72D7" w14:textId="77777777" w:rsidR="003A3163" w:rsidRDefault="003A3163" w:rsidP="00243439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60C4A3CE" w14:textId="77777777" w:rsidR="003A3163" w:rsidRDefault="003A3163" w:rsidP="00243439">
            <w:pPr>
              <w:pStyle w:val="TabNumeri"/>
            </w:pPr>
          </w:p>
        </w:tc>
        <w:tc>
          <w:tcPr>
            <w:tcW w:w="510" w:type="dxa"/>
            <w:tcBorders>
              <w:top w:val="single" w:sz="4" w:space="0" w:color="632423" w:themeColor="accent2" w:themeShade="80"/>
            </w:tcBorders>
            <w:noWrap/>
          </w:tcPr>
          <w:p w14:paraId="72CCFFDB" w14:textId="77777777" w:rsidR="003A3163" w:rsidRDefault="003A3163" w:rsidP="00243439">
            <w:pPr>
              <w:pStyle w:val="TabNumeri"/>
            </w:pPr>
          </w:p>
        </w:tc>
        <w:tc>
          <w:tcPr>
            <w:tcW w:w="2211" w:type="dxa"/>
            <w:tcBorders>
              <w:top w:val="single" w:sz="4" w:space="0" w:color="632423" w:themeColor="accent2" w:themeShade="80"/>
            </w:tcBorders>
          </w:tcPr>
          <w:p w14:paraId="3D807596" w14:textId="77777777" w:rsidR="003A3163" w:rsidRDefault="003A3163" w:rsidP="00243439">
            <w:pPr>
              <w:pStyle w:val="TabEtichette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042BCD3E" w14:textId="77777777" w:rsidR="003A3163" w:rsidRDefault="003A3163" w:rsidP="00243439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</w:tcPr>
          <w:p w14:paraId="1F6D7D85" w14:textId="77777777" w:rsidR="003A3163" w:rsidRDefault="003A3163" w:rsidP="00243439">
            <w:pPr>
              <w:pStyle w:val="TabNumeri"/>
            </w:pPr>
          </w:p>
        </w:tc>
        <w:tc>
          <w:tcPr>
            <w:tcW w:w="737" w:type="dxa"/>
            <w:tcBorders>
              <w:top w:val="single" w:sz="4" w:space="0" w:color="632423" w:themeColor="accent2" w:themeShade="80"/>
            </w:tcBorders>
            <w:noWrap/>
          </w:tcPr>
          <w:p w14:paraId="4675216C" w14:textId="77777777" w:rsidR="003A3163" w:rsidRDefault="003A3163" w:rsidP="00243439">
            <w:pPr>
              <w:pStyle w:val="TabNumeri"/>
            </w:pPr>
          </w:p>
        </w:tc>
      </w:tr>
      <w:tr w:rsidR="003A3163" w14:paraId="7921F1A8" w14:textId="77777777" w:rsidTr="00243439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2C37D03E" w14:textId="77777777" w:rsidR="003A3163" w:rsidRPr="00233F5C" w:rsidRDefault="003A3163" w:rsidP="00243439">
            <w:pPr>
              <w:pStyle w:val="TabEtichette"/>
            </w:pPr>
            <w:r w:rsidRPr="00233F5C">
              <w:t>Prodotto interno lordo</w:t>
            </w:r>
            <w:r>
              <w:t xml:space="preserve"> (1, 2)</w:t>
            </w:r>
          </w:p>
        </w:tc>
        <w:tc>
          <w:tcPr>
            <w:tcW w:w="737" w:type="dxa"/>
            <w:noWrap/>
          </w:tcPr>
          <w:p w14:paraId="743CA6CC" w14:textId="77777777" w:rsidR="003A3163" w:rsidRPr="00902005" w:rsidRDefault="003A3163" w:rsidP="00243439">
            <w:pPr>
              <w:pStyle w:val="TabNumeri"/>
            </w:pPr>
            <w:r w:rsidRPr="009C013A">
              <w:t>-6,9</w:t>
            </w:r>
          </w:p>
        </w:tc>
        <w:tc>
          <w:tcPr>
            <w:tcW w:w="737" w:type="dxa"/>
            <w:noWrap/>
          </w:tcPr>
          <w:p w14:paraId="55D7DCDD" w14:textId="77777777" w:rsidR="003A3163" w:rsidRPr="00902005" w:rsidRDefault="003A3163" w:rsidP="00243439">
            <w:pPr>
              <w:pStyle w:val="TabNumeri"/>
            </w:pPr>
            <w:r w:rsidRPr="009C013A">
              <w:t>4,0</w:t>
            </w:r>
          </w:p>
        </w:tc>
        <w:tc>
          <w:tcPr>
            <w:tcW w:w="737" w:type="dxa"/>
            <w:noWrap/>
          </w:tcPr>
          <w:p w14:paraId="5540F4C2" w14:textId="77777777" w:rsidR="003A3163" w:rsidRPr="00902005" w:rsidRDefault="003A3163" w:rsidP="00243439">
            <w:pPr>
              <w:pStyle w:val="TabNumeri"/>
            </w:pPr>
            <w:r w:rsidRPr="009C013A">
              <w:t>4,1</w:t>
            </w:r>
          </w:p>
        </w:tc>
        <w:tc>
          <w:tcPr>
            <w:tcW w:w="510" w:type="dxa"/>
            <w:noWrap/>
          </w:tcPr>
          <w:p w14:paraId="37FA9496" w14:textId="77777777" w:rsidR="003A3163" w:rsidRPr="000770A1" w:rsidRDefault="003A3163" w:rsidP="0024343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23231DBA" w14:textId="77777777" w:rsidR="003A3163" w:rsidRPr="00233F5C" w:rsidRDefault="003A3163" w:rsidP="00243439">
            <w:pPr>
              <w:pStyle w:val="TabEtichette"/>
            </w:pPr>
            <w:r>
              <w:t>Saldo di conto corrente (4)</w:t>
            </w:r>
          </w:p>
        </w:tc>
        <w:tc>
          <w:tcPr>
            <w:tcW w:w="737" w:type="dxa"/>
            <w:noWrap/>
          </w:tcPr>
          <w:p w14:paraId="15383D3E" w14:textId="77777777" w:rsidR="003A3163" w:rsidRPr="008D37A3" w:rsidRDefault="003A3163" w:rsidP="00243439">
            <w:pPr>
              <w:pStyle w:val="TabNumeri"/>
            </w:pPr>
            <w:r w:rsidRPr="00B81BCF">
              <w:t>2,2</w:t>
            </w:r>
          </w:p>
        </w:tc>
        <w:tc>
          <w:tcPr>
            <w:tcW w:w="737" w:type="dxa"/>
          </w:tcPr>
          <w:p w14:paraId="299230BE" w14:textId="77777777" w:rsidR="003A3163" w:rsidRPr="008D37A3" w:rsidRDefault="003A3163" w:rsidP="00243439">
            <w:pPr>
              <w:pStyle w:val="TabNumeri"/>
            </w:pPr>
            <w:r w:rsidRPr="00B81BCF">
              <w:t>2,0</w:t>
            </w:r>
          </w:p>
        </w:tc>
        <w:tc>
          <w:tcPr>
            <w:tcW w:w="737" w:type="dxa"/>
            <w:noWrap/>
          </w:tcPr>
          <w:p w14:paraId="6864ABDB" w14:textId="77777777" w:rsidR="003A3163" w:rsidRPr="008D37A3" w:rsidRDefault="003A3163" w:rsidP="00243439">
            <w:pPr>
              <w:pStyle w:val="TabNumeri"/>
            </w:pPr>
            <w:r w:rsidRPr="00B81BCF">
              <w:t>1,7</w:t>
            </w:r>
          </w:p>
        </w:tc>
      </w:tr>
      <w:tr w:rsidR="003A3163" w14:paraId="537DA7AA" w14:textId="77777777" w:rsidTr="00243439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2640B8F6" w14:textId="77777777" w:rsidR="003A3163" w:rsidRPr="00233F5C" w:rsidRDefault="003A3163" w:rsidP="00243439">
            <w:pPr>
              <w:pStyle w:val="TabEtichette"/>
            </w:pPr>
            <w:r w:rsidRPr="00233F5C">
              <w:t xml:space="preserve">Consumi </w:t>
            </w:r>
            <w:r>
              <w:t>privati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C0483D2" w14:textId="77777777" w:rsidR="003A3163" w:rsidRPr="00902005" w:rsidRDefault="003A3163" w:rsidP="00243439">
            <w:pPr>
              <w:pStyle w:val="TabNumeri"/>
            </w:pPr>
            <w:r w:rsidRPr="009C013A">
              <w:t>-8,0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7441C995" w14:textId="77777777" w:rsidR="003A3163" w:rsidRPr="00902005" w:rsidRDefault="003A3163" w:rsidP="00243439">
            <w:pPr>
              <w:pStyle w:val="TabNumeri"/>
            </w:pPr>
            <w:r w:rsidRPr="009C013A">
              <w:t>3,0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ADF3F1C" w14:textId="77777777" w:rsidR="003A3163" w:rsidRPr="00902005" w:rsidRDefault="003A3163" w:rsidP="00243439">
            <w:pPr>
              <w:pStyle w:val="TabNumeri"/>
            </w:pPr>
            <w:r w:rsidRPr="009C013A">
              <w:t>5,9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0184D0E5" w14:textId="77777777" w:rsidR="003A3163" w:rsidRPr="000770A1" w:rsidRDefault="003A3163" w:rsidP="0024343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5F4E8BC0" w14:textId="77777777" w:rsidR="003A3163" w:rsidRPr="00233F5C" w:rsidRDefault="003A3163" w:rsidP="00243439">
            <w:pPr>
              <w:pStyle w:val="TabEtichette"/>
            </w:pPr>
            <w:r>
              <w:t>Occupazione (1)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6354252F" w14:textId="77777777" w:rsidR="003A3163" w:rsidRPr="008D37A3" w:rsidRDefault="003A3163" w:rsidP="00243439">
            <w:pPr>
              <w:pStyle w:val="TabNumeri"/>
            </w:pPr>
            <w:r w:rsidRPr="00B81BCF">
              <w:t>-1,7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2E23589D" w14:textId="77777777" w:rsidR="003A3163" w:rsidRPr="008D37A3" w:rsidRDefault="003A3163" w:rsidP="00243439">
            <w:pPr>
              <w:pStyle w:val="TabNumeri"/>
            </w:pPr>
            <w:r w:rsidRPr="00B81BCF">
              <w:t>-0,2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D0B3F07" w14:textId="77777777" w:rsidR="003A3163" w:rsidRPr="008D37A3" w:rsidRDefault="003A3163" w:rsidP="00243439">
            <w:pPr>
              <w:pStyle w:val="TabNumeri"/>
            </w:pPr>
            <w:r w:rsidRPr="00B81BCF">
              <w:t>1,3</w:t>
            </w:r>
          </w:p>
        </w:tc>
      </w:tr>
      <w:tr w:rsidR="003A3163" w14:paraId="39535524" w14:textId="77777777" w:rsidTr="00243439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16960079" w14:textId="77777777" w:rsidR="003A3163" w:rsidRPr="00233F5C" w:rsidRDefault="003A3163" w:rsidP="00243439">
            <w:pPr>
              <w:pStyle w:val="TabEtichette"/>
            </w:pPr>
            <w:r w:rsidRPr="00233F5C">
              <w:t xml:space="preserve">Consumi </w:t>
            </w:r>
            <w:r>
              <w:t>pubblici (1, 2)</w:t>
            </w:r>
          </w:p>
        </w:tc>
        <w:tc>
          <w:tcPr>
            <w:tcW w:w="737" w:type="dxa"/>
            <w:noWrap/>
          </w:tcPr>
          <w:p w14:paraId="139CE206" w14:textId="77777777" w:rsidR="003A3163" w:rsidRPr="00902005" w:rsidRDefault="003A3163" w:rsidP="00243439">
            <w:pPr>
              <w:pStyle w:val="TabNumeri"/>
            </w:pPr>
            <w:r w:rsidRPr="009C013A">
              <w:t>1,0</w:t>
            </w:r>
          </w:p>
        </w:tc>
        <w:tc>
          <w:tcPr>
            <w:tcW w:w="737" w:type="dxa"/>
            <w:noWrap/>
          </w:tcPr>
          <w:p w14:paraId="0497BF46" w14:textId="77777777" w:rsidR="003A3163" w:rsidRPr="00902005" w:rsidRDefault="003A3163" w:rsidP="00243439">
            <w:pPr>
              <w:pStyle w:val="TabNumeri"/>
            </w:pPr>
            <w:r w:rsidRPr="009C013A">
              <w:t>2,9</w:t>
            </w:r>
          </w:p>
        </w:tc>
        <w:tc>
          <w:tcPr>
            <w:tcW w:w="737" w:type="dxa"/>
            <w:noWrap/>
          </w:tcPr>
          <w:p w14:paraId="4C9191A8" w14:textId="77777777" w:rsidR="003A3163" w:rsidRPr="00902005" w:rsidRDefault="003A3163" w:rsidP="00243439">
            <w:pPr>
              <w:pStyle w:val="TabNumeri"/>
            </w:pPr>
            <w:r w:rsidRPr="009C013A">
              <w:t>0,1</w:t>
            </w:r>
          </w:p>
        </w:tc>
        <w:tc>
          <w:tcPr>
            <w:tcW w:w="510" w:type="dxa"/>
            <w:noWrap/>
          </w:tcPr>
          <w:p w14:paraId="078DC0D6" w14:textId="77777777" w:rsidR="003A3163" w:rsidRPr="000770A1" w:rsidRDefault="003A3163" w:rsidP="0024343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642B8D4F" w14:textId="77777777" w:rsidR="003A3163" w:rsidRPr="00233F5C" w:rsidRDefault="003A3163" w:rsidP="00243439">
            <w:pPr>
              <w:pStyle w:val="TabEtichette"/>
            </w:pPr>
            <w:r>
              <w:t>Tasso di d</w:t>
            </w:r>
            <w:r w:rsidRPr="00233F5C">
              <w:t>isoccupazione [</w:t>
            </w:r>
            <w:r>
              <w:t>5</w:t>
            </w:r>
            <w:r w:rsidRPr="00233F5C">
              <w:t>]</w:t>
            </w:r>
          </w:p>
        </w:tc>
        <w:tc>
          <w:tcPr>
            <w:tcW w:w="737" w:type="dxa"/>
            <w:noWrap/>
          </w:tcPr>
          <w:p w14:paraId="75D8F90C" w14:textId="77777777" w:rsidR="003A3163" w:rsidRPr="008D37A3" w:rsidRDefault="003A3163" w:rsidP="00243439">
            <w:pPr>
              <w:pStyle w:val="TabNumeri"/>
            </w:pPr>
            <w:r w:rsidRPr="00B81BCF">
              <w:t>7,8</w:t>
            </w:r>
          </w:p>
        </w:tc>
        <w:tc>
          <w:tcPr>
            <w:tcW w:w="737" w:type="dxa"/>
          </w:tcPr>
          <w:p w14:paraId="1FD72A09" w14:textId="77777777" w:rsidR="003A3163" w:rsidRPr="008D37A3" w:rsidRDefault="003A3163" w:rsidP="00243439">
            <w:pPr>
              <w:pStyle w:val="TabNumeri"/>
            </w:pPr>
            <w:r w:rsidRPr="00B81BCF">
              <w:t>8,6</w:t>
            </w:r>
          </w:p>
        </w:tc>
        <w:tc>
          <w:tcPr>
            <w:tcW w:w="737" w:type="dxa"/>
            <w:noWrap/>
          </w:tcPr>
          <w:p w14:paraId="1C746BAC" w14:textId="77777777" w:rsidR="003A3163" w:rsidRPr="008D37A3" w:rsidRDefault="003A3163" w:rsidP="00243439">
            <w:pPr>
              <w:pStyle w:val="TabNumeri"/>
            </w:pPr>
            <w:r w:rsidRPr="00B81BCF">
              <w:t>8,1</w:t>
            </w:r>
          </w:p>
        </w:tc>
      </w:tr>
      <w:tr w:rsidR="003A3163" w14:paraId="5A198E6C" w14:textId="77777777" w:rsidTr="00243439">
        <w:trPr>
          <w:gridAfter w:val="1"/>
          <w:wAfter w:w="16" w:type="dxa"/>
          <w:cantSplit/>
          <w:trHeight w:val="255"/>
        </w:trPr>
        <w:tc>
          <w:tcPr>
            <w:tcW w:w="2211" w:type="dxa"/>
            <w:shd w:val="clear" w:color="auto" w:fill="EAF1DD" w:themeFill="accent3" w:themeFillTint="33"/>
            <w:noWrap/>
          </w:tcPr>
          <w:p w14:paraId="4CF60DA2" w14:textId="77777777" w:rsidR="003A3163" w:rsidRPr="00233F5C" w:rsidRDefault="003A3163" w:rsidP="00243439">
            <w:pPr>
              <w:pStyle w:val="TabEtichette"/>
            </w:pPr>
            <w:r w:rsidRPr="00233F5C">
              <w:t>Investimenti fissi lordi</w:t>
            </w:r>
            <w:r>
              <w:t xml:space="preserve"> (1, 2)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1675EB9A" w14:textId="77777777" w:rsidR="003A3163" w:rsidRPr="00902005" w:rsidRDefault="003A3163" w:rsidP="00243439">
            <w:pPr>
              <w:pStyle w:val="TabNumeri"/>
            </w:pPr>
            <w:r w:rsidRPr="009C013A">
              <w:t>-8,4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4DC2E10" w14:textId="77777777" w:rsidR="003A3163" w:rsidRPr="00902005" w:rsidRDefault="003A3163" w:rsidP="00243439">
            <w:pPr>
              <w:pStyle w:val="TabNumeri"/>
            </w:pPr>
            <w:r w:rsidRPr="009C013A">
              <w:t>5,5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4DE001B7" w14:textId="77777777" w:rsidR="003A3163" w:rsidRPr="00902005" w:rsidRDefault="003A3163" w:rsidP="00243439">
            <w:pPr>
              <w:pStyle w:val="TabNumeri"/>
            </w:pPr>
            <w:r w:rsidRPr="009C013A">
              <w:t>5,9</w:t>
            </w:r>
          </w:p>
        </w:tc>
        <w:tc>
          <w:tcPr>
            <w:tcW w:w="510" w:type="dxa"/>
            <w:shd w:val="clear" w:color="auto" w:fill="EAF1DD" w:themeFill="accent3" w:themeFillTint="33"/>
            <w:noWrap/>
          </w:tcPr>
          <w:p w14:paraId="25AEA485" w14:textId="77777777" w:rsidR="003A3163" w:rsidRPr="000770A1" w:rsidRDefault="003A3163" w:rsidP="0024343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shd w:val="clear" w:color="auto" w:fill="EAF1DD" w:themeFill="accent3" w:themeFillTint="33"/>
          </w:tcPr>
          <w:p w14:paraId="37EA5064" w14:textId="77777777" w:rsidR="003A3163" w:rsidRPr="00233F5C" w:rsidRDefault="003A3163" w:rsidP="00243439">
            <w:pPr>
              <w:pStyle w:val="TabEtichette"/>
            </w:pPr>
            <w:r w:rsidRPr="00233F5C">
              <w:t>Prezzi al consumo</w:t>
            </w:r>
            <w:r>
              <w:t xml:space="preserve"> [1, 6]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331AF082" w14:textId="77777777" w:rsidR="003A3163" w:rsidRPr="008D37A3" w:rsidRDefault="003A3163" w:rsidP="00243439">
            <w:pPr>
              <w:pStyle w:val="TabNumeri"/>
            </w:pPr>
            <w:r w:rsidRPr="00B81BCF">
              <w:t>0,3</w:t>
            </w:r>
          </w:p>
        </w:tc>
        <w:tc>
          <w:tcPr>
            <w:tcW w:w="737" w:type="dxa"/>
            <w:shd w:val="clear" w:color="auto" w:fill="EAF1DD" w:themeFill="accent3" w:themeFillTint="33"/>
          </w:tcPr>
          <w:p w14:paraId="2B897F73" w14:textId="77777777" w:rsidR="003A3163" w:rsidRPr="008D37A3" w:rsidRDefault="003A3163" w:rsidP="00243439">
            <w:pPr>
              <w:pStyle w:val="TabNumeri"/>
            </w:pPr>
            <w:r w:rsidRPr="00B81BCF">
              <w:t>1,5</w:t>
            </w:r>
          </w:p>
        </w:tc>
        <w:tc>
          <w:tcPr>
            <w:tcW w:w="737" w:type="dxa"/>
            <w:shd w:val="clear" w:color="auto" w:fill="EAF1DD" w:themeFill="accent3" w:themeFillTint="33"/>
            <w:noWrap/>
          </w:tcPr>
          <w:p w14:paraId="54EB188C" w14:textId="77777777" w:rsidR="003A3163" w:rsidRPr="008D37A3" w:rsidRDefault="003A3163" w:rsidP="00243439">
            <w:pPr>
              <w:pStyle w:val="TabNumeri"/>
            </w:pPr>
            <w:r w:rsidRPr="00B81BCF">
              <w:t>1,2</w:t>
            </w:r>
          </w:p>
        </w:tc>
      </w:tr>
      <w:tr w:rsidR="003A3163" w14:paraId="1690E879" w14:textId="77777777" w:rsidTr="00243439">
        <w:trPr>
          <w:gridAfter w:val="1"/>
          <w:wAfter w:w="16" w:type="dxa"/>
          <w:cantSplit/>
          <w:trHeight w:val="255"/>
        </w:trPr>
        <w:tc>
          <w:tcPr>
            <w:tcW w:w="2211" w:type="dxa"/>
            <w:noWrap/>
          </w:tcPr>
          <w:p w14:paraId="21799DBA" w14:textId="77777777" w:rsidR="003A3163" w:rsidRPr="00233F5C" w:rsidRDefault="003A3163" w:rsidP="00243439">
            <w:pPr>
              <w:pStyle w:val="TabEtichette"/>
            </w:pPr>
            <w:r w:rsidRPr="00233F5C">
              <w:t>Esportazioni</w:t>
            </w:r>
            <w:r>
              <w:t xml:space="preserve"> (1, 2, 3)</w:t>
            </w:r>
          </w:p>
        </w:tc>
        <w:tc>
          <w:tcPr>
            <w:tcW w:w="737" w:type="dxa"/>
            <w:noWrap/>
          </w:tcPr>
          <w:p w14:paraId="51A4AFE7" w14:textId="77777777" w:rsidR="003A3163" w:rsidRPr="00902005" w:rsidRDefault="003A3163" w:rsidP="00243439">
            <w:pPr>
              <w:pStyle w:val="TabNumeri"/>
            </w:pPr>
            <w:r w:rsidRPr="009C013A">
              <w:t>-10,5</w:t>
            </w:r>
          </w:p>
        </w:tc>
        <w:tc>
          <w:tcPr>
            <w:tcW w:w="737" w:type="dxa"/>
            <w:noWrap/>
          </w:tcPr>
          <w:p w14:paraId="35FD07C3" w14:textId="77777777" w:rsidR="003A3163" w:rsidRPr="00902005" w:rsidRDefault="003A3163" w:rsidP="00243439">
            <w:pPr>
              <w:pStyle w:val="TabNumeri"/>
            </w:pPr>
            <w:r w:rsidRPr="009C013A">
              <w:t>7,5</w:t>
            </w:r>
          </w:p>
        </w:tc>
        <w:tc>
          <w:tcPr>
            <w:tcW w:w="737" w:type="dxa"/>
            <w:noWrap/>
          </w:tcPr>
          <w:p w14:paraId="471F8B52" w14:textId="77777777" w:rsidR="003A3163" w:rsidRPr="00902005" w:rsidRDefault="003A3163" w:rsidP="00243439">
            <w:pPr>
              <w:pStyle w:val="TabNumeri"/>
            </w:pPr>
            <w:r w:rsidRPr="009C013A">
              <w:t>5,5</w:t>
            </w:r>
          </w:p>
        </w:tc>
        <w:tc>
          <w:tcPr>
            <w:tcW w:w="510" w:type="dxa"/>
            <w:noWrap/>
          </w:tcPr>
          <w:p w14:paraId="2030AD92" w14:textId="77777777" w:rsidR="003A3163" w:rsidRPr="000770A1" w:rsidRDefault="003A3163" w:rsidP="0024343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</w:tcPr>
          <w:p w14:paraId="067F7948" w14:textId="77777777" w:rsidR="003A3163" w:rsidRPr="00233F5C" w:rsidRDefault="003A3163" w:rsidP="00243439">
            <w:pPr>
              <w:pStyle w:val="TabEtichette"/>
            </w:pPr>
            <w:r w:rsidRPr="00233F5C">
              <w:t>Ind</w:t>
            </w:r>
            <w:r>
              <w:t>ebitamento della P.A. [4]</w:t>
            </w:r>
          </w:p>
        </w:tc>
        <w:tc>
          <w:tcPr>
            <w:tcW w:w="737" w:type="dxa"/>
            <w:noWrap/>
          </w:tcPr>
          <w:p w14:paraId="635C7E52" w14:textId="77777777" w:rsidR="003A3163" w:rsidRPr="008D37A3" w:rsidRDefault="003A3163" w:rsidP="00243439">
            <w:pPr>
              <w:pStyle w:val="TabNumeri"/>
            </w:pPr>
            <w:r w:rsidRPr="00B81BCF">
              <w:t>8,0</w:t>
            </w:r>
          </w:p>
        </w:tc>
        <w:tc>
          <w:tcPr>
            <w:tcW w:w="737" w:type="dxa"/>
          </w:tcPr>
          <w:p w14:paraId="6E66EE59" w14:textId="77777777" w:rsidR="003A3163" w:rsidRPr="008D37A3" w:rsidRDefault="003A3163" w:rsidP="00243439">
            <w:pPr>
              <w:pStyle w:val="TabNumeri"/>
            </w:pPr>
            <w:r w:rsidRPr="00B81BCF">
              <w:t>7,2</w:t>
            </w:r>
          </w:p>
        </w:tc>
        <w:tc>
          <w:tcPr>
            <w:tcW w:w="737" w:type="dxa"/>
            <w:noWrap/>
          </w:tcPr>
          <w:p w14:paraId="7DD2AF02" w14:textId="77777777" w:rsidR="003A3163" w:rsidRPr="008D37A3" w:rsidRDefault="003A3163" w:rsidP="00243439">
            <w:pPr>
              <w:pStyle w:val="TabNumeri"/>
            </w:pPr>
            <w:r w:rsidRPr="00B81BCF">
              <w:t>6,1</w:t>
            </w:r>
          </w:p>
        </w:tc>
      </w:tr>
      <w:tr w:rsidR="003A3163" w14:paraId="52A77CA1" w14:textId="77777777" w:rsidTr="00243439">
        <w:trPr>
          <w:gridAfter w:val="1"/>
          <w:wAfter w:w="16" w:type="dxa"/>
          <w:cantSplit/>
          <w:trHeight w:val="255"/>
        </w:trPr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0333077" w14:textId="77777777" w:rsidR="003A3163" w:rsidRDefault="003A3163" w:rsidP="00243439">
            <w:pPr>
              <w:pStyle w:val="TabEtichette"/>
            </w:pPr>
            <w:r w:rsidRPr="00233F5C">
              <w:t>Importazioni</w:t>
            </w:r>
            <w:r>
              <w:t xml:space="preserve"> (1, 2, 3)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6D71C25" w14:textId="77777777" w:rsidR="003A3163" w:rsidRPr="00902005" w:rsidRDefault="003A3163" w:rsidP="00243439">
            <w:pPr>
              <w:pStyle w:val="TabNumeri"/>
            </w:pPr>
            <w:r w:rsidRPr="009C013A">
              <w:t>-10,0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55FAC42" w14:textId="77777777" w:rsidR="003A3163" w:rsidRPr="00902005" w:rsidRDefault="003A3163" w:rsidP="00243439">
            <w:pPr>
              <w:pStyle w:val="TabNumeri"/>
            </w:pPr>
            <w:r w:rsidRPr="009C013A">
              <w:t>6,6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12601A46" w14:textId="77777777" w:rsidR="003A3163" w:rsidRDefault="003A3163" w:rsidP="00243439">
            <w:pPr>
              <w:pStyle w:val="TabNumeri"/>
            </w:pPr>
            <w:r w:rsidRPr="009C013A">
              <w:t>6,4</w:t>
            </w:r>
          </w:p>
        </w:tc>
        <w:tc>
          <w:tcPr>
            <w:tcW w:w="510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0BDCAF0C" w14:textId="77777777" w:rsidR="003A3163" w:rsidRPr="000770A1" w:rsidRDefault="003A3163" w:rsidP="00243439">
            <w:pPr>
              <w:pStyle w:val="TabNumeri"/>
              <w:rPr>
                <w:sz w:val="14"/>
                <w:szCs w:val="14"/>
              </w:rPr>
            </w:pPr>
          </w:p>
        </w:tc>
        <w:tc>
          <w:tcPr>
            <w:tcW w:w="2211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2C341B01" w14:textId="77777777" w:rsidR="003A3163" w:rsidRDefault="003A3163" w:rsidP="00243439">
            <w:pPr>
              <w:pStyle w:val="TabEtichette"/>
            </w:pPr>
            <w:r>
              <w:t>Debito lordo della. P.A. [4</w:t>
            </w:r>
            <w:r w:rsidRPr="00233F5C">
              <w:t>]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65FCBF51" w14:textId="77777777" w:rsidR="003A3163" w:rsidRPr="008D37A3" w:rsidRDefault="003A3163" w:rsidP="00243439">
            <w:pPr>
              <w:pStyle w:val="TabNumeri"/>
            </w:pPr>
            <w:r w:rsidRPr="00B81BCF">
              <w:t>96,9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</w:tcPr>
          <w:p w14:paraId="2C446AFB" w14:textId="77777777" w:rsidR="003A3163" w:rsidRPr="008D37A3" w:rsidRDefault="003A3163" w:rsidP="00243439">
            <w:pPr>
              <w:pStyle w:val="TabNumeri"/>
            </w:pPr>
            <w:r w:rsidRPr="00B81BCF">
              <w:t>98,2</w:t>
            </w:r>
          </w:p>
        </w:tc>
        <w:tc>
          <w:tcPr>
            <w:tcW w:w="737" w:type="dxa"/>
            <w:tcBorders>
              <w:bottom w:val="single" w:sz="4" w:space="0" w:color="632423" w:themeColor="accent2" w:themeShade="80"/>
            </w:tcBorders>
            <w:shd w:val="clear" w:color="auto" w:fill="EAF1DD" w:themeFill="accent3" w:themeFillTint="33"/>
            <w:noWrap/>
          </w:tcPr>
          <w:p w14:paraId="57C8EFE1" w14:textId="77777777" w:rsidR="003A3163" w:rsidRDefault="003A3163" w:rsidP="00243439">
            <w:pPr>
              <w:pStyle w:val="TabNumeri"/>
            </w:pPr>
            <w:r w:rsidRPr="00B81BCF">
              <w:t>96,1</w:t>
            </w:r>
          </w:p>
        </w:tc>
      </w:tr>
      <w:tr w:rsidR="003A3163" w:rsidRPr="0018214F" w14:paraId="32B263BB" w14:textId="77777777" w:rsidTr="00243439">
        <w:trPr>
          <w:cantSplit/>
          <w:trHeight w:val="255"/>
        </w:trPr>
        <w:tc>
          <w:tcPr>
            <w:tcW w:w="9370" w:type="dxa"/>
            <w:gridSpan w:val="10"/>
            <w:tcBorders>
              <w:top w:val="single" w:sz="4" w:space="0" w:color="632423" w:themeColor="accent2" w:themeShade="80"/>
            </w:tcBorders>
            <w:noWrap/>
          </w:tcPr>
          <w:p w14:paraId="7E6509EC" w14:textId="77777777" w:rsidR="003A3163" w:rsidRPr="00D76DB6" w:rsidRDefault="003A3163" w:rsidP="00243439">
            <w:pPr>
              <w:pStyle w:val="TabNoteSuperiori"/>
            </w:pPr>
            <w:r>
              <w:t>[1] T</w:t>
            </w:r>
            <w:r w:rsidRPr="000465E3">
              <w:t>assi di variazione tendenziale</w:t>
            </w:r>
            <w:r>
              <w:t xml:space="preserve"> percentuale- [2] Dati </w:t>
            </w:r>
            <w:r w:rsidRPr="000125CF">
              <w:t>corretti per il numero di giornate</w:t>
            </w:r>
            <w:r>
              <w:t xml:space="preserve"> lavorative. [3] Compreso il commercio all’interno dell’area dell’euro. </w:t>
            </w:r>
            <w:r w:rsidRPr="00D76DB6">
              <w:t>[</w:t>
            </w:r>
            <w:r>
              <w:t>4</w:t>
            </w:r>
            <w:r w:rsidRPr="00D76DB6">
              <w:t xml:space="preserve">] </w:t>
            </w:r>
            <w:r>
              <w:t>In p</w:t>
            </w:r>
            <w:r w:rsidRPr="00D76DB6">
              <w:t xml:space="preserve">ercentuale </w:t>
            </w:r>
            <w:r>
              <w:t>de</w:t>
            </w:r>
            <w:r w:rsidRPr="00D76DB6">
              <w:t xml:space="preserve">l Pil. </w:t>
            </w:r>
            <w:r>
              <w:t xml:space="preserve">[5] Percentuale della forza lavoro. [6] </w:t>
            </w:r>
            <w:r w:rsidRPr="00D76DB6">
              <w:t xml:space="preserve">Tasso di inflazione </w:t>
            </w:r>
            <w:r w:rsidRPr="0073321F">
              <w:t>armonizzato</w:t>
            </w:r>
            <w:r w:rsidRPr="00D76DB6">
              <w:t xml:space="preserve"> Ue. </w:t>
            </w:r>
          </w:p>
          <w:p w14:paraId="053A8FFC" w14:textId="7AAE4D10" w:rsidR="003A3163" w:rsidRPr="007A1DC7" w:rsidRDefault="003A3163" w:rsidP="00243439">
            <w:pPr>
              <w:pStyle w:val="TabNoteInferiori"/>
            </w:pPr>
            <w:r w:rsidRPr="00B77704">
              <w:t xml:space="preserve">Fonte: </w:t>
            </w:r>
            <w:proofErr w:type="spellStart"/>
            <w:r w:rsidRPr="00B77704">
              <w:t>European</w:t>
            </w:r>
            <w:proofErr w:type="spellEnd"/>
            <w:r w:rsidRPr="00B77704">
              <w:t xml:space="preserve"> Central Bank, ECB </w:t>
            </w:r>
            <w:proofErr w:type="spellStart"/>
            <w:r w:rsidRPr="00B77704">
              <w:t>macroeconomic</w:t>
            </w:r>
            <w:proofErr w:type="spellEnd"/>
            <w:r w:rsidRPr="00B77704">
              <w:t xml:space="preserve"> </w:t>
            </w:r>
            <w:proofErr w:type="spellStart"/>
            <w:r w:rsidRPr="00B77704">
              <w:t>projections</w:t>
            </w:r>
            <w:proofErr w:type="spellEnd"/>
            <w:r w:rsidRPr="00B77704">
              <w:t xml:space="preserve"> for the euro </w:t>
            </w:r>
            <w:r w:rsidRPr="00073656">
              <w:t xml:space="preserve">area, 11 marzo </w:t>
            </w:r>
            <w:r w:rsidRPr="00073656">
              <w:rPr>
                <w:lang w:val="en-US"/>
              </w:rPr>
              <w:fldChar w:fldCharType="begin"/>
            </w:r>
            <w:r w:rsidRPr="00073656">
              <w:rPr>
                <w:lang w:val="en-US"/>
              </w:rPr>
              <w:instrText xml:space="preserve"> DATE  \@ "yyyy"  \* MERGEFORMAT </w:instrText>
            </w:r>
            <w:r w:rsidRPr="00073656">
              <w:rPr>
                <w:lang w:val="en-US"/>
              </w:rPr>
              <w:fldChar w:fldCharType="separate"/>
            </w:r>
            <w:r w:rsidR="00F5691D">
              <w:rPr>
                <w:noProof/>
                <w:lang w:val="en-US"/>
              </w:rPr>
              <w:t>2021</w:t>
            </w:r>
            <w:r w:rsidRPr="00073656">
              <w:rPr>
                <w:lang w:val="en-US"/>
              </w:rPr>
              <w:fldChar w:fldCharType="end"/>
            </w:r>
          </w:p>
        </w:tc>
      </w:tr>
    </w:tbl>
    <w:p w14:paraId="7580C9FE" w14:textId="00469FEB" w:rsidR="007C4E48" w:rsidRDefault="007C4E48" w:rsidP="002A3FE8">
      <w:r>
        <w:t>ancora</w:t>
      </w:r>
    </w:p>
    <w:p w14:paraId="5E60BD22" w14:textId="2FFAC799" w:rsidR="007C4E48" w:rsidRDefault="007C4E48" w:rsidP="002A3FE8"/>
    <w:p w14:paraId="42C817D1" w14:textId="1318FBAA" w:rsidR="007C4E48" w:rsidRDefault="007C4E48" w:rsidP="002A3FE8">
      <w:r>
        <w:br w:type="page"/>
      </w:r>
    </w:p>
    <w:p w14:paraId="0A6191E6" w14:textId="77777777" w:rsidR="00017471" w:rsidRPr="00962B46" w:rsidRDefault="00017471" w:rsidP="00017471"/>
    <w:tbl>
      <w:tblPr>
        <w:tblStyle w:val="Grigliatabella"/>
        <w:tblpPr w:topFromText="284" w:bottomFromText="284" w:horzAnchor="margin" w:tblpXSpec="center" w:tblpYSpec="bottom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017471" w:rsidRPr="002B550F" w14:paraId="0230A705" w14:textId="77777777" w:rsidTr="00243439">
        <w:tc>
          <w:tcPr>
            <w:tcW w:w="9356" w:type="dxa"/>
          </w:tcPr>
          <w:p w14:paraId="442608E9" w14:textId="77777777" w:rsidR="00017471" w:rsidRPr="002B550F" w:rsidRDefault="00017471" w:rsidP="00243439">
            <w:pPr>
              <w:pStyle w:val="FigTitolo"/>
            </w:pPr>
            <w:r w:rsidRPr="002B550F">
              <w:t xml:space="preserve">Tasso di variazione del </w:t>
            </w:r>
            <w:r>
              <w:t>p</w:t>
            </w:r>
            <w:r w:rsidRPr="002B550F">
              <w:t>rodotto interno lordo</w:t>
            </w:r>
            <w:r>
              <w:t xml:space="preserve">. Area dell’euro, alcuni paesi appartenenti </w:t>
            </w:r>
            <w:proofErr w:type="gramStart"/>
            <w:r>
              <w:t>e</w:t>
            </w:r>
            <w:proofErr w:type="gramEnd"/>
            <w:r>
              <w:t xml:space="preserve"> esterni all’area e all’Unione Europea.</w:t>
            </w:r>
          </w:p>
        </w:tc>
      </w:tr>
      <w:tr w:rsidR="00017471" w:rsidRPr="002B550F" w14:paraId="27D35438" w14:textId="77777777" w:rsidTr="00243439">
        <w:tc>
          <w:tcPr>
            <w:tcW w:w="9356" w:type="dxa"/>
          </w:tcPr>
          <w:p w14:paraId="1F840C29" w14:textId="5EE77700" w:rsidR="00017471" w:rsidRPr="00674C12" w:rsidRDefault="0036493F" w:rsidP="00243439">
            <w:pPr>
              <w:pStyle w:val="Figure"/>
            </w:pPr>
            <w:r>
              <w:rPr>
                <w:noProof/>
              </w:rPr>
              <w:drawing>
                <wp:inline distT="0" distB="0" distL="0" distR="0" wp14:anchorId="70CD1882" wp14:editId="70D26E67">
                  <wp:extent cx="5904000" cy="1980000"/>
                  <wp:effectExtent l="0" t="0" r="0" b="0"/>
                  <wp:docPr id="2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017471" w:rsidRPr="00F5691D" w14:paraId="0C8C124C" w14:textId="77777777" w:rsidTr="00243439">
        <w:tc>
          <w:tcPr>
            <w:tcW w:w="9356" w:type="dxa"/>
          </w:tcPr>
          <w:p w14:paraId="7152B238" w14:textId="4A6EB81F" w:rsidR="00017471" w:rsidRPr="00570902" w:rsidRDefault="00017471" w:rsidP="00243439">
            <w:pPr>
              <w:pStyle w:val="TabNoteSuperiori"/>
              <w:rPr>
                <w:lang w:val="en-GB"/>
              </w:rPr>
            </w:pPr>
            <w:r w:rsidRPr="00BC2A0C">
              <w:rPr>
                <w:lang w:val="en-GB"/>
              </w:rPr>
              <w:t>IMF, World Economic Outl</w:t>
            </w:r>
            <w:r>
              <w:rPr>
                <w:lang w:val="en-GB"/>
              </w:rPr>
              <w:t xml:space="preserve">ook, </w:t>
            </w:r>
            <w:r>
              <w:rPr>
                <w:color w:val="FF0000"/>
                <w:lang w:val="en-GB"/>
              </w:rPr>
              <w:t>6</w:t>
            </w:r>
            <w:r w:rsidRPr="000B5C69">
              <w:rPr>
                <w:color w:val="FF0000"/>
                <w:lang w:val="en-GB"/>
              </w:rPr>
              <w:t xml:space="preserve"> </w:t>
            </w:r>
            <w:proofErr w:type="spellStart"/>
            <w:r w:rsidR="007E5C6E">
              <w:rPr>
                <w:color w:val="FF0000"/>
                <w:lang w:val="en-GB"/>
              </w:rPr>
              <w:t>apr</w:t>
            </w:r>
            <w:r>
              <w:rPr>
                <w:color w:val="FF0000"/>
                <w:lang w:val="en-GB"/>
              </w:rPr>
              <w:t>i</w:t>
            </w:r>
            <w:r w:rsidR="007E5C6E">
              <w:rPr>
                <w:color w:val="FF0000"/>
                <w:lang w:val="en-GB"/>
              </w:rPr>
              <w:t>le</w:t>
            </w:r>
            <w:proofErr w:type="spellEnd"/>
            <w:r>
              <w:rPr>
                <w:color w:val="FF0000"/>
                <w:lang w:val="en-GB"/>
              </w:rPr>
              <w:t xml:space="preserve"> </w:t>
            </w:r>
            <w:r w:rsidRPr="000B5C69">
              <w:rPr>
                <w:color w:val="FF0000"/>
                <w:lang w:val="en-US"/>
              </w:rPr>
              <w:t>20</w:t>
            </w:r>
            <w:r>
              <w:rPr>
                <w:color w:val="FF0000"/>
                <w:lang w:val="en-US"/>
              </w:rPr>
              <w:t>21</w:t>
            </w:r>
          </w:p>
        </w:tc>
      </w:tr>
    </w:tbl>
    <w:p w14:paraId="5C26D1F6" w14:textId="77777777" w:rsidR="00017471" w:rsidRDefault="00017471" w:rsidP="00017471">
      <w:r>
        <w:t>ancora</w:t>
      </w:r>
    </w:p>
    <w:p w14:paraId="5851A70D" w14:textId="77777777" w:rsidR="00017471" w:rsidRPr="00E40A1B" w:rsidRDefault="00017471" w:rsidP="00017471"/>
    <w:p w14:paraId="4F829203" w14:textId="77777777" w:rsidR="00017471" w:rsidRPr="00E40A1B" w:rsidRDefault="00017471" w:rsidP="00017471">
      <w:pPr>
        <w:spacing w:line="240" w:lineRule="auto"/>
        <w:ind w:firstLine="0"/>
        <w:jc w:val="left"/>
      </w:pPr>
      <w:r w:rsidRPr="00E40A1B">
        <w:br w:type="page"/>
      </w:r>
    </w:p>
    <w:p w14:paraId="11CC253D" w14:textId="77777777" w:rsidR="00F81CE8" w:rsidRDefault="00CF2079" w:rsidP="00F81CE8">
      <w:pPr>
        <w:pStyle w:val="Titolo2"/>
      </w:pPr>
      <w:r>
        <w:lastRenderedPageBreak/>
        <w:t>X</w:t>
      </w:r>
      <w:r w:rsidR="00F81CE8">
        <w:t>.2.</w:t>
      </w:r>
      <w:r w:rsidR="00F81CE8">
        <w:tab/>
      </w:r>
      <w:r w:rsidR="00F81CE8" w:rsidRPr="00F81CE8">
        <w:t xml:space="preserve">Il quadro </w:t>
      </w:r>
      <w:r w:rsidR="006C2562">
        <w:t>nazionale.</w:t>
      </w:r>
      <w:bookmarkEnd w:id="5"/>
      <w:bookmarkEnd w:id="6"/>
    </w:p>
    <w:p w14:paraId="5FBD4B8E" w14:textId="77777777" w:rsidR="002958B5" w:rsidRDefault="002958B5" w:rsidP="002958B5"/>
    <w:tbl>
      <w:tblPr>
        <w:tblpPr w:topFromText="284" w:bottomFromText="284" w:horzAnchor="margin" w:tblpXSpec="center" w:tblpYSpec="bottom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6917BC" w14:paraId="37E609A1" w14:textId="77777777" w:rsidTr="004B6004">
        <w:tc>
          <w:tcPr>
            <w:tcW w:w="9356" w:type="dxa"/>
          </w:tcPr>
          <w:p w14:paraId="19D267D5" w14:textId="77777777" w:rsidR="006917BC" w:rsidRDefault="006917BC" w:rsidP="004B6004">
            <w:pPr>
              <w:pStyle w:val="FigTitolo"/>
            </w:pPr>
            <w:bookmarkStart w:id="7" w:name="_Hlk69982721"/>
            <w:r>
              <w:t>Prodotto interno lordo, valori concatenati (anno di riferimento 2015), dati destagionalizzati e corretti.</w:t>
            </w:r>
            <w:r>
              <w:br/>
              <w:t>Numero indice (2015=100) e tasso di variazione sul trimestre precedente.</w:t>
            </w:r>
          </w:p>
        </w:tc>
      </w:tr>
      <w:tr w:rsidR="006917BC" w:rsidRPr="00064064" w14:paraId="654ABB26" w14:textId="77777777" w:rsidTr="004B6004">
        <w:tblPrEx>
          <w:tblCellMar>
            <w:left w:w="70" w:type="dxa"/>
            <w:right w:w="70" w:type="dxa"/>
          </w:tblCellMar>
        </w:tblPrEx>
        <w:tc>
          <w:tcPr>
            <w:tcW w:w="9356" w:type="dxa"/>
          </w:tcPr>
          <w:p w14:paraId="0F0C489F" w14:textId="1B5DD543" w:rsidR="006917BC" w:rsidRPr="00064064" w:rsidRDefault="00B40CC5" w:rsidP="004B6004">
            <w:pPr>
              <w:pStyle w:val="Figure"/>
            </w:pPr>
            <w:r w:rsidRPr="00134897">
              <w:rPr>
                <w:noProof/>
              </w:rPr>
              <w:drawing>
                <wp:inline distT="0" distB="0" distL="0" distR="0" wp14:anchorId="79CB19CB" wp14:editId="7FA97242">
                  <wp:extent cx="5480050" cy="1987550"/>
                  <wp:effectExtent l="0" t="0" r="0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0050" cy="198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7BC" w14:paraId="6E16F162" w14:textId="77777777" w:rsidTr="004B6004">
        <w:tc>
          <w:tcPr>
            <w:tcW w:w="9356" w:type="dxa"/>
          </w:tcPr>
          <w:p w14:paraId="7EFA9444" w14:textId="77777777" w:rsidR="006917BC" w:rsidRDefault="006917BC" w:rsidP="004B6004">
            <w:pPr>
              <w:pStyle w:val="TabNoteSuperiori"/>
            </w:pPr>
            <w:r>
              <w:t>Fonte Istat</w:t>
            </w:r>
          </w:p>
        </w:tc>
      </w:tr>
    </w:tbl>
    <w:bookmarkEnd w:id="7"/>
    <w:p w14:paraId="7D1117FA" w14:textId="77777777" w:rsidR="002958B5" w:rsidRPr="00E0114B" w:rsidRDefault="002958B5" w:rsidP="002958B5">
      <w:pPr>
        <w:rPr>
          <w:color w:val="FF0000"/>
        </w:rPr>
      </w:pPr>
      <w:r w:rsidRPr="00E0114B">
        <w:rPr>
          <w:color w:val="FF0000"/>
        </w:rPr>
        <w:t xml:space="preserve">Ancora </w:t>
      </w:r>
      <w:r>
        <w:rPr>
          <w:color w:val="FF0000"/>
        </w:rPr>
        <w:t>grafico</w:t>
      </w:r>
    </w:p>
    <w:p w14:paraId="13D1D46C" w14:textId="77777777" w:rsidR="002958B5" w:rsidRDefault="002958B5" w:rsidP="002958B5"/>
    <w:p w14:paraId="73CEFDC9" w14:textId="77777777" w:rsidR="002958B5" w:rsidRDefault="002958B5" w:rsidP="002958B5">
      <w:r>
        <w:br w:type="page"/>
      </w:r>
    </w:p>
    <w:p w14:paraId="66EAFDF4" w14:textId="77777777" w:rsidR="00E0114B" w:rsidRDefault="00E0114B" w:rsidP="003D7D2C"/>
    <w:p w14:paraId="6DB6F60F" w14:textId="77777777" w:rsidR="00250494" w:rsidRDefault="00250494" w:rsidP="00250494"/>
    <w:p w14:paraId="7BAC2590" w14:textId="77777777" w:rsidR="00A13F9E" w:rsidRDefault="00A13F9E" w:rsidP="00A13F9E"/>
    <w:tbl>
      <w:tblPr>
        <w:tblpPr w:topFromText="284" w:bottomFromText="284" w:horzAnchor="margin" w:tblpXSpec="center" w:tblpYSpec="bottom"/>
        <w:tblOverlap w:val="never"/>
        <w:tblW w:w="0" w:type="auto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361"/>
        <w:gridCol w:w="340"/>
        <w:gridCol w:w="1361"/>
        <w:gridCol w:w="340"/>
        <w:gridCol w:w="1361"/>
        <w:gridCol w:w="340"/>
        <w:gridCol w:w="1361"/>
        <w:gridCol w:w="340"/>
      </w:tblGrid>
      <w:tr w:rsidR="00F5691D" w:rsidRPr="00EA6B59" w14:paraId="2A040A61" w14:textId="77777777" w:rsidTr="001539D1">
        <w:trPr>
          <w:cantSplit/>
        </w:trPr>
        <w:tc>
          <w:tcPr>
            <w:tcW w:w="9356" w:type="dxa"/>
            <w:gridSpan w:val="9"/>
            <w:tcBorders>
              <w:bottom w:val="single" w:sz="6" w:space="0" w:color="800000"/>
            </w:tcBorders>
          </w:tcPr>
          <w:p w14:paraId="79115C04" w14:textId="77777777" w:rsidR="00F5691D" w:rsidRPr="00EA6B59" w:rsidRDefault="00F5691D" w:rsidP="001539D1">
            <w:pPr>
              <w:pStyle w:val="TabTitolo"/>
            </w:pPr>
            <w:bookmarkStart w:id="8" w:name="_Hlk69982735"/>
            <w:r>
              <w:t>L'economia italiana. Consuntivo e previsioni effettuate negli ultimi mesi, variazioni percentuali annue a prezzi costanti salvo diversa indicazione.</w:t>
            </w:r>
          </w:p>
        </w:tc>
      </w:tr>
      <w:tr w:rsidR="00F5691D" w:rsidRPr="00D76DB6" w14:paraId="7D16E552" w14:textId="77777777" w:rsidTr="001539D1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top w:val="single" w:sz="6" w:space="0" w:color="800000"/>
            </w:tcBorders>
          </w:tcPr>
          <w:p w14:paraId="780EE7B4" w14:textId="77777777" w:rsidR="00F5691D" w:rsidRPr="00EA6B59" w:rsidRDefault="00F5691D" w:rsidP="001539D1">
            <w:pPr>
              <w:pStyle w:val="TabIntestaSup"/>
            </w:pPr>
          </w:p>
        </w:tc>
        <w:tc>
          <w:tcPr>
            <w:tcW w:w="1701" w:type="dxa"/>
            <w:gridSpan w:val="2"/>
            <w:tcBorders>
              <w:top w:val="single" w:sz="6" w:space="0" w:color="800000"/>
            </w:tcBorders>
            <w:vAlign w:val="bottom"/>
          </w:tcPr>
          <w:p w14:paraId="6EDBD4A1" w14:textId="77777777" w:rsidR="00F5691D" w:rsidRPr="00D76DB6" w:rsidRDefault="00F5691D" w:rsidP="001539D1">
            <w:pPr>
              <w:pStyle w:val="TabIntestaSup"/>
            </w:pPr>
            <w:r w:rsidRPr="00D76DB6">
              <w:t>Consuntivo</w:t>
            </w:r>
          </w:p>
        </w:tc>
        <w:tc>
          <w:tcPr>
            <w:tcW w:w="5103" w:type="dxa"/>
            <w:gridSpan w:val="6"/>
            <w:tcBorders>
              <w:top w:val="single" w:sz="6" w:space="0" w:color="800000"/>
            </w:tcBorders>
            <w:vAlign w:val="bottom"/>
          </w:tcPr>
          <w:p w14:paraId="02792897" w14:textId="77777777" w:rsidR="00F5691D" w:rsidRPr="00D76DB6" w:rsidRDefault="00F5691D" w:rsidP="001539D1">
            <w:pPr>
              <w:pStyle w:val="TabIntestaSupBordo"/>
            </w:pPr>
            <w:r w:rsidRPr="00D76DB6">
              <w:t xml:space="preserve">Previsioni </w:t>
            </w:r>
            <w:r w:rsidRPr="00D76DB6">
              <w:fldChar w:fldCharType="begin"/>
            </w:r>
            <w:r w:rsidRPr="00D76DB6">
              <w:instrText xml:space="preserve"> DATE  \@ "yyyy"  \* MERGEFORMAT </w:instrText>
            </w:r>
            <w:r w:rsidRPr="00D76DB6">
              <w:fldChar w:fldCharType="separate"/>
            </w:r>
            <w:r>
              <w:rPr>
                <w:noProof/>
              </w:rPr>
              <w:t>2021</w:t>
            </w:r>
            <w:r w:rsidRPr="00D76DB6">
              <w:fldChar w:fldCharType="end"/>
            </w:r>
          </w:p>
        </w:tc>
      </w:tr>
      <w:tr w:rsidR="00F5691D" w:rsidRPr="008914D7" w14:paraId="58C61CEF" w14:textId="77777777" w:rsidTr="001539D1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</w:tcPr>
          <w:p w14:paraId="72686B08" w14:textId="77777777" w:rsidR="00F5691D" w:rsidRPr="00EA6B59" w:rsidRDefault="00F5691D" w:rsidP="001539D1">
            <w:pPr>
              <w:pStyle w:val="TabIntestaSup"/>
            </w:pPr>
          </w:p>
        </w:tc>
        <w:tc>
          <w:tcPr>
            <w:tcW w:w="1701" w:type="dxa"/>
            <w:gridSpan w:val="2"/>
            <w:vAlign w:val="bottom"/>
          </w:tcPr>
          <w:p w14:paraId="2ADF0692" w14:textId="77777777" w:rsidR="00F5691D" w:rsidRPr="00B406CF" w:rsidRDefault="00F5691D" w:rsidP="001539D1">
            <w:pPr>
              <w:pStyle w:val="TabIntestaSup"/>
            </w:pPr>
            <w:r w:rsidRPr="00B406CF">
              <w:t>2020</w:t>
            </w:r>
          </w:p>
        </w:tc>
        <w:tc>
          <w:tcPr>
            <w:tcW w:w="1701" w:type="dxa"/>
            <w:gridSpan w:val="2"/>
            <w:vAlign w:val="bottom"/>
          </w:tcPr>
          <w:p w14:paraId="490BE1D6" w14:textId="77777777" w:rsidR="00F5691D" w:rsidRPr="00D76DB6" w:rsidRDefault="00F5691D" w:rsidP="001539D1">
            <w:pPr>
              <w:pStyle w:val="TabIntestaSup"/>
            </w:pPr>
            <w:r>
              <w:t>Banca d’Italia</w:t>
            </w:r>
          </w:p>
        </w:tc>
        <w:tc>
          <w:tcPr>
            <w:tcW w:w="1701" w:type="dxa"/>
            <w:gridSpan w:val="2"/>
            <w:vAlign w:val="bottom"/>
          </w:tcPr>
          <w:p w14:paraId="67E39D91" w14:textId="77777777" w:rsidR="00F5691D" w:rsidRPr="008914D7" w:rsidRDefault="00F5691D" w:rsidP="001539D1">
            <w:pPr>
              <w:pStyle w:val="TabIntestaSup"/>
            </w:pPr>
            <w:r w:rsidRPr="008914D7">
              <w:t>Prometeia</w:t>
            </w:r>
          </w:p>
        </w:tc>
        <w:tc>
          <w:tcPr>
            <w:tcW w:w="1701" w:type="dxa"/>
            <w:gridSpan w:val="2"/>
            <w:vAlign w:val="bottom"/>
          </w:tcPr>
          <w:p w14:paraId="2220A0D0" w14:textId="77777777" w:rsidR="00F5691D" w:rsidRPr="008914D7" w:rsidRDefault="00F5691D" w:rsidP="001539D1">
            <w:pPr>
              <w:pStyle w:val="TabIntestaSup"/>
            </w:pPr>
            <w:r w:rsidRPr="00D76DB6">
              <w:t>Fmi</w:t>
            </w:r>
          </w:p>
        </w:tc>
      </w:tr>
      <w:tr w:rsidR="00F5691D" w:rsidRPr="008914D7" w14:paraId="03EA8DEE" w14:textId="77777777" w:rsidTr="001539D1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2552" w:type="dxa"/>
            <w:tcBorders>
              <w:bottom w:val="single" w:sz="6" w:space="0" w:color="800000"/>
            </w:tcBorders>
          </w:tcPr>
          <w:p w14:paraId="4350E0B4" w14:textId="77777777" w:rsidR="00F5691D" w:rsidRDefault="00F5691D" w:rsidP="001539D1">
            <w:pPr>
              <w:pStyle w:val="TabIntestaInf"/>
            </w:pPr>
          </w:p>
        </w:tc>
        <w:tc>
          <w:tcPr>
            <w:tcW w:w="1701" w:type="dxa"/>
            <w:gridSpan w:val="2"/>
            <w:tcBorders>
              <w:bottom w:val="single" w:sz="6" w:space="0" w:color="800000"/>
            </w:tcBorders>
            <w:shd w:val="clear" w:color="auto" w:fill="auto"/>
            <w:vAlign w:val="bottom"/>
          </w:tcPr>
          <w:p w14:paraId="10C9381A" w14:textId="77777777" w:rsidR="00F5691D" w:rsidRPr="00B406CF" w:rsidRDefault="00F5691D" w:rsidP="001539D1">
            <w:pPr>
              <w:pStyle w:val="TabIntestaInf"/>
            </w:pPr>
            <w:r w:rsidRPr="00B406CF">
              <w:t>Istat</w:t>
            </w:r>
          </w:p>
        </w:tc>
        <w:tc>
          <w:tcPr>
            <w:tcW w:w="1701" w:type="dxa"/>
            <w:gridSpan w:val="2"/>
            <w:tcBorders>
              <w:bottom w:val="single" w:sz="6" w:space="0" w:color="800000"/>
            </w:tcBorders>
            <w:vAlign w:val="bottom"/>
          </w:tcPr>
          <w:p w14:paraId="127A07B4" w14:textId="77777777" w:rsidR="00F5691D" w:rsidRPr="00D76DB6" w:rsidRDefault="00F5691D" w:rsidP="001539D1">
            <w:pPr>
              <w:pStyle w:val="TabIntestaInf"/>
            </w:pPr>
            <w:r>
              <w:t>gen-21</w:t>
            </w:r>
          </w:p>
        </w:tc>
        <w:tc>
          <w:tcPr>
            <w:tcW w:w="1701" w:type="dxa"/>
            <w:gridSpan w:val="2"/>
            <w:tcBorders>
              <w:bottom w:val="single" w:sz="6" w:space="0" w:color="800000"/>
            </w:tcBorders>
            <w:vAlign w:val="bottom"/>
          </w:tcPr>
          <w:p w14:paraId="6E863817" w14:textId="77777777" w:rsidR="00F5691D" w:rsidRPr="008914D7" w:rsidRDefault="00F5691D" w:rsidP="001539D1">
            <w:pPr>
              <w:pStyle w:val="TabIntestaInf"/>
            </w:pPr>
            <w:r>
              <w:t>mar</w:t>
            </w:r>
            <w:r w:rsidRPr="008914D7">
              <w:t>-</w:t>
            </w:r>
            <w:r>
              <w:t>21 [1]</w:t>
            </w:r>
          </w:p>
        </w:tc>
        <w:tc>
          <w:tcPr>
            <w:tcW w:w="1701" w:type="dxa"/>
            <w:gridSpan w:val="2"/>
            <w:tcBorders>
              <w:bottom w:val="single" w:sz="6" w:space="0" w:color="800000"/>
            </w:tcBorders>
            <w:vAlign w:val="bottom"/>
          </w:tcPr>
          <w:p w14:paraId="2E22B0EF" w14:textId="77777777" w:rsidR="00F5691D" w:rsidRPr="008914D7" w:rsidRDefault="00F5691D" w:rsidP="001539D1">
            <w:pPr>
              <w:pStyle w:val="TabIntestaInf"/>
            </w:pPr>
            <w:r>
              <w:t>apr-21</w:t>
            </w:r>
          </w:p>
        </w:tc>
      </w:tr>
      <w:tr w:rsidR="00F5691D" w:rsidRPr="00602F8E" w14:paraId="43E9406D" w14:textId="77777777" w:rsidTr="001539D1">
        <w:tblPrEx>
          <w:tblBorders>
            <w:bottom w:val="none" w:sz="0" w:space="0" w:color="auto"/>
          </w:tblBorders>
        </w:tblPrEx>
        <w:trPr>
          <w:cantSplit/>
          <w:trHeight w:hRule="exact" w:val="113"/>
        </w:trPr>
        <w:tc>
          <w:tcPr>
            <w:tcW w:w="2552" w:type="dxa"/>
            <w:tcBorders>
              <w:top w:val="single" w:sz="6" w:space="0" w:color="800000"/>
            </w:tcBorders>
          </w:tcPr>
          <w:p w14:paraId="5853936A" w14:textId="77777777" w:rsidR="00F5691D" w:rsidRDefault="00F5691D" w:rsidP="001539D1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361" w:type="dxa"/>
            <w:tcBorders>
              <w:top w:val="single" w:sz="6" w:space="0" w:color="800000"/>
            </w:tcBorders>
          </w:tcPr>
          <w:p w14:paraId="194B2CF1" w14:textId="77777777" w:rsidR="00F5691D" w:rsidRPr="00602F8E" w:rsidRDefault="00F5691D" w:rsidP="001539D1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7407CE73" w14:textId="77777777" w:rsidR="00F5691D" w:rsidRPr="00602F8E" w:rsidRDefault="00F5691D" w:rsidP="001539D1">
            <w:pPr>
              <w:pStyle w:val="TabNumeri"/>
            </w:pPr>
          </w:p>
        </w:tc>
        <w:tc>
          <w:tcPr>
            <w:tcW w:w="1361" w:type="dxa"/>
            <w:tcBorders>
              <w:top w:val="single" w:sz="6" w:space="0" w:color="800000"/>
            </w:tcBorders>
          </w:tcPr>
          <w:p w14:paraId="6A87F4C1" w14:textId="77777777" w:rsidR="00F5691D" w:rsidRPr="00602F8E" w:rsidRDefault="00F5691D" w:rsidP="001539D1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7CC58E5D" w14:textId="77777777" w:rsidR="00F5691D" w:rsidRPr="00602F8E" w:rsidRDefault="00F5691D" w:rsidP="001539D1">
            <w:pPr>
              <w:pStyle w:val="TabNumeri"/>
            </w:pPr>
          </w:p>
        </w:tc>
        <w:tc>
          <w:tcPr>
            <w:tcW w:w="1361" w:type="dxa"/>
            <w:tcBorders>
              <w:top w:val="single" w:sz="6" w:space="0" w:color="800000"/>
            </w:tcBorders>
          </w:tcPr>
          <w:p w14:paraId="41F38876" w14:textId="77777777" w:rsidR="00F5691D" w:rsidRPr="00602F8E" w:rsidRDefault="00F5691D" w:rsidP="001539D1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36C6E851" w14:textId="77777777" w:rsidR="00F5691D" w:rsidRPr="00602F8E" w:rsidRDefault="00F5691D" w:rsidP="001539D1">
            <w:pPr>
              <w:pStyle w:val="TabNumeri"/>
            </w:pPr>
          </w:p>
        </w:tc>
        <w:tc>
          <w:tcPr>
            <w:tcW w:w="1361" w:type="dxa"/>
            <w:tcBorders>
              <w:top w:val="single" w:sz="6" w:space="0" w:color="800000"/>
            </w:tcBorders>
          </w:tcPr>
          <w:p w14:paraId="07CB2FEA" w14:textId="77777777" w:rsidR="00F5691D" w:rsidRPr="00602F8E" w:rsidRDefault="00F5691D" w:rsidP="001539D1">
            <w:pPr>
              <w:pStyle w:val="TabNumeri"/>
            </w:pPr>
          </w:p>
        </w:tc>
        <w:tc>
          <w:tcPr>
            <w:tcW w:w="340" w:type="dxa"/>
            <w:tcBorders>
              <w:top w:val="single" w:sz="6" w:space="0" w:color="800000"/>
            </w:tcBorders>
          </w:tcPr>
          <w:p w14:paraId="18F9D83C" w14:textId="77777777" w:rsidR="00F5691D" w:rsidRPr="00602F8E" w:rsidRDefault="00F5691D" w:rsidP="001539D1">
            <w:pPr>
              <w:pStyle w:val="TabNumeri"/>
            </w:pPr>
          </w:p>
        </w:tc>
      </w:tr>
      <w:tr w:rsidR="00F5691D" w:rsidRPr="00D32E0A" w14:paraId="65FD1971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66596C23" w14:textId="77777777" w:rsidR="00F5691D" w:rsidRPr="00233F5C" w:rsidRDefault="00F5691D" w:rsidP="001539D1">
            <w:pPr>
              <w:pStyle w:val="TabEtichette"/>
            </w:pPr>
            <w:r w:rsidRPr="00233F5C">
              <w:t>Prodotto interno lordo</w:t>
            </w:r>
          </w:p>
        </w:tc>
        <w:tc>
          <w:tcPr>
            <w:tcW w:w="1361" w:type="dxa"/>
          </w:tcPr>
          <w:p w14:paraId="0F96730E" w14:textId="77777777" w:rsidR="00F5691D" w:rsidRPr="007373C3" w:rsidRDefault="00F5691D" w:rsidP="001539D1">
            <w:pPr>
              <w:pStyle w:val="TabNumeri"/>
            </w:pPr>
            <w:r w:rsidRPr="000121CC">
              <w:t>-8,9</w:t>
            </w:r>
          </w:p>
        </w:tc>
        <w:tc>
          <w:tcPr>
            <w:tcW w:w="340" w:type="dxa"/>
          </w:tcPr>
          <w:p w14:paraId="19C888A0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3D2E1FDE" w14:textId="77777777" w:rsidR="00F5691D" w:rsidRPr="00811B57" w:rsidRDefault="00F5691D" w:rsidP="001539D1">
            <w:pPr>
              <w:pStyle w:val="TabNumeri"/>
            </w:pPr>
            <w:r w:rsidRPr="000A5A2B">
              <w:t>3,5</w:t>
            </w:r>
          </w:p>
        </w:tc>
        <w:tc>
          <w:tcPr>
            <w:tcW w:w="340" w:type="dxa"/>
          </w:tcPr>
          <w:p w14:paraId="2D8954E7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088ADFD0" w14:textId="77777777" w:rsidR="00F5691D" w:rsidRPr="00A319C0" w:rsidRDefault="00F5691D" w:rsidP="001539D1">
            <w:pPr>
              <w:pStyle w:val="TabNumeri"/>
            </w:pPr>
            <w:r w:rsidRPr="001C3BCB">
              <w:t>4,7</w:t>
            </w:r>
          </w:p>
        </w:tc>
        <w:tc>
          <w:tcPr>
            <w:tcW w:w="340" w:type="dxa"/>
          </w:tcPr>
          <w:p w14:paraId="52B8E363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19F828FB" w14:textId="77777777" w:rsidR="00F5691D" w:rsidRPr="00D32E0A" w:rsidRDefault="00F5691D" w:rsidP="001539D1">
            <w:pPr>
              <w:pStyle w:val="TabNumeri"/>
            </w:pPr>
            <w:r w:rsidRPr="00F44C85">
              <w:t>4,2</w:t>
            </w:r>
          </w:p>
        </w:tc>
        <w:tc>
          <w:tcPr>
            <w:tcW w:w="340" w:type="dxa"/>
          </w:tcPr>
          <w:p w14:paraId="6048DAC1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66AB1404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39C60381" w14:textId="77777777" w:rsidR="00F5691D" w:rsidRPr="00233F5C" w:rsidRDefault="00F5691D" w:rsidP="001539D1">
            <w:pPr>
              <w:pStyle w:val="TabEtichette"/>
            </w:pPr>
            <w:r w:rsidRPr="00233F5C">
              <w:t>Importazioni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7C814493" w14:textId="77777777" w:rsidR="00F5691D" w:rsidRPr="00083085" w:rsidRDefault="00F5691D" w:rsidP="001539D1">
            <w:pPr>
              <w:pStyle w:val="TabNumeri"/>
            </w:pPr>
            <w:r w:rsidRPr="000121CC">
              <w:t>-13,1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630BE02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16F5F6EB" w14:textId="77777777" w:rsidR="00F5691D" w:rsidRPr="00811B57" w:rsidRDefault="00F5691D" w:rsidP="001539D1">
            <w:pPr>
              <w:pStyle w:val="TabNumeri"/>
            </w:pPr>
            <w:r w:rsidRPr="000A5A2B">
              <w:t>9,0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50E64F1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44436E02" w14:textId="77777777" w:rsidR="00F5691D" w:rsidRPr="00A319C0" w:rsidRDefault="00F5691D" w:rsidP="001539D1">
            <w:pPr>
              <w:pStyle w:val="TabNumeri"/>
            </w:pPr>
            <w:r w:rsidRPr="001C3BCB">
              <w:t>13,1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9E01153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54058BBF" w14:textId="77777777" w:rsidR="00F5691D" w:rsidRPr="00D32E0A" w:rsidRDefault="00F5691D" w:rsidP="001539D1">
            <w:pPr>
              <w:pStyle w:val="TabNumeri"/>
            </w:pPr>
            <w:r w:rsidRPr="00F44C85">
              <w:t>9,0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3CEFC1F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70A0E912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4C2BC6E0" w14:textId="77777777" w:rsidR="00F5691D" w:rsidRPr="00233F5C" w:rsidRDefault="00F5691D" w:rsidP="001539D1">
            <w:pPr>
              <w:pStyle w:val="TabEtichette"/>
            </w:pPr>
            <w:r w:rsidRPr="00233F5C">
              <w:t>Esportazioni</w:t>
            </w:r>
          </w:p>
        </w:tc>
        <w:tc>
          <w:tcPr>
            <w:tcW w:w="1361" w:type="dxa"/>
          </w:tcPr>
          <w:p w14:paraId="46796F05" w14:textId="77777777" w:rsidR="00F5691D" w:rsidRPr="00083085" w:rsidRDefault="00F5691D" w:rsidP="001539D1">
            <w:pPr>
              <w:pStyle w:val="TabNumeri"/>
            </w:pPr>
            <w:r w:rsidRPr="000121CC">
              <w:t>-14,5</w:t>
            </w:r>
          </w:p>
        </w:tc>
        <w:tc>
          <w:tcPr>
            <w:tcW w:w="340" w:type="dxa"/>
          </w:tcPr>
          <w:p w14:paraId="3BA4DF05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3F0C923E" w14:textId="77777777" w:rsidR="00F5691D" w:rsidRPr="00811B57" w:rsidRDefault="00F5691D" w:rsidP="001539D1">
            <w:pPr>
              <w:pStyle w:val="TabNumeri"/>
            </w:pPr>
            <w:r w:rsidRPr="000A5A2B">
              <w:t>9,8</w:t>
            </w:r>
          </w:p>
        </w:tc>
        <w:tc>
          <w:tcPr>
            <w:tcW w:w="340" w:type="dxa"/>
          </w:tcPr>
          <w:p w14:paraId="60531CAE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6F8015FA" w14:textId="77777777" w:rsidR="00F5691D" w:rsidRPr="00A319C0" w:rsidRDefault="00F5691D" w:rsidP="001539D1">
            <w:pPr>
              <w:pStyle w:val="TabNumeri"/>
            </w:pPr>
            <w:r w:rsidRPr="001C3BCB">
              <w:t>10,5</w:t>
            </w:r>
          </w:p>
        </w:tc>
        <w:tc>
          <w:tcPr>
            <w:tcW w:w="340" w:type="dxa"/>
          </w:tcPr>
          <w:p w14:paraId="1FD7FEB3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3C52DBA4" w14:textId="77777777" w:rsidR="00F5691D" w:rsidRPr="00D32E0A" w:rsidRDefault="00F5691D" w:rsidP="001539D1">
            <w:pPr>
              <w:pStyle w:val="TabNumeri"/>
            </w:pPr>
            <w:r w:rsidRPr="00F44C85">
              <w:t>9,6</w:t>
            </w:r>
          </w:p>
        </w:tc>
        <w:tc>
          <w:tcPr>
            <w:tcW w:w="340" w:type="dxa"/>
          </w:tcPr>
          <w:p w14:paraId="51C0E869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0D5DCBB4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681A4B14" w14:textId="77777777" w:rsidR="00F5691D" w:rsidRPr="00233F5C" w:rsidRDefault="00F5691D" w:rsidP="001539D1">
            <w:pPr>
              <w:pStyle w:val="TabEtichette"/>
            </w:pPr>
            <w:r w:rsidRPr="00233F5C">
              <w:t>Domanda interna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53BF1BB3" w14:textId="77777777" w:rsidR="00F5691D" w:rsidRPr="00083085" w:rsidRDefault="00F5691D" w:rsidP="001539D1">
            <w:pPr>
              <w:pStyle w:val="TabNumeri"/>
            </w:pPr>
            <w:r w:rsidRPr="000121CC">
              <w:t>-8,4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5968F45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5C0343D3" w14:textId="77777777" w:rsidR="00F5691D" w:rsidRPr="00811B57" w:rsidRDefault="00F5691D" w:rsidP="001539D1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044DD5DD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39123B74" w14:textId="77777777" w:rsidR="00F5691D" w:rsidRPr="00A319C0" w:rsidRDefault="00F5691D" w:rsidP="001539D1">
            <w:pPr>
              <w:pStyle w:val="TabNumeri"/>
            </w:pPr>
            <w:r w:rsidRPr="001C3BCB">
              <w:t>5,3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B7FA583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3AFD5A4C" w14:textId="77777777" w:rsidR="00F5691D" w:rsidRPr="00D32E0A" w:rsidRDefault="00F5691D" w:rsidP="001539D1">
            <w:pPr>
              <w:pStyle w:val="TabNumeri"/>
            </w:pPr>
            <w:r w:rsidRPr="00F44C85">
              <w:t>3,8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247DE8EF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0D68141C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625C78AD" w14:textId="77777777" w:rsidR="00F5691D" w:rsidRPr="00233F5C" w:rsidRDefault="00F5691D" w:rsidP="001539D1">
            <w:pPr>
              <w:pStyle w:val="TabEtichette"/>
            </w:pPr>
            <w:r w:rsidRPr="00233F5C">
              <w:t xml:space="preserve">Consumi </w:t>
            </w:r>
            <w:r>
              <w:t xml:space="preserve">delle </w:t>
            </w:r>
            <w:r w:rsidRPr="00233F5C">
              <w:t>famiglie</w:t>
            </w:r>
          </w:p>
        </w:tc>
        <w:tc>
          <w:tcPr>
            <w:tcW w:w="1361" w:type="dxa"/>
          </w:tcPr>
          <w:p w14:paraId="108E7F35" w14:textId="77777777" w:rsidR="00F5691D" w:rsidRPr="00083085" w:rsidRDefault="00F5691D" w:rsidP="001539D1">
            <w:pPr>
              <w:pStyle w:val="TabNumeri"/>
            </w:pPr>
            <w:r w:rsidRPr="000121CC">
              <w:t>-10,7</w:t>
            </w:r>
          </w:p>
        </w:tc>
        <w:tc>
          <w:tcPr>
            <w:tcW w:w="340" w:type="dxa"/>
          </w:tcPr>
          <w:p w14:paraId="45B2DF7B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7A34599B" w14:textId="77777777" w:rsidR="00F5691D" w:rsidRPr="00811B57" w:rsidRDefault="00F5691D" w:rsidP="001539D1">
            <w:pPr>
              <w:pStyle w:val="TabNumeri"/>
            </w:pPr>
            <w:r w:rsidRPr="000A5A2B">
              <w:t>3,2</w:t>
            </w:r>
          </w:p>
        </w:tc>
        <w:tc>
          <w:tcPr>
            <w:tcW w:w="340" w:type="dxa"/>
          </w:tcPr>
          <w:p w14:paraId="455E8D0A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57558AAE" w14:textId="77777777" w:rsidR="00F5691D" w:rsidRPr="00A319C0" w:rsidRDefault="00F5691D" w:rsidP="001539D1">
            <w:pPr>
              <w:pStyle w:val="TabNumeri"/>
            </w:pPr>
            <w:r w:rsidRPr="001C3BCB">
              <w:t>4,0</w:t>
            </w:r>
          </w:p>
        </w:tc>
        <w:tc>
          <w:tcPr>
            <w:tcW w:w="340" w:type="dxa"/>
          </w:tcPr>
          <w:p w14:paraId="07B60B15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6DD3DE3F" w14:textId="77777777" w:rsidR="00F5691D" w:rsidRPr="00D32E0A" w:rsidRDefault="00F5691D" w:rsidP="001539D1">
            <w:pPr>
              <w:pStyle w:val="TabNumeri"/>
            </w:pPr>
            <w:r w:rsidRPr="00F44C85">
              <w:t>4,5</w:t>
            </w:r>
          </w:p>
        </w:tc>
        <w:tc>
          <w:tcPr>
            <w:tcW w:w="340" w:type="dxa"/>
          </w:tcPr>
          <w:p w14:paraId="74020ADF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2BBF9419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6CD83CD4" w14:textId="77777777" w:rsidR="00F5691D" w:rsidRPr="00233F5C" w:rsidRDefault="00F5691D" w:rsidP="001539D1">
            <w:pPr>
              <w:pStyle w:val="TabEtichette"/>
            </w:pPr>
            <w:r w:rsidRPr="00233F5C">
              <w:t>Consumi collettivi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3EA275DF" w14:textId="77777777" w:rsidR="00F5691D" w:rsidRPr="00083085" w:rsidRDefault="00F5691D" w:rsidP="001539D1">
            <w:pPr>
              <w:pStyle w:val="TabNumeri"/>
            </w:pPr>
            <w:r w:rsidRPr="000121CC">
              <w:t>1,6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990B25E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3F17AF7E" w14:textId="77777777" w:rsidR="00F5691D" w:rsidRPr="00811B57" w:rsidRDefault="00F5691D" w:rsidP="001539D1">
            <w:pPr>
              <w:pStyle w:val="TabNumeri"/>
            </w:pPr>
            <w:r w:rsidRPr="000A5A2B">
              <w:t>-0,9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AB44B9E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41C5B3E1" w14:textId="77777777" w:rsidR="00F5691D" w:rsidRPr="00A319C0" w:rsidRDefault="00F5691D" w:rsidP="001539D1">
            <w:pPr>
              <w:pStyle w:val="TabNumeri"/>
            </w:pPr>
            <w:r w:rsidRPr="001C3BCB">
              <w:t>3,8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5892A384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0C97E48F" w14:textId="77777777" w:rsidR="00F5691D" w:rsidRPr="00D32E0A" w:rsidRDefault="00F5691D" w:rsidP="001539D1">
            <w:pPr>
              <w:pStyle w:val="TabNumeri"/>
            </w:pPr>
            <w:r w:rsidRPr="00F44C85">
              <w:t>2,0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3A28011D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CC1FAE" w14:paraId="09F0209A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6FA13F66" w14:textId="77777777" w:rsidR="00F5691D" w:rsidRPr="00233F5C" w:rsidRDefault="00F5691D" w:rsidP="001539D1">
            <w:pPr>
              <w:pStyle w:val="TabEtichette"/>
            </w:pPr>
            <w:r w:rsidRPr="00233F5C">
              <w:t>Investimenti fissi lordi</w:t>
            </w:r>
          </w:p>
        </w:tc>
        <w:tc>
          <w:tcPr>
            <w:tcW w:w="1361" w:type="dxa"/>
          </w:tcPr>
          <w:p w14:paraId="180A0E5D" w14:textId="77777777" w:rsidR="00F5691D" w:rsidRPr="00083085" w:rsidRDefault="00F5691D" w:rsidP="001539D1">
            <w:pPr>
              <w:pStyle w:val="TabNumeri"/>
            </w:pPr>
            <w:r w:rsidRPr="000121CC">
              <w:t>-9,2</w:t>
            </w:r>
          </w:p>
        </w:tc>
        <w:tc>
          <w:tcPr>
            <w:tcW w:w="340" w:type="dxa"/>
          </w:tcPr>
          <w:p w14:paraId="54D5C540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27FCFC52" w14:textId="77777777" w:rsidR="00F5691D" w:rsidRPr="00811B57" w:rsidRDefault="00F5691D" w:rsidP="001539D1">
            <w:pPr>
              <w:pStyle w:val="TabNumeri"/>
            </w:pPr>
            <w:r w:rsidRPr="000A5A2B">
              <w:t>10,1</w:t>
            </w:r>
          </w:p>
        </w:tc>
        <w:tc>
          <w:tcPr>
            <w:tcW w:w="340" w:type="dxa"/>
          </w:tcPr>
          <w:p w14:paraId="2F68A7FD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5D01525A" w14:textId="77777777" w:rsidR="00F5691D" w:rsidRPr="00A319C0" w:rsidRDefault="00F5691D" w:rsidP="001539D1">
            <w:pPr>
              <w:pStyle w:val="TabNumeri"/>
            </w:pPr>
            <w:r w:rsidRPr="001C3BCB">
              <w:t>12,2</w:t>
            </w:r>
          </w:p>
        </w:tc>
        <w:tc>
          <w:tcPr>
            <w:tcW w:w="340" w:type="dxa"/>
          </w:tcPr>
          <w:p w14:paraId="16C11E70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09B97D11" w14:textId="77777777" w:rsidR="00F5691D" w:rsidRPr="00D32E0A" w:rsidRDefault="00F5691D" w:rsidP="001539D1">
            <w:pPr>
              <w:pStyle w:val="TabNumeri"/>
            </w:pPr>
            <w:r w:rsidRPr="00F44C85">
              <w:t>5,4</w:t>
            </w:r>
          </w:p>
        </w:tc>
        <w:tc>
          <w:tcPr>
            <w:tcW w:w="340" w:type="dxa"/>
          </w:tcPr>
          <w:p w14:paraId="2BFFA881" w14:textId="77777777" w:rsidR="00F5691D" w:rsidRPr="00CC1FAE" w:rsidRDefault="00F5691D" w:rsidP="001539D1">
            <w:pPr>
              <w:pStyle w:val="TabNumeri"/>
            </w:pPr>
          </w:p>
        </w:tc>
      </w:tr>
      <w:tr w:rsidR="00F5691D" w:rsidRPr="00D32E0A" w14:paraId="756965FF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5C1F6F36" w14:textId="77777777" w:rsidR="00F5691D" w:rsidRPr="00233F5C" w:rsidRDefault="00F5691D" w:rsidP="001539D1">
            <w:pPr>
              <w:pStyle w:val="TabEtichette"/>
            </w:pPr>
            <w:r w:rsidRPr="00233F5C">
              <w:t xml:space="preserve">- </w:t>
            </w:r>
            <w:proofErr w:type="spellStart"/>
            <w:r w:rsidRPr="00233F5C">
              <w:t>mac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attr</w:t>
            </w:r>
            <w:proofErr w:type="spellEnd"/>
            <w:r w:rsidRPr="00233F5C">
              <w:t xml:space="preserve">. </w:t>
            </w:r>
            <w:proofErr w:type="spellStart"/>
            <w:r w:rsidRPr="00233F5C">
              <w:t>mez</w:t>
            </w:r>
            <w:proofErr w:type="spellEnd"/>
            <w:r>
              <w:t>.</w:t>
            </w:r>
            <w:r w:rsidRPr="00233F5C">
              <w:t xml:space="preserve"> </w:t>
            </w:r>
            <w:proofErr w:type="spellStart"/>
            <w:r w:rsidRPr="00233F5C">
              <w:t>trasp</w:t>
            </w:r>
            <w:proofErr w:type="spellEnd"/>
            <w:r w:rsidRPr="00233F5C">
              <w:t>.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3CFA5E75" w14:textId="77777777" w:rsidR="00F5691D" w:rsidRPr="00083085" w:rsidRDefault="00F5691D" w:rsidP="001539D1">
            <w:pPr>
              <w:pStyle w:val="TabNumeri"/>
            </w:pPr>
            <w:r w:rsidRPr="000121CC">
              <w:t>-11,3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C06814C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509B35CC" w14:textId="77777777" w:rsidR="00F5691D" w:rsidRPr="00811B57" w:rsidRDefault="00F5691D" w:rsidP="001539D1">
            <w:pPr>
              <w:pStyle w:val="TabNumeri"/>
            </w:pPr>
            <w:r w:rsidRPr="000A5A2B">
              <w:t>8,6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D6BB03E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57553242" w14:textId="77777777" w:rsidR="00F5691D" w:rsidRPr="00A319C0" w:rsidRDefault="00F5691D" w:rsidP="001539D1">
            <w:pPr>
              <w:pStyle w:val="TabNumeri"/>
            </w:pPr>
            <w:r w:rsidRPr="001C3BCB">
              <w:t>11,7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7A75F201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19D1FD03" w14:textId="77777777" w:rsidR="00F5691D" w:rsidRPr="00D32E0A" w:rsidRDefault="00F5691D" w:rsidP="001539D1">
            <w:pPr>
              <w:pStyle w:val="TabNumeri"/>
            </w:pPr>
            <w:proofErr w:type="spellStart"/>
            <w:r w:rsidRPr="00F44C85"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27E41E41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3C29BA81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677AE54A" w14:textId="77777777" w:rsidR="00F5691D" w:rsidRPr="00233F5C" w:rsidRDefault="00F5691D" w:rsidP="001539D1">
            <w:pPr>
              <w:pStyle w:val="TabEtichette"/>
            </w:pPr>
            <w:r w:rsidRPr="00233F5C">
              <w:t>- costruzioni</w:t>
            </w:r>
          </w:p>
        </w:tc>
        <w:tc>
          <w:tcPr>
            <w:tcW w:w="1361" w:type="dxa"/>
          </w:tcPr>
          <w:p w14:paraId="70BB393F" w14:textId="77777777" w:rsidR="00F5691D" w:rsidRPr="00083085" w:rsidRDefault="00F5691D" w:rsidP="001539D1">
            <w:pPr>
              <w:pStyle w:val="TabNumeri"/>
            </w:pPr>
            <w:r w:rsidRPr="000121CC">
              <w:t>-6,6</w:t>
            </w:r>
          </w:p>
        </w:tc>
        <w:tc>
          <w:tcPr>
            <w:tcW w:w="340" w:type="dxa"/>
          </w:tcPr>
          <w:p w14:paraId="59901F45" w14:textId="77777777" w:rsidR="00F5691D" w:rsidRPr="00B136E3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090C7DCD" w14:textId="77777777" w:rsidR="00F5691D" w:rsidRPr="00811B57" w:rsidRDefault="00F5691D" w:rsidP="001539D1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14:paraId="3F42CBE2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00946F9A" w14:textId="77777777" w:rsidR="00F5691D" w:rsidRPr="00A319C0" w:rsidRDefault="00F5691D" w:rsidP="001539D1">
            <w:pPr>
              <w:pStyle w:val="TabNumeri"/>
            </w:pPr>
            <w:r w:rsidRPr="001C3BCB">
              <w:t>12,8</w:t>
            </w:r>
          </w:p>
        </w:tc>
        <w:tc>
          <w:tcPr>
            <w:tcW w:w="340" w:type="dxa"/>
          </w:tcPr>
          <w:p w14:paraId="598A19E5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221053D1" w14:textId="77777777" w:rsidR="00F5691D" w:rsidRPr="00D32E0A" w:rsidRDefault="00F5691D" w:rsidP="001539D1">
            <w:pPr>
              <w:pStyle w:val="TabNumeri"/>
            </w:pPr>
            <w:proofErr w:type="spellStart"/>
            <w:r w:rsidRPr="00F44C85">
              <w:t>n.d.</w:t>
            </w:r>
            <w:proofErr w:type="spellEnd"/>
          </w:p>
        </w:tc>
        <w:tc>
          <w:tcPr>
            <w:tcW w:w="340" w:type="dxa"/>
          </w:tcPr>
          <w:p w14:paraId="676C2DE6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05ADAB13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27E4BA8F" w14:textId="77777777" w:rsidR="00F5691D" w:rsidRPr="00233F5C" w:rsidRDefault="00F5691D" w:rsidP="001539D1">
            <w:pPr>
              <w:pStyle w:val="TabEtichette"/>
            </w:pPr>
            <w:r>
              <w:t>Occupazione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0CD5D5AC" w14:textId="77777777" w:rsidR="00F5691D" w:rsidRPr="00083085" w:rsidRDefault="00F5691D" w:rsidP="001539D1">
            <w:pPr>
              <w:pStyle w:val="TabNumeri"/>
            </w:pPr>
            <w:r>
              <w:t>-2,0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272D32C" w14:textId="77777777" w:rsidR="00F5691D" w:rsidRPr="008A2BE0" w:rsidRDefault="00F5691D" w:rsidP="001539D1">
            <w:pPr>
              <w:pStyle w:val="TabNumeri"/>
            </w:pPr>
            <w:r>
              <w:t>[2]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0A1BEE7E" w14:textId="77777777" w:rsidR="00F5691D" w:rsidRPr="00811B57" w:rsidRDefault="00F5691D" w:rsidP="001539D1">
            <w:pPr>
              <w:pStyle w:val="TabNumeri"/>
            </w:pPr>
            <w:r w:rsidRPr="000A5A2B">
              <w:t>-0,9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C991165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473D3450" w14:textId="77777777" w:rsidR="00F5691D" w:rsidRPr="00A319C0" w:rsidRDefault="00F5691D" w:rsidP="001539D1">
            <w:pPr>
              <w:pStyle w:val="TabNumeri"/>
            </w:pPr>
            <w:r w:rsidRPr="001C3BCB">
              <w:t>5,5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120CA985" w14:textId="77777777" w:rsidR="00F5691D" w:rsidRPr="00A319C0" w:rsidRDefault="00F5691D" w:rsidP="001539D1">
            <w:pPr>
              <w:pStyle w:val="TabNumeri"/>
            </w:pPr>
            <w:r>
              <w:t>[3]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0AD01F99" w14:textId="77777777" w:rsidR="00F5691D" w:rsidRPr="00D32E0A" w:rsidRDefault="00F5691D" w:rsidP="001539D1">
            <w:pPr>
              <w:pStyle w:val="TabNumeri"/>
            </w:pPr>
            <w:r w:rsidRPr="00F44C85">
              <w:t>0,7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D58E09C" w14:textId="77777777" w:rsidR="00F5691D" w:rsidRPr="00D32E0A" w:rsidRDefault="00F5691D" w:rsidP="001539D1">
            <w:pPr>
              <w:pStyle w:val="TabNumeri"/>
            </w:pPr>
            <w:r w:rsidRPr="00F44C85">
              <w:t>[</w:t>
            </w:r>
            <w:r>
              <w:t>2</w:t>
            </w:r>
            <w:r w:rsidRPr="00F44C85">
              <w:t>]</w:t>
            </w:r>
          </w:p>
        </w:tc>
      </w:tr>
      <w:tr w:rsidR="00F5691D" w:rsidRPr="00D32E0A" w14:paraId="45D4D3CC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7288A8AE" w14:textId="77777777" w:rsidR="00F5691D" w:rsidRPr="00233F5C" w:rsidRDefault="00F5691D" w:rsidP="001539D1">
            <w:pPr>
              <w:pStyle w:val="TabEtichette"/>
            </w:pPr>
            <w:r w:rsidRPr="00233F5C">
              <w:t>Disoccupazione [</w:t>
            </w:r>
            <w:r>
              <w:t>a</w:t>
            </w:r>
            <w:r w:rsidRPr="00233F5C">
              <w:t>]</w:t>
            </w:r>
          </w:p>
        </w:tc>
        <w:tc>
          <w:tcPr>
            <w:tcW w:w="1361" w:type="dxa"/>
          </w:tcPr>
          <w:p w14:paraId="7FBBFE90" w14:textId="77777777" w:rsidR="00F5691D" w:rsidRPr="00D862EC" w:rsidRDefault="00F5691D" w:rsidP="001539D1">
            <w:pPr>
              <w:pStyle w:val="TabNumeri"/>
            </w:pPr>
            <w:r w:rsidRPr="000121CC">
              <w:t>9,1</w:t>
            </w:r>
          </w:p>
        </w:tc>
        <w:tc>
          <w:tcPr>
            <w:tcW w:w="340" w:type="dxa"/>
          </w:tcPr>
          <w:p w14:paraId="6A21D51E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2EF9D503" w14:textId="77777777" w:rsidR="00F5691D" w:rsidRPr="00811B57" w:rsidRDefault="00F5691D" w:rsidP="001539D1">
            <w:pPr>
              <w:pStyle w:val="TabNumeri"/>
            </w:pPr>
            <w:r w:rsidRPr="000A5A2B">
              <w:t>10,5</w:t>
            </w:r>
          </w:p>
        </w:tc>
        <w:tc>
          <w:tcPr>
            <w:tcW w:w="340" w:type="dxa"/>
          </w:tcPr>
          <w:p w14:paraId="416DAA42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27297B79" w14:textId="77777777" w:rsidR="00F5691D" w:rsidRPr="00A319C0" w:rsidRDefault="00F5691D" w:rsidP="001539D1">
            <w:pPr>
              <w:pStyle w:val="TabNumeri"/>
            </w:pPr>
            <w:r w:rsidRPr="001C3BCB">
              <w:t>10,7</w:t>
            </w:r>
          </w:p>
        </w:tc>
        <w:tc>
          <w:tcPr>
            <w:tcW w:w="340" w:type="dxa"/>
          </w:tcPr>
          <w:p w14:paraId="7D728E18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2EC23750" w14:textId="77777777" w:rsidR="00F5691D" w:rsidRPr="00D32E0A" w:rsidRDefault="00F5691D" w:rsidP="001539D1">
            <w:pPr>
              <w:pStyle w:val="TabNumeri"/>
            </w:pPr>
            <w:r w:rsidRPr="00F44C85">
              <w:t>10,3</w:t>
            </w:r>
          </w:p>
        </w:tc>
        <w:tc>
          <w:tcPr>
            <w:tcW w:w="340" w:type="dxa"/>
          </w:tcPr>
          <w:p w14:paraId="6BD0D6FF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764F1142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10CE06F7" w14:textId="77777777" w:rsidR="00F5691D" w:rsidRPr="00233F5C" w:rsidRDefault="00F5691D" w:rsidP="001539D1">
            <w:pPr>
              <w:pStyle w:val="TabEtichette"/>
            </w:pPr>
            <w:r w:rsidRPr="00233F5C">
              <w:t>Prezzi al consumo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4AEDDAA4" w14:textId="77777777" w:rsidR="00F5691D" w:rsidRPr="00D862EC" w:rsidRDefault="00F5691D" w:rsidP="001539D1">
            <w:pPr>
              <w:pStyle w:val="TabNumeri"/>
            </w:pPr>
            <w:r w:rsidRPr="000121CC">
              <w:t>-0,1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21E9A62A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1B9851E8" w14:textId="77777777" w:rsidR="00F5691D" w:rsidRPr="00811B57" w:rsidRDefault="00F5691D" w:rsidP="001539D1">
            <w:pPr>
              <w:pStyle w:val="TabNumeri"/>
            </w:pPr>
            <w:r w:rsidRPr="000A5A2B">
              <w:t>0,7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3D8AF10C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164E22F1" w14:textId="77777777" w:rsidR="00F5691D" w:rsidRPr="00A319C0" w:rsidRDefault="00F5691D" w:rsidP="001539D1">
            <w:pPr>
              <w:pStyle w:val="TabNumeri"/>
            </w:pPr>
            <w:r w:rsidRPr="001C3BCB">
              <w:t>1,3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4E9F3943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4D64A4A4" w14:textId="77777777" w:rsidR="00F5691D" w:rsidRPr="00D32E0A" w:rsidRDefault="00F5691D" w:rsidP="001539D1">
            <w:pPr>
              <w:pStyle w:val="TabNumeri"/>
            </w:pPr>
            <w:r w:rsidRPr="00F44C85">
              <w:t>0,8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290D1799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74B9776E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52561885" w14:textId="77777777" w:rsidR="00F5691D" w:rsidRPr="00233F5C" w:rsidRDefault="00F5691D" w:rsidP="001539D1">
            <w:pPr>
              <w:pStyle w:val="TabEtichette"/>
            </w:pPr>
            <w:r>
              <w:t xml:space="preserve">Saldo c. c. </w:t>
            </w:r>
            <w:proofErr w:type="spellStart"/>
            <w:r>
              <w:t>Bil</w:t>
            </w:r>
            <w:proofErr w:type="spellEnd"/>
            <w:r>
              <w:t xml:space="preserve"> </w:t>
            </w:r>
            <w:proofErr w:type="spellStart"/>
            <w:r>
              <w:t>Pag</w:t>
            </w:r>
            <w:proofErr w:type="spellEnd"/>
            <w:r>
              <w:t xml:space="preserve"> [b</w:t>
            </w:r>
            <w:r w:rsidRPr="00233F5C">
              <w:t>]</w:t>
            </w:r>
          </w:p>
        </w:tc>
        <w:tc>
          <w:tcPr>
            <w:tcW w:w="1361" w:type="dxa"/>
          </w:tcPr>
          <w:p w14:paraId="4BF796C9" w14:textId="77777777" w:rsidR="00F5691D" w:rsidRPr="00083085" w:rsidRDefault="00F5691D" w:rsidP="001539D1">
            <w:pPr>
              <w:pStyle w:val="TabNumeri"/>
            </w:pPr>
            <w:r w:rsidRPr="000121CC">
              <w:t>3,5</w:t>
            </w:r>
          </w:p>
        </w:tc>
        <w:tc>
          <w:tcPr>
            <w:tcW w:w="340" w:type="dxa"/>
          </w:tcPr>
          <w:p w14:paraId="74606925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31AE9F43" w14:textId="77777777" w:rsidR="00F5691D" w:rsidRPr="00811B57" w:rsidRDefault="00F5691D" w:rsidP="001539D1">
            <w:pPr>
              <w:pStyle w:val="TabNumeri"/>
            </w:pPr>
            <w:r w:rsidRPr="000A5A2B">
              <w:t>3,5</w:t>
            </w:r>
          </w:p>
        </w:tc>
        <w:tc>
          <w:tcPr>
            <w:tcW w:w="340" w:type="dxa"/>
          </w:tcPr>
          <w:p w14:paraId="132099B2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64B4F8A9" w14:textId="77777777" w:rsidR="00F5691D" w:rsidRPr="00A319C0" w:rsidRDefault="00F5691D" w:rsidP="001539D1">
            <w:pPr>
              <w:pStyle w:val="TabNumeri"/>
            </w:pPr>
            <w:r w:rsidRPr="001C3BCB">
              <w:t>2,1</w:t>
            </w:r>
          </w:p>
        </w:tc>
        <w:tc>
          <w:tcPr>
            <w:tcW w:w="340" w:type="dxa"/>
          </w:tcPr>
          <w:p w14:paraId="0DB451AD" w14:textId="77777777" w:rsidR="00F5691D" w:rsidRPr="00A319C0" w:rsidRDefault="00F5691D" w:rsidP="001539D1">
            <w:pPr>
              <w:pStyle w:val="TabNumeri"/>
            </w:pPr>
            <w:r w:rsidRPr="001C3BCB">
              <w:t>[</w:t>
            </w:r>
            <w:r>
              <w:t>4</w:t>
            </w:r>
            <w:r w:rsidRPr="001C3BCB">
              <w:t>]</w:t>
            </w:r>
          </w:p>
        </w:tc>
        <w:tc>
          <w:tcPr>
            <w:tcW w:w="1361" w:type="dxa"/>
          </w:tcPr>
          <w:p w14:paraId="59AE0B00" w14:textId="77777777" w:rsidR="00F5691D" w:rsidRPr="00D32E0A" w:rsidRDefault="00F5691D" w:rsidP="001539D1">
            <w:pPr>
              <w:pStyle w:val="TabNumeri"/>
            </w:pPr>
            <w:r w:rsidRPr="00F44C85">
              <w:t>3,5</w:t>
            </w:r>
          </w:p>
        </w:tc>
        <w:tc>
          <w:tcPr>
            <w:tcW w:w="340" w:type="dxa"/>
          </w:tcPr>
          <w:p w14:paraId="04E8DED6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6693811F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0A279FF0" w14:textId="77777777" w:rsidR="00F5691D" w:rsidRPr="00233F5C" w:rsidRDefault="00F5691D" w:rsidP="001539D1">
            <w:pPr>
              <w:pStyle w:val="TabEtichette"/>
            </w:pPr>
            <w:r w:rsidRPr="00233F5C">
              <w:t>Avanzo primario [</w:t>
            </w:r>
            <w:r>
              <w:t>b</w:t>
            </w:r>
            <w:r w:rsidRPr="00233F5C">
              <w:t>]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2D2F8019" w14:textId="77777777" w:rsidR="00F5691D" w:rsidRPr="00D862EC" w:rsidRDefault="00F5691D" w:rsidP="001539D1">
            <w:pPr>
              <w:pStyle w:val="TabNumeri"/>
            </w:pPr>
            <w:r w:rsidRPr="000121CC">
              <w:t>-6,0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1252049E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6F87EA73" w14:textId="77777777" w:rsidR="00F5691D" w:rsidRPr="00811B57" w:rsidRDefault="00F5691D" w:rsidP="001539D1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4C3A41CD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71FB3168" w14:textId="77777777" w:rsidR="00F5691D" w:rsidRPr="00A319C0" w:rsidRDefault="00F5691D" w:rsidP="001539D1">
            <w:pPr>
              <w:pStyle w:val="TabNumeri"/>
            </w:pPr>
            <w:r w:rsidRPr="001C3BCB">
              <w:t>-5,6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4CA35E1D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325E57C7" w14:textId="77777777" w:rsidR="00F5691D" w:rsidRPr="00D32E0A" w:rsidRDefault="00F5691D" w:rsidP="001539D1">
            <w:pPr>
              <w:pStyle w:val="TabNumeri"/>
            </w:pPr>
            <w:r w:rsidRPr="00F44C85">
              <w:t>-5,6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685A2D94" w14:textId="77777777" w:rsidR="00F5691D" w:rsidRPr="00D32E0A" w:rsidRDefault="00F5691D" w:rsidP="001539D1">
            <w:pPr>
              <w:pStyle w:val="TabNumeri"/>
            </w:pPr>
          </w:p>
        </w:tc>
      </w:tr>
      <w:tr w:rsidR="00F5691D" w:rsidRPr="00D32E0A" w14:paraId="3A44330F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</w:tcPr>
          <w:p w14:paraId="43CD73DA" w14:textId="77777777" w:rsidR="00F5691D" w:rsidRPr="00233F5C" w:rsidRDefault="00F5691D" w:rsidP="001539D1">
            <w:pPr>
              <w:pStyle w:val="TabEtichette"/>
            </w:pPr>
            <w:r w:rsidRPr="00233F5C">
              <w:t>Ind</w:t>
            </w:r>
            <w:r>
              <w:t>ebitamento A. P. [b</w:t>
            </w:r>
            <w:r w:rsidRPr="00233F5C">
              <w:t>]</w:t>
            </w:r>
          </w:p>
        </w:tc>
        <w:tc>
          <w:tcPr>
            <w:tcW w:w="1361" w:type="dxa"/>
          </w:tcPr>
          <w:p w14:paraId="3BE25A1F" w14:textId="77777777" w:rsidR="00F5691D" w:rsidRPr="00D862EC" w:rsidRDefault="00F5691D" w:rsidP="001539D1">
            <w:pPr>
              <w:pStyle w:val="TabNumeri"/>
            </w:pPr>
            <w:r w:rsidRPr="000121CC">
              <w:t>9,5</w:t>
            </w:r>
          </w:p>
        </w:tc>
        <w:tc>
          <w:tcPr>
            <w:tcW w:w="340" w:type="dxa"/>
          </w:tcPr>
          <w:p w14:paraId="75A82EA0" w14:textId="77777777" w:rsidR="00F5691D" w:rsidRPr="004936D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5011A862" w14:textId="77777777" w:rsidR="00F5691D" w:rsidRPr="00811B57" w:rsidRDefault="00F5691D" w:rsidP="001539D1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</w:tcPr>
          <w:p w14:paraId="5075A5F8" w14:textId="77777777" w:rsidR="00F5691D" w:rsidRPr="00811B57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4C6D0A49" w14:textId="77777777" w:rsidR="00F5691D" w:rsidRPr="00A319C0" w:rsidRDefault="00F5691D" w:rsidP="001539D1">
            <w:pPr>
              <w:pStyle w:val="TabNumeri"/>
            </w:pPr>
            <w:r w:rsidRPr="001C3BCB">
              <w:t>8,8</w:t>
            </w:r>
          </w:p>
        </w:tc>
        <w:tc>
          <w:tcPr>
            <w:tcW w:w="340" w:type="dxa"/>
          </w:tcPr>
          <w:p w14:paraId="0E3081A4" w14:textId="77777777" w:rsidR="00F5691D" w:rsidRPr="00A319C0" w:rsidRDefault="00F5691D" w:rsidP="001539D1">
            <w:pPr>
              <w:pStyle w:val="TabNumeri"/>
            </w:pPr>
          </w:p>
        </w:tc>
        <w:tc>
          <w:tcPr>
            <w:tcW w:w="1361" w:type="dxa"/>
          </w:tcPr>
          <w:p w14:paraId="75EA325D" w14:textId="77777777" w:rsidR="00F5691D" w:rsidRPr="00D32E0A" w:rsidRDefault="00F5691D" w:rsidP="001539D1">
            <w:pPr>
              <w:pStyle w:val="TabNumeri"/>
            </w:pPr>
            <w:r w:rsidRPr="00F44C85">
              <w:t>8,8</w:t>
            </w:r>
          </w:p>
        </w:tc>
        <w:tc>
          <w:tcPr>
            <w:tcW w:w="340" w:type="dxa"/>
          </w:tcPr>
          <w:p w14:paraId="349B060F" w14:textId="77777777" w:rsidR="00F5691D" w:rsidRPr="00D32E0A" w:rsidRDefault="00F5691D" w:rsidP="001539D1">
            <w:pPr>
              <w:pStyle w:val="TabNumeri"/>
            </w:pPr>
          </w:p>
        </w:tc>
      </w:tr>
      <w:tr w:rsidR="00F5691D" w14:paraId="7417E687" w14:textId="77777777" w:rsidTr="001539D1">
        <w:tblPrEx>
          <w:tblBorders>
            <w:bottom w:val="none" w:sz="0" w:space="0" w:color="auto"/>
          </w:tblBorders>
        </w:tblPrEx>
        <w:trPr>
          <w:cantSplit/>
          <w:trHeight w:val="255"/>
        </w:trPr>
        <w:tc>
          <w:tcPr>
            <w:tcW w:w="2552" w:type="dxa"/>
            <w:shd w:val="clear" w:color="auto" w:fill="EAF1DD" w:themeFill="accent3" w:themeFillTint="33"/>
          </w:tcPr>
          <w:p w14:paraId="65679678" w14:textId="77777777" w:rsidR="00F5691D" w:rsidRDefault="00F5691D" w:rsidP="001539D1">
            <w:pPr>
              <w:pStyle w:val="TabEtichette"/>
            </w:pPr>
            <w:r>
              <w:t>Debito A. Pubblica [b</w:t>
            </w:r>
            <w:r w:rsidRPr="00233F5C">
              <w:t>]</w:t>
            </w:r>
          </w:p>
        </w:tc>
        <w:tc>
          <w:tcPr>
            <w:tcW w:w="1361" w:type="dxa"/>
            <w:shd w:val="clear" w:color="auto" w:fill="EAF1DD" w:themeFill="accent3" w:themeFillTint="33"/>
          </w:tcPr>
          <w:p w14:paraId="5204797F" w14:textId="77777777" w:rsidR="00F5691D" w:rsidRDefault="00F5691D" w:rsidP="001539D1">
            <w:pPr>
              <w:pStyle w:val="TabNumeri"/>
            </w:pPr>
            <w:r w:rsidRPr="000121CC">
              <w:t>155,6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10B5D94D" w14:textId="77777777" w:rsidR="00F5691D" w:rsidRPr="008A2BE0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2B5E227C" w14:textId="77777777" w:rsidR="00F5691D" w:rsidRPr="00811B57" w:rsidRDefault="00F5691D" w:rsidP="001539D1">
            <w:pPr>
              <w:pStyle w:val="TabNumeri"/>
            </w:pPr>
            <w:proofErr w:type="spellStart"/>
            <w:r>
              <w:t>n.d.</w:t>
            </w:r>
            <w:proofErr w:type="spellEnd"/>
          </w:p>
        </w:tc>
        <w:tc>
          <w:tcPr>
            <w:tcW w:w="340" w:type="dxa"/>
            <w:shd w:val="clear" w:color="auto" w:fill="EAF1DD" w:themeFill="accent3" w:themeFillTint="33"/>
          </w:tcPr>
          <w:p w14:paraId="555DBBC6" w14:textId="77777777" w:rsidR="00F5691D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07F974C6" w14:textId="77777777" w:rsidR="00F5691D" w:rsidRPr="00A319C0" w:rsidRDefault="00F5691D" w:rsidP="001539D1">
            <w:pPr>
              <w:pStyle w:val="TabNumeri"/>
            </w:pPr>
            <w:r w:rsidRPr="001C3BCB">
              <w:t>155,9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08017B3E" w14:textId="77777777" w:rsidR="00F5691D" w:rsidRDefault="00F5691D" w:rsidP="001539D1">
            <w:pPr>
              <w:pStyle w:val="TabNumeri"/>
            </w:pPr>
          </w:p>
        </w:tc>
        <w:tc>
          <w:tcPr>
            <w:tcW w:w="1361" w:type="dxa"/>
            <w:shd w:val="clear" w:color="auto" w:fill="EAF1DD" w:themeFill="accent3" w:themeFillTint="33"/>
          </w:tcPr>
          <w:p w14:paraId="3BE1AC8D" w14:textId="77777777" w:rsidR="00F5691D" w:rsidRPr="00D32E0A" w:rsidRDefault="00F5691D" w:rsidP="001539D1">
            <w:pPr>
              <w:pStyle w:val="TabNumeri"/>
            </w:pPr>
            <w:r w:rsidRPr="00F44C85">
              <w:t>157,1</w:t>
            </w:r>
          </w:p>
        </w:tc>
        <w:tc>
          <w:tcPr>
            <w:tcW w:w="340" w:type="dxa"/>
            <w:shd w:val="clear" w:color="auto" w:fill="EAF1DD" w:themeFill="accent3" w:themeFillTint="33"/>
          </w:tcPr>
          <w:p w14:paraId="5BA56B72" w14:textId="77777777" w:rsidR="00F5691D" w:rsidRDefault="00F5691D" w:rsidP="001539D1">
            <w:pPr>
              <w:pStyle w:val="TabNumeri"/>
            </w:pPr>
          </w:p>
        </w:tc>
      </w:tr>
      <w:tr w:rsidR="00F5691D" w:rsidRPr="00D76DB6" w14:paraId="6BF54C4E" w14:textId="77777777" w:rsidTr="001539D1">
        <w:tblPrEx>
          <w:tblBorders>
            <w:bottom w:val="none" w:sz="0" w:space="0" w:color="auto"/>
          </w:tblBorders>
        </w:tblPrEx>
        <w:trPr>
          <w:cantSplit/>
        </w:trPr>
        <w:tc>
          <w:tcPr>
            <w:tcW w:w="9356" w:type="dxa"/>
            <w:gridSpan w:val="9"/>
            <w:tcBorders>
              <w:top w:val="single" w:sz="4" w:space="0" w:color="A50021"/>
            </w:tcBorders>
          </w:tcPr>
          <w:p w14:paraId="53F3BB62" w14:textId="77777777" w:rsidR="00F5691D" w:rsidRPr="00836F7C" w:rsidRDefault="00F5691D" w:rsidP="001539D1">
            <w:pPr>
              <w:pStyle w:val="TabNoteSuperiori"/>
            </w:pPr>
            <w:r>
              <w:t>a</w:t>
            </w:r>
            <w:r w:rsidRPr="00D76DB6">
              <w:t>] Tasso percentuale. [</w:t>
            </w:r>
            <w:r>
              <w:t>b</w:t>
            </w:r>
            <w:r w:rsidRPr="00D76DB6">
              <w:t xml:space="preserve">] Percentuale sul Pil. </w:t>
            </w:r>
            <w:r w:rsidRPr="000125CF">
              <w:t>[1] Variazioni del PIL e delle sue componenti stimate su dati trimestrali destagionalizzati e corretti per il numero di giornate.</w:t>
            </w:r>
            <w:r>
              <w:t xml:space="preserve"> </w:t>
            </w:r>
            <w:r w:rsidRPr="00D76DB6">
              <w:t>[</w:t>
            </w:r>
            <w:r>
              <w:t>2</w:t>
            </w:r>
            <w:r w:rsidRPr="00D76DB6">
              <w:t xml:space="preserve">] </w:t>
            </w:r>
            <w:r>
              <w:t xml:space="preserve">Persone. [3] </w:t>
            </w:r>
            <w:r w:rsidRPr="00D76DB6">
              <w:t xml:space="preserve">Unità di lavoro standard. </w:t>
            </w:r>
            <w:r>
              <w:t>[4</w:t>
            </w:r>
            <w:r w:rsidRPr="00D76DB6">
              <w:t xml:space="preserve">] </w:t>
            </w:r>
            <w:r w:rsidRPr="00836F7C">
              <w:t xml:space="preserve">Bilancia commerciale (in % del Pil). </w:t>
            </w:r>
          </w:p>
          <w:p w14:paraId="48687FA2" w14:textId="77777777" w:rsidR="00F5691D" w:rsidRPr="00D76DB6" w:rsidRDefault="00F5691D" w:rsidP="001539D1">
            <w:pPr>
              <w:pStyle w:val="TabNoteInferiori"/>
            </w:pPr>
            <w:r w:rsidRPr="00836F7C">
              <w:t xml:space="preserve">Fonte Istat, Pil e indebitamento AP, Prezzi al consumo, Occupati e disoccupati; Fmi, World </w:t>
            </w:r>
            <w:proofErr w:type="spellStart"/>
            <w:r w:rsidRPr="00836F7C">
              <w:t>Economic</w:t>
            </w:r>
            <w:proofErr w:type="spellEnd"/>
            <w:r w:rsidRPr="00836F7C">
              <w:t xml:space="preserve"> Outlook; Banca d’Italia, Bollettino economico; Prometeia, Rapporto di Previsione.</w:t>
            </w:r>
          </w:p>
        </w:tc>
      </w:tr>
    </w:tbl>
    <w:bookmarkEnd w:id="8"/>
    <w:p w14:paraId="5999B831" w14:textId="77777777" w:rsidR="00D37A56" w:rsidRDefault="008741B6" w:rsidP="00D37A56">
      <w:r>
        <w:t>Ancora</w:t>
      </w:r>
      <w:r w:rsidR="00CE2787">
        <w:t xml:space="preserve"> tabella</w:t>
      </w:r>
    </w:p>
    <w:p w14:paraId="793C2583" w14:textId="77777777" w:rsidR="00992B5F" w:rsidRDefault="00992B5F" w:rsidP="003D7D2C"/>
    <w:p w14:paraId="1377FA25" w14:textId="77777777" w:rsidR="00981333" w:rsidRDefault="00981333" w:rsidP="00981333">
      <w:pPr>
        <w:pStyle w:val="FigTitolo"/>
      </w:pPr>
      <w:r>
        <w:br w:type="page"/>
      </w:r>
    </w:p>
    <w:p w14:paraId="7CC4121D" w14:textId="77777777" w:rsidR="00F858D8" w:rsidRDefault="00CF2079" w:rsidP="00F858D8">
      <w:pPr>
        <w:pStyle w:val="Titolo2"/>
      </w:pPr>
      <w:bookmarkStart w:id="9" w:name="_Toc448399722"/>
      <w:bookmarkStart w:id="10" w:name="_Toc509407741"/>
      <w:r>
        <w:lastRenderedPageBreak/>
        <w:t>X</w:t>
      </w:r>
      <w:r w:rsidR="00F858D8">
        <w:t>.3.</w:t>
      </w:r>
      <w:r w:rsidR="00F858D8">
        <w:tab/>
      </w:r>
      <w:bookmarkStart w:id="11" w:name="OLE_LINK1"/>
      <w:r w:rsidR="00F858D8">
        <w:t>Il quadro regionale</w:t>
      </w:r>
      <w:bookmarkEnd w:id="9"/>
      <w:bookmarkEnd w:id="10"/>
      <w:bookmarkEnd w:id="11"/>
    </w:p>
    <w:p w14:paraId="08F7D6FA" w14:textId="77777777" w:rsidR="000A6AC8" w:rsidRDefault="000A6AC8" w:rsidP="000A6AC8"/>
    <w:p w14:paraId="26FEF2CA" w14:textId="77777777" w:rsidR="00DF0CEB" w:rsidRDefault="00DF0CEB" w:rsidP="00DF0CEB"/>
    <w:p w14:paraId="1DB4EB2E" w14:textId="77777777" w:rsidR="00DF0CEB" w:rsidRDefault="00DF0CEB" w:rsidP="00DF0CEB">
      <w:r>
        <w:t xml:space="preserve">Inserire qui foglio </w:t>
      </w:r>
      <w:proofErr w:type="spellStart"/>
      <w:r>
        <w:t>excel</w:t>
      </w:r>
      <w:proofErr w:type="spellEnd"/>
      <w:r>
        <w:t xml:space="preserve"> poi creare file tabella</w:t>
      </w:r>
    </w:p>
    <w:p w14:paraId="40AEF53D" w14:textId="77777777" w:rsidR="00DF0CEB" w:rsidRDefault="00DF0CEB" w:rsidP="00DF0CEB">
      <w:r>
        <w:t>O inserisci oggetto | crea da file</w:t>
      </w:r>
    </w:p>
    <w:p w14:paraId="1303017A" w14:textId="77777777" w:rsidR="00DF0CEB" w:rsidRPr="00492D25" w:rsidRDefault="00DF0CEB" w:rsidP="00DF0CEB">
      <w:pPr>
        <w:rPr>
          <w:color w:val="0070C0"/>
        </w:rPr>
      </w:pPr>
      <w:r>
        <w:rPr>
          <w:color w:val="0070C0"/>
        </w:rPr>
        <w:t xml:space="preserve">Tabella </w:t>
      </w:r>
      <w:r w:rsidRPr="00492D25">
        <w:rPr>
          <w:color w:val="0070C0"/>
        </w:rPr>
        <w:t>incor</w:t>
      </w:r>
      <w:r>
        <w:rPr>
          <w:color w:val="0070C0"/>
        </w:rPr>
        <w:t>porata</w:t>
      </w:r>
      <w:r w:rsidRPr="00492D25">
        <w:rPr>
          <w:color w:val="0070C0"/>
        </w:rPr>
        <w:t xml:space="preserve"> in word auto aggiornante </w:t>
      </w:r>
      <w:r w:rsidRPr="009145AF">
        <w:t>trae i dati dal</w:t>
      </w:r>
      <w:r>
        <w:rPr>
          <w:color w:val="0070C0"/>
        </w:rPr>
        <w:t xml:space="preserve"> </w:t>
      </w:r>
      <w:r>
        <w:t xml:space="preserve">File </w:t>
      </w:r>
      <w:r w:rsidRPr="00E3332C">
        <w:rPr>
          <w:color w:val="0070C0"/>
        </w:rPr>
        <w:t>se</w:t>
      </w:r>
      <w:r>
        <w:rPr>
          <w:color w:val="0070C0"/>
        </w:rPr>
        <w:t>l</w:t>
      </w:r>
      <w:r w:rsidRPr="00E3332C">
        <w:rPr>
          <w:color w:val="0070C0"/>
        </w:rPr>
        <w:t>.xlsx</w:t>
      </w:r>
      <w:r>
        <w:t xml:space="preserve"> fogli </w:t>
      </w:r>
      <w:proofErr w:type="spellStart"/>
      <w:proofErr w:type="gramStart"/>
      <w:r>
        <w:rPr>
          <w:color w:val="0070C0"/>
        </w:rPr>
        <w:t>erdbgf</w:t>
      </w:r>
      <w:proofErr w:type="spellEnd"/>
      <w:r>
        <w:t xml:space="preserve">  </w:t>
      </w:r>
      <w:proofErr w:type="spellStart"/>
      <w:r>
        <w:rPr>
          <w:color w:val="0070C0"/>
        </w:rPr>
        <w:t>itdbgf</w:t>
      </w:r>
      <w:proofErr w:type="spellEnd"/>
      <w:proofErr w:type="gramEnd"/>
      <w:r>
        <w:t xml:space="preserve"> </w:t>
      </w:r>
    </w:p>
    <w:p w14:paraId="755C5067" w14:textId="77777777" w:rsidR="00DF0CEB" w:rsidRDefault="00DF0CEB" w:rsidP="00DF0CEB"/>
    <w:p w14:paraId="71856A43" w14:textId="77777777" w:rsidR="00DF0CEB" w:rsidRDefault="00DF0CEB" w:rsidP="00DF0CEB"/>
    <w:p w14:paraId="264A8D71" w14:textId="77777777" w:rsidR="00DF0CEB" w:rsidRDefault="00DF0CEB" w:rsidP="00DF0CEB"/>
    <w:bookmarkStart w:id="12" w:name="_MON_1486567669"/>
    <w:bookmarkEnd w:id="12"/>
    <w:p w14:paraId="152100B2" w14:textId="26172002" w:rsidR="00DF0CEB" w:rsidRDefault="00C2766D" w:rsidP="00DF0CEB">
      <w:r>
        <w:object w:dxaOrig="8452" w:dyaOrig="5528" w14:anchorId="3CFE8F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0pt;height:276.6pt" o:ole="">
            <v:imagedata r:id="rId10" o:title=""/>
          </v:shape>
          <o:OLEObject Type="Embed" ProgID="Excel.Sheet.12" ShapeID="_x0000_i1025" DrawAspect="Content" ObjectID="_1680595636" r:id="rId11"/>
        </w:object>
      </w:r>
    </w:p>
    <w:p w14:paraId="2E245B92" w14:textId="77777777" w:rsidR="00DF0CEB" w:rsidRDefault="00DF0CEB" w:rsidP="00DF0CEB"/>
    <w:p w14:paraId="43D9BEA4" w14:textId="77777777" w:rsidR="00DF0CEB" w:rsidRDefault="00DF0CEB" w:rsidP="000A6AC8"/>
    <w:p w14:paraId="137361D0" w14:textId="77777777" w:rsidR="00DF0CEB" w:rsidRDefault="00DF0CEB" w:rsidP="000A6AC8"/>
    <w:p w14:paraId="4C7C1FEF" w14:textId="77777777" w:rsidR="00DF0CEB" w:rsidRDefault="00DF0CEB" w:rsidP="000A6AC8">
      <w:r>
        <w:br w:type="page"/>
      </w:r>
    </w:p>
    <w:p w14:paraId="50E1F694" w14:textId="77777777" w:rsidR="00DF0CEB" w:rsidRDefault="00DF0CEB" w:rsidP="000A6AC8"/>
    <w:tbl>
      <w:tblPr>
        <w:tblpPr w:topFromText="284" w:bottomFromText="284" w:horzAnchor="margin" w:tblpXSpec="center" w:tblpYSpec="top"/>
        <w:tblOverlap w:val="never"/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1134"/>
        <w:gridCol w:w="1134"/>
        <w:gridCol w:w="1134"/>
        <w:gridCol w:w="1134"/>
      </w:tblGrid>
      <w:tr w:rsidR="000A6AC8" w14:paraId="0A3FE258" w14:textId="77777777" w:rsidTr="00F5691D">
        <w:trPr>
          <w:cantSplit/>
        </w:trPr>
        <w:tc>
          <w:tcPr>
            <w:tcW w:w="9356" w:type="dxa"/>
            <w:gridSpan w:val="5"/>
            <w:tcBorders>
              <w:bottom w:val="single" w:sz="4" w:space="0" w:color="800000"/>
            </w:tcBorders>
          </w:tcPr>
          <w:p w14:paraId="07BD750B" w14:textId="6D7C06E6" w:rsidR="000A6AC8" w:rsidRPr="007C570B" w:rsidRDefault="000A6AC8" w:rsidP="00F5691D">
            <w:pPr>
              <w:pStyle w:val="TabTitolo"/>
              <w:ind w:left="1134" w:hanging="1134"/>
            </w:pPr>
            <w:bookmarkStart w:id="13" w:name="_Hlk69982822"/>
            <w:r>
              <w:t>Previsione per l’Emilia-Romagna. Tassi di variazione percentuali</w:t>
            </w:r>
            <w:r w:rsidRPr="007C570B">
              <w:t xml:space="preserve"> su valori </w:t>
            </w:r>
            <w:r>
              <w:t xml:space="preserve">concatenati, anno di </w:t>
            </w:r>
            <w:proofErr w:type="spellStart"/>
            <w:r>
              <w:t>riferim</w:t>
            </w:r>
            <w:proofErr w:type="spellEnd"/>
            <w:r>
              <w:t>. 201</w:t>
            </w:r>
            <w:r w:rsidR="00504545">
              <w:t>5</w:t>
            </w:r>
          </w:p>
        </w:tc>
      </w:tr>
      <w:tr w:rsidR="00400B20" w14:paraId="75F17E47" w14:textId="77777777" w:rsidTr="00F5691D">
        <w:trPr>
          <w:cantSplit/>
        </w:trPr>
        <w:tc>
          <w:tcPr>
            <w:tcW w:w="4820" w:type="dxa"/>
            <w:tcBorders>
              <w:bottom w:val="single" w:sz="4" w:space="0" w:color="800000"/>
            </w:tcBorders>
            <w:vAlign w:val="bottom"/>
          </w:tcPr>
          <w:p w14:paraId="4FDAF80D" w14:textId="77777777" w:rsidR="00400B20" w:rsidRDefault="00400B20" w:rsidP="00F5691D">
            <w:pPr>
              <w:pStyle w:val="TabIntestazioni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1E6AD966" w14:textId="66FE8C3A" w:rsidR="00400B20" w:rsidRPr="0085406E" w:rsidRDefault="00400B20" w:rsidP="00F5691D">
            <w:pPr>
              <w:pStyle w:val="TabIntestazioni"/>
              <w:jc w:val="right"/>
            </w:pPr>
            <w:r w:rsidRPr="0085406E">
              <w:t>2019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0422ED42" w14:textId="6438247F" w:rsidR="00400B20" w:rsidRPr="0085406E" w:rsidRDefault="00400B20" w:rsidP="00F5691D">
            <w:pPr>
              <w:pStyle w:val="TabIntestazioni"/>
              <w:jc w:val="right"/>
            </w:pPr>
            <w:r w:rsidRPr="0085406E">
              <w:t>20</w:t>
            </w:r>
            <w:r>
              <w:t>20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4AF4B03A" w14:textId="30B85F47" w:rsidR="00400B20" w:rsidRPr="0085406E" w:rsidRDefault="00400B20" w:rsidP="00F5691D">
            <w:pPr>
              <w:pStyle w:val="TabIntestazioni"/>
              <w:jc w:val="right"/>
            </w:pPr>
            <w:r w:rsidRPr="0085406E">
              <w:t>20</w:t>
            </w:r>
            <w:r>
              <w:t>21</w:t>
            </w:r>
          </w:p>
        </w:tc>
        <w:tc>
          <w:tcPr>
            <w:tcW w:w="1134" w:type="dxa"/>
            <w:tcBorders>
              <w:bottom w:val="single" w:sz="4" w:space="0" w:color="800000"/>
            </w:tcBorders>
          </w:tcPr>
          <w:p w14:paraId="28198434" w14:textId="2C441981" w:rsidR="00400B20" w:rsidRPr="0085406E" w:rsidRDefault="00400B20" w:rsidP="00F5691D">
            <w:pPr>
              <w:pStyle w:val="TabIntestazioni"/>
              <w:jc w:val="right"/>
            </w:pPr>
            <w:r w:rsidRPr="0085406E">
              <w:t>20</w:t>
            </w:r>
            <w:r>
              <w:t>22</w:t>
            </w:r>
          </w:p>
        </w:tc>
      </w:tr>
      <w:tr w:rsidR="000A6AC8" w14:paraId="28B0A33A" w14:textId="77777777" w:rsidTr="00F5691D">
        <w:trPr>
          <w:cantSplit/>
          <w:trHeight w:hRule="exact" w:val="57"/>
        </w:trPr>
        <w:tc>
          <w:tcPr>
            <w:tcW w:w="4820" w:type="dxa"/>
            <w:tcBorders>
              <w:top w:val="single" w:sz="4" w:space="0" w:color="800000"/>
            </w:tcBorders>
          </w:tcPr>
          <w:p w14:paraId="4C865D42" w14:textId="77777777" w:rsidR="000A6AC8" w:rsidRPr="00686A56" w:rsidRDefault="000A6AC8" w:rsidP="00F5691D">
            <w:pPr>
              <w:pStyle w:val="TabEtichette"/>
              <w:rPr>
                <w:rFonts w:eastAsia="Arial Unicode MS"/>
              </w:rPr>
            </w:pPr>
          </w:p>
        </w:tc>
        <w:tc>
          <w:tcPr>
            <w:tcW w:w="1134" w:type="dxa"/>
            <w:tcBorders>
              <w:top w:val="single" w:sz="4" w:space="0" w:color="800000"/>
            </w:tcBorders>
          </w:tcPr>
          <w:p w14:paraId="59B4835E" w14:textId="77777777" w:rsidR="000A6AC8" w:rsidRPr="0085406E" w:rsidRDefault="000A6AC8" w:rsidP="00F5691D"/>
        </w:tc>
        <w:tc>
          <w:tcPr>
            <w:tcW w:w="1134" w:type="dxa"/>
            <w:tcBorders>
              <w:top w:val="single" w:sz="4" w:space="0" w:color="800000"/>
            </w:tcBorders>
          </w:tcPr>
          <w:p w14:paraId="7D20978B" w14:textId="77777777" w:rsidR="000A6AC8" w:rsidRPr="0085406E" w:rsidRDefault="000A6AC8" w:rsidP="00F5691D"/>
        </w:tc>
        <w:tc>
          <w:tcPr>
            <w:tcW w:w="1134" w:type="dxa"/>
            <w:tcBorders>
              <w:top w:val="single" w:sz="4" w:space="0" w:color="800000"/>
            </w:tcBorders>
          </w:tcPr>
          <w:p w14:paraId="6662AD00" w14:textId="77777777" w:rsidR="000A6AC8" w:rsidRPr="0085406E" w:rsidRDefault="000A6AC8" w:rsidP="00F5691D"/>
        </w:tc>
        <w:tc>
          <w:tcPr>
            <w:tcW w:w="1134" w:type="dxa"/>
            <w:tcBorders>
              <w:top w:val="single" w:sz="4" w:space="0" w:color="800000"/>
            </w:tcBorders>
          </w:tcPr>
          <w:p w14:paraId="7293BC6D" w14:textId="77777777" w:rsidR="000A6AC8" w:rsidRPr="0085406E" w:rsidRDefault="000A6AC8" w:rsidP="00F5691D"/>
        </w:tc>
      </w:tr>
      <w:tr w:rsidR="000A6AC8" w14:paraId="47612E03" w14:textId="77777777" w:rsidTr="00F5691D">
        <w:trPr>
          <w:cantSplit/>
          <w:trHeight w:val="227"/>
        </w:trPr>
        <w:tc>
          <w:tcPr>
            <w:tcW w:w="4820" w:type="dxa"/>
          </w:tcPr>
          <w:p w14:paraId="1B72A4D7" w14:textId="77777777" w:rsidR="000A6AC8" w:rsidRPr="00F039B7" w:rsidRDefault="000A6AC8" w:rsidP="00F5691D">
            <w:pPr>
              <w:pStyle w:val="TabEtichetteBold"/>
              <w:rPr>
                <w:rFonts w:eastAsia="Arial Unicode MS"/>
              </w:rPr>
            </w:pPr>
            <w:r w:rsidRPr="00F039B7">
              <w:t>Conto economico</w:t>
            </w:r>
          </w:p>
        </w:tc>
        <w:tc>
          <w:tcPr>
            <w:tcW w:w="1134" w:type="dxa"/>
          </w:tcPr>
          <w:p w14:paraId="182A8B7F" w14:textId="77777777" w:rsidR="000A6AC8" w:rsidRPr="0085406E" w:rsidRDefault="000A6AC8" w:rsidP="00F5691D">
            <w:pPr>
              <w:pStyle w:val="tabnum"/>
            </w:pPr>
          </w:p>
        </w:tc>
        <w:tc>
          <w:tcPr>
            <w:tcW w:w="1134" w:type="dxa"/>
          </w:tcPr>
          <w:p w14:paraId="3336543D" w14:textId="77777777" w:rsidR="000A6AC8" w:rsidRPr="0085406E" w:rsidRDefault="000A6AC8" w:rsidP="00F5691D">
            <w:pPr>
              <w:pStyle w:val="tabnum"/>
            </w:pPr>
          </w:p>
        </w:tc>
        <w:tc>
          <w:tcPr>
            <w:tcW w:w="1134" w:type="dxa"/>
          </w:tcPr>
          <w:p w14:paraId="464A7E7A" w14:textId="77777777" w:rsidR="000A6AC8" w:rsidRPr="0085406E" w:rsidRDefault="000A6AC8" w:rsidP="00F5691D">
            <w:pPr>
              <w:pStyle w:val="tabnum"/>
            </w:pPr>
          </w:p>
        </w:tc>
        <w:tc>
          <w:tcPr>
            <w:tcW w:w="1134" w:type="dxa"/>
          </w:tcPr>
          <w:p w14:paraId="32E2F1C0" w14:textId="77777777" w:rsidR="000A6AC8" w:rsidRPr="0085406E" w:rsidRDefault="000A6AC8" w:rsidP="00F5691D">
            <w:pPr>
              <w:pStyle w:val="tabnum"/>
            </w:pPr>
          </w:p>
        </w:tc>
      </w:tr>
      <w:tr w:rsidR="00C2766D" w14:paraId="398855ED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62F0C11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>Prodotto interno lordo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5EEE65C" w14:textId="27697D4D" w:rsidR="00C2766D" w:rsidRPr="00AE376F" w:rsidRDefault="00C2766D" w:rsidP="00F5691D">
            <w:pPr>
              <w:pStyle w:val="TabNumeri"/>
            </w:pPr>
            <w:r w:rsidRPr="007C5924">
              <w:t>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9080667" w14:textId="23892AC5" w:rsidR="00C2766D" w:rsidRPr="00AE376F" w:rsidRDefault="00C2766D" w:rsidP="00F5691D">
            <w:pPr>
              <w:pStyle w:val="TabNumeri"/>
            </w:pPr>
            <w:r w:rsidRPr="007C5924">
              <w:t>-9,0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3EA72FD" w14:textId="3F4FBE01" w:rsidR="00C2766D" w:rsidRPr="00AE376F" w:rsidRDefault="00C2766D" w:rsidP="00F5691D">
            <w:pPr>
              <w:pStyle w:val="TabNumeri"/>
            </w:pPr>
            <w:r w:rsidRPr="007C5924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44A1805" w14:textId="327C3867" w:rsidR="00C2766D" w:rsidRPr="00AE376F" w:rsidRDefault="00C2766D" w:rsidP="00F5691D">
            <w:pPr>
              <w:pStyle w:val="TabNumeri"/>
            </w:pPr>
            <w:r w:rsidRPr="007C5924">
              <w:t>4,6</w:t>
            </w:r>
          </w:p>
        </w:tc>
      </w:tr>
      <w:tr w:rsidR="00C2766D" w14:paraId="40624A75" w14:textId="77777777" w:rsidTr="00F5691D">
        <w:trPr>
          <w:cantSplit/>
          <w:trHeight w:val="227"/>
        </w:trPr>
        <w:tc>
          <w:tcPr>
            <w:tcW w:w="4820" w:type="dxa"/>
          </w:tcPr>
          <w:p w14:paraId="3E554455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 xml:space="preserve">Domanda </w:t>
            </w:r>
            <w:proofErr w:type="gramStart"/>
            <w:r>
              <w:t>interna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1</w:t>
            </w:r>
            <w:r w:rsidRPr="002F2B82">
              <w:rPr>
                <w:vertAlign w:val="superscript"/>
              </w:rPr>
              <w:t>)</w:t>
            </w:r>
          </w:p>
        </w:tc>
        <w:tc>
          <w:tcPr>
            <w:tcW w:w="1134" w:type="dxa"/>
          </w:tcPr>
          <w:p w14:paraId="682B458C" w14:textId="451C54CA" w:rsidR="00C2766D" w:rsidRPr="00AE376F" w:rsidRDefault="00C2766D" w:rsidP="00F5691D">
            <w:pPr>
              <w:pStyle w:val="TabNumeri"/>
            </w:pPr>
            <w:r w:rsidRPr="007C5924">
              <w:t>0,7</w:t>
            </w:r>
          </w:p>
        </w:tc>
        <w:tc>
          <w:tcPr>
            <w:tcW w:w="1134" w:type="dxa"/>
          </w:tcPr>
          <w:p w14:paraId="5F17EF70" w14:textId="3B9B3C5C" w:rsidR="00C2766D" w:rsidRPr="00AE376F" w:rsidRDefault="00C2766D" w:rsidP="00F5691D">
            <w:pPr>
              <w:pStyle w:val="TabNumeri"/>
            </w:pPr>
            <w:r w:rsidRPr="007C5924">
              <w:t>-9,2</w:t>
            </w:r>
          </w:p>
        </w:tc>
        <w:tc>
          <w:tcPr>
            <w:tcW w:w="1134" w:type="dxa"/>
          </w:tcPr>
          <w:p w14:paraId="344984E3" w14:textId="1360B7CF" w:rsidR="00C2766D" w:rsidRPr="00AE376F" w:rsidRDefault="00C2766D" w:rsidP="00F5691D">
            <w:pPr>
              <w:pStyle w:val="TabNumeri"/>
            </w:pPr>
            <w:r w:rsidRPr="007C5924">
              <w:t>6,2</w:t>
            </w:r>
          </w:p>
        </w:tc>
        <w:tc>
          <w:tcPr>
            <w:tcW w:w="1134" w:type="dxa"/>
          </w:tcPr>
          <w:p w14:paraId="037BD335" w14:textId="2012721F" w:rsidR="00C2766D" w:rsidRPr="00AE376F" w:rsidRDefault="00C2766D" w:rsidP="00F5691D">
            <w:pPr>
              <w:pStyle w:val="TabNumeri"/>
            </w:pPr>
            <w:r w:rsidRPr="007C5924">
              <w:t>6,3</w:t>
            </w:r>
          </w:p>
        </w:tc>
      </w:tr>
      <w:tr w:rsidR="00C2766D" w14:paraId="02BA9AE3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5CF38CF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 xml:space="preserve">   Consumi delle famiglie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C3098E" w14:textId="63336FE5" w:rsidR="00C2766D" w:rsidRPr="00AE376F" w:rsidRDefault="00C2766D" w:rsidP="00F5691D">
            <w:pPr>
              <w:pStyle w:val="TabNumeri"/>
            </w:pPr>
            <w:r w:rsidRPr="007C5924">
              <w:t>0,5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A527ACE" w14:textId="2A51FA49" w:rsidR="00C2766D" w:rsidRPr="00AE376F" w:rsidRDefault="00C2766D" w:rsidP="00F5691D">
            <w:pPr>
              <w:pStyle w:val="TabNumeri"/>
            </w:pPr>
            <w:r w:rsidRPr="007C5924">
              <w:t>-12,0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93E1218" w14:textId="3D856B4E" w:rsidR="00C2766D" w:rsidRPr="00AE376F" w:rsidRDefault="00C2766D" w:rsidP="00F5691D">
            <w:pPr>
              <w:pStyle w:val="TabNumeri"/>
            </w:pPr>
            <w:r w:rsidRPr="007C5924">
              <w:t>4,2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D48F3B7" w14:textId="3A9B70A0" w:rsidR="00C2766D" w:rsidRPr="00AE376F" w:rsidRDefault="00C2766D" w:rsidP="00F5691D">
            <w:pPr>
              <w:pStyle w:val="TabNumeri"/>
            </w:pPr>
            <w:r w:rsidRPr="007C5924">
              <w:t>6,3</w:t>
            </w:r>
          </w:p>
        </w:tc>
      </w:tr>
      <w:tr w:rsidR="00C2766D" w14:paraId="40A77F76" w14:textId="77777777" w:rsidTr="00F5691D">
        <w:trPr>
          <w:cantSplit/>
          <w:trHeight w:val="227"/>
        </w:trPr>
        <w:tc>
          <w:tcPr>
            <w:tcW w:w="4820" w:type="dxa"/>
          </w:tcPr>
          <w:p w14:paraId="4BD49D0D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 xml:space="preserve">   Consumi delle AAPP e ISP</w:t>
            </w:r>
          </w:p>
        </w:tc>
        <w:tc>
          <w:tcPr>
            <w:tcW w:w="1134" w:type="dxa"/>
          </w:tcPr>
          <w:p w14:paraId="3699EA78" w14:textId="40CE1860" w:rsidR="00C2766D" w:rsidRPr="00AE376F" w:rsidRDefault="00C2766D" w:rsidP="00F5691D">
            <w:pPr>
              <w:pStyle w:val="TabNumeri"/>
            </w:pPr>
            <w:r w:rsidRPr="007C5924">
              <w:t>-0,6</w:t>
            </w:r>
          </w:p>
        </w:tc>
        <w:tc>
          <w:tcPr>
            <w:tcW w:w="1134" w:type="dxa"/>
          </w:tcPr>
          <w:p w14:paraId="49C4D9E8" w14:textId="6DB50239" w:rsidR="00C2766D" w:rsidRPr="00AE376F" w:rsidRDefault="00C2766D" w:rsidP="00F5691D">
            <w:pPr>
              <w:pStyle w:val="TabNumeri"/>
            </w:pPr>
            <w:r w:rsidRPr="007C5924">
              <w:t>1,4</w:t>
            </w:r>
          </w:p>
        </w:tc>
        <w:tc>
          <w:tcPr>
            <w:tcW w:w="1134" w:type="dxa"/>
          </w:tcPr>
          <w:p w14:paraId="1FE86ABB" w14:textId="65F548F6" w:rsidR="00C2766D" w:rsidRPr="00AE376F" w:rsidRDefault="00C2766D" w:rsidP="00F5691D">
            <w:pPr>
              <w:pStyle w:val="TabNumeri"/>
            </w:pPr>
            <w:r w:rsidRPr="007C5924">
              <w:t>3,8</w:t>
            </w:r>
          </w:p>
        </w:tc>
        <w:tc>
          <w:tcPr>
            <w:tcW w:w="1134" w:type="dxa"/>
          </w:tcPr>
          <w:p w14:paraId="32534C6B" w14:textId="3C617F84" w:rsidR="00C2766D" w:rsidRPr="00AE376F" w:rsidRDefault="00C2766D" w:rsidP="00F5691D">
            <w:pPr>
              <w:pStyle w:val="TabNumeri"/>
            </w:pPr>
            <w:r w:rsidRPr="007C5924">
              <w:t>-0,4</w:t>
            </w:r>
          </w:p>
        </w:tc>
      </w:tr>
      <w:tr w:rsidR="00C2766D" w14:paraId="41CC19C4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4D19C7E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 xml:space="preserve">   Investimenti fissi lordi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6D8AAE" w14:textId="72B70BDB" w:rsidR="00C2766D" w:rsidRPr="00AE376F" w:rsidRDefault="00C2766D" w:rsidP="00F5691D">
            <w:pPr>
              <w:pStyle w:val="TabNumeri"/>
            </w:pPr>
            <w:r w:rsidRPr="007C5924">
              <w:t>2,1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6E0743" w14:textId="2E0B2449" w:rsidR="00C2766D" w:rsidRPr="00AE376F" w:rsidRDefault="00C2766D" w:rsidP="00F5691D">
            <w:pPr>
              <w:pStyle w:val="TabNumeri"/>
            </w:pPr>
            <w:r w:rsidRPr="007C5924">
              <w:t>-8,7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1944D8" w14:textId="354255C9" w:rsidR="00C2766D" w:rsidRPr="00AE376F" w:rsidRDefault="00C2766D" w:rsidP="00F5691D">
            <w:pPr>
              <w:pStyle w:val="TabNumeri"/>
            </w:pPr>
            <w:r w:rsidRPr="007C5924">
              <w:t>14,0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172F273" w14:textId="107812B3" w:rsidR="00C2766D" w:rsidRPr="00AE376F" w:rsidRDefault="00C2766D" w:rsidP="00F5691D">
            <w:pPr>
              <w:pStyle w:val="TabNumeri"/>
            </w:pPr>
            <w:r w:rsidRPr="007C5924">
              <w:t>11,2</w:t>
            </w:r>
          </w:p>
        </w:tc>
      </w:tr>
      <w:tr w:rsidR="00C2766D" w14:paraId="58CF5494" w14:textId="77777777" w:rsidTr="00F5691D">
        <w:trPr>
          <w:cantSplit/>
          <w:trHeight w:val="227"/>
        </w:trPr>
        <w:tc>
          <w:tcPr>
            <w:tcW w:w="4820" w:type="dxa"/>
          </w:tcPr>
          <w:p w14:paraId="4E0554EF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>Importazioni di beni dall’estero</w:t>
            </w:r>
          </w:p>
        </w:tc>
        <w:tc>
          <w:tcPr>
            <w:tcW w:w="1134" w:type="dxa"/>
          </w:tcPr>
          <w:p w14:paraId="3D9841C5" w14:textId="588B2F8D" w:rsidR="00C2766D" w:rsidRPr="00AE376F" w:rsidRDefault="00C2766D" w:rsidP="00F5691D">
            <w:pPr>
              <w:pStyle w:val="TabNumeri"/>
            </w:pPr>
            <w:r w:rsidRPr="007C5924">
              <w:t>1,2</w:t>
            </w:r>
          </w:p>
        </w:tc>
        <w:tc>
          <w:tcPr>
            <w:tcW w:w="1134" w:type="dxa"/>
          </w:tcPr>
          <w:p w14:paraId="15200074" w14:textId="5AB84111" w:rsidR="00C2766D" w:rsidRPr="00AE376F" w:rsidRDefault="00C2766D" w:rsidP="00F5691D">
            <w:pPr>
              <w:pStyle w:val="TabNumeri"/>
            </w:pPr>
            <w:r w:rsidRPr="007C5924">
              <w:t>-4,8</w:t>
            </w:r>
          </w:p>
        </w:tc>
        <w:tc>
          <w:tcPr>
            <w:tcW w:w="1134" w:type="dxa"/>
          </w:tcPr>
          <w:p w14:paraId="07BE2C79" w14:textId="7E59D51E" w:rsidR="00C2766D" w:rsidRPr="00AE376F" w:rsidRDefault="00C2766D" w:rsidP="00F5691D">
            <w:pPr>
              <w:pStyle w:val="TabNumeri"/>
            </w:pPr>
            <w:r w:rsidRPr="007C5924">
              <w:t>15,1</w:t>
            </w:r>
          </w:p>
        </w:tc>
        <w:tc>
          <w:tcPr>
            <w:tcW w:w="1134" w:type="dxa"/>
          </w:tcPr>
          <w:p w14:paraId="25BCD8A1" w14:textId="78CA7150" w:rsidR="00C2766D" w:rsidRPr="00AE376F" w:rsidRDefault="00C2766D" w:rsidP="00F5691D">
            <w:pPr>
              <w:pStyle w:val="TabNumeri"/>
            </w:pPr>
            <w:r w:rsidRPr="007C5924">
              <w:t>11,5</w:t>
            </w:r>
          </w:p>
        </w:tc>
      </w:tr>
      <w:tr w:rsidR="00C2766D" w14:paraId="5B6F7521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4ECA588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>Esportazioni di beni verso l’estero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971E3C" w14:textId="43580D0A" w:rsidR="00C2766D" w:rsidRPr="00AE376F" w:rsidRDefault="00C2766D" w:rsidP="00F5691D">
            <w:pPr>
              <w:pStyle w:val="TabNumeri"/>
            </w:pPr>
            <w:r w:rsidRPr="007C5924">
              <w:t>3,9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16FB6BE" w14:textId="26579158" w:rsidR="00C2766D" w:rsidRPr="00AE376F" w:rsidRDefault="00C2766D" w:rsidP="00F5691D">
            <w:pPr>
              <w:pStyle w:val="TabNumeri"/>
            </w:pPr>
            <w:r w:rsidRPr="007C5924">
              <w:t>-7,7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5C273C9" w14:textId="3F85E33A" w:rsidR="00C2766D" w:rsidRPr="00AE376F" w:rsidRDefault="00C2766D" w:rsidP="00F5691D">
            <w:pPr>
              <w:pStyle w:val="TabNumeri"/>
            </w:pPr>
            <w:r w:rsidRPr="007C5924">
              <w:t>12,7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FE0BAEA" w14:textId="39B3BF23" w:rsidR="00C2766D" w:rsidRPr="00AE376F" w:rsidRDefault="00C2766D" w:rsidP="00F5691D">
            <w:pPr>
              <w:pStyle w:val="TabNumeri"/>
            </w:pPr>
            <w:r w:rsidRPr="007C5924">
              <w:t>6,6</w:t>
            </w:r>
          </w:p>
        </w:tc>
      </w:tr>
      <w:tr w:rsidR="00C2766D" w14:paraId="60D3834A" w14:textId="77777777" w:rsidTr="00F5691D">
        <w:trPr>
          <w:cantSplit/>
          <w:trHeight w:val="227"/>
        </w:trPr>
        <w:tc>
          <w:tcPr>
            <w:tcW w:w="4820" w:type="dxa"/>
          </w:tcPr>
          <w:p w14:paraId="5DED4FD3" w14:textId="77777777" w:rsidR="00C2766D" w:rsidRPr="00EC6592" w:rsidRDefault="00C2766D" w:rsidP="00F5691D">
            <w:pPr>
              <w:pStyle w:val="TabEtichetteBold"/>
              <w:rPr>
                <w:rFonts w:eastAsia="Arial Unicode MS"/>
              </w:rPr>
            </w:pPr>
            <w:r w:rsidRPr="00EC6592">
              <w:t>Valore aggiunto ai prezzi base</w:t>
            </w:r>
          </w:p>
        </w:tc>
        <w:tc>
          <w:tcPr>
            <w:tcW w:w="1134" w:type="dxa"/>
          </w:tcPr>
          <w:p w14:paraId="741C2D83" w14:textId="77777777" w:rsidR="00C2766D" w:rsidRPr="00AE376F" w:rsidRDefault="00C2766D" w:rsidP="00F5691D">
            <w:pPr>
              <w:pStyle w:val="TabNumeri"/>
            </w:pPr>
          </w:p>
        </w:tc>
        <w:tc>
          <w:tcPr>
            <w:tcW w:w="1134" w:type="dxa"/>
          </w:tcPr>
          <w:p w14:paraId="780AEEF3" w14:textId="77777777" w:rsidR="00C2766D" w:rsidRPr="00AE376F" w:rsidRDefault="00C2766D" w:rsidP="00F5691D">
            <w:pPr>
              <w:pStyle w:val="TabNumeri"/>
            </w:pPr>
          </w:p>
        </w:tc>
        <w:tc>
          <w:tcPr>
            <w:tcW w:w="1134" w:type="dxa"/>
          </w:tcPr>
          <w:p w14:paraId="567DE3ED" w14:textId="77777777" w:rsidR="00C2766D" w:rsidRPr="00AE376F" w:rsidRDefault="00C2766D" w:rsidP="00F5691D">
            <w:pPr>
              <w:pStyle w:val="TabNumeri"/>
            </w:pPr>
          </w:p>
        </w:tc>
        <w:tc>
          <w:tcPr>
            <w:tcW w:w="1134" w:type="dxa"/>
          </w:tcPr>
          <w:p w14:paraId="369DDA7B" w14:textId="77777777" w:rsidR="00C2766D" w:rsidRPr="00AE376F" w:rsidRDefault="00C2766D" w:rsidP="00F5691D">
            <w:pPr>
              <w:pStyle w:val="TabNumeri"/>
            </w:pPr>
          </w:p>
        </w:tc>
      </w:tr>
      <w:tr w:rsidR="00C2766D" w14:paraId="12671B4C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2D608939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>Agricoltura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B7D134A" w14:textId="22633407" w:rsidR="00C2766D" w:rsidRPr="00AE376F" w:rsidRDefault="00C2766D" w:rsidP="00F5691D">
            <w:pPr>
              <w:pStyle w:val="TabNumeri"/>
            </w:pPr>
            <w:r w:rsidRPr="007C5924">
              <w:t>-7,1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859F7F1" w14:textId="073812ED" w:rsidR="00C2766D" w:rsidRPr="00AE376F" w:rsidRDefault="00C2766D" w:rsidP="00F5691D">
            <w:pPr>
              <w:pStyle w:val="TabNumeri"/>
            </w:pPr>
            <w:r w:rsidRPr="007C5924">
              <w:t>-4,1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E89AE57" w14:textId="220CD6FB" w:rsidR="00C2766D" w:rsidRPr="00AE376F" w:rsidRDefault="00C2766D" w:rsidP="00F5691D">
            <w:pPr>
              <w:pStyle w:val="TabNumeri"/>
            </w:pPr>
            <w:r w:rsidRPr="007C5924">
              <w:t>-1,5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F23EFC" w14:textId="58A0AA0D" w:rsidR="00C2766D" w:rsidRPr="00AE376F" w:rsidRDefault="00C2766D" w:rsidP="00F5691D">
            <w:pPr>
              <w:pStyle w:val="TabNumeri"/>
            </w:pPr>
            <w:r w:rsidRPr="007C5924">
              <w:t>2,9</w:t>
            </w:r>
          </w:p>
        </w:tc>
      </w:tr>
      <w:tr w:rsidR="00C2766D" w14:paraId="1E53DC3C" w14:textId="77777777" w:rsidTr="00F5691D">
        <w:trPr>
          <w:cantSplit/>
          <w:trHeight w:val="227"/>
        </w:trPr>
        <w:tc>
          <w:tcPr>
            <w:tcW w:w="4820" w:type="dxa"/>
          </w:tcPr>
          <w:p w14:paraId="188EEC9B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>Industria</w:t>
            </w:r>
          </w:p>
        </w:tc>
        <w:tc>
          <w:tcPr>
            <w:tcW w:w="1134" w:type="dxa"/>
          </w:tcPr>
          <w:p w14:paraId="3E17C06A" w14:textId="2D0749C0" w:rsidR="00C2766D" w:rsidRPr="00AE376F" w:rsidRDefault="00C2766D" w:rsidP="00F5691D">
            <w:pPr>
              <w:pStyle w:val="TabNumeri"/>
            </w:pPr>
            <w:r w:rsidRPr="007C5924">
              <w:t>0,4</w:t>
            </w:r>
          </w:p>
        </w:tc>
        <w:tc>
          <w:tcPr>
            <w:tcW w:w="1134" w:type="dxa"/>
          </w:tcPr>
          <w:p w14:paraId="303D6EA3" w14:textId="5890B100" w:rsidR="00C2766D" w:rsidRPr="00AE376F" w:rsidRDefault="00C2766D" w:rsidP="00F5691D">
            <w:pPr>
              <w:pStyle w:val="TabNumeri"/>
            </w:pPr>
            <w:r w:rsidRPr="007C5924">
              <w:t>-10,3</w:t>
            </w:r>
          </w:p>
        </w:tc>
        <w:tc>
          <w:tcPr>
            <w:tcW w:w="1134" w:type="dxa"/>
          </w:tcPr>
          <w:p w14:paraId="3FCA2BAC" w14:textId="464C8A20" w:rsidR="00C2766D" w:rsidRPr="00AE376F" w:rsidRDefault="00C2766D" w:rsidP="00F5691D">
            <w:pPr>
              <w:pStyle w:val="TabNumeri"/>
            </w:pPr>
            <w:r w:rsidRPr="007C5924">
              <w:t>9,3</w:t>
            </w:r>
          </w:p>
        </w:tc>
        <w:tc>
          <w:tcPr>
            <w:tcW w:w="1134" w:type="dxa"/>
          </w:tcPr>
          <w:p w14:paraId="49FA31C3" w14:textId="39648D60" w:rsidR="00C2766D" w:rsidRPr="00AE376F" w:rsidRDefault="00C2766D" w:rsidP="00F5691D">
            <w:pPr>
              <w:pStyle w:val="TabNumeri"/>
            </w:pPr>
            <w:r w:rsidRPr="007C5924">
              <w:t>4,1</w:t>
            </w:r>
          </w:p>
        </w:tc>
      </w:tr>
      <w:tr w:rsidR="00C2766D" w14:paraId="076CB923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1234ADD6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>Costruzioni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9FD9B86" w14:textId="7F511B7B" w:rsidR="00C2766D" w:rsidRPr="00AE376F" w:rsidRDefault="00C2766D" w:rsidP="00F5691D">
            <w:pPr>
              <w:pStyle w:val="TabNumeri"/>
            </w:pPr>
            <w:r w:rsidRPr="007C5924">
              <w:t>2,7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14420AB" w14:textId="1DC1713F" w:rsidR="00C2766D" w:rsidRPr="00AE376F" w:rsidRDefault="00C2766D" w:rsidP="00F5691D">
            <w:pPr>
              <w:pStyle w:val="TabNumeri"/>
            </w:pPr>
            <w:r w:rsidRPr="007C5924">
              <w:t>-5,3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DA63AC8" w14:textId="3B1108D3" w:rsidR="00C2766D" w:rsidRPr="00AE376F" w:rsidRDefault="00C2766D" w:rsidP="00F5691D">
            <w:pPr>
              <w:pStyle w:val="TabNumeri"/>
            </w:pPr>
            <w:r w:rsidRPr="007C5924">
              <w:t>11,6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D29CB65" w14:textId="7DCF056B" w:rsidR="00C2766D" w:rsidRPr="00AE376F" w:rsidRDefault="00C2766D" w:rsidP="00F5691D">
            <w:pPr>
              <w:pStyle w:val="TabNumeri"/>
            </w:pPr>
            <w:r w:rsidRPr="007C5924">
              <w:t>6,9</w:t>
            </w:r>
          </w:p>
        </w:tc>
      </w:tr>
      <w:tr w:rsidR="00C2766D" w14:paraId="2C2C23CA" w14:textId="77777777" w:rsidTr="00F5691D">
        <w:trPr>
          <w:cantSplit/>
          <w:trHeight w:val="227"/>
        </w:trPr>
        <w:tc>
          <w:tcPr>
            <w:tcW w:w="4820" w:type="dxa"/>
          </w:tcPr>
          <w:p w14:paraId="71072637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>Servizi</w:t>
            </w:r>
          </w:p>
        </w:tc>
        <w:tc>
          <w:tcPr>
            <w:tcW w:w="1134" w:type="dxa"/>
          </w:tcPr>
          <w:p w14:paraId="3A51F628" w14:textId="1CB80207" w:rsidR="00C2766D" w:rsidRPr="00AE376F" w:rsidRDefault="00C2766D" w:rsidP="00F5691D">
            <w:pPr>
              <w:pStyle w:val="TabNumeri"/>
            </w:pPr>
            <w:r w:rsidRPr="007C5924">
              <w:t>0,9</w:t>
            </w:r>
          </w:p>
        </w:tc>
        <w:tc>
          <w:tcPr>
            <w:tcW w:w="1134" w:type="dxa"/>
          </w:tcPr>
          <w:p w14:paraId="755D1ED7" w14:textId="61D85170" w:rsidR="00C2766D" w:rsidRPr="00AE376F" w:rsidRDefault="00C2766D" w:rsidP="00F5691D">
            <w:pPr>
              <w:pStyle w:val="TabNumeri"/>
            </w:pPr>
            <w:r w:rsidRPr="007C5924">
              <w:t>-8,4</w:t>
            </w:r>
          </w:p>
        </w:tc>
        <w:tc>
          <w:tcPr>
            <w:tcW w:w="1134" w:type="dxa"/>
          </w:tcPr>
          <w:p w14:paraId="107514CC" w14:textId="52F9C42B" w:rsidR="00C2766D" w:rsidRPr="00AE376F" w:rsidRDefault="00C2766D" w:rsidP="00F5691D">
            <w:pPr>
              <w:pStyle w:val="TabNumeri"/>
            </w:pPr>
            <w:r w:rsidRPr="007C5924">
              <w:t>3,8</w:t>
            </w:r>
          </w:p>
        </w:tc>
        <w:tc>
          <w:tcPr>
            <w:tcW w:w="1134" w:type="dxa"/>
          </w:tcPr>
          <w:p w14:paraId="76AB7ECB" w14:textId="16AFBC6E" w:rsidR="00C2766D" w:rsidRPr="00AE376F" w:rsidRDefault="00C2766D" w:rsidP="00F5691D">
            <w:pPr>
              <w:pStyle w:val="TabNumeri"/>
            </w:pPr>
            <w:r w:rsidRPr="007C5924">
              <w:t>4,8</w:t>
            </w:r>
          </w:p>
        </w:tc>
      </w:tr>
      <w:tr w:rsidR="00C2766D" w14:paraId="2E730199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65C18B" w14:textId="77777777" w:rsidR="00C2766D" w:rsidRDefault="00C2766D" w:rsidP="00F5691D">
            <w:pPr>
              <w:pStyle w:val="TabEtichette"/>
              <w:rPr>
                <w:rFonts w:eastAsia="Arial Unicode MS"/>
              </w:rPr>
            </w:pPr>
            <w:r>
              <w:t>Totale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EBEBE13" w14:textId="1BEE240F" w:rsidR="00C2766D" w:rsidRPr="00AE376F" w:rsidRDefault="00C2766D" w:rsidP="00F5691D">
            <w:pPr>
              <w:pStyle w:val="TabNumeri"/>
            </w:pPr>
            <w:r w:rsidRPr="007C5924">
              <w:t>0,6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68EAACE" w14:textId="4576DCF9" w:rsidR="00C2766D" w:rsidRPr="00AE376F" w:rsidRDefault="00C2766D" w:rsidP="00F5691D">
            <w:pPr>
              <w:pStyle w:val="TabNumeri"/>
            </w:pPr>
            <w:r w:rsidRPr="007C5924">
              <w:t>-8,7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1A3B7AC1" w14:textId="5BED830F" w:rsidR="00C2766D" w:rsidRPr="00AE376F" w:rsidRDefault="00C2766D" w:rsidP="00F5691D">
            <w:pPr>
              <w:pStyle w:val="TabNumeri"/>
            </w:pPr>
            <w:r w:rsidRPr="007C5924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6E0F063" w14:textId="7206D258" w:rsidR="00C2766D" w:rsidRPr="00AE376F" w:rsidRDefault="00C2766D" w:rsidP="00F5691D">
            <w:pPr>
              <w:pStyle w:val="TabNumeri"/>
            </w:pPr>
            <w:r w:rsidRPr="007C5924">
              <w:t>4,6</w:t>
            </w:r>
          </w:p>
        </w:tc>
      </w:tr>
      <w:tr w:rsidR="00C2766D" w14:paraId="5F434ED6" w14:textId="77777777" w:rsidTr="00F5691D">
        <w:trPr>
          <w:cantSplit/>
          <w:trHeight w:val="227"/>
        </w:trPr>
        <w:tc>
          <w:tcPr>
            <w:tcW w:w="4820" w:type="dxa"/>
          </w:tcPr>
          <w:p w14:paraId="0D111956" w14:textId="77777777" w:rsidR="00C2766D" w:rsidRPr="00EC6592" w:rsidRDefault="00C2766D" w:rsidP="00F5691D">
            <w:pPr>
              <w:pStyle w:val="TabEtichetteBold"/>
              <w:rPr>
                <w:rFonts w:eastAsia="Arial Unicode MS"/>
              </w:rPr>
            </w:pPr>
            <w:r w:rsidRPr="00EC6592">
              <w:t>Rapporti caratteristici</w:t>
            </w:r>
          </w:p>
        </w:tc>
        <w:tc>
          <w:tcPr>
            <w:tcW w:w="1134" w:type="dxa"/>
          </w:tcPr>
          <w:p w14:paraId="6405A80B" w14:textId="77777777" w:rsidR="00C2766D" w:rsidRPr="00AE376F" w:rsidRDefault="00C2766D" w:rsidP="00F5691D">
            <w:pPr>
              <w:pStyle w:val="TabNumeri"/>
            </w:pPr>
          </w:p>
        </w:tc>
        <w:tc>
          <w:tcPr>
            <w:tcW w:w="1134" w:type="dxa"/>
          </w:tcPr>
          <w:p w14:paraId="480CA9DA" w14:textId="77777777" w:rsidR="00C2766D" w:rsidRPr="00AE376F" w:rsidRDefault="00C2766D" w:rsidP="00F5691D">
            <w:pPr>
              <w:pStyle w:val="TabNumeri"/>
            </w:pPr>
          </w:p>
        </w:tc>
        <w:tc>
          <w:tcPr>
            <w:tcW w:w="1134" w:type="dxa"/>
          </w:tcPr>
          <w:p w14:paraId="28DCF3B4" w14:textId="77777777" w:rsidR="00C2766D" w:rsidRPr="00AE376F" w:rsidRDefault="00C2766D" w:rsidP="00F5691D">
            <w:pPr>
              <w:pStyle w:val="TabNumeri"/>
            </w:pPr>
          </w:p>
        </w:tc>
        <w:tc>
          <w:tcPr>
            <w:tcW w:w="1134" w:type="dxa"/>
          </w:tcPr>
          <w:p w14:paraId="3F7DFC42" w14:textId="77777777" w:rsidR="00C2766D" w:rsidRPr="00AE376F" w:rsidRDefault="00C2766D" w:rsidP="00F5691D">
            <w:pPr>
              <w:pStyle w:val="TabNumeri"/>
            </w:pPr>
          </w:p>
        </w:tc>
      </w:tr>
      <w:tr w:rsidR="00C2766D" w14:paraId="41625814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34343FEF" w14:textId="77777777" w:rsidR="00C2766D" w:rsidRPr="00983308" w:rsidRDefault="00C2766D" w:rsidP="00F5691D">
            <w:pPr>
              <w:pStyle w:val="TabEtichette"/>
            </w:pPr>
            <w:r w:rsidRPr="00983308">
              <w:t>Forze di lavoro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8585A5" w14:textId="142486DB" w:rsidR="00C2766D" w:rsidRPr="00AE376F" w:rsidRDefault="00C2766D" w:rsidP="00F5691D">
            <w:pPr>
              <w:pStyle w:val="TabNumeri"/>
            </w:pPr>
            <w:r w:rsidRPr="007C5924">
              <w:t>1,1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464F244" w14:textId="004976EB" w:rsidR="00C2766D" w:rsidRPr="00AE376F" w:rsidRDefault="00C2766D" w:rsidP="00F5691D">
            <w:pPr>
              <w:pStyle w:val="TabNumeri"/>
            </w:pPr>
            <w:r w:rsidRPr="007C5924">
              <w:t>-1,9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FAF070C" w14:textId="1573BD29" w:rsidR="00C2766D" w:rsidRPr="00AE376F" w:rsidRDefault="00C2766D" w:rsidP="00F5691D">
            <w:pPr>
              <w:pStyle w:val="TabNumeri"/>
            </w:pPr>
            <w:r w:rsidRPr="007C5924">
              <w:t>1,4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28AE4A3A" w14:textId="096656F5" w:rsidR="00C2766D" w:rsidRPr="00AE376F" w:rsidRDefault="00C2766D" w:rsidP="00F5691D">
            <w:pPr>
              <w:pStyle w:val="TabNumeri"/>
            </w:pPr>
            <w:r w:rsidRPr="007C5924">
              <w:t>1,0</w:t>
            </w:r>
          </w:p>
        </w:tc>
      </w:tr>
      <w:tr w:rsidR="00C2766D" w14:paraId="22BDA044" w14:textId="77777777" w:rsidTr="00F5691D">
        <w:trPr>
          <w:cantSplit/>
          <w:trHeight w:val="227"/>
        </w:trPr>
        <w:tc>
          <w:tcPr>
            <w:tcW w:w="4820" w:type="dxa"/>
          </w:tcPr>
          <w:p w14:paraId="74D9DC44" w14:textId="77777777" w:rsidR="00C2766D" w:rsidRDefault="00C2766D" w:rsidP="00F5691D">
            <w:pPr>
              <w:pStyle w:val="TabEtichette"/>
            </w:pPr>
            <w:r w:rsidRPr="00983308">
              <w:t>Occupati</w:t>
            </w:r>
          </w:p>
        </w:tc>
        <w:tc>
          <w:tcPr>
            <w:tcW w:w="1134" w:type="dxa"/>
          </w:tcPr>
          <w:p w14:paraId="64E41735" w14:textId="694A7800" w:rsidR="00C2766D" w:rsidRPr="00AE376F" w:rsidRDefault="00C2766D" w:rsidP="00F5691D">
            <w:pPr>
              <w:pStyle w:val="TabNumeri"/>
            </w:pPr>
            <w:r w:rsidRPr="007C5924">
              <w:t>1,4</w:t>
            </w:r>
          </w:p>
        </w:tc>
        <w:tc>
          <w:tcPr>
            <w:tcW w:w="1134" w:type="dxa"/>
          </w:tcPr>
          <w:p w14:paraId="1D5B4BDC" w14:textId="0AC9B579" w:rsidR="00C2766D" w:rsidRPr="00AE376F" w:rsidRDefault="00C2766D" w:rsidP="00F5691D">
            <w:pPr>
              <w:pStyle w:val="TabNumeri"/>
            </w:pPr>
            <w:r w:rsidRPr="007C5924">
              <w:t>-2,1</w:t>
            </w:r>
          </w:p>
        </w:tc>
        <w:tc>
          <w:tcPr>
            <w:tcW w:w="1134" w:type="dxa"/>
          </w:tcPr>
          <w:p w14:paraId="5279F736" w14:textId="7570A332" w:rsidR="00C2766D" w:rsidRPr="00AE376F" w:rsidRDefault="00C2766D" w:rsidP="00F5691D">
            <w:pPr>
              <w:pStyle w:val="TabNumeri"/>
            </w:pPr>
            <w:r w:rsidRPr="007C5924">
              <w:t>-0,2</w:t>
            </w:r>
          </w:p>
        </w:tc>
        <w:tc>
          <w:tcPr>
            <w:tcW w:w="1134" w:type="dxa"/>
          </w:tcPr>
          <w:p w14:paraId="2C0DA69D" w14:textId="72E018BE" w:rsidR="00C2766D" w:rsidRPr="00AE376F" w:rsidRDefault="00C2766D" w:rsidP="00F5691D">
            <w:pPr>
              <w:pStyle w:val="TabNumeri"/>
            </w:pPr>
            <w:r w:rsidRPr="007C5924">
              <w:t>0,6</w:t>
            </w:r>
          </w:p>
        </w:tc>
      </w:tr>
      <w:tr w:rsidR="00C2766D" w14:paraId="4A28A52C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5FBA1244" w14:textId="77777777" w:rsidR="00C2766D" w:rsidRPr="007427DC" w:rsidRDefault="00C2766D" w:rsidP="00F5691D">
            <w:pPr>
              <w:pStyle w:val="tabetic"/>
            </w:pPr>
            <w:r>
              <w:t xml:space="preserve"> Tasso di attività (2)(3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05B9213" w14:textId="2C4E9540" w:rsidR="00C2766D" w:rsidRPr="00AE376F" w:rsidRDefault="00C2766D" w:rsidP="00F5691D">
            <w:pPr>
              <w:pStyle w:val="TabNumeri"/>
            </w:pPr>
            <w:r w:rsidRPr="007C5924">
              <w:t>48,6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53FF8E6F" w14:textId="3DDCC31C" w:rsidR="00C2766D" w:rsidRPr="00AE376F" w:rsidRDefault="00C2766D" w:rsidP="00F5691D">
            <w:pPr>
              <w:pStyle w:val="TabNumeri"/>
            </w:pPr>
            <w:r w:rsidRPr="007C5924">
              <w:t>47,7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E0826A0" w14:textId="006FFD01" w:rsidR="00C2766D" w:rsidRPr="00AE376F" w:rsidRDefault="00C2766D" w:rsidP="00F5691D">
            <w:pPr>
              <w:pStyle w:val="TabNumeri"/>
            </w:pPr>
            <w:r w:rsidRPr="007C5924">
              <w:t>48,3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69BE7202" w14:textId="1D717E8D" w:rsidR="00C2766D" w:rsidRPr="00AE376F" w:rsidRDefault="00C2766D" w:rsidP="00F5691D">
            <w:pPr>
              <w:pStyle w:val="TabNumeri"/>
            </w:pPr>
            <w:r w:rsidRPr="007C5924">
              <w:t>48,7</w:t>
            </w:r>
          </w:p>
        </w:tc>
      </w:tr>
      <w:tr w:rsidR="00C2766D" w14:paraId="3DE420A0" w14:textId="77777777" w:rsidTr="00F5691D">
        <w:trPr>
          <w:cantSplit/>
          <w:trHeight w:val="227"/>
        </w:trPr>
        <w:tc>
          <w:tcPr>
            <w:tcW w:w="4820" w:type="dxa"/>
          </w:tcPr>
          <w:p w14:paraId="145558C9" w14:textId="77777777" w:rsidR="00C2766D" w:rsidRPr="007427DC" w:rsidRDefault="00C2766D" w:rsidP="00F5691D">
            <w:pPr>
              <w:pStyle w:val="tabetic"/>
            </w:pPr>
            <w:r>
              <w:t xml:space="preserve"> </w:t>
            </w:r>
            <w:r w:rsidRPr="007427DC">
              <w:t>Tasso di occupazione</w:t>
            </w:r>
            <w:r>
              <w:t xml:space="preserve"> </w:t>
            </w:r>
            <w:r w:rsidRPr="007427DC">
              <w:t>(</w:t>
            </w:r>
            <w:r>
              <w:t>2</w:t>
            </w:r>
            <w:r w:rsidRPr="007427DC">
              <w:t>)(</w:t>
            </w:r>
            <w:r>
              <w:t>3</w:t>
            </w:r>
            <w:r w:rsidRPr="007427DC">
              <w:t>)</w:t>
            </w:r>
          </w:p>
        </w:tc>
        <w:tc>
          <w:tcPr>
            <w:tcW w:w="1134" w:type="dxa"/>
          </w:tcPr>
          <w:p w14:paraId="293BDBA8" w14:textId="690DF40A" w:rsidR="00C2766D" w:rsidRPr="00AE376F" w:rsidRDefault="00C2766D" w:rsidP="00F5691D">
            <w:pPr>
              <w:pStyle w:val="TabNumeri"/>
            </w:pPr>
            <w:r w:rsidRPr="007C5924">
              <w:t>45,9</w:t>
            </w:r>
          </w:p>
        </w:tc>
        <w:tc>
          <w:tcPr>
            <w:tcW w:w="1134" w:type="dxa"/>
          </w:tcPr>
          <w:p w14:paraId="78667E31" w14:textId="66C90F70" w:rsidR="00C2766D" w:rsidRPr="00AE376F" w:rsidRDefault="00C2766D" w:rsidP="00F5691D">
            <w:pPr>
              <w:pStyle w:val="TabNumeri"/>
            </w:pPr>
            <w:r w:rsidRPr="007C5924">
              <w:t>44,9</w:t>
            </w:r>
          </w:p>
        </w:tc>
        <w:tc>
          <w:tcPr>
            <w:tcW w:w="1134" w:type="dxa"/>
          </w:tcPr>
          <w:p w14:paraId="0F04068E" w14:textId="300EABA6" w:rsidR="00C2766D" w:rsidRPr="00AE376F" w:rsidRDefault="00C2766D" w:rsidP="00F5691D">
            <w:pPr>
              <w:pStyle w:val="TabNumeri"/>
            </w:pPr>
            <w:r w:rsidRPr="007C5924">
              <w:t>44,8</w:t>
            </w:r>
          </w:p>
        </w:tc>
        <w:tc>
          <w:tcPr>
            <w:tcW w:w="1134" w:type="dxa"/>
          </w:tcPr>
          <w:p w14:paraId="287C26AA" w14:textId="31F3227B" w:rsidR="00C2766D" w:rsidRPr="00AE376F" w:rsidRDefault="00C2766D" w:rsidP="00F5691D">
            <w:pPr>
              <w:pStyle w:val="TabNumeri"/>
            </w:pPr>
            <w:r w:rsidRPr="007C5924">
              <w:t>45,0</w:t>
            </w:r>
          </w:p>
        </w:tc>
      </w:tr>
      <w:tr w:rsidR="00C2766D" w14:paraId="32DB9DFF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73C45DEF" w14:textId="77777777" w:rsidR="00C2766D" w:rsidRPr="007427DC" w:rsidRDefault="00C2766D" w:rsidP="00F5691D">
            <w:pPr>
              <w:pStyle w:val="tabetic"/>
            </w:pPr>
            <w:r>
              <w:t xml:space="preserve"> Tasso di disoccupazione (2</w:t>
            </w:r>
            <w:r w:rsidRPr="007427DC">
              <w:t>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F54826C" w14:textId="311F357D" w:rsidR="00C2766D" w:rsidRPr="00AE376F" w:rsidRDefault="00C2766D" w:rsidP="00F5691D">
            <w:pPr>
              <w:pStyle w:val="TabNumeri"/>
            </w:pPr>
            <w:r w:rsidRPr="007C5924">
              <w:t>5,5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81C58F3" w14:textId="4C1B6940" w:rsidR="00C2766D" w:rsidRPr="00AE376F" w:rsidRDefault="00C2766D" w:rsidP="00F5691D">
            <w:pPr>
              <w:pStyle w:val="TabNumeri"/>
            </w:pPr>
            <w:r w:rsidRPr="007C5924">
              <w:t>5,7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728D5BCF" w14:textId="1B94C734" w:rsidR="00C2766D" w:rsidRPr="00AE376F" w:rsidRDefault="00C2766D" w:rsidP="00F5691D">
            <w:pPr>
              <w:pStyle w:val="TabNumeri"/>
            </w:pPr>
            <w:r w:rsidRPr="007C5924">
              <w:t>7,2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4080604" w14:textId="759F99F0" w:rsidR="00C2766D" w:rsidRPr="00AE376F" w:rsidRDefault="00C2766D" w:rsidP="00F5691D">
            <w:pPr>
              <w:pStyle w:val="TabNumeri"/>
            </w:pPr>
            <w:r w:rsidRPr="007C5924">
              <w:t>7,6</w:t>
            </w:r>
          </w:p>
        </w:tc>
      </w:tr>
      <w:tr w:rsidR="00C2766D" w14:paraId="7EB8B1C5" w14:textId="77777777" w:rsidTr="00F5691D">
        <w:trPr>
          <w:cantSplit/>
          <w:trHeight w:val="227"/>
        </w:trPr>
        <w:tc>
          <w:tcPr>
            <w:tcW w:w="4820" w:type="dxa"/>
          </w:tcPr>
          <w:p w14:paraId="2E49119C" w14:textId="77777777" w:rsidR="00C2766D" w:rsidRPr="00EC6592" w:rsidRDefault="00C2766D" w:rsidP="00F5691D">
            <w:pPr>
              <w:pStyle w:val="TabEtichetteBold"/>
            </w:pPr>
            <w:r w:rsidRPr="00EC6592">
              <w:t>Produttività e capacità di spesa</w:t>
            </w:r>
          </w:p>
        </w:tc>
        <w:tc>
          <w:tcPr>
            <w:tcW w:w="1134" w:type="dxa"/>
          </w:tcPr>
          <w:p w14:paraId="44355C92" w14:textId="77777777" w:rsidR="00C2766D" w:rsidRPr="00AE376F" w:rsidRDefault="00C2766D" w:rsidP="00F5691D">
            <w:pPr>
              <w:pStyle w:val="TabNumeri"/>
            </w:pPr>
          </w:p>
        </w:tc>
        <w:tc>
          <w:tcPr>
            <w:tcW w:w="1134" w:type="dxa"/>
          </w:tcPr>
          <w:p w14:paraId="4E2D3125" w14:textId="77777777" w:rsidR="00C2766D" w:rsidRPr="00AE376F" w:rsidRDefault="00C2766D" w:rsidP="00F5691D">
            <w:pPr>
              <w:pStyle w:val="TabNumeri"/>
            </w:pPr>
          </w:p>
        </w:tc>
        <w:tc>
          <w:tcPr>
            <w:tcW w:w="1134" w:type="dxa"/>
          </w:tcPr>
          <w:p w14:paraId="36C325B2" w14:textId="77777777" w:rsidR="00C2766D" w:rsidRPr="00AE376F" w:rsidRDefault="00C2766D" w:rsidP="00F5691D">
            <w:pPr>
              <w:pStyle w:val="TabNumeri"/>
            </w:pPr>
          </w:p>
        </w:tc>
        <w:tc>
          <w:tcPr>
            <w:tcW w:w="1134" w:type="dxa"/>
          </w:tcPr>
          <w:p w14:paraId="7789DB8D" w14:textId="77777777" w:rsidR="00C2766D" w:rsidRPr="00AE376F" w:rsidRDefault="00C2766D" w:rsidP="00F5691D">
            <w:pPr>
              <w:pStyle w:val="TabNumeri"/>
            </w:pPr>
          </w:p>
        </w:tc>
      </w:tr>
      <w:tr w:rsidR="00C2766D" w14:paraId="16526FF3" w14:textId="77777777" w:rsidTr="00F5691D">
        <w:trPr>
          <w:cantSplit/>
          <w:trHeight w:val="227"/>
        </w:trPr>
        <w:tc>
          <w:tcPr>
            <w:tcW w:w="4820" w:type="dxa"/>
            <w:shd w:val="clear" w:color="auto" w:fill="DAEEF3" w:themeFill="accent5" w:themeFillTint="33"/>
          </w:tcPr>
          <w:p w14:paraId="0E88D505" w14:textId="77777777" w:rsidR="00C2766D" w:rsidRPr="00B130A5" w:rsidRDefault="00C2766D" w:rsidP="00F5691D">
            <w:pPr>
              <w:pStyle w:val="TabEtichette"/>
            </w:pPr>
            <w:r w:rsidRPr="00B130A5">
              <w:t xml:space="preserve">Reddito disponibile delle famiglie e </w:t>
            </w:r>
            <w:proofErr w:type="spellStart"/>
            <w:r w:rsidRPr="00B130A5">
              <w:t>Istituz.SP</w:t>
            </w:r>
            <w:proofErr w:type="spellEnd"/>
            <w:r w:rsidRPr="00B130A5">
              <w:t xml:space="preserve"> (prezzi correnti)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3260DD6F" w14:textId="11D4581E" w:rsidR="00C2766D" w:rsidRPr="00AE376F" w:rsidRDefault="00C2766D" w:rsidP="00F5691D">
            <w:pPr>
              <w:pStyle w:val="TabNumeri"/>
            </w:pPr>
            <w:r w:rsidRPr="007C5924">
              <w:t>0,7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BC324" w14:textId="6CD5FB42" w:rsidR="00C2766D" w:rsidRPr="00AE376F" w:rsidRDefault="00C2766D" w:rsidP="00F5691D">
            <w:pPr>
              <w:pStyle w:val="TabNumeri"/>
            </w:pPr>
            <w:r w:rsidRPr="007C5924">
              <w:t>-2,8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491A116C" w14:textId="07A82A43" w:rsidR="00C2766D" w:rsidRPr="00AE376F" w:rsidRDefault="00C2766D" w:rsidP="00F5691D">
            <w:pPr>
              <w:pStyle w:val="TabNumeri"/>
            </w:pPr>
            <w:r w:rsidRPr="007C5924">
              <w:t>4,8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14:paraId="081B31CE" w14:textId="540BD523" w:rsidR="00C2766D" w:rsidRPr="00AE376F" w:rsidRDefault="00C2766D" w:rsidP="00F5691D">
            <w:pPr>
              <w:pStyle w:val="TabNumeri"/>
            </w:pPr>
            <w:r w:rsidRPr="007C5924">
              <w:t>3,2</w:t>
            </w:r>
          </w:p>
        </w:tc>
      </w:tr>
      <w:tr w:rsidR="00C2766D" w14:paraId="3970B371" w14:textId="77777777" w:rsidTr="00F5691D">
        <w:trPr>
          <w:cantSplit/>
          <w:trHeight w:val="227"/>
        </w:trPr>
        <w:tc>
          <w:tcPr>
            <w:tcW w:w="4820" w:type="dxa"/>
          </w:tcPr>
          <w:p w14:paraId="739D7505" w14:textId="77777777" w:rsidR="00C2766D" w:rsidRDefault="00C2766D" w:rsidP="00F5691D">
            <w:pPr>
              <w:pStyle w:val="TabEtichette"/>
            </w:pPr>
            <w:r w:rsidRPr="00B130A5">
              <w:t>Valore aggiunto totale per abitante (migliaia di euro)</w:t>
            </w:r>
          </w:p>
        </w:tc>
        <w:tc>
          <w:tcPr>
            <w:tcW w:w="1134" w:type="dxa"/>
          </w:tcPr>
          <w:p w14:paraId="7A9F4669" w14:textId="479BCE0E" w:rsidR="00C2766D" w:rsidRPr="00AE376F" w:rsidRDefault="00C2766D" w:rsidP="00F5691D">
            <w:pPr>
              <w:pStyle w:val="TabNumeri"/>
            </w:pPr>
            <w:r w:rsidRPr="007C5924">
              <w:t>31,9</w:t>
            </w:r>
          </w:p>
        </w:tc>
        <w:tc>
          <w:tcPr>
            <w:tcW w:w="1134" w:type="dxa"/>
          </w:tcPr>
          <w:p w14:paraId="4B5D2540" w14:textId="1B568DDD" w:rsidR="00C2766D" w:rsidRPr="00AE376F" w:rsidRDefault="00C2766D" w:rsidP="00F5691D">
            <w:pPr>
              <w:pStyle w:val="TabNumeri"/>
            </w:pPr>
            <w:r w:rsidRPr="007C5924">
              <w:t>29,1</w:t>
            </w:r>
          </w:p>
        </w:tc>
        <w:tc>
          <w:tcPr>
            <w:tcW w:w="1134" w:type="dxa"/>
          </w:tcPr>
          <w:p w14:paraId="4F6AF2DF" w14:textId="5C57D92B" w:rsidR="00C2766D" w:rsidRPr="00AE376F" w:rsidRDefault="00C2766D" w:rsidP="00F5691D">
            <w:pPr>
              <w:pStyle w:val="TabNumeri"/>
            </w:pPr>
            <w:r w:rsidRPr="007C5924">
              <w:t>30,8</w:t>
            </w:r>
          </w:p>
        </w:tc>
        <w:tc>
          <w:tcPr>
            <w:tcW w:w="1134" w:type="dxa"/>
          </w:tcPr>
          <w:p w14:paraId="54F4410F" w14:textId="136829E9" w:rsidR="00C2766D" w:rsidRDefault="00C2766D" w:rsidP="00F5691D">
            <w:pPr>
              <w:pStyle w:val="TabNumeri"/>
            </w:pPr>
            <w:r w:rsidRPr="007C5924">
              <w:t>32,1</w:t>
            </w:r>
          </w:p>
        </w:tc>
      </w:tr>
      <w:tr w:rsidR="000A6AC8" w14:paraId="3D74B357" w14:textId="77777777" w:rsidTr="00F5691D">
        <w:trPr>
          <w:cantSplit/>
        </w:trPr>
        <w:tc>
          <w:tcPr>
            <w:tcW w:w="9356" w:type="dxa"/>
            <w:gridSpan w:val="5"/>
            <w:tcBorders>
              <w:top w:val="single" w:sz="4" w:space="0" w:color="800000"/>
            </w:tcBorders>
          </w:tcPr>
          <w:p w14:paraId="33A0CB78" w14:textId="77777777" w:rsidR="000A6AC8" w:rsidRDefault="000A6AC8" w:rsidP="00F5691D">
            <w:pPr>
              <w:pStyle w:val="TabNoteSuperiori"/>
            </w:pPr>
            <w:r>
              <w:t>(1) Al netto delle scorte. (2) Rapporto percentuale. (3) Quota sulla popolazione presente totale.</w:t>
            </w:r>
          </w:p>
          <w:p w14:paraId="3AAA9721" w14:textId="5550799B" w:rsidR="000A6AC8" w:rsidRPr="007C570B" w:rsidRDefault="000A6AC8" w:rsidP="00F5691D">
            <w:pPr>
              <w:pStyle w:val="TabNoteInferiori"/>
            </w:pPr>
            <w:r w:rsidRPr="00B60C06">
              <w:t xml:space="preserve">Fonte: elaborazione Unioncamere E.R. su dati Prometeia, Scenari per le economie locali, </w:t>
            </w:r>
            <w:r w:rsidR="00C2766D">
              <w:t>aprile</w:t>
            </w:r>
            <w:r w:rsidR="009C6AFC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F5691D">
              <w:rPr>
                <w:noProof/>
              </w:rPr>
              <w:t>2021</w:t>
            </w:r>
            <w:r>
              <w:fldChar w:fldCharType="end"/>
            </w:r>
            <w:r w:rsidRPr="00B60C06">
              <w:t>.</w:t>
            </w:r>
          </w:p>
        </w:tc>
      </w:tr>
    </w:tbl>
    <w:bookmarkEnd w:id="13"/>
    <w:p w14:paraId="4110EF17" w14:textId="77777777" w:rsidR="000A6AC8" w:rsidRDefault="000A6AC8" w:rsidP="000A6AC8">
      <w:r>
        <w:t>Ancora tabella</w:t>
      </w:r>
    </w:p>
    <w:p w14:paraId="41B12111" w14:textId="77777777" w:rsidR="000A6AC8" w:rsidRDefault="000A6AC8" w:rsidP="000A6AC8"/>
    <w:p w14:paraId="434E6F9A" w14:textId="77777777" w:rsidR="000A6AC8" w:rsidRDefault="000A6AC8" w:rsidP="000A6AC8">
      <w:pPr>
        <w:spacing w:line="240" w:lineRule="auto"/>
        <w:ind w:firstLine="0"/>
        <w:jc w:val="left"/>
      </w:pPr>
      <w:r>
        <w:br w:type="page"/>
      </w:r>
    </w:p>
    <w:p w14:paraId="331C4C66" w14:textId="77777777" w:rsidR="00551593" w:rsidRDefault="00551593" w:rsidP="00092240"/>
    <w:p w14:paraId="5FABBCA5" w14:textId="77777777" w:rsidR="00551593" w:rsidRDefault="00551593" w:rsidP="00092240">
      <w:r>
        <w:t xml:space="preserve">Ancora grafico </w:t>
      </w:r>
    </w:p>
    <w:tbl>
      <w:tblPr>
        <w:tblpPr w:topFromText="284" w:bottomFromText="284" w:horzAnchor="margin" w:tblpXSpec="center" w:tblpYSpec="bottom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55A00D95" w14:textId="77777777" w:rsidTr="00F5691D">
        <w:trPr>
          <w:cantSplit/>
        </w:trPr>
        <w:tc>
          <w:tcPr>
            <w:tcW w:w="9356" w:type="dxa"/>
          </w:tcPr>
          <w:p w14:paraId="5A70ECBE" w14:textId="77777777" w:rsidR="00551593" w:rsidRDefault="00F51EF7" w:rsidP="00F5691D">
            <w:pPr>
              <w:pStyle w:val="FigTitolo"/>
              <w:ind w:left="1134" w:hanging="1134"/>
            </w:pPr>
            <w:bookmarkStart w:id="14" w:name="_Hlk69982851"/>
            <w:r>
              <w:t>Il quadro regionale</w:t>
            </w:r>
            <w:r w:rsidR="00551593">
              <w:t>: tasso di variazione e numero indice del Pil (2000=100)</w:t>
            </w:r>
          </w:p>
          <w:p w14:paraId="393716F5" w14:textId="77777777" w:rsidR="00551593" w:rsidRDefault="00551593" w:rsidP="00F5691D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0CE5C14A" wp14:editId="6E74591B">
                  <wp:extent cx="5904000" cy="2340000"/>
                  <wp:effectExtent l="0" t="0" r="0" b="0"/>
                  <wp:docPr id="1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  <w:p w14:paraId="117877FE" w14:textId="6A443D22" w:rsidR="00551593" w:rsidRDefault="00551593" w:rsidP="00F5691D">
            <w:pPr>
              <w:pStyle w:val="TabNoteInferiori"/>
            </w:pPr>
            <w:r w:rsidRPr="0029075E">
              <w:t xml:space="preserve">Fonte: </w:t>
            </w:r>
            <w:r w:rsidRPr="00B60C06">
              <w:t xml:space="preserve">elaborazione Unioncamere E.R. su dati Prometeia, Scenari per le economie locali, </w:t>
            </w:r>
            <w:r w:rsidR="00C2766D">
              <w:t>aprile</w:t>
            </w:r>
            <w:r w:rsidR="006917BC">
              <w:t xml:space="preserve"> </w:t>
            </w:r>
            <w:r>
              <w:fldChar w:fldCharType="begin"/>
            </w:r>
            <w:r>
              <w:instrText xml:space="preserve"> DATE  \@ "yyyy"  \* MERGEFORMAT </w:instrText>
            </w:r>
            <w:r>
              <w:fldChar w:fldCharType="separate"/>
            </w:r>
            <w:r w:rsidR="00F5691D">
              <w:rPr>
                <w:noProof/>
              </w:rPr>
              <w:t>2021</w:t>
            </w:r>
            <w:r>
              <w:fldChar w:fldCharType="end"/>
            </w:r>
            <w:r w:rsidRPr="00B60C06">
              <w:t>.</w:t>
            </w:r>
          </w:p>
        </w:tc>
      </w:tr>
      <w:bookmarkEnd w:id="14"/>
    </w:tbl>
    <w:p w14:paraId="783603D0" w14:textId="77777777" w:rsidR="00551593" w:rsidRDefault="00551593" w:rsidP="00092240"/>
    <w:p w14:paraId="4B3D37FA" w14:textId="77777777" w:rsidR="00551593" w:rsidRDefault="00551593">
      <w:pPr>
        <w:spacing w:line="240" w:lineRule="auto"/>
        <w:ind w:firstLine="0"/>
        <w:jc w:val="left"/>
      </w:pPr>
      <w:r>
        <w:br w:type="page"/>
      </w:r>
    </w:p>
    <w:p w14:paraId="06993D94" w14:textId="77777777" w:rsidR="00551593" w:rsidRDefault="00551593" w:rsidP="00092240"/>
    <w:p w14:paraId="3FDBFC61" w14:textId="77777777" w:rsidR="00551593" w:rsidRDefault="00551593" w:rsidP="00092240">
      <w:r>
        <w:t>Ancora figura</w:t>
      </w:r>
    </w:p>
    <w:tbl>
      <w:tblPr>
        <w:tblpPr w:topFromText="284" w:bottomFromText="284" w:horzAnchor="margin" w:tblpXSpec="center" w:tblpYSpec="top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551593" w14:paraId="379BFA0D" w14:textId="77777777" w:rsidTr="00413019">
        <w:trPr>
          <w:cantSplit/>
        </w:trPr>
        <w:tc>
          <w:tcPr>
            <w:tcW w:w="9356" w:type="dxa"/>
          </w:tcPr>
          <w:p w14:paraId="756DF61E" w14:textId="77777777" w:rsidR="00551593" w:rsidRDefault="00F51EF7" w:rsidP="00092240">
            <w:pPr>
              <w:pStyle w:val="FigTitolo"/>
              <w:ind w:left="1134" w:hanging="1134"/>
            </w:pPr>
            <w:bookmarkStart w:id="15" w:name="_Hlk69982864"/>
            <w:r>
              <w:t>Il quadro</w:t>
            </w:r>
            <w:r w:rsidR="00551593">
              <w:t xml:space="preserve"> regionale, i </w:t>
            </w:r>
            <w:proofErr w:type="gramStart"/>
            <w:r w:rsidR="00551593">
              <w:t>settori :</w:t>
            </w:r>
            <w:proofErr w:type="gramEnd"/>
            <w:r w:rsidR="00551593">
              <w:t xml:space="preserve"> tassi di variazione e numeri indice del valore aggiunto (2000=100)</w:t>
            </w:r>
          </w:p>
          <w:p w14:paraId="1687D7C9" w14:textId="77777777" w:rsidR="00551593" w:rsidRDefault="00551593" w:rsidP="00092240">
            <w:pPr>
              <w:pStyle w:val="Figure"/>
            </w:pPr>
            <w:r w:rsidRPr="00AD0198">
              <w:rPr>
                <w:noProof/>
              </w:rPr>
              <w:drawing>
                <wp:inline distT="0" distB="0" distL="0" distR="0" wp14:anchorId="3812B7D0" wp14:editId="56331809">
                  <wp:extent cx="5904000" cy="2340000"/>
                  <wp:effectExtent l="0" t="0" r="0" b="0"/>
                  <wp:docPr id="29" name="Grafico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  <w:p w14:paraId="746DE94C" w14:textId="2DE98741" w:rsidR="00551593" w:rsidRDefault="00551593" w:rsidP="00350269">
            <w:pPr>
              <w:pStyle w:val="TabNoteInferiori"/>
            </w:pPr>
            <w:r w:rsidRPr="0029075E">
              <w:t xml:space="preserve">Fonte: </w:t>
            </w:r>
            <w:r w:rsidR="00B7658C" w:rsidRPr="00B60C06">
              <w:t xml:space="preserve">elaborazione Unioncamere E.R. su dati </w:t>
            </w:r>
            <w:r w:rsidRPr="0029075E">
              <w:t xml:space="preserve">Prometeia, Scenari per le economie locali, </w:t>
            </w:r>
            <w:r w:rsidR="00C2766D">
              <w:t>aprile</w:t>
            </w:r>
            <w:r w:rsidR="006917BC">
              <w:t xml:space="preserve"> </w:t>
            </w:r>
            <w:r w:rsidR="00055096">
              <w:fldChar w:fldCharType="begin"/>
            </w:r>
            <w:r w:rsidR="00055096">
              <w:instrText xml:space="preserve"> DATE  \@ "yyyy"  \* MERGEFORMAT </w:instrText>
            </w:r>
            <w:r w:rsidR="00055096">
              <w:fldChar w:fldCharType="separate"/>
            </w:r>
            <w:r w:rsidR="00F5691D">
              <w:rPr>
                <w:noProof/>
              </w:rPr>
              <w:t>2021</w:t>
            </w:r>
            <w:r w:rsidR="00055096">
              <w:fldChar w:fldCharType="end"/>
            </w:r>
            <w:r w:rsidR="006F0EA1" w:rsidRPr="006F0EA1">
              <w:t>.</w:t>
            </w:r>
          </w:p>
        </w:tc>
      </w:tr>
      <w:bookmarkEnd w:id="15"/>
    </w:tbl>
    <w:p w14:paraId="75D49EDC" w14:textId="77777777" w:rsidR="00551593" w:rsidRDefault="00551593" w:rsidP="00092240"/>
    <w:sectPr w:rsidR="00551593" w:rsidSect="00EC7F1C">
      <w:footerReference w:type="even" r:id="rId14"/>
      <w:footerReference w:type="default" r:id="rId15"/>
      <w:footnotePr>
        <w:numRestart w:val="eachSect"/>
      </w:footnotePr>
      <w:pgSz w:w="11907" w:h="16840" w:code="9"/>
      <w:pgMar w:top="1276" w:right="992" w:bottom="1276" w:left="992" w:header="567" w:footer="567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1BB2F" w14:textId="77777777" w:rsidR="00F32DEC" w:rsidRDefault="00F32DEC">
      <w:r>
        <w:separator/>
      </w:r>
    </w:p>
    <w:p w14:paraId="12C6A862" w14:textId="77777777" w:rsidR="00F32DEC" w:rsidRDefault="00F32DEC"/>
  </w:endnote>
  <w:endnote w:type="continuationSeparator" w:id="0">
    <w:p w14:paraId="462C5F20" w14:textId="77777777" w:rsidR="00F32DEC" w:rsidRDefault="00F32DEC">
      <w:r>
        <w:continuationSeparator/>
      </w:r>
    </w:p>
    <w:p w14:paraId="2F4A295D" w14:textId="77777777" w:rsidR="00F32DEC" w:rsidRDefault="00F32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0C49" w14:textId="77777777" w:rsidR="00243439" w:rsidRDefault="00243439" w:rsidP="00785036">
    <w:pPr>
      <w:pStyle w:val="Pidipagina"/>
      <w:framePr w:wrap="around" w:vAnchor="text" w:hAnchor="margin" w:xAlign="outside" w:y="1"/>
      <w:ind w:firstLine="0"/>
      <w:jc w:val="lef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10</w:t>
    </w:r>
    <w:r>
      <w:rPr>
        <w:rStyle w:val="Numeropagina"/>
      </w:rPr>
      <w:fldChar w:fldCharType="end"/>
    </w:r>
  </w:p>
  <w:p w14:paraId="138423D0" w14:textId="77777777" w:rsidR="00243439" w:rsidRDefault="00243439" w:rsidP="00EC7F1C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286D2" w14:textId="77777777" w:rsidR="00243439" w:rsidRDefault="00243439" w:rsidP="00EC7F1C">
    <w:pPr>
      <w:pStyle w:val="Intestazione"/>
      <w:framePr w:wrap="around" w:vAnchor="text" w:hAnchor="margin" w:xAlign="right" w:y="1"/>
      <w:ind w:firstLine="0"/>
      <w:jc w:val="right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9</w:t>
    </w:r>
    <w:r>
      <w:rPr>
        <w:rStyle w:val="Numeropagina"/>
      </w:rPr>
      <w:fldChar w:fldCharType="end"/>
    </w:r>
  </w:p>
  <w:p w14:paraId="736B3480" w14:textId="77777777" w:rsidR="00243439" w:rsidRDefault="00243439" w:rsidP="00EC7F1C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2058B" w14:textId="77777777" w:rsidR="00F32DEC" w:rsidRDefault="00F32DEC">
      <w:r>
        <w:separator/>
      </w:r>
    </w:p>
    <w:p w14:paraId="6D8B821B" w14:textId="77777777" w:rsidR="00F32DEC" w:rsidRDefault="00F32DEC"/>
  </w:footnote>
  <w:footnote w:type="continuationSeparator" w:id="0">
    <w:p w14:paraId="74B5536D" w14:textId="77777777" w:rsidR="00F32DEC" w:rsidRDefault="00F32DEC">
      <w:r>
        <w:continuationSeparator/>
      </w:r>
    </w:p>
    <w:p w14:paraId="6B4E5FA7" w14:textId="77777777" w:rsidR="00F32DEC" w:rsidRDefault="00F32DE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123"/>
  <w:printFractionalCharacterWidth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2A"/>
    <w:rsid w:val="00002661"/>
    <w:rsid w:val="00006931"/>
    <w:rsid w:val="000112AF"/>
    <w:rsid w:val="00014186"/>
    <w:rsid w:val="00017471"/>
    <w:rsid w:val="00023493"/>
    <w:rsid w:val="000355D6"/>
    <w:rsid w:val="00042A50"/>
    <w:rsid w:val="0005477E"/>
    <w:rsid w:val="00055096"/>
    <w:rsid w:val="00055AA0"/>
    <w:rsid w:val="00061D42"/>
    <w:rsid w:val="00072096"/>
    <w:rsid w:val="00073656"/>
    <w:rsid w:val="0008614C"/>
    <w:rsid w:val="00091C7A"/>
    <w:rsid w:val="00092240"/>
    <w:rsid w:val="000929E9"/>
    <w:rsid w:val="000954C7"/>
    <w:rsid w:val="000A136A"/>
    <w:rsid w:val="000A47C0"/>
    <w:rsid w:val="000A6AC8"/>
    <w:rsid w:val="000A7543"/>
    <w:rsid w:val="000A7ACE"/>
    <w:rsid w:val="000B4E48"/>
    <w:rsid w:val="000B711D"/>
    <w:rsid w:val="000C35DD"/>
    <w:rsid w:val="000C3780"/>
    <w:rsid w:val="000C731A"/>
    <w:rsid w:val="000D058A"/>
    <w:rsid w:val="000D2AF5"/>
    <w:rsid w:val="000D3408"/>
    <w:rsid w:val="000D77D9"/>
    <w:rsid w:val="000E7C99"/>
    <w:rsid w:val="0011376D"/>
    <w:rsid w:val="00116309"/>
    <w:rsid w:val="001169DB"/>
    <w:rsid w:val="0012006D"/>
    <w:rsid w:val="00134F68"/>
    <w:rsid w:val="0013784E"/>
    <w:rsid w:val="00145433"/>
    <w:rsid w:val="00151819"/>
    <w:rsid w:val="00153771"/>
    <w:rsid w:val="00155A22"/>
    <w:rsid w:val="001629EC"/>
    <w:rsid w:val="00165D0C"/>
    <w:rsid w:val="00172D69"/>
    <w:rsid w:val="00196169"/>
    <w:rsid w:val="0019786B"/>
    <w:rsid w:val="001A2E23"/>
    <w:rsid w:val="001A30EE"/>
    <w:rsid w:val="001B00BB"/>
    <w:rsid w:val="001C0714"/>
    <w:rsid w:val="001C7B8A"/>
    <w:rsid w:val="001D3849"/>
    <w:rsid w:val="001D3F9B"/>
    <w:rsid w:val="001D496D"/>
    <w:rsid w:val="001E2EB1"/>
    <w:rsid w:val="001F4A61"/>
    <w:rsid w:val="00204CFD"/>
    <w:rsid w:val="002112CA"/>
    <w:rsid w:val="00213B74"/>
    <w:rsid w:val="00215E5B"/>
    <w:rsid w:val="00226FD7"/>
    <w:rsid w:val="0023194D"/>
    <w:rsid w:val="00243439"/>
    <w:rsid w:val="00245072"/>
    <w:rsid w:val="00250494"/>
    <w:rsid w:val="00253503"/>
    <w:rsid w:val="002624CD"/>
    <w:rsid w:val="002638B0"/>
    <w:rsid w:val="00277B53"/>
    <w:rsid w:val="00290645"/>
    <w:rsid w:val="002958B5"/>
    <w:rsid w:val="00295CB4"/>
    <w:rsid w:val="00297826"/>
    <w:rsid w:val="002A0339"/>
    <w:rsid w:val="002A3FE8"/>
    <w:rsid w:val="002A4363"/>
    <w:rsid w:val="002A5A5F"/>
    <w:rsid w:val="002A67C3"/>
    <w:rsid w:val="002B4A67"/>
    <w:rsid w:val="002B5F45"/>
    <w:rsid w:val="002C41D2"/>
    <w:rsid w:val="002E0C1E"/>
    <w:rsid w:val="002E7D6B"/>
    <w:rsid w:val="002F3B2B"/>
    <w:rsid w:val="002F44C7"/>
    <w:rsid w:val="002F78B9"/>
    <w:rsid w:val="00300309"/>
    <w:rsid w:val="00303B46"/>
    <w:rsid w:val="00303F64"/>
    <w:rsid w:val="003079C8"/>
    <w:rsid w:val="00311B8C"/>
    <w:rsid w:val="0032026C"/>
    <w:rsid w:val="00325B0D"/>
    <w:rsid w:val="00326BDD"/>
    <w:rsid w:val="00330763"/>
    <w:rsid w:val="00343BBA"/>
    <w:rsid w:val="00350269"/>
    <w:rsid w:val="0036493F"/>
    <w:rsid w:val="00370DD3"/>
    <w:rsid w:val="00374C2B"/>
    <w:rsid w:val="0037602F"/>
    <w:rsid w:val="003826E3"/>
    <w:rsid w:val="00383B44"/>
    <w:rsid w:val="00386683"/>
    <w:rsid w:val="00392CCA"/>
    <w:rsid w:val="003A3163"/>
    <w:rsid w:val="003A4CBD"/>
    <w:rsid w:val="003A7986"/>
    <w:rsid w:val="003B3B32"/>
    <w:rsid w:val="003C6E43"/>
    <w:rsid w:val="003D4594"/>
    <w:rsid w:val="003D7D2C"/>
    <w:rsid w:val="003E1102"/>
    <w:rsid w:val="003F1887"/>
    <w:rsid w:val="003F66B1"/>
    <w:rsid w:val="003F7D8E"/>
    <w:rsid w:val="00400B20"/>
    <w:rsid w:val="00403C5A"/>
    <w:rsid w:val="004045CE"/>
    <w:rsid w:val="00413019"/>
    <w:rsid w:val="00421C45"/>
    <w:rsid w:val="004233A0"/>
    <w:rsid w:val="004308CF"/>
    <w:rsid w:val="00434AFD"/>
    <w:rsid w:val="00435CA0"/>
    <w:rsid w:val="00436B0A"/>
    <w:rsid w:val="00454296"/>
    <w:rsid w:val="00455939"/>
    <w:rsid w:val="00463C20"/>
    <w:rsid w:val="004713F6"/>
    <w:rsid w:val="004727C6"/>
    <w:rsid w:val="00474F23"/>
    <w:rsid w:val="00475E64"/>
    <w:rsid w:val="0048031B"/>
    <w:rsid w:val="004821B2"/>
    <w:rsid w:val="0048538D"/>
    <w:rsid w:val="004878E2"/>
    <w:rsid w:val="004B0C54"/>
    <w:rsid w:val="004B18C5"/>
    <w:rsid w:val="004B6004"/>
    <w:rsid w:val="004B73AB"/>
    <w:rsid w:val="004B7A63"/>
    <w:rsid w:val="004C08CA"/>
    <w:rsid w:val="004C2B43"/>
    <w:rsid w:val="004C403E"/>
    <w:rsid w:val="004C7D09"/>
    <w:rsid w:val="004D12DD"/>
    <w:rsid w:val="004D2755"/>
    <w:rsid w:val="004D5DA3"/>
    <w:rsid w:val="004E4F1B"/>
    <w:rsid w:val="004F064C"/>
    <w:rsid w:val="0050153E"/>
    <w:rsid w:val="0050347A"/>
    <w:rsid w:val="00504545"/>
    <w:rsid w:val="00507F77"/>
    <w:rsid w:val="00513864"/>
    <w:rsid w:val="00521119"/>
    <w:rsid w:val="00526DAE"/>
    <w:rsid w:val="00530A7E"/>
    <w:rsid w:val="00534A6F"/>
    <w:rsid w:val="0053677E"/>
    <w:rsid w:val="00537422"/>
    <w:rsid w:val="00541FB1"/>
    <w:rsid w:val="00546091"/>
    <w:rsid w:val="00551593"/>
    <w:rsid w:val="00560490"/>
    <w:rsid w:val="005701F7"/>
    <w:rsid w:val="00576C2B"/>
    <w:rsid w:val="00577102"/>
    <w:rsid w:val="005A3111"/>
    <w:rsid w:val="005A35E9"/>
    <w:rsid w:val="005A50E2"/>
    <w:rsid w:val="005B1DC4"/>
    <w:rsid w:val="005B24A0"/>
    <w:rsid w:val="005B36AB"/>
    <w:rsid w:val="005E16BE"/>
    <w:rsid w:val="005E335D"/>
    <w:rsid w:val="005E5662"/>
    <w:rsid w:val="005E7630"/>
    <w:rsid w:val="005F729A"/>
    <w:rsid w:val="006017C5"/>
    <w:rsid w:val="0061438E"/>
    <w:rsid w:val="006232D9"/>
    <w:rsid w:val="00624FD5"/>
    <w:rsid w:val="00627304"/>
    <w:rsid w:val="0063075B"/>
    <w:rsid w:val="006317B1"/>
    <w:rsid w:val="0063791E"/>
    <w:rsid w:val="006415BF"/>
    <w:rsid w:val="00646138"/>
    <w:rsid w:val="006648D0"/>
    <w:rsid w:val="006657DD"/>
    <w:rsid w:val="0067025A"/>
    <w:rsid w:val="006716DF"/>
    <w:rsid w:val="00675B59"/>
    <w:rsid w:val="006765D7"/>
    <w:rsid w:val="00676EB4"/>
    <w:rsid w:val="00680B91"/>
    <w:rsid w:val="0068342D"/>
    <w:rsid w:val="00687E65"/>
    <w:rsid w:val="006917BC"/>
    <w:rsid w:val="00693137"/>
    <w:rsid w:val="006A2313"/>
    <w:rsid w:val="006A5F7D"/>
    <w:rsid w:val="006B24FA"/>
    <w:rsid w:val="006B25D9"/>
    <w:rsid w:val="006B38E4"/>
    <w:rsid w:val="006B3E1B"/>
    <w:rsid w:val="006C2096"/>
    <w:rsid w:val="006C2562"/>
    <w:rsid w:val="006C582B"/>
    <w:rsid w:val="006D0B80"/>
    <w:rsid w:val="006D34C0"/>
    <w:rsid w:val="006E4C4F"/>
    <w:rsid w:val="006E5935"/>
    <w:rsid w:val="006F0EA1"/>
    <w:rsid w:val="006F1520"/>
    <w:rsid w:val="006F328F"/>
    <w:rsid w:val="006F4958"/>
    <w:rsid w:val="00711AD4"/>
    <w:rsid w:val="00722AB2"/>
    <w:rsid w:val="007279E5"/>
    <w:rsid w:val="00731040"/>
    <w:rsid w:val="00736E99"/>
    <w:rsid w:val="0073726E"/>
    <w:rsid w:val="007413B2"/>
    <w:rsid w:val="00745853"/>
    <w:rsid w:val="00745F38"/>
    <w:rsid w:val="00751AB1"/>
    <w:rsid w:val="007702C4"/>
    <w:rsid w:val="007709BA"/>
    <w:rsid w:val="007767D7"/>
    <w:rsid w:val="00776C28"/>
    <w:rsid w:val="00782A90"/>
    <w:rsid w:val="00785036"/>
    <w:rsid w:val="007864F5"/>
    <w:rsid w:val="007A006D"/>
    <w:rsid w:val="007A1DD2"/>
    <w:rsid w:val="007B6006"/>
    <w:rsid w:val="007C32E7"/>
    <w:rsid w:val="007C4E48"/>
    <w:rsid w:val="007D4EF0"/>
    <w:rsid w:val="007E3254"/>
    <w:rsid w:val="007E5C6E"/>
    <w:rsid w:val="007F4A37"/>
    <w:rsid w:val="007F7D9B"/>
    <w:rsid w:val="008001F3"/>
    <w:rsid w:val="0080528A"/>
    <w:rsid w:val="0081512A"/>
    <w:rsid w:val="008159E5"/>
    <w:rsid w:val="0081747C"/>
    <w:rsid w:val="00822AEB"/>
    <w:rsid w:val="0082638F"/>
    <w:rsid w:val="0083021E"/>
    <w:rsid w:val="008327DA"/>
    <w:rsid w:val="00832B4E"/>
    <w:rsid w:val="00835244"/>
    <w:rsid w:val="00847E0A"/>
    <w:rsid w:val="00853D40"/>
    <w:rsid w:val="00853E52"/>
    <w:rsid w:val="008575CD"/>
    <w:rsid w:val="00860AE6"/>
    <w:rsid w:val="00863834"/>
    <w:rsid w:val="00863D09"/>
    <w:rsid w:val="00865C3E"/>
    <w:rsid w:val="00865D33"/>
    <w:rsid w:val="00872A34"/>
    <w:rsid w:val="00872B5F"/>
    <w:rsid w:val="0087322A"/>
    <w:rsid w:val="008741B6"/>
    <w:rsid w:val="008761FF"/>
    <w:rsid w:val="00885A3D"/>
    <w:rsid w:val="008917D4"/>
    <w:rsid w:val="00892C7E"/>
    <w:rsid w:val="00895570"/>
    <w:rsid w:val="00897417"/>
    <w:rsid w:val="008A59C8"/>
    <w:rsid w:val="008A6682"/>
    <w:rsid w:val="008D2187"/>
    <w:rsid w:val="008E1F7C"/>
    <w:rsid w:val="008E4B16"/>
    <w:rsid w:val="008F5EE9"/>
    <w:rsid w:val="008F762B"/>
    <w:rsid w:val="00904F49"/>
    <w:rsid w:val="00906A3E"/>
    <w:rsid w:val="009124B3"/>
    <w:rsid w:val="009135F2"/>
    <w:rsid w:val="00927E9E"/>
    <w:rsid w:val="009317C6"/>
    <w:rsid w:val="009439FA"/>
    <w:rsid w:val="00946774"/>
    <w:rsid w:val="009520BC"/>
    <w:rsid w:val="00956CB8"/>
    <w:rsid w:val="00962949"/>
    <w:rsid w:val="00962B46"/>
    <w:rsid w:val="00964213"/>
    <w:rsid w:val="0096720D"/>
    <w:rsid w:val="00981333"/>
    <w:rsid w:val="00986FFE"/>
    <w:rsid w:val="00992B5F"/>
    <w:rsid w:val="00996C02"/>
    <w:rsid w:val="00997DEE"/>
    <w:rsid w:val="00997F90"/>
    <w:rsid w:val="009A19E1"/>
    <w:rsid w:val="009A3337"/>
    <w:rsid w:val="009B1D1A"/>
    <w:rsid w:val="009B6044"/>
    <w:rsid w:val="009C6AFC"/>
    <w:rsid w:val="009D0172"/>
    <w:rsid w:val="009D4503"/>
    <w:rsid w:val="009F1A6A"/>
    <w:rsid w:val="009F7EE6"/>
    <w:rsid w:val="00A02841"/>
    <w:rsid w:val="00A04E5E"/>
    <w:rsid w:val="00A06976"/>
    <w:rsid w:val="00A13F9E"/>
    <w:rsid w:val="00A206B3"/>
    <w:rsid w:val="00A226D3"/>
    <w:rsid w:val="00A25260"/>
    <w:rsid w:val="00A30C67"/>
    <w:rsid w:val="00A56554"/>
    <w:rsid w:val="00A62507"/>
    <w:rsid w:val="00A7082C"/>
    <w:rsid w:val="00A72937"/>
    <w:rsid w:val="00A72999"/>
    <w:rsid w:val="00A730F5"/>
    <w:rsid w:val="00A86646"/>
    <w:rsid w:val="00A90F5A"/>
    <w:rsid w:val="00A97F64"/>
    <w:rsid w:val="00AA22D2"/>
    <w:rsid w:val="00AA3813"/>
    <w:rsid w:val="00AA704C"/>
    <w:rsid w:val="00AB3C50"/>
    <w:rsid w:val="00AD3962"/>
    <w:rsid w:val="00AD4D85"/>
    <w:rsid w:val="00AF383C"/>
    <w:rsid w:val="00AF52FB"/>
    <w:rsid w:val="00AF53B8"/>
    <w:rsid w:val="00B0117D"/>
    <w:rsid w:val="00B012FC"/>
    <w:rsid w:val="00B141FF"/>
    <w:rsid w:val="00B1756D"/>
    <w:rsid w:val="00B21DBE"/>
    <w:rsid w:val="00B2540E"/>
    <w:rsid w:val="00B268A9"/>
    <w:rsid w:val="00B27432"/>
    <w:rsid w:val="00B300CF"/>
    <w:rsid w:val="00B3596A"/>
    <w:rsid w:val="00B37865"/>
    <w:rsid w:val="00B40CC5"/>
    <w:rsid w:val="00B619AA"/>
    <w:rsid w:val="00B727E5"/>
    <w:rsid w:val="00B74896"/>
    <w:rsid w:val="00B7658C"/>
    <w:rsid w:val="00B87DAA"/>
    <w:rsid w:val="00BA3EF7"/>
    <w:rsid w:val="00BA4E1E"/>
    <w:rsid w:val="00BA6EC0"/>
    <w:rsid w:val="00BB0B6C"/>
    <w:rsid w:val="00BB4979"/>
    <w:rsid w:val="00BB5AA7"/>
    <w:rsid w:val="00BB6F42"/>
    <w:rsid w:val="00BB71D8"/>
    <w:rsid w:val="00BC1241"/>
    <w:rsid w:val="00BC5420"/>
    <w:rsid w:val="00BD561C"/>
    <w:rsid w:val="00BD7C77"/>
    <w:rsid w:val="00BD7ED5"/>
    <w:rsid w:val="00BF262A"/>
    <w:rsid w:val="00BF4352"/>
    <w:rsid w:val="00C10760"/>
    <w:rsid w:val="00C2766D"/>
    <w:rsid w:val="00C35C72"/>
    <w:rsid w:val="00C4031B"/>
    <w:rsid w:val="00C403C3"/>
    <w:rsid w:val="00C40E72"/>
    <w:rsid w:val="00C50DDB"/>
    <w:rsid w:val="00C6231C"/>
    <w:rsid w:val="00C76EBF"/>
    <w:rsid w:val="00C91709"/>
    <w:rsid w:val="00CA7D73"/>
    <w:rsid w:val="00CB605B"/>
    <w:rsid w:val="00CC5909"/>
    <w:rsid w:val="00CD278F"/>
    <w:rsid w:val="00CE1907"/>
    <w:rsid w:val="00CE2787"/>
    <w:rsid w:val="00CE5938"/>
    <w:rsid w:val="00CF2079"/>
    <w:rsid w:val="00CF3E16"/>
    <w:rsid w:val="00CF65FA"/>
    <w:rsid w:val="00D011E2"/>
    <w:rsid w:val="00D04D32"/>
    <w:rsid w:val="00D11BF6"/>
    <w:rsid w:val="00D1201C"/>
    <w:rsid w:val="00D12CCD"/>
    <w:rsid w:val="00D171F1"/>
    <w:rsid w:val="00D31C48"/>
    <w:rsid w:val="00D32334"/>
    <w:rsid w:val="00D3698C"/>
    <w:rsid w:val="00D37A56"/>
    <w:rsid w:val="00D40397"/>
    <w:rsid w:val="00D46A48"/>
    <w:rsid w:val="00D6174C"/>
    <w:rsid w:val="00D67543"/>
    <w:rsid w:val="00D76DB6"/>
    <w:rsid w:val="00D91F47"/>
    <w:rsid w:val="00D96314"/>
    <w:rsid w:val="00DB7F10"/>
    <w:rsid w:val="00DD0CFC"/>
    <w:rsid w:val="00DD14C1"/>
    <w:rsid w:val="00DD2803"/>
    <w:rsid w:val="00DD43EA"/>
    <w:rsid w:val="00DD68E8"/>
    <w:rsid w:val="00DE20DD"/>
    <w:rsid w:val="00DF0CEB"/>
    <w:rsid w:val="00DF3629"/>
    <w:rsid w:val="00DF42E6"/>
    <w:rsid w:val="00E0114B"/>
    <w:rsid w:val="00E01DC4"/>
    <w:rsid w:val="00E02373"/>
    <w:rsid w:val="00E0444A"/>
    <w:rsid w:val="00E11A1D"/>
    <w:rsid w:val="00E167FF"/>
    <w:rsid w:val="00E3355E"/>
    <w:rsid w:val="00E40A1B"/>
    <w:rsid w:val="00E52DE6"/>
    <w:rsid w:val="00E534DF"/>
    <w:rsid w:val="00E55380"/>
    <w:rsid w:val="00E60811"/>
    <w:rsid w:val="00E64EBC"/>
    <w:rsid w:val="00E678F3"/>
    <w:rsid w:val="00E67F80"/>
    <w:rsid w:val="00E70388"/>
    <w:rsid w:val="00E70469"/>
    <w:rsid w:val="00E72B5D"/>
    <w:rsid w:val="00E743E6"/>
    <w:rsid w:val="00E7750D"/>
    <w:rsid w:val="00E8095D"/>
    <w:rsid w:val="00E83F16"/>
    <w:rsid w:val="00E85754"/>
    <w:rsid w:val="00E92F52"/>
    <w:rsid w:val="00E94CC3"/>
    <w:rsid w:val="00EA294A"/>
    <w:rsid w:val="00EA5336"/>
    <w:rsid w:val="00EB042A"/>
    <w:rsid w:val="00EB5E4A"/>
    <w:rsid w:val="00EC5856"/>
    <w:rsid w:val="00EC614E"/>
    <w:rsid w:val="00EC6592"/>
    <w:rsid w:val="00EC7F1C"/>
    <w:rsid w:val="00ED09E7"/>
    <w:rsid w:val="00ED3474"/>
    <w:rsid w:val="00ED37A7"/>
    <w:rsid w:val="00ED3E7E"/>
    <w:rsid w:val="00EE115B"/>
    <w:rsid w:val="00EE2F9D"/>
    <w:rsid w:val="00EE5211"/>
    <w:rsid w:val="00EF0628"/>
    <w:rsid w:val="00EF0E8E"/>
    <w:rsid w:val="00EF2792"/>
    <w:rsid w:val="00EF78C5"/>
    <w:rsid w:val="00F070DE"/>
    <w:rsid w:val="00F11BE4"/>
    <w:rsid w:val="00F216E5"/>
    <w:rsid w:val="00F30928"/>
    <w:rsid w:val="00F32DEC"/>
    <w:rsid w:val="00F333A5"/>
    <w:rsid w:val="00F33FAC"/>
    <w:rsid w:val="00F34C07"/>
    <w:rsid w:val="00F41BD9"/>
    <w:rsid w:val="00F516F4"/>
    <w:rsid w:val="00F51EF7"/>
    <w:rsid w:val="00F5691D"/>
    <w:rsid w:val="00F56FF5"/>
    <w:rsid w:val="00F60684"/>
    <w:rsid w:val="00F61994"/>
    <w:rsid w:val="00F61C97"/>
    <w:rsid w:val="00F661DA"/>
    <w:rsid w:val="00F71F66"/>
    <w:rsid w:val="00F81090"/>
    <w:rsid w:val="00F81CE8"/>
    <w:rsid w:val="00F82353"/>
    <w:rsid w:val="00F858D8"/>
    <w:rsid w:val="00F90D52"/>
    <w:rsid w:val="00F91DDE"/>
    <w:rsid w:val="00F94364"/>
    <w:rsid w:val="00F97B57"/>
    <w:rsid w:val="00FA4C39"/>
    <w:rsid w:val="00FA4F3E"/>
    <w:rsid w:val="00FB0790"/>
    <w:rsid w:val="00FB0872"/>
    <w:rsid w:val="00FB5FA2"/>
    <w:rsid w:val="00FC1708"/>
    <w:rsid w:val="00FC2012"/>
    <w:rsid w:val="00FC22A8"/>
    <w:rsid w:val="00FD256F"/>
    <w:rsid w:val="00FD7576"/>
    <w:rsid w:val="00FF03A4"/>
    <w:rsid w:val="00FF1483"/>
    <w:rsid w:val="00FF29BA"/>
    <w:rsid w:val="00FF4238"/>
    <w:rsid w:val="00FF4A16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03F59A"/>
  <w15:docId w15:val="{EF254C11-9693-4703-9318-0AABD27C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97F90"/>
    <w:pPr>
      <w:spacing w:line="240" w:lineRule="atLeast"/>
      <w:ind w:firstLine="227"/>
      <w:jc w:val="both"/>
    </w:pPr>
    <w:rPr>
      <w:rFonts w:ascii="Arial" w:hAnsi="Arial"/>
    </w:rPr>
  </w:style>
  <w:style w:type="paragraph" w:styleId="Titolo1">
    <w:name w:val="heading 1"/>
    <w:basedOn w:val="Normale"/>
    <w:next w:val="Titolo2"/>
    <w:qFormat/>
    <w:rsid w:val="00646138"/>
    <w:pPr>
      <w:keepNext/>
      <w:keepLines/>
      <w:tabs>
        <w:tab w:val="left" w:pos="851"/>
      </w:tabs>
      <w:spacing w:after="1680"/>
      <w:ind w:left="851" w:hanging="851"/>
      <w:jc w:val="left"/>
      <w:outlineLvl w:val="0"/>
    </w:pPr>
    <w:rPr>
      <w:b/>
      <w:color w:val="800000"/>
      <w:sz w:val="32"/>
    </w:rPr>
  </w:style>
  <w:style w:type="paragraph" w:styleId="Titolo2">
    <w:name w:val="heading 2"/>
    <w:basedOn w:val="Normale"/>
    <w:next w:val="Normale"/>
    <w:qFormat/>
    <w:rsid w:val="008F762B"/>
    <w:pPr>
      <w:keepNext/>
      <w:keepLines/>
      <w:tabs>
        <w:tab w:val="left" w:pos="737"/>
      </w:tabs>
      <w:spacing w:before="480" w:after="240"/>
      <w:ind w:left="737" w:hanging="737"/>
      <w:jc w:val="left"/>
      <w:outlineLvl w:val="1"/>
    </w:pPr>
    <w:rPr>
      <w:b/>
      <w:color w:val="800000"/>
    </w:rPr>
  </w:style>
  <w:style w:type="paragraph" w:styleId="Titolo3">
    <w:name w:val="heading 3"/>
    <w:basedOn w:val="Titolo2"/>
    <w:next w:val="Normale"/>
    <w:qFormat/>
    <w:rsid w:val="00F61994"/>
    <w:pPr>
      <w:tabs>
        <w:tab w:val="clear" w:pos="737"/>
        <w:tab w:val="left" w:pos="851"/>
      </w:tabs>
      <w:ind w:left="851" w:hanging="851"/>
      <w:outlineLvl w:val="2"/>
    </w:pPr>
    <w:rPr>
      <w:b w:val="0"/>
      <w:i/>
    </w:rPr>
  </w:style>
  <w:style w:type="paragraph" w:styleId="Titolo4">
    <w:name w:val="heading 4"/>
    <w:basedOn w:val="Titolo3"/>
    <w:next w:val="Normale"/>
    <w:qFormat/>
    <w:rsid w:val="00475E64"/>
    <w:pPr>
      <w:tabs>
        <w:tab w:val="clear" w:pos="851"/>
        <w:tab w:val="left" w:pos="1021"/>
      </w:tabs>
      <w:spacing w:before="240" w:after="0"/>
      <w:ind w:left="1021" w:hanging="1021"/>
      <w:outlineLvl w:val="3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semiHidden/>
    <w:rsid w:val="00997F90"/>
    <w:pPr>
      <w:spacing w:before="60" w:line="200" w:lineRule="atLeast"/>
    </w:pPr>
    <w:rPr>
      <w:sz w:val="16"/>
    </w:rPr>
  </w:style>
  <w:style w:type="paragraph" w:styleId="Rientronormale">
    <w:name w:val="Normal Indent"/>
    <w:basedOn w:val="Normale"/>
    <w:rsid w:val="00997F90"/>
    <w:pPr>
      <w:ind w:left="567" w:hanging="340"/>
    </w:pPr>
  </w:style>
  <w:style w:type="paragraph" w:customStyle="1" w:styleId="Figure">
    <w:name w:val="Figure"/>
    <w:basedOn w:val="Normale"/>
    <w:next w:val="Normale"/>
    <w:rsid w:val="00521119"/>
    <w:pPr>
      <w:keepLines/>
      <w:spacing w:line="240" w:lineRule="auto"/>
      <w:ind w:firstLine="0"/>
      <w:jc w:val="center"/>
    </w:pPr>
    <w:rPr>
      <w:sz w:val="16"/>
    </w:rPr>
  </w:style>
  <w:style w:type="paragraph" w:customStyle="1" w:styleId="FigTitolo">
    <w:name w:val="Fig Titolo"/>
    <w:basedOn w:val="TabTitolo"/>
    <w:rsid w:val="00537422"/>
    <w:pPr>
      <w:spacing w:after="0"/>
    </w:pPr>
  </w:style>
  <w:style w:type="paragraph" w:customStyle="1" w:styleId="TabTitolo">
    <w:name w:val="Tab Titolo"/>
    <w:basedOn w:val="Normale"/>
    <w:rsid w:val="00A226D3"/>
    <w:pPr>
      <w:keepNext/>
      <w:keepLines/>
      <w:tabs>
        <w:tab w:val="left" w:pos="907"/>
      </w:tabs>
      <w:spacing w:after="80" w:line="240" w:lineRule="auto"/>
      <w:ind w:left="907" w:hanging="907"/>
      <w:jc w:val="left"/>
    </w:pPr>
    <w:rPr>
      <w:i/>
      <w:color w:val="800000"/>
      <w:sz w:val="16"/>
    </w:rPr>
  </w:style>
  <w:style w:type="paragraph" w:styleId="Intestazione">
    <w:name w:val="header"/>
    <w:basedOn w:val="Normale"/>
    <w:rsid w:val="005B1DC4"/>
    <w:pPr>
      <w:tabs>
        <w:tab w:val="center" w:pos="4819"/>
        <w:tab w:val="right" w:pos="9638"/>
      </w:tabs>
    </w:pPr>
  </w:style>
  <w:style w:type="paragraph" w:customStyle="1" w:styleId="TabSeparazioni">
    <w:name w:val="Tab Separazioni"/>
    <w:basedOn w:val="Normale"/>
    <w:rsid w:val="00ED3E7E"/>
    <w:pPr>
      <w:keepNext/>
      <w:keepLines/>
      <w:spacing w:before="80" w:line="240" w:lineRule="auto"/>
      <w:ind w:firstLine="0"/>
      <w:jc w:val="left"/>
    </w:pPr>
    <w:rPr>
      <w:b/>
      <w:sz w:val="16"/>
    </w:rPr>
  </w:style>
  <w:style w:type="paragraph" w:customStyle="1" w:styleId="TabEtichetteBold">
    <w:name w:val="Tab Etichette Bold"/>
    <w:basedOn w:val="TabEtichette"/>
    <w:rsid w:val="00EC6592"/>
    <w:rPr>
      <w:b/>
      <w:bCs/>
    </w:rPr>
  </w:style>
  <w:style w:type="paragraph" w:customStyle="1" w:styleId="TabEtichette">
    <w:name w:val="Tab Etichette"/>
    <w:basedOn w:val="Normale"/>
    <w:rsid w:val="00B300CF"/>
    <w:pPr>
      <w:keepLines/>
      <w:spacing w:line="240" w:lineRule="auto"/>
      <w:ind w:firstLine="0"/>
      <w:jc w:val="left"/>
    </w:pPr>
    <w:rPr>
      <w:sz w:val="16"/>
    </w:rPr>
  </w:style>
  <w:style w:type="paragraph" w:customStyle="1" w:styleId="TabNumeri">
    <w:name w:val="Tab Numeri"/>
    <w:basedOn w:val="Normale"/>
    <w:rsid w:val="00B300CF"/>
    <w:pPr>
      <w:keepLines/>
      <w:spacing w:line="240" w:lineRule="auto"/>
      <w:ind w:firstLine="0"/>
      <w:jc w:val="right"/>
    </w:pPr>
    <w:rPr>
      <w:sz w:val="16"/>
    </w:rPr>
  </w:style>
  <w:style w:type="paragraph" w:customStyle="1" w:styleId="TabNoteSuperiori">
    <w:name w:val="Tab Note Superiori"/>
    <w:basedOn w:val="Normale"/>
    <w:rsid w:val="00B300CF"/>
    <w:pPr>
      <w:keepLines/>
      <w:spacing w:before="60" w:line="240" w:lineRule="auto"/>
      <w:ind w:firstLine="0"/>
    </w:pPr>
    <w:rPr>
      <w:sz w:val="16"/>
    </w:rPr>
  </w:style>
  <w:style w:type="paragraph" w:customStyle="1" w:styleId="TabNoteInferiori">
    <w:name w:val="Tab Note Inferiori"/>
    <w:basedOn w:val="TabNoteSuperiori"/>
    <w:rsid w:val="00997F90"/>
    <w:pPr>
      <w:spacing w:before="0"/>
    </w:pPr>
  </w:style>
  <w:style w:type="paragraph" w:customStyle="1" w:styleId="TabIntestazioni">
    <w:name w:val="Tab Intestazioni"/>
    <w:basedOn w:val="Normale"/>
    <w:rsid w:val="00B300CF"/>
    <w:pPr>
      <w:keepNext/>
      <w:keepLines/>
      <w:spacing w:before="80" w:after="80" w:line="240" w:lineRule="auto"/>
      <w:ind w:firstLine="0"/>
      <w:jc w:val="center"/>
    </w:pPr>
    <w:rPr>
      <w:i/>
      <w:sz w:val="16"/>
    </w:rPr>
  </w:style>
  <w:style w:type="paragraph" w:customStyle="1" w:styleId="TabIntestaSup">
    <w:name w:val="Tab Intesta Sup"/>
    <w:basedOn w:val="TabIntestazioni"/>
    <w:rsid w:val="00997F90"/>
    <w:pPr>
      <w:spacing w:before="60" w:after="20"/>
    </w:pPr>
  </w:style>
  <w:style w:type="paragraph" w:customStyle="1" w:styleId="TabIntestaSupBordo">
    <w:name w:val="Tab Intesta Sup Bordo"/>
    <w:basedOn w:val="TabIntestaSup"/>
    <w:rsid w:val="00997F90"/>
    <w:pPr>
      <w:pBdr>
        <w:bottom w:val="single" w:sz="4" w:space="1" w:color="auto"/>
      </w:pBdr>
      <w:ind w:left="57" w:right="57"/>
    </w:pPr>
  </w:style>
  <w:style w:type="paragraph" w:customStyle="1" w:styleId="TabIntestaInf">
    <w:name w:val="Tab Intesta Inf"/>
    <w:basedOn w:val="TabIntestazioni"/>
    <w:rsid w:val="00997F90"/>
    <w:pPr>
      <w:spacing w:before="0" w:after="60"/>
    </w:pPr>
  </w:style>
  <w:style w:type="paragraph" w:customStyle="1" w:styleId="TabIntestazCentro">
    <w:name w:val="Tab Intestaz Centro"/>
    <w:basedOn w:val="TabIntestazioni"/>
    <w:rsid w:val="00997F90"/>
    <w:pPr>
      <w:spacing w:before="0" w:after="20"/>
    </w:pPr>
  </w:style>
  <w:style w:type="paragraph" w:customStyle="1" w:styleId="TabIntestaCentroBordo">
    <w:name w:val="Tab Intesta Centro Bordo"/>
    <w:basedOn w:val="TabIntestazCentro"/>
    <w:rsid w:val="00997F90"/>
    <w:pPr>
      <w:pBdr>
        <w:bottom w:val="single" w:sz="4" w:space="1" w:color="auto"/>
      </w:pBdr>
      <w:ind w:left="57" w:right="57"/>
    </w:pPr>
  </w:style>
  <w:style w:type="paragraph" w:customStyle="1" w:styleId="Fineoggettoword">
    <w:name w:val="Fine oggetto word"/>
    <w:basedOn w:val="TabNoteInferiori"/>
    <w:rsid w:val="00997F90"/>
    <w:rPr>
      <w:i/>
      <w:sz w:val="12"/>
    </w:rPr>
  </w:style>
  <w:style w:type="character" w:styleId="Numeropagina">
    <w:name w:val="page number"/>
    <w:basedOn w:val="Carpredefinitoparagrafo"/>
    <w:rsid w:val="00997F90"/>
    <w:rPr>
      <w:rFonts w:ascii="Arial" w:hAnsi="Arial"/>
      <w:sz w:val="20"/>
    </w:rPr>
  </w:style>
  <w:style w:type="paragraph" w:customStyle="1" w:styleId="Intestazionecorsivo">
    <w:name w:val="Intestazione corsivo"/>
    <w:basedOn w:val="Normale"/>
    <w:rsid w:val="00521119"/>
    <w:pPr>
      <w:ind w:left="357" w:right="357" w:firstLine="0"/>
      <w:jc w:val="center"/>
    </w:pPr>
    <w:rPr>
      <w:i/>
      <w:noProof/>
      <w:sz w:val="16"/>
    </w:rPr>
  </w:style>
  <w:style w:type="paragraph" w:customStyle="1" w:styleId="Pidipaginacorsivo">
    <w:name w:val="Piè di pagina corsivo"/>
    <w:basedOn w:val="Normale"/>
    <w:rsid w:val="00521119"/>
    <w:pPr>
      <w:ind w:firstLine="0"/>
      <w:jc w:val="center"/>
    </w:pPr>
    <w:rPr>
      <w:i/>
      <w:sz w:val="16"/>
    </w:rPr>
  </w:style>
  <w:style w:type="paragraph" w:customStyle="1" w:styleId="TitoloParte">
    <w:name w:val="Titolo Parte"/>
    <w:basedOn w:val="Titolo1"/>
    <w:rsid w:val="007C32E7"/>
    <w:rPr>
      <w:caps/>
      <w:sz w:val="36"/>
    </w:rPr>
  </w:style>
  <w:style w:type="character" w:styleId="Rimandonotaapidipagina">
    <w:name w:val="footnote reference"/>
    <w:basedOn w:val="Carpredefinitoparagrafo"/>
    <w:semiHidden/>
    <w:rsid w:val="00736E99"/>
    <w:rPr>
      <w:vertAlign w:val="superscript"/>
    </w:rPr>
  </w:style>
  <w:style w:type="paragraph" w:styleId="Sommario1">
    <w:name w:val="toc 1"/>
    <w:basedOn w:val="Normale"/>
    <w:next w:val="Normale"/>
    <w:autoRedefine/>
    <w:uiPriority w:val="39"/>
    <w:rsid w:val="007C32E7"/>
  </w:style>
  <w:style w:type="paragraph" w:customStyle="1" w:styleId="autori">
    <w:name w:val="autori"/>
    <w:basedOn w:val="Normale"/>
    <w:rsid w:val="009135F2"/>
    <w:pPr>
      <w:ind w:left="57" w:right="57" w:firstLine="0"/>
      <w:jc w:val="left"/>
    </w:pPr>
    <w:rPr>
      <w:color w:val="800000"/>
      <w:sz w:val="18"/>
    </w:rPr>
  </w:style>
  <w:style w:type="paragraph" w:customStyle="1" w:styleId="Introduzionenormalecorsivo">
    <w:name w:val="Introduzione normale corsivo"/>
    <w:basedOn w:val="Normale"/>
    <w:qFormat/>
    <w:rsid w:val="00B37865"/>
    <w:pPr>
      <w:spacing w:line="360" w:lineRule="auto"/>
    </w:pPr>
    <w:rPr>
      <w:rFonts w:cs="Arial"/>
      <w:i/>
    </w:rPr>
  </w:style>
  <w:style w:type="paragraph" w:styleId="Pidipagina">
    <w:name w:val="footer"/>
    <w:basedOn w:val="Normale"/>
    <w:link w:val="PidipaginaCarattere"/>
    <w:rsid w:val="000B711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B711D"/>
    <w:rPr>
      <w:rFonts w:ascii="Arial" w:hAnsi="Arial"/>
    </w:rPr>
  </w:style>
  <w:style w:type="paragraph" w:customStyle="1" w:styleId="nascosto">
    <w:name w:val="nascosto"/>
    <w:basedOn w:val="Normale"/>
    <w:next w:val="Normale"/>
    <w:qFormat/>
    <w:rsid w:val="002E0C1E"/>
    <w:rPr>
      <w:vanish/>
      <w:color w:val="FF00FF"/>
    </w:rPr>
  </w:style>
  <w:style w:type="character" w:styleId="Collegamentoipertestuale">
    <w:name w:val="Hyperlink"/>
    <w:basedOn w:val="Carpredefinitoparagrafo"/>
    <w:uiPriority w:val="99"/>
    <w:rsid w:val="00DD14C1"/>
    <w:rPr>
      <w:color w:val="0000FF" w:themeColor="hyperlink"/>
      <w:u w:val="single"/>
    </w:rPr>
  </w:style>
  <w:style w:type="paragraph" w:styleId="Testocommento">
    <w:name w:val="annotation text"/>
    <w:basedOn w:val="Normale"/>
    <w:link w:val="TestocommentoCarattere"/>
    <w:rsid w:val="00946774"/>
  </w:style>
  <w:style w:type="character" w:customStyle="1" w:styleId="TestocommentoCarattere">
    <w:name w:val="Testo commento Carattere"/>
    <w:basedOn w:val="Carpredefinitoparagrafo"/>
    <w:link w:val="Testocommento"/>
    <w:rsid w:val="00946774"/>
    <w:rPr>
      <w:rFonts w:ascii="Arial" w:hAnsi="Arial"/>
    </w:rPr>
  </w:style>
  <w:style w:type="character" w:customStyle="1" w:styleId="nascostoCarattere">
    <w:name w:val="nascosto Carattere"/>
    <w:basedOn w:val="Carpredefinitoparagrafo"/>
    <w:rsid w:val="00EE2F9D"/>
    <w:rPr>
      <w:vanish/>
      <w:color w:val="FF00FF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53677E"/>
    <w:pPr>
      <w:ind w:left="720"/>
      <w:contextualSpacing/>
    </w:pPr>
  </w:style>
  <w:style w:type="character" w:styleId="Collegamentovisitato">
    <w:name w:val="FollowedHyperlink"/>
    <w:basedOn w:val="Carpredefinitoparagrafo"/>
    <w:rsid w:val="006C2096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rsid w:val="001137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76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629E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abnum">
    <w:name w:val="tab num"/>
    <w:basedOn w:val="Normale"/>
    <w:qFormat/>
    <w:rsid w:val="00551593"/>
    <w:pPr>
      <w:keepLines/>
      <w:spacing w:line="240" w:lineRule="auto"/>
      <w:ind w:firstLine="0"/>
      <w:jc w:val="right"/>
    </w:pPr>
    <w:rPr>
      <w:sz w:val="16"/>
      <w:szCs w:val="24"/>
    </w:rPr>
  </w:style>
  <w:style w:type="paragraph" w:customStyle="1" w:styleId="tabetic">
    <w:name w:val="tab etic"/>
    <w:basedOn w:val="Normale"/>
    <w:qFormat/>
    <w:rsid w:val="00551593"/>
    <w:pPr>
      <w:keepLines/>
      <w:tabs>
        <w:tab w:val="left" w:pos="113"/>
        <w:tab w:val="left" w:pos="227"/>
      </w:tabs>
      <w:spacing w:line="240" w:lineRule="auto"/>
      <w:ind w:firstLine="0"/>
      <w:jc w:val="left"/>
    </w:pPr>
    <w:rPr>
      <w:sz w:val="16"/>
      <w:szCs w:val="24"/>
    </w:rPr>
  </w:style>
  <w:style w:type="paragraph" w:styleId="Sommario2">
    <w:name w:val="toc 2"/>
    <w:basedOn w:val="Normale"/>
    <w:next w:val="Normale"/>
    <w:autoRedefine/>
    <w:uiPriority w:val="39"/>
    <w:rsid w:val="004B18C5"/>
    <w:pPr>
      <w:spacing w:after="100"/>
      <w:ind w:left="200"/>
    </w:pPr>
  </w:style>
  <w:style w:type="paragraph" w:styleId="Sommario3">
    <w:name w:val="toc 3"/>
    <w:basedOn w:val="Normale"/>
    <w:next w:val="Normale"/>
    <w:autoRedefine/>
    <w:uiPriority w:val="39"/>
    <w:rsid w:val="004B18C5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chart" Target="charts/chart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package" Target="embeddings/Microsoft_Excel_Worksheet2.xlsx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\z_sistema\m_modelli\rap_eco_reg.do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373964618059108E-2"/>
          <c:y val="4.7619047619047616E-2"/>
          <c:w val="0.92515015168558479"/>
          <c:h val="0.778662882021081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FFFFCC"/>
            </a:solidFill>
            <a:ln w="9525"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World</c:v>
                </c:pt>
                <c:pt idx="1">
                  <c:v>Usa</c:v>
                </c:pt>
                <c:pt idx="2">
                  <c:v>Brazil</c:v>
                </c:pt>
                <c:pt idx="3">
                  <c:v>Mexico</c:v>
                </c:pt>
                <c:pt idx="4">
                  <c:v>Turkey</c:v>
                </c:pt>
                <c:pt idx="5">
                  <c:v>Russia</c:v>
                </c:pt>
                <c:pt idx="6">
                  <c:v>India</c:v>
                </c:pt>
                <c:pt idx="7">
                  <c:v>Indonesia</c:v>
                </c:pt>
                <c:pt idx="8">
                  <c:v>China</c:v>
                </c:pt>
                <c:pt idx="9">
                  <c:v>Japan</c:v>
                </c:pt>
              </c:strCache>
            </c:strRef>
          </c:cat>
          <c:val>
            <c:numRef>
              <c:f>Foglio1!$B$2:$B$11</c:f>
              <c:numCache>
                <c:formatCode>0.0;[Red]\-0.0</c:formatCode>
                <c:ptCount val="10"/>
                <c:pt idx="0">
                  <c:v>-3.4</c:v>
                </c:pt>
                <c:pt idx="1">
                  <c:v>-3.5</c:v>
                </c:pt>
                <c:pt idx="2">
                  <c:v>-4.4000000000000004</c:v>
                </c:pt>
                <c:pt idx="3">
                  <c:v>-11.141255920944184</c:v>
                </c:pt>
                <c:pt idx="4">
                  <c:v>1.8</c:v>
                </c:pt>
                <c:pt idx="5">
                  <c:v>-3.6</c:v>
                </c:pt>
                <c:pt idx="6">
                  <c:v>-7.4</c:v>
                </c:pt>
                <c:pt idx="7">
                  <c:v>-2.1</c:v>
                </c:pt>
                <c:pt idx="8">
                  <c:v>2.2999999999999998</c:v>
                </c:pt>
                <c:pt idx="9">
                  <c:v>-4.8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7A1-4ED4-9FF5-2287707CE2F1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World</c:v>
                </c:pt>
                <c:pt idx="1">
                  <c:v>Usa</c:v>
                </c:pt>
                <c:pt idx="2">
                  <c:v>Brazil</c:v>
                </c:pt>
                <c:pt idx="3">
                  <c:v>Mexico</c:v>
                </c:pt>
                <c:pt idx="4">
                  <c:v>Turkey</c:v>
                </c:pt>
                <c:pt idx="5">
                  <c:v>Russia</c:v>
                </c:pt>
                <c:pt idx="6">
                  <c:v>India</c:v>
                </c:pt>
                <c:pt idx="7">
                  <c:v>Indonesia</c:v>
                </c:pt>
                <c:pt idx="8">
                  <c:v>China</c:v>
                </c:pt>
                <c:pt idx="9">
                  <c:v>Japan</c:v>
                </c:pt>
              </c:strCache>
            </c:strRef>
          </c:cat>
          <c:val>
            <c:numRef>
              <c:f>Foglio1!$C$2:$C$11</c:f>
              <c:numCache>
                <c:formatCode>0.0;[Red]\-0.0</c:formatCode>
                <c:ptCount val="10"/>
                <c:pt idx="0">
                  <c:v>5.6</c:v>
                </c:pt>
                <c:pt idx="1">
                  <c:v>6.5</c:v>
                </c:pt>
                <c:pt idx="2">
                  <c:v>3.7</c:v>
                </c:pt>
                <c:pt idx="3">
                  <c:v>5.8756425715113041</c:v>
                </c:pt>
                <c:pt idx="4">
                  <c:v>5.9</c:v>
                </c:pt>
                <c:pt idx="5">
                  <c:v>2.7</c:v>
                </c:pt>
                <c:pt idx="6">
                  <c:v>12.6</c:v>
                </c:pt>
                <c:pt idx="7">
                  <c:v>4.9000000000000004</c:v>
                </c:pt>
                <c:pt idx="8">
                  <c:v>7.8</c:v>
                </c:pt>
                <c:pt idx="9">
                  <c:v>2.7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7A1-4ED4-9FF5-2287707CE2F1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solidFill>
                <a:srgbClr val="00B0F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World</c:v>
                </c:pt>
                <c:pt idx="1">
                  <c:v>Usa</c:v>
                </c:pt>
                <c:pt idx="2">
                  <c:v>Brazil</c:v>
                </c:pt>
                <c:pt idx="3">
                  <c:v>Mexico</c:v>
                </c:pt>
                <c:pt idx="4">
                  <c:v>Turkey</c:v>
                </c:pt>
                <c:pt idx="5">
                  <c:v>Russia</c:v>
                </c:pt>
                <c:pt idx="6">
                  <c:v>India</c:v>
                </c:pt>
                <c:pt idx="7">
                  <c:v>Indonesia</c:v>
                </c:pt>
                <c:pt idx="8">
                  <c:v>China</c:v>
                </c:pt>
                <c:pt idx="9">
                  <c:v>Japan</c:v>
                </c:pt>
              </c:strCache>
            </c:strRef>
          </c:cat>
          <c:val>
            <c:numRef>
              <c:f>Foglio1!$D$2:$D$11</c:f>
              <c:numCache>
                <c:formatCode>0.0;[Red]\-0.0</c:formatCode>
                <c:ptCount val="10"/>
                <c:pt idx="0">
                  <c:v>4</c:v>
                </c:pt>
                <c:pt idx="1">
                  <c:v>4</c:v>
                </c:pt>
                <c:pt idx="2">
                  <c:v>2.7</c:v>
                </c:pt>
                <c:pt idx="3">
                  <c:v>4.6905275462157112</c:v>
                </c:pt>
                <c:pt idx="4">
                  <c:v>3</c:v>
                </c:pt>
                <c:pt idx="5">
                  <c:v>2.6</c:v>
                </c:pt>
                <c:pt idx="6">
                  <c:v>5.4</c:v>
                </c:pt>
                <c:pt idx="7">
                  <c:v>5.4</c:v>
                </c:pt>
                <c:pt idx="8">
                  <c:v>4.9000000000000004</c:v>
                </c:pt>
                <c:pt idx="9">
                  <c:v>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7A1-4ED4-9FF5-2287707CE2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731300752"/>
        <c:axId val="731302416"/>
      </c:barChart>
      <c:catAx>
        <c:axId val="731300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9525" cap="flat" cmpd="sng" algn="ctr">
            <a:solidFill>
              <a:srgbClr val="FF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2416"/>
        <c:crosses val="autoZero"/>
        <c:auto val="1"/>
        <c:lblAlgn val="ctr"/>
        <c:lblOffset val="100"/>
        <c:noMultiLvlLbl val="0"/>
      </c:catAx>
      <c:valAx>
        <c:axId val="731302416"/>
        <c:scaling>
          <c:orientation val="minMax"/>
          <c:min val="-1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0.0;[Red]\-0.0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0752"/>
        <c:crosses val="autoZero"/>
        <c:crossBetween val="between"/>
        <c:majorUnit val="3"/>
      </c:valAx>
      <c:spPr>
        <a:noFill/>
        <a:ln w="25400">
          <a:noFill/>
        </a:ln>
        <a:effectLst/>
      </c:spPr>
    </c:plotArea>
    <c:legend>
      <c:legendPos val="b"/>
      <c:layout>
        <c:manualLayout>
          <c:xMode val="edge"/>
          <c:yMode val="edge"/>
          <c:x val="0.3969566564596092"/>
          <c:y val="0.93315241844769403"/>
          <c:w val="0.20136227289770597"/>
          <c:h val="6.68478178521462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373964618059108E-2"/>
          <c:y val="4.7619047619047616E-2"/>
          <c:w val="0.92515015168558479"/>
          <c:h val="0.7786628820210815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5">
                <a:lumMod val="20000"/>
                <a:lumOff val="80000"/>
              </a:schemeClr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Olanda</c:v>
                </c:pt>
                <c:pt idx="5">
                  <c:v>Euro Area</c:v>
                </c:pt>
                <c:pt idx="6">
                  <c:v>Svezia</c:v>
                </c:pt>
                <c:pt idx="7">
                  <c:v>Polonia</c:v>
                </c:pt>
                <c:pt idx="8">
                  <c:v>Romania</c:v>
                </c:pt>
                <c:pt idx="9">
                  <c:v>Regno Unito</c:v>
                </c:pt>
              </c:strCache>
            </c:strRef>
          </c:cat>
          <c:val>
            <c:numRef>
              <c:f>Foglio1!$B$2:$B$11</c:f>
              <c:numCache>
                <c:formatCode>0.0;[Red]\-0.0</c:formatCode>
                <c:ptCount val="10"/>
                <c:pt idx="0">
                  <c:v>-4.9032589393442523</c:v>
                </c:pt>
                <c:pt idx="1">
                  <c:v>-8.2317523171746103</c:v>
                </c:pt>
                <c:pt idx="2">
                  <c:v>-8.8711289637504755</c:v>
                </c:pt>
                <c:pt idx="3">
                  <c:v>-10.963920409811076</c:v>
                </c:pt>
                <c:pt idx="4">
                  <c:v>-3.8</c:v>
                </c:pt>
                <c:pt idx="5">
                  <c:v>-6.5957583007692815</c:v>
                </c:pt>
                <c:pt idx="6">
                  <c:v>-2.8</c:v>
                </c:pt>
                <c:pt idx="7">
                  <c:v>-2.7</c:v>
                </c:pt>
                <c:pt idx="8">
                  <c:v>-3.9</c:v>
                </c:pt>
                <c:pt idx="9">
                  <c:v>-9.9202719802109165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9C8-464C-A371-ABB0D4C30ED1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00B0F0"/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Olanda</c:v>
                </c:pt>
                <c:pt idx="5">
                  <c:v>Euro Area</c:v>
                </c:pt>
                <c:pt idx="6">
                  <c:v>Svezia</c:v>
                </c:pt>
                <c:pt idx="7">
                  <c:v>Polonia</c:v>
                </c:pt>
                <c:pt idx="8">
                  <c:v>Romania</c:v>
                </c:pt>
                <c:pt idx="9">
                  <c:v>Regno Unito</c:v>
                </c:pt>
              </c:strCache>
            </c:strRef>
          </c:cat>
          <c:val>
            <c:numRef>
              <c:f>Foglio1!$C$2:$C$11</c:f>
              <c:numCache>
                <c:formatCode>0.0;[Red]\-0.0</c:formatCode>
                <c:ptCount val="10"/>
                <c:pt idx="0">
                  <c:v>3.6024160995123338</c:v>
                </c:pt>
                <c:pt idx="1">
                  <c:v>5.8123282968676051</c:v>
                </c:pt>
                <c:pt idx="2">
                  <c:v>4.1504042732460915</c:v>
                </c:pt>
                <c:pt idx="3">
                  <c:v>6.3754281384372478</c:v>
                </c:pt>
                <c:pt idx="4">
                  <c:v>3.5</c:v>
                </c:pt>
                <c:pt idx="5">
                  <c:v>4.4289630241311437</c:v>
                </c:pt>
                <c:pt idx="6">
                  <c:v>3.1</c:v>
                </c:pt>
                <c:pt idx="7">
                  <c:v>3.5</c:v>
                </c:pt>
                <c:pt idx="8">
                  <c:v>6</c:v>
                </c:pt>
                <c:pt idx="9">
                  <c:v>5.3439491330909838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9C8-464C-A371-ABB0D4C30ED1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70C0"/>
            </a:solidFill>
            <a:ln>
              <a:solidFill>
                <a:schemeClr val="tx1">
                  <a:lumMod val="65000"/>
                  <a:lumOff val="3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it-I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Foglio1!$A$2:$A$11</c:f>
              <c:strCache>
                <c:ptCount val="10"/>
                <c:pt idx="0">
                  <c:v>Germania</c:v>
                </c:pt>
                <c:pt idx="1">
                  <c:v>Francia</c:v>
                </c:pt>
                <c:pt idx="2">
                  <c:v>Italia</c:v>
                </c:pt>
                <c:pt idx="3">
                  <c:v>Spagna</c:v>
                </c:pt>
                <c:pt idx="4">
                  <c:v>Olanda</c:v>
                </c:pt>
                <c:pt idx="5">
                  <c:v>Euro Area</c:v>
                </c:pt>
                <c:pt idx="6">
                  <c:v>Svezia</c:v>
                </c:pt>
                <c:pt idx="7">
                  <c:v>Polonia</c:v>
                </c:pt>
                <c:pt idx="8">
                  <c:v>Romania</c:v>
                </c:pt>
                <c:pt idx="9">
                  <c:v>Regno Unito</c:v>
                </c:pt>
              </c:strCache>
            </c:strRef>
          </c:cat>
          <c:val>
            <c:numRef>
              <c:f>Foglio1!$D$2:$D$11</c:f>
              <c:numCache>
                <c:formatCode>0.0;[Red]\-0.0</c:formatCode>
                <c:ptCount val="10"/>
                <c:pt idx="0">
                  <c:v>3.4243154131466333</c:v>
                </c:pt>
                <c:pt idx="1">
                  <c:v>4.2174046890331791</c:v>
                </c:pt>
                <c:pt idx="2">
                  <c:v>3.6039186656023388</c:v>
                </c:pt>
                <c:pt idx="3">
                  <c:v>4.7006102491746313</c:v>
                </c:pt>
                <c:pt idx="4">
                  <c:v>3</c:v>
                </c:pt>
                <c:pt idx="5">
                  <c:v>3.8196725296608003</c:v>
                </c:pt>
                <c:pt idx="6">
                  <c:v>3</c:v>
                </c:pt>
                <c:pt idx="7">
                  <c:v>4.5</c:v>
                </c:pt>
                <c:pt idx="8">
                  <c:v>4.8</c:v>
                </c:pt>
                <c:pt idx="9">
                  <c:v>5.0655825973973858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9C8-464C-A371-ABB0D4C30E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731300752"/>
        <c:axId val="731302416"/>
      </c:barChart>
      <c:catAx>
        <c:axId val="73130075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9525" cap="flat" cmpd="sng" algn="ctr">
            <a:solidFill>
              <a:srgbClr val="FF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2416"/>
        <c:crosses val="autoZero"/>
        <c:auto val="1"/>
        <c:lblAlgn val="ctr"/>
        <c:lblOffset val="100"/>
        <c:noMultiLvlLbl val="0"/>
      </c:catAx>
      <c:valAx>
        <c:axId val="731302416"/>
        <c:scaling>
          <c:orientation val="minMax"/>
          <c:min val="-1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prstDash val="sysDash"/>
              <a:round/>
            </a:ln>
            <a:effectLst/>
          </c:spPr>
        </c:majorGridlines>
        <c:numFmt formatCode="0.0;[Red]\-0.0" sourceLinked="1"/>
        <c:majorTickMark val="none"/>
        <c:minorTickMark val="none"/>
        <c:tickLblPos val="nextTo"/>
        <c:spPr>
          <a:noFill/>
          <a:ln>
            <a:solidFill>
              <a:schemeClr val="tx1">
                <a:lumMod val="50000"/>
                <a:lumOff val="50000"/>
              </a:schemeClr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it-IT"/>
          </a:p>
        </c:txPr>
        <c:crossAx val="731300752"/>
        <c:crosses val="autoZero"/>
        <c:crossBetween val="between"/>
        <c:majorUnit val="3"/>
      </c:valAx>
      <c:spPr>
        <a:noFill/>
        <a:ln w="25400">
          <a:noFill/>
        </a:ln>
        <a:effectLst/>
      </c:spPr>
    </c:plotArea>
    <c:legend>
      <c:legendPos val="b"/>
      <c:layout>
        <c:manualLayout>
          <c:xMode val="edge"/>
          <c:yMode val="edge"/>
          <c:x val="0.3969566564596092"/>
          <c:y val="0.93315241844769403"/>
          <c:w val="0.20136227289770597"/>
          <c:h val="6.684781785214628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it-I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it-IT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6755392826551313E-2"/>
          <c:y val="2.6248998386734904E-2"/>
          <c:w val="0.89120562330623354"/>
          <c:h val="0.88538151731568193"/>
        </c:manualLayout>
      </c:layout>
      <c:barChart>
        <c:barDir val="col"/>
        <c:grouping val="clustered"/>
        <c:varyColors val="0"/>
        <c:ser>
          <c:idx val="2"/>
          <c:order val="2"/>
          <c:tx>
            <c:strRef>
              <c:f>Foglio1!$D$1</c:f>
              <c:strCache>
                <c:ptCount val="1"/>
                <c:pt idx="0">
                  <c:v>Emilia-Romagna</c:v>
                </c:pt>
              </c:strCache>
            </c:strRef>
          </c:tx>
          <c:spPr>
            <a:solidFill>
              <a:srgbClr val="D99694"/>
            </a:solidFill>
            <a:ln>
              <a:solidFill>
                <a:srgbClr val="C00000"/>
              </a:solidFill>
            </a:ln>
          </c:spPr>
          <c:invertIfNegative val="0"/>
          <c:dLbls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67C-4AD8-922E-6FDB849AF20B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67C-4AD8-922E-6FDB849AF20B}"/>
                </c:ext>
              </c:extLst>
            </c:dLbl>
            <c:dLbl>
              <c:idx val="14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307-4546-95F6-5DE7B9DFE85E}"/>
                </c:ext>
              </c:extLst>
            </c:dLbl>
            <c:numFmt formatCode="0.0;[Red]\-0.0" sourceLinked="0"/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-0.93204009612679606</c:v>
                </c:pt>
                <c:pt idx="1">
                  <c:v>-6.6972449348851271</c:v>
                </c:pt>
                <c:pt idx="2">
                  <c:v>2.2055064983735218</c:v>
                </c:pt>
                <c:pt idx="3">
                  <c:v>2.6405205145021426</c:v>
                </c:pt>
                <c:pt idx="4">
                  <c:v>-2.8586457435854418</c:v>
                </c:pt>
                <c:pt idx="5">
                  <c:v>-0.73800762952651588</c:v>
                </c:pt>
                <c:pt idx="6">
                  <c:v>1.0096462934914063</c:v>
                </c:pt>
                <c:pt idx="7">
                  <c:v>0.53568021273482369</c:v>
                </c:pt>
                <c:pt idx="8">
                  <c:v>1.6937762975938631</c:v>
                </c:pt>
                <c:pt idx="9">
                  <c:v>2.321015694141626</c:v>
                </c:pt>
                <c:pt idx="10">
                  <c:v>1.495981133790103</c:v>
                </c:pt>
                <c:pt idx="11">
                  <c:v>0.68416427054653894</c:v>
                </c:pt>
                <c:pt idx="12">
                  <c:v>-9.0059394334575664</c:v>
                </c:pt>
                <c:pt idx="13">
                  <c:v>5.4543372885921482</c:v>
                </c:pt>
                <c:pt idx="14">
                  <c:v>4.5569080602926748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7C-4AD8-922E-6FDB849AF20B}"/>
            </c:ext>
          </c:extLst>
        </c:ser>
        <c:ser>
          <c:idx val="3"/>
          <c:order val="3"/>
          <c:tx>
            <c:strRef>
              <c:f>Foglio1!$E$1</c:f>
              <c:strCache>
                <c:ptCount val="1"/>
                <c:pt idx="0">
                  <c:v>Italia</c:v>
                </c:pt>
              </c:strCache>
            </c:strRef>
          </c:tx>
          <c:spPr>
            <a:solidFill>
              <a:schemeClr val="accent5">
                <a:lumMod val="40000"/>
                <a:lumOff val="60000"/>
              </a:schemeClr>
            </a:solidFill>
            <a:ln>
              <a:solidFill>
                <a:schemeClr val="tx2">
                  <a:lumMod val="75000"/>
                </a:schemeClr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-0.96201284057929604</c:v>
                </c:pt>
                <c:pt idx="1">
                  <c:v>-5.2809372082931016</c:v>
                </c:pt>
                <c:pt idx="2">
                  <c:v>1.7132958391692155</c:v>
                </c:pt>
                <c:pt idx="3">
                  <c:v>0.7073333470344334</c:v>
                </c:pt>
                <c:pt idx="4">
                  <c:v>-2.9809057682377071</c:v>
                </c:pt>
                <c:pt idx="5">
                  <c:v>-1.8410654508824953</c:v>
                </c:pt>
                <c:pt idx="6">
                  <c:v>-4.5475423638197121E-3</c:v>
                </c:pt>
                <c:pt idx="7">
                  <c:v>0.77830435071657433</c:v>
                </c:pt>
                <c:pt idx="8">
                  <c:v>1.293462731559103</c:v>
                </c:pt>
                <c:pt idx="9">
                  <c:v>1.6678590410685645</c:v>
                </c:pt>
                <c:pt idx="10">
                  <c:v>0.94173719337198314</c:v>
                </c:pt>
                <c:pt idx="11">
                  <c:v>0.28744993713920586</c:v>
                </c:pt>
                <c:pt idx="12">
                  <c:v>-8.8711463476679242</c:v>
                </c:pt>
                <c:pt idx="13">
                  <c:v>4.7136656780122577</c:v>
                </c:pt>
                <c:pt idx="14">
                  <c:v>4.2045135562689184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1676928"/>
        <c:axId val="331912832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ER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67C-4AD8-922E-6FDB849AF20B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67C-4AD8-922E-6FDB849AF20B}"/>
                </c:ext>
              </c:extLst>
            </c:dLbl>
            <c:dLbl>
              <c:idx val="13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67C-4AD8-922E-6FDB849AF20B}"/>
                </c:ext>
              </c:extLst>
            </c:dLbl>
            <c:dLbl>
              <c:idx val="16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67C-4AD8-922E-6FDB849AF20B}"/>
                </c:ext>
              </c:extLst>
            </c:dLbl>
            <c:dLbl>
              <c:idx val="18"/>
              <c:layout>
                <c:manualLayout>
                  <c:x val="-3.9821985094851006E-2"/>
                  <c:y val="4.0165597856969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67C-4AD8-922E-6FDB849AF20B}"/>
                </c:ext>
              </c:extLst>
            </c:dLbl>
            <c:dLbl>
              <c:idx val="2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67C-4AD8-922E-6FDB849AF20B}"/>
                </c:ext>
              </c:extLst>
            </c:dLbl>
            <c:numFmt formatCode="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109.32286520967401</c:v>
                </c:pt>
                <c:pt idx="1">
                  <c:v>102.00124515674781</c:v>
                </c:pt>
                <c:pt idx="2">
                  <c:v>104.25088924710178</c:v>
                </c:pt>
                <c:pt idx="3">
                  <c:v>107.00365536422241</c:v>
                </c:pt>
                <c:pt idx="4">
                  <c:v>103.94479992467222</c:v>
                </c:pt>
                <c:pt idx="5">
                  <c:v>103.17767937073208</c:v>
                </c:pt>
                <c:pt idx="6">
                  <c:v>104.21940898620912</c:v>
                </c:pt>
                <c:pt idx="7">
                  <c:v>104.77769173797742</c:v>
                </c:pt>
                <c:pt idx="8">
                  <c:v>106.55239144580126</c:v>
                </c:pt>
                <c:pt idx="9">
                  <c:v>109.02548917374155</c:v>
                </c:pt>
                <c:pt idx="10">
                  <c:v>110.65648992280309</c:v>
                </c:pt>
                <c:pt idx="11">
                  <c:v>111.41356208989583</c:v>
                </c:pt>
                <c:pt idx="12">
                  <c:v>101.37972416742217</c:v>
                </c:pt>
                <c:pt idx="13">
                  <c:v>106.90931626575775</c:v>
                </c:pt>
                <c:pt idx="14">
                  <c:v>111.78107551587586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C67C-4AD8-922E-6FDB849AF20B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Ita</c:v>
                </c:pt>
              </c:strCache>
            </c:strRef>
          </c:tx>
          <c:spPr>
            <a:ln w="34925">
              <a:solidFill>
                <a:srgbClr val="376092"/>
              </a:solidFill>
            </a:ln>
          </c:spPr>
          <c:marker>
            <c:symbol val="none"/>
          </c:marker>
          <c:dLbls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C67C-4AD8-922E-6FDB849AF20B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C67C-4AD8-922E-6FDB849AF20B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C67C-4AD8-922E-6FDB849AF20B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C67C-4AD8-922E-6FDB849AF20B}"/>
                </c:ext>
              </c:extLst>
            </c:dLbl>
            <c:dLbl>
              <c:idx val="1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C67C-4AD8-922E-6FDB849AF20B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0070C0"/>
                    </a:solidFill>
                  </a:defRPr>
                </a:pPr>
                <a:endParaRPr lang="it-IT"/>
              </a:p>
            </c:tx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107.07620411683644</c:v>
                </c:pt>
                <c:pt idx="1">
                  <c:v>101.42157701240255</c:v>
                </c:pt>
                <c:pt idx="2">
                  <c:v>103.15922867137584</c:v>
                </c:pt>
                <c:pt idx="3">
                  <c:v>103.888908296312</c:v>
                </c:pt>
                <c:pt idx="4">
                  <c:v>100.79207783634804</c:v>
                </c:pt>
                <c:pt idx="5">
                  <c:v>98.936429714076453</c:v>
                </c:pt>
                <c:pt idx="6">
                  <c:v>98.931930538021959</c:v>
                </c:pt>
                <c:pt idx="7">
                  <c:v>99.70192205764728</c:v>
                </c:pt>
                <c:pt idx="8">
                  <c:v>100.99152926211103</c:v>
                </c:pt>
                <c:pt idx="9">
                  <c:v>102.67592561362257</c:v>
                </c:pt>
                <c:pt idx="10">
                  <c:v>103.64286299376499</c:v>
                </c:pt>
                <c:pt idx="11">
                  <c:v>103.94078433828986</c:v>
                </c:pt>
                <c:pt idx="12">
                  <c:v>94.720045244726265</c:v>
                </c:pt>
                <c:pt idx="13">
                  <c:v>99.184831507624608</c:v>
                </c:pt>
                <c:pt idx="14">
                  <c:v>103.35507119412519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4-C67C-4AD8-922E-6FDB849AF2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6416"/>
        <c:axId val="331911104"/>
      </c:lineChart>
      <c:catAx>
        <c:axId val="351676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31911104"/>
        <c:crosses val="autoZero"/>
        <c:auto val="1"/>
        <c:lblAlgn val="ctr"/>
        <c:lblOffset val="100"/>
        <c:noMultiLvlLbl val="0"/>
      </c:catAx>
      <c:valAx>
        <c:axId val="331911104"/>
        <c:scaling>
          <c:orientation val="minMax"/>
          <c:min val="91"/>
        </c:scaling>
        <c:delete val="0"/>
        <c:axPos val="l"/>
        <c:majorGridlines>
          <c:spPr>
            <a:ln w="9525">
              <a:prstDash val="dash"/>
            </a:ln>
          </c:spPr>
        </c:majorGridlines>
        <c:numFmt formatCode="0" sourceLinked="0"/>
        <c:majorTickMark val="out"/>
        <c:minorTickMark val="none"/>
        <c:tickLblPos val="nextTo"/>
        <c:crossAx val="351676416"/>
        <c:crosses val="autoZero"/>
        <c:crossBetween val="between"/>
        <c:majorUnit val="3"/>
      </c:valAx>
      <c:valAx>
        <c:axId val="331912832"/>
        <c:scaling>
          <c:orientation val="minMax"/>
        </c:scaling>
        <c:delete val="0"/>
        <c:axPos val="r"/>
        <c:numFmt formatCode="0.0" sourceLinked="1"/>
        <c:majorTickMark val="out"/>
        <c:minorTickMark val="none"/>
        <c:tickLblPos val="nextTo"/>
        <c:crossAx val="351676928"/>
        <c:crosses val="max"/>
        <c:crossBetween val="between"/>
        <c:majorUnit val="4"/>
      </c:valAx>
      <c:catAx>
        <c:axId val="351676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1912832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23170034529807684"/>
          <c:y val="0.73023130589002017"/>
          <c:w val="0.15735225864044541"/>
          <c:h val="0.1614545890503338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it-IT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3.4084376794264626E-2"/>
          <c:y val="3.1659313725490655E-2"/>
          <c:w val="0.90555737647992451"/>
          <c:h val="0.87452686460325435"/>
        </c:manualLayout>
      </c:layout>
      <c:barChart>
        <c:barDir val="col"/>
        <c:grouping val="clustered"/>
        <c:varyColors val="0"/>
        <c:ser>
          <c:idx val="3"/>
          <c:order val="3"/>
          <c:tx>
            <c:strRef>
              <c:f>Foglio1!$E$1</c:f>
              <c:strCache>
                <c:ptCount val="1"/>
                <c:pt idx="0">
                  <c:v>Industria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Foglio1!$E$2:$E$16</c:f>
              <c:numCache>
                <c:formatCode>0.0</c:formatCode>
                <c:ptCount val="15"/>
                <c:pt idx="0">
                  <c:v>-2.2213679303614842</c:v>
                </c:pt>
                <c:pt idx="1">
                  <c:v>-20.000824821632314</c:v>
                </c:pt>
                <c:pt idx="2">
                  <c:v>13.716581491499081</c:v>
                </c:pt>
                <c:pt idx="3">
                  <c:v>4.7869318181818166</c:v>
                </c:pt>
                <c:pt idx="4">
                  <c:v>-4.1165900916880886</c:v>
                </c:pt>
                <c:pt idx="5">
                  <c:v>1.2817119171233848</c:v>
                </c:pt>
                <c:pt idx="6">
                  <c:v>1.575850813912405</c:v>
                </c:pt>
                <c:pt idx="7">
                  <c:v>2.2572241406028315</c:v>
                </c:pt>
                <c:pt idx="8">
                  <c:v>3.5364120629165496</c:v>
                </c:pt>
                <c:pt idx="9">
                  <c:v>4.6788050847691887</c:v>
                </c:pt>
                <c:pt idx="10">
                  <c:v>3.647607263555841</c:v>
                </c:pt>
                <c:pt idx="11">
                  <c:v>0.41362387971564107</c:v>
                </c:pt>
                <c:pt idx="12">
                  <c:v>-10.327386918064462</c:v>
                </c:pt>
                <c:pt idx="13">
                  <c:v>9.251405002948232</c:v>
                </c:pt>
                <c:pt idx="14">
                  <c:v>4.0772337507258172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8A-423E-A41C-667788FE043C}"/>
            </c:ext>
          </c:extLst>
        </c:ser>
        <c:ser>
          <c:idx val="4"/>
          <c:order val="4"/>
          <c:tx>
            <c:strRef>
              <c:f>Foglio1!$F$1</c:f>
              <c:strCache>
                <c:ptCount val="1"/>
                <c:pt idx="0">
                  <c:v>Costruzioni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Foglio1!$F$2:$F$16</c:f>
              <c:numCache>
                <c:formatCode>0.0</c:formatCode>
                <c:ptCount val="15"/>
                <c:pt idx="0">
                  <c:v>-5.4949778774979414</c:v>
                </c:pt>
                <c:pt idx="1">
                  <c:v>-8.4926278886583777</c:v>
                </c:pt>
                <c:pt idx="2">
                  <c:v>-9.9221648359642209</c:v>
                </c:pt>
                <c:pt idx="3">
                  <c:v>-6.0472691054940908</c:v>
                </c:pt>
                <c:pt idx="4">
                  <c:v>-9.5609197048921892</c:v>
                </c:pt>
                <c:pt idx="5">
                  <c:v>-4.7773676957437727</c:v>
                </c:pt>
                <c:pt idx="6">
                  <c:v>-10.380104799134992</c:v>
                </c:pt>
                <c:pt idx="7">
                  <c:v>-3.3373549883990772</c:v>
                </c:pt>
                <c:pt idx="8">
                  <c:v>3.1261401386408538</c:v>
                </c:pt>
                <c:pt idx="9">
                  <c:v>1.1972814449306535</c:v>
                </c:pt>
                <c:pt idx="10">
                  <c:v>2.8004710384926801</c:v>
                </c:pt>
                <c:pt idx="11">
                  <c:v>2.6597458385537953</c:v>
                </c:pt>
                <c:pt idx="12">
                  <c:v>-5.3407990871388478</c:v>
                </c:pt>
                <c:pt idx="13">
                  <c:v>11.64708233386853</c:v>
                </c:pt>
                <c:pt idx="14">
                  <c:v>6.8894786595631974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8A-423E-A41C-667788FE043C}"/>
            </c:ext>
          </c:extLst>
        </c:ser>
        <c:ser>
          <c:idx val="5"/>
          <c:order val="5"/>
          <c:tx>
            <c:strRef>
              <c:f>Foglio1!$G$1</c:f>
              <c:strCache>
                <c:ptCount val="1"/>
                <c:pt idx="0">
                  <c:v>Servizi</c:v>
                </c:pt>
              </c:strCache>
            </c:strRef>
          </c:tx>
          <c:spPr>
            <a:solidFill>
              <a:srgbClr val="99CCFF"/>
            </a:solidFill>
            <a:ln>
              <a:solidFill>
                <a:schemeClr val="tx1"/>
              </a:solidFill>
            </a:ln>
          </c:spPr>
          <c:invertIfNegative val="0"/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Foglio1!$G$2:$G$16</c:f>
              <c:numCache>
                <c:formatCode>0.0</c:formatCode>
                <c:ptCount val="15"/>
                <c:pt idx="0">
                  <c:v>0.25126352190103507</c:v>
                </c:pt>
                <c:pt idx="1">
                  <c:v>-2.0110402683450768</c:v>
                </c:pt>
                <c:pt idx="2">
                  <c:v>-0.28601504879179895</c:v>
                </c:pt>
                <c:pt idx="3">
                  <c:v>2.3518243186668286</c:v>
                </c:pt>
                <c:pt idx="4">
                  <c:v>-1.3586611052580966</c:v>
                </c:pt>
                <c:pt idx="5">
                  <c:v>-0.91204861270658411</c:v>
                </c:pt>
                <c:pt idx="6">
                  <c:v>1.5647992001257771</c:v>
                </c:pt>
                <c:pt idx="7">
                  <c:v>0.27450683427359124</c:v>
                </c:pt>
                <c:pt idx="8">
                  <c:v>0.86113551278874656</c:v>
                </c:pt>
                <c:pt idx="9">
                  <c:v>1.6404002233005643</c:v>
                </c:pt>
                <c:pt idx="10">
                  <c:v>0.65204838959538325</c:v>
                </c:pt>
                <c:pt idx="11">
                  <c:v>0.89246698453357975</c:v>
                </c:pt>
                <c:pt idx="12">
                  <c:v>-8.406209395379328</c:v>
                </c:pt>
                <c:pt idx="13">
                  <c:v>3.7905873966746606</c:v>
                </c:pt>
                <c:pt idx="14">
                  <c:v>4.7999557388199054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352104448"/>
        <c:axId val="330173248"/>
      </c:barChart>
      <c:lineChart>
        <c:grouping val="standard"/>
        <c:varyColors val="0"/>
        <c:ser>
          <c:idx val="0"/>
          <c:order val="0"/>
          <c:tx>
            <c:strRef>
              <c:f>Foglio1!$B$1</c:f>
              <c:strCache>
                <c:ptCount val="1"/>
                <c:pt idx="0">
                  <c:v>Industria-i</c:v>
                </c:pt>
              </c:strCache>
            </c:strRef>
          </c:tx>
          <c:spPr>
            <a:ln w="34925">
              <a:solidFill>
                <a:srgbClr val="C00000"/>
              </a:solidFill>
            </a:ln>
          </c:spPr>
          <c:marker>
            <c:symbol val="none"/>
          </c:marker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38A-423E-A41C-667788FE043C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38A-423E-A41C-667788FE043C}"/>
                </c:ext>
              </c:extLst>
            </c:dLbl>
            <c:dLbl>
              <c:idx val="1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rgbClr val="C00000"/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Foglio1!$B$2:$B$16</c:f>
              <c:numCache>
                <c:formatCode>0.0</c:formatCode>
                <c:ptCount val="15"/>
                <c:pt idx="0">
                  <c:v>111.38178766980658</c:v>
                </c:pt>
                <c:pt idx="1">
                  <c:v>89.104511434766096</c:v>
                </c:pt>
                <c:pt idx="2">
                  <c:v>101.32660435831792</c:v>
                </c:pt>
                <c:pt idx="3">
                  <c:v>106.17703982262945</c:v>
                </c:pt>
                <c:pt idx="4">
                  <c:v>101.80616632164337</c:v>
                </c:pt>
                <c:pt idx="5">
                  <c:v>103.11102808775432</c:v>
                </c:pt>
                <c:pt idx="6">
                  <c:v>104.73590406310866</c:v>
                </c:pt>
                <c:pt idx="7">
                  <c:v>107.10002817349978</c:v>
                </c:pt>
                <c:pt idx="8">
                  <c:v>110.88752648921445</c:v>
                </c:pt>
                <c:pt idx="9">
                  <c:v>116.07573771696659</c:v>
                </c:pt>
                <c:pt idx="10">
                  <c:v>120.30972475715669</c:v>
                </c:pt>
                <c:pt idx="11">
                  <c:v>120.80735450837243</c:v>
                </c:pt>
                <c:pt idx="12">
                  <c:v>108.33111158281503</c:v>
                </c:pt>
                <c:pt idx="13">
                  <c:v>118.35326145953701</c:v>
                </c:pt>
                <c:pt idx="14">
                  <c:v>123.17880058085002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B38A-423E-A41C-667788FE043C}"/>
            </c:ext>
          </c:extLst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Costruzioni-i</c:v>
                </c:pt>
              </c:strCache>
            </c:strRef>
          </c:tx>
          <c:spPr>
            <a:ln w="34925">
              <a:solidFill>
                <a:schemeClr val="bg1">
                  <a:lumMod val="50000"/>
                </a:schemeClr>
              </a:solidFill>
            </a:ln>
          </c:spPr>
          <c:marker>
            <c:symbol val="none"/>
          </c:marker>
          <c:dLbls>
            <c:dLbl>
              <c:idx val="13"/>
              <c:numFmt formatCode="0.0" sourceLinked="0"/>
              <c:spPr/>
              <c:txPr>
                <a:bodyPr/>
                <a:lstStyle/>
                <a:p>
                  <a:pPr>
                    <a:defRPr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defRPr>
                  </a:pPr>
                  <a:endParaRPr lang="it-IT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38A-423E-A41C-667788FE043C}"/>
                </c:ext>
              </c:extLst>
            </c:dLbl>
            <c:dLbl>
              <c:idx val="18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tx1">
                        <a:lumMod val="50000"/>
                        <a:lumOff val="50000"/>
                      </a:schemeClr>
                    </a:solidFill>
                  </a:defRPr>
                </a:pPr>
                <a:endParaRPr lang="it-IT"/>
              </a:p>
            </c:txPr>
            <c:dLblPos val="t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Foglio1!$C$2:$C$16</c:f>
              <c:numCache>
                <c:formatCode>0.0</c:formatCode>
                <c:ptCount val="15"/>
                <c:pt idx="0">
                  <c:v>129.63197330763811</c:v>
                </c:pt>
                <c:pt idx="1">
                  <c:v>118.62281218989546</c:v>
                </c:pt>
                <c:pt idx="2">
                  <c:v>106.85286123135776</c:v>
                </c:pt>
                <c:pt idx="3">
                  <c:v>100.3911811657774</c:v>
                </c:pt>
                <c:pt idx="4">
                  <c:v>90.792860943724563</c:v>
                </c:pt>
                <c:pt idx="5">
                  <c:v>86.455352134957494</c:v>
                </c:pt>
                <c:pt idx="6">
                  <c:v>77.481195978887726</c:v>
                </c:pt>
                <c:pt idx="7">
                  <c:v>74.895373419815044</c:v>
                </c:pt>
                <c:pt idx="8">
                  <c:v>77.23670775027685</c:v>
                </c:pt>
                <c:pt idx="9">
                  <c:v>78.161448520846221</c:v>
                </c:pt>
                <c:pt idx="10">
                  <c:v>80.350337249938875</c:v>
                </c:pt>
                <c:pt idx="11">
                  <c:v>82.487452001208055</c:v>
                </c:pt>
                <c:pt idx="12">
                  <c:v>78.081962917723445</c:v>
                </c:pt>
                <c:pt idx="13">
                  <c:v>87.176233426651393</c:v>
                </c:pt>
                <c:pt idx="14">
                  <c:v>93.182221424791535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B38A-423E-A41C-667788FE043C}"/>
            </c:ext>
          </c:extLst>
        </c:ser>
        <c:ser>
          <c:idx val="2"/>
          <c:order val="2"/>
          <c:tx>
            <c:strRef>
              <c:f>Foglio1!$D$1</c:f>
              <c:strCache>
                <c:ptCount val="1"/>
                <c:pt idx="0">
                  <c:v>Servizi-i</c:v>
                </c:pt>
              </c:strCache>
            </c:strRef>
          </c:tx>
          <c:spPr>
            <a:ln w="34925">
              <a:solidFill>
                <a:srgbClr val="99CCFF"/>
              </a:solidFill>
            </a:ln>
          </c:spPr>
          <c:marker>
            <c:symbol val="none"/>
          </c:marker>
          <c:dLbls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38A-423E-A41C-667788FE043C}"/>
                </c:ext>
              </c:extLst>
            </c:dLbl>
            <c:dLbl>
              <c:idx val="13"/>
              <c:numFmt formatCode="0.0;[Red]\-0.0" sourceLinked="0"/>
              <c:spPr/>
              <c:txPr>
                <a:bodyPr/>
                <a:lstStyle/>
                <a:p>
                  <a:pPr>
                    <a:defRPr>
                      <a:solidFill>
                        <a:srgbClr val="0070C0"/>
                      </a:solidFill>
                    </a:defRPr>
                  </a:pPr>
                  <a:endParaRPr lang="it-IT"/>
                </a:p>
              </c:txPr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38A-423E-A41C-667788FE043C}"/>
                </c:ext>
              </c:extLst>
            </c:dLbl>
            <c:spPr>
              <a:noFill/>
              <a:ln>
                <a:noFill/>
              </a:ln>
              <a:effectLst/>
            </c:spPr>
            <c:dLblPos val="b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Foglio1!$A$2:$A$16</c:f>
              <c:numCache>
                <c:formatCode>General</c:formatCode>
                <c:ptCount val="15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  <c:pt idx="3">
                  <c:v>2011</c:v>
                </c:pt>
                <c:pt idx="4">
                  <c:v>2012</c:v>
                </c:pt>
                <c:pt idx="5">
                  <c:v>2013</c:v>
                </c:pt>
                <c:pt idx="6">
                  <c:v>2014</c:v>
                </c:pt>
                <c:pt idx="7">
                  <c:v>2015</c:v>
                </c:pt>
                <c:pt idx="8">
                  <c:v>2016</c:v>
                </c:pt>
                <c:pt idx="9">
                  <c:v>2017</c:v>
                </c:pt>
                <c:pt idx="10">
                  <c:v>2018</c:v>
                </c:pt>
                <c:pt idx="11">
                  <c:v>2019</c:v>
                </c:pt>
                <c:pt idx="12">
                  <c:v>2020</c:v>
                </c:pt>
                <c:pt idx="13">
                  <c:v>2021</c:v>
                </c:pt>
                <c:pt idx="14">
                  <c:v>2022</c:v>
                </c:pt>
              </c:numCache>
            </c:numRef>
          </c:cat>
          <c:val>
            <c:numRef>
              <c:f>Foglio1!$D$2:$D$16</c:f>
              <c:numCache>
                <c:formatCode>0.0</c:formatCode>
                <c:ptCount val="15"/>
                <c:pt idx="0">
                  <c:v>109.16904233722532</c:v>
                </c:pt>
                <c:pt idx="1">
                  <c:v>106.97360893525703</c:v>
                </c:pt>
                <c:pt idx="2">
                  <c:v>106.66764831546652</c:v>
                </c:pt>
                <c:pt idx="3">
                  <c:v>109.17628400869965</c:v>
                </c:pt>
                <c:pt idx="4">
                  <c:v>107.69294830170735</c:v>
                </c:pt>
                <c:pt idx="5">
                  <c:v>106.7107362607388</c:v>
                </c:pt>
                <c:pt idx="6">
                  <c:v>108.38054500819516</c:v>
                </c:pt>
                <c:pt idx="7">
                  <c:v>108.67805701126562</c:v>
                </c:pt>
                <c:pt idx="8">
                  <c:v>109.61392235479845</c:v>
                </c:pt>
                <c:pt idx="9">
                  <c:v>111.41202938187506</c:v>
                </c:pt>
                <c:pt idx="10">
                  <c:v>112.13848972527512</c:v>
                </c:pt>
                <c:pt idx="11">
                  <c:v>113.13928872302779</c:v>
                </c:pt>
                <c:pt idx="12">
                  <c:v>103.62856320452727</c:v>
                </c:pt>
                <c:pt idx="13">
                  <c:v>107.55669446071312</c:v>
                </c:pt>
                <c:pt idx="14">
                  <c:v>112.71936818896511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B38A-423E-A41C-667788FE04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1677952"/>
        <c:axId val="330172672"/>
      </c:lineChart>
      <c:catAx>
        <c:axId val="351677952"/>
        <c:scaling>
          <c:orientation val="minMax"/>
        </c:scaling>
        <c:delete val="0"/>
        <c:axPos val="b"/>
        <c:majorGridlines>
          <c:spPr>
            <a:ln w="3175"/>
          </c:spPr>
        </c:majorGridlines>
        <c:numFmt formatCode="0" sourceLinked="0"/>
        <c:majorTickMark val="out"/>
        <c:minorTickMark val="none"/>
        <c:tickLblPos val="low"/>
        <c:spPr>
          <a:ln w="3175">
            <a:solidFill>
              <a:schemeClr val="tx1"/>
            </a:solidFill>
          </a:ln>
        </c:spPr>
        <c:crossAx val="330172672"/>
        <c:crossesAt val="100"/>
        <c:auto val="1"/>
        <c:lblAlgn val="ctr"/>
        <c:lblOffset val="100"/>
        <c:noMultiLvlLbl val="0"/>
      </c:catAx>
      <c:valAx>
        <c:axId val="330172672"/>
        <c:scaling>
          <c:orientation val="minMax"/>
          <c:max val="14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crossAx val="351677952"/>
        <c:crossesAt val="1"/>
        <c:crossBetween val="between"/>
        <c:majorUnit val="10"/>
        <c:minorUnit val="5"/>
      </c:valAx>
      <c:valAx>
        <c:axId val="330173248"/>
        <c:scaling>
          <c:orientation val="minMax"/>
        </c:scaling>
        <c:delete val="0"/>
        <c:axPos val="r"/>
        <c:numFmt formatCode="0_ ;[Red]\-0\ " sourceLinked="0"/>
        <c:majorTickMark val="out"/>
        <c:minorTickMark val="none"/>
        <c:tickLblPos val="nextTo"/>
        <c:crossAx val="352104448"/>
        <c:crosses val="max"/>
        <c:crossBetween val="between"/>
      </c:valAx>
      <c:catAx>
        <c:axId val="352104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crossAx val="330173248"/>
        <c:crossesAt val="0"/>
        <c:auto val="1"/>
        <c:lblAlgn val="ctr"/>
        <c:lblOffset val="100"/>
        <c:noMultiLvlLbl val="0"/>
      </c:catAx>
    </c:plotArea>
    <c:legend>
      <c:legendPos val="r"/>
      <c:legendEntry>
        <c:idx val="3"/>
        <c:delete val="1"/>
      </c:legendEntry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56471499691830929"/>
          <c:y val="7.2480261541255767E-2"/>
          <c:w val="0.29473244692428935"/>
          <c:h val="7.3469588350302872E-2"/>
        </c:manualLayout>
      </c:layout>
      <c:overlay val="0"/>
      <c:spPr>
        <a:solidFill>
          <a:schemeClr val="bg1"/>
        </a:solidFill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it-IT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0.61782</cdr:x>
      <cdr:y>0.04799</cdr:y>
    </cdr:from>
    <cdr:to>
      <cdr:x>0.61847</cdr:x>
      <cdr:y>0.82541</cdr:y>
    </cdr:to>
    <cdr:cxnSp macro="">
      <cdr:nvCxnSpPr>
        <cdr:cNvPr id="4" name="Connettore diritto 3"/>
        <cdr:cNvCxnSpPr/>
      </cdr:nvCxnSpPr>
      <cdr:spPr>
        <a:xfrm xmlns:a="http://schemas.openxmlformats.org/drawingml/2006/main" flipH="1">
          <a:off x="3647343" y="95015"/>
          <a:ext cx="3838" cy="1539237"/>
        </a:xfrm>
        <a:prstGeom xmlns:a="http://schemas.openxmlformats.org/drawingml/2006/main" prst="line">
          <a:avLst/>
        </a:prstGeom>
        <a:ln xmlns:a="http://schemas.openxmlformats.org/drawingml/2006/main" w="19050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0.89408</cdr:x>
      <cdr:y>0.04568</cdr:y>
    </cdr:from>
    <cdr:to>
      <cdr:x>0.89473</cdr:x>
      <cdr:y>0.8231</cdr:y>
    </cdr:to>
    <cdr:cxnSp macro="">
      <cdr:nvCxnSpPr>
        <cdr:cNvPr id="3" name="Connettore diritto 2"/>
        <cdr:cNvCxnSpPr/>
      </cdr:nvCxnSpPr>
      <cdr:spPr>
        <a:xfrm xmlns:a="http://schemas.openxmlformats.org/drawingml/2006/main" flipH="1">
          <a:off x="5245921" y="90449"/>
          <a:ext cx="3814" cy="1539238"/>
        </a:xfrm>
        <a:prstGeom xmlns:a="http://schemas.openxmlformats.org/drawingml/2006/main" prst="line">
          <a:avLst/>
        </a:prstGeom>
        <a:ln xmlns:a="http://schemas.openxmlformats.org/drawingml/2006/main" w="19050"/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56A4F-A835-4B1A-9492-137784BFA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rap_eco_reg.dot</Template>
  <TotalTime>1</TotalTime>
  <Pages>11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Unioncamere Emilia Romagna</Company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Mauro Guaitoli</dc:creator>
  <cp:lastModifiedBy>Mauro Guaitoli</cp:lastModifiedBy>
  <cp:revision>2</cp:revision>
  <cp:lastPrinted>2012-03-30T09:15:00Z</cp:lastPrinted>
  <dcterms:created xsi:type="dcterms:W3CDTF">2021-04-22T09:21:00Z</dcterms:created>
  <dcterms:modified xsi:type="dcterms:W3CDTF">2021-04-22T09:21:00Z</dcterms:modified>
</cp:coreProperties>
</file>