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82EE5" w14:textId="77777777" w:rsidR="00541FB1" w:rsidRDefault="00BD7C77" w:rsidP="00072096">
      <w:pPr>
        <w:pStyle w:val="Titolo1"/>
      </w:pPr>
      <w:bookmarkStart w:id="0" w:name="_Toc448399716"/>
      <w:bookmarkStart w:id="1" w:name="_Toc85200526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14:paraId="51EBEAB2" w14:textId="77777777" w:rsidR="004B18C5" w:rsidRDefault="004B18C5" w:rsidP="004B18C5"/>
    <w:p w14:paraId="425503FC" w14:textId="1A307F0E" w:rsidR="007B302C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5200526" w:history="1">
        <w:r w:rsidR="007B302C" w:rsidRPr="00CD34F1">
          <w:rPr>
            <w:rStyle w:val="Collegamentoipertestuale"/>
            <w:noProof/>
          </w:rPr>
          <w:t>X.</w:t>
        </w:r>
        <w:r w:rsidR="007B302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B302C" w:rsidRPr="00CD34F1">
          <w:rPr>
            <w:rStyle w:val="Collegamentoipertestuale"/>
            <w:noProof/>
          </w:rPr>
          <w:t>Scenario economico</w:t>
        </w:r>
        <w:r w:rsidR="007B302C">
          <w:rPr>
            <w:noProof/>
            <w:webHidden/>
          </w:rPr>
          <w:tab/>
        </w:r>
        <w:r w:rsidR="007B302C">
          <w:rPr>
            <w:noProof/>
            <w:webHidden/>
          </w:rPr>
          <w:fldChar w:fldCharType="begin"/>
        </w:r>
        <w:r w:rsidR="007B302C">
          <w:rPr>
            <w:noProof/>
            <w:webHidden/>
          </w:rPr>
          <w:instrText xml:space="preserve"> PAGEREF _Toc85200526 \h </w:instrText>
        </w:r>
        <w:r w:rsidR="007B302C">
          <w:rPr>
            <w:noProof/>
            <w:webHidden/>
          </w:rPr>
        </w:r>
        <w:r w:rsidR="007B302C">
          <w:rPr>
            <w:noProof/>
            <w:webHidden/>
          </w:rPr>
          <w:fldChar w:fldCharType="separate"/>
        </w:r>
        <w:r w:rsidR="007B302C">
          <w:rPr>
            <w:noProof/>
            <w:webHidden/>
          </w:rPr>
          <w:t>1</w:t>
        </w:r>
        <w:r w:rsidR="007B302C">
          <w:rPr>
            <w:noProof/>
            <w:webHidden/>
          </w:rPr>
          <w:fldChar w:fldCharType="end"/>
        </w:r>
      </w:hyperlink>
    </w:p>
    <w:p w14:paraId="5286A2A1" w14:textId="1FB176C6" w:rsidR="007B302C" w:rsidRDefault="005F6ACC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200527" w:history="1">
        <w:r w:rsidR="007B302C" w:rsidRPr="00CD34F1">
          <w:rPr>
            <w:rStyle w:val="Collegamentoipertestuale"/>
            <w:noProof/>
          </w:rPr>
          <w:t>X.1.</w:t>
        </w:r>
        <w:r w:rsidR="007B302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B302C" w:rsidRPr="00CD34F1">
          <w:rPr>
            <w:rStyle w:val="Collegamentoipertestuale"/>
            <w:noProof/>
          </w:rPr>
          <w:t>Il quadro internazionale.</w:t>
        </w:r>
        <w:r w:rsidR="007B302C">
          <w:rPr>
            <w:noProof/>
            <w:webHidden/>
          </w:rPr>
          <w:tab/>
        </w:r>
        <w:r w:rsidR="007B302C">
          <w:rPr>
            <w:noProof/>
            <w:webHidden/>
          </w:rPr>
          <w:fldChar w:fldCharType="begin"/>
        </w:r>
        <w:r w:rsidR="007B302C">
          <w:rPr>
            <w:noProof/>
            <w:webHidden/>
          </w:rPr>
          <w:instrText xml:space="preserve"> PAGEREF _Toc85200527 \h </w:instrText>
        </w:r>
        <w:r w:rsidR="007B302C">
          <w:rPr>
            <w:noProof/>
            <w:webHidden/>
          </w:rPr>
        </w:r>
        <w:r w:rsidR="007B302C">
          <w:rPr>
            <w:noProof/>
            <w:webHidden/>
          </w:rPr>
          <w:fldChar w:fldCharType="separate"/>
        </w:r>
        <w:r w:rsidR="007B302C">
          <w:rPr>
            <w:noProof/>
            <w:webHidden/>
          </w:rPr>
          <w:t>2</w:t>
        </w:r>
        <w:r w:rsidR="007B302C">
          <w:rPr>
            <w:noProof/>
            <w:webHidden/>
          </w:rPr>
          <w:fldChar w:fldCharType="end"/>
        </w:r>
      </w:hyperlink>
    </w:p>
    <w:p w14:paraId="1219CA4A" w14:textId="4DA34DC8" w:rsidR="007B302C" w:rsidRDefault="005F6ACC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200528" w:history="1">
        <w:r w:rsidR="007B302C" w:rsidRPr="00CD34F1">
          <w:rPr>
            <w:rStyle w:val="Collegamentoipertestuale"/>
            <w:noProof/>
          </w:rPr>
          <w:t>X.2.</w:t>
        </w:r>
        <w:r w:rsidR="007B302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B302C" w:rsidRPr="00CD34F1">
          <w:rPr>
            <w:rStyle w:val="Collegamentoipertestuale"/>
            <w:noProof/>
          </w:rPr>
          <w:t>Il quadro nazionale.</w:t>
        </w:r>
        <w:r w:rsidR="007B302C">
          <w:rPr>
            <w:noProof/>
            <w:webHidden/>
          </w:rPr>
          <w:tab/>
        </w:r>
        <w:r w:rsidR="007B302C">
          <w:rPr>
            <w:noProof/>
            <w:webHidden/>
          </w:rPr>
          <w:fldChar w:fldCharType="begin"/>
        </w:r>
        <w:r w:rsidR="007B302C">
          <w:rPr>
            <w:noProof/>
            <w:webHidden/>
          </w:rPr>
          <w:instrText xml:space="preserve"> PAGEREF _Toc85200528 \h </w:instrText>
        </w:r>
        <w:r w:rsidR="007B302C">
          <w:rPr>
            <w:noProof/>
            <w:webHidden/>
          </w:rPr>
        </w:r>
        <w:r w:rsidR="007B302C">
          <w:rPr>
            <w:noProof/>
            <w:webHidden/>
          </w:rPr>
          <w:fldChar w:fldCharType="separate"/>
        </w:r>
        <w:r w:rsidR="007B302C">
          <w:rPr>
            <w:noProof/>
            <w:webHidden/>
          </w:rPr>
          <w:t>6</w:t>
        </w:r>
        <w:r w:rsidR="007B302C">
          <w:rPr>
            <w:noProof/>
            <w:webHidden/>
          </w:rPr>
          <w:fldChar w:fldCharType="end"/>
        </w:r>
      </w:hyperlink>
    </w:p>
    <w:p w14:paraId="02723D85" w14:textId="743EDB65" w:rsidR="007B302C" w:rsidRDefault="005F6ACC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200529" w:history="1">
        <w:r w:rsidR="007B302C" w:rsidRPr="00CD34F1">
          <w:rPr>
            <w:rStyle w:val="Collegamentoipertestuale"/>
            <w:noProof/>
          </w:rPr>
          <w:t>X.3.</w:t>
        </w:r>
        <w:r w:rsidR="007B302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B302C" w:rsidRPr="00CD34F1">
          <w:rPr>
            <w:rStyle w:val="Collegamentoipertestuale"/>
            <w:noProof/>
          </w:rPr>
          <w:t>Il quadro regionale</w:t>
        </w:r>
        <w:r w:rsidR="007B302C">
          <w:rPr>
            <w:noProof/>
            <w:webHidden/>
          </w:rPr>
          <w:tab/>
        </w:r>
        <w:r w:rsidR="007B302C">
          <w:rPr>
            <w:noProof/>
            <w:webHidden/>
          </w:rPr>
          <w:fldChar w:fldCharType="begin"/>
        </w:r>
        <w:r w:rsidR="007B302C">
          <w:rPr>
            <w:noProof/>
            <w:webHidden/>
          </w:rPr>
          <w:instrText xml:space="preserve"> PAGEREF _Toc85200529 \h </w:instrText>
        </w:r>
        <w:r w:rsidR="007B302C">
          <w:rPr>
            <w:noProof/>
            <w:webHidden/>
          </w:rPr>
        </w:r>
        <w:r w:rsidR="007B302C">
          <w:rPr>
            <w:noProof/>
            <w:webHidden/>
          </w:rPr>
          <w:fldChar w:fldCharType="separate"/>
        </w:r>
        <w:r w:rsidR="007B302C">
          <w:rPr>
            <w:noProof/>
            <w:webHidden/>
          </w:rPr>
          <w:t>8</w:t>
        </w:r>
        <w:r w:rsidR="007B302C">
          <w:rPr>
            <w:noProof/>
            <w:webHidden/>
          </w:rPr>
          <w:fldChar w:fldCharType="end"/>
        </w:r>
      </w:hyperlink>
    </w:p>
    <w:p w14:paraId="64F7C036" w14:textId="73AED97A" w:rsidR="004B18C5" w:rsidRDefault="004B18C5" w:rsidP="004B18C5">
      <w:r>
        <w:fldChar w:fldCharType="end"/>
      </w:r>
    </w:p>
    <w:p w14:paraId="0F95BFD9" w14:textId="77777777" w:rsidR="004B18C5" w:rsidRPr="00386683" w:rsidRDefault="004B18C5" w:rsidP="00386683">
      <w:bookmarkStart w:id="2" w:name="_Toc448399717"/>
      <w:r w:rsidRPr="00386683">
        <w:br w:type="page"/>
      </w:r>
    </w:p>
    <w:p w14:paraId="7EED8E57" w14:textId="77777777" w:rsidR="00002661" w:rsidRDefault="00002661" w:rsidP="00002661">
      <w:pPr>
        <w:pStyle w:val="Titolo2"/>
      </w:pPr>
      <w:bookmarkStart w:id="3" w:name="_Toc85200527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14:paraId="7A7AADBE" w14:textId="77777777" w:rsidR="00E40A1B" w:rsidRPr="00962B46" w:rsidRDefault="00E40A1B" w:rsidP="00E40A1B">
      <w:bookmarkStart w:id="4" w:name="_Toc476318563"/>
    </w:p>
    <w:tbl>
      <w:tblPr>
        <w:tblpPr w:topFromText="284" w:horzAnchor="margin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01394C" w:rsidRPr="00BC2A0C" w14:paraId="5061B0CE" w14:textId="77777777" w:rsidTr="00E82FB7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2CABA83B" w14:textId="77777777" w:rsidR="0001394C" w:rsidRPr="00BC2A0C" w:rsidRDefault="0001394C" w:rsidP="00E82FB7">
            <w:pPr>
              <w:pStyle w:val="TabTitolo"/>
            </w:pPr>
            <w:bookmarkStart w:id="5" w:name="_Hlk59015186"/>
            <w:r w:rsidRPr="007C3BBD">
              <w:t>La previsione del Fondo Monetario Internazionale (a)(b)</w:t>
            </w:r>
          </w:p>
        </w:tc>
      </w:tr>
      <w:tr w:rsidR="0001394C" w:rsidRPr="00BC2A0C" w14:paraId="4EB797C9" w14:textId="77777777" w:rsidTr="00E82FB7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4EC8B2B7" w14:textId="77777777" w:rsidR="0001394C" w:rsidRPr="00BC2A0C" w:rsidRDefault="0001394C" w:rsidP="00E82FB7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47CF532" w14:textId="77777777" w:rsidR="0001394C" w:rsidRPr="003234B1" w:rsidRDefault="0001394C" w:rsidP="00E82FB7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48D7230E" w14:textId="77777777" w:rsidR="0001394C" w:rsidRPr="003234B1" w:rsidRDefault="0001394C" w:rsidP="00E82FB7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068AA27" w14:textId="77777777" w:rsidR="0001394C" w:rsidRPr="003234B1" w:rsidRDefault="0001394C" w:rsidP="00E82FB7">
            <w:pPr>
              <w:pStyle w:val="TabIntestazioni"/>
            </w:pPr>
            <w:r w:rsidRPr="003234B1">
              <w:t>20</w:t>
            </w:r>
            <w:r>
              <w:t>22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4A545A62" w14:textId="77777777" w:rsidR="0001394C" w:rsidRPr="00BC2A0C" w:rsidRDefault="0001394C" w:rsidP="00E82FB7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211C2EA2" w14:textId="77777777" w:rsidR="0001394C" w:rsidRPr="00BC2A0C" w:rsidRDefault="0001394C" w:rsidP="00E82FB7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5135B439" w14:textId="77777777" w:rsidR="0001394C" w:rsidRPr="003234B1" w:rsidRDefault="0001394C" w:rsidP="00E82FB7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144FD177" w14:textId="77777777" w:rsidR="0001394C" w:rsidRPr="003234B1" w:rsidRDefault="0001394C" w:rsidP="00E82FB7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55238524" w14:textId="77777777" w:rsidR="0001394C" w:rsidRPr="003234B1" w:rsidRDefault="0001394C" w:rsidP="00E82FB7">
            <w:pPr>
              <w:pStyle w:val="TabIntestazioni"/>
            </w:pPr>
            <w:r w:rsidRPr="003234B1">
              <w:t>20</w:t>
            </w:r>
            <w:r>
              <w:t>22</w:t>
            </w:r>
          </w:p>
        </w:tc>
      </w:tr>
      <w:tr w:rsidR="0001394C" w:rsidRPr="00BC2A0C" w14:paraId="5B6B79E7" w14:textId="77777777" w:rsidTr="00E82FB7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7446CE76" w14:textId="77777777" w:rsidR="0001394C" w:rsidRPr="00997C5D" w:rsidRDefault="0001394C" w:rsidP="00E82FB7">
            <w:pPr>
              <w:pStyle w:val="TabIntestaSup"/>
            </w:pPr>
            <w:r>
              <w:t>Prodotto</w:t>
            </w:r>
          </w:p>
        </w:tc>
      </w:tr>
      <w:tr w:rsidR="00607764" w:rsidRPr="00BC2A0C" w14:paraId="3DA68069" w14:textId="77777777" w:rsidTr="00E82FB7">
        <w:trPr>
          <w:cantSplit/>
          <w:trHeight w:val="255"/>
        </w:trPr>
        <w:tc>
          <w:tcPr>
            <w:tcW w:w="3402" w:type="dxa"/>
          </w:tcPr>
          <w:p w14:paraId="453088A1" w14:textId="77777777" w:rsidR="00607764" w:rsidRPr="00565219" w:rsidRDefault="00607764" w:rsidP="00607764">
            <w:pPr>
              <w:pStyle w:val="TabEtichette"/>
            </w:pPr>
            <w:r w:rsidRPr="00565219">
              <w:t>Prodotto mondiale</w:t>
            </w:r>
          </w:p>
        </w:tc>
        <w:tc>
          <w:tcPr>
            <w:tcW w:w="510" w:type="dxa"/>
          </w:tcPr>
          <w:p w14:paraId="71F67009" w14:textId="69CB6BFA" w:rsidR="00607764" w:rsidRPr="00BA61A9" w:rsidRDefault="00607764" w:rsidP="00607764">
            <w:pPr>
              <w:pStyle w:val="TabNumeri"/>
            </w:pPr>
            <w:r w:rsidRPr="008B2EAA">
              <w:t>-3,1</w:t>
            </w:r>
          </w:p>
        </w:tc>
        <w:tc>
          <w:tcPr>
            <w:tcW w:w="510" w:type="dxa"/>
          </w:tcPr>
          <w:p w14:paraId="16350A86" w14:textId="0D52DAE6" w:rsidR="00607764" w:rsidRPr="00BA61A9" w:rsidRDefault="00607764" w:rsidP="00607764">
            <w:pPr>
              <w:pStyle w:val="TabNumeri"/>
            </w:pPr>
            <w:r w:rsidRPr="008B2EAA">
              <w:t>5,9</w:t>
            </w:r>
          </w:p>
        </w:tc>
        <w:tc>
          <w:tcPr>
            <w:tcW w:w="510" w:type="dxa"/>
          </w:tcPr>
          <w:p w14:paraId="0BE176E6" w14:textId="439761CF" w:rsidR="00607764" w:rsidRPr="00BA61A9" w:rsidRDefault="00607764" w:rsidP="00607764">
            <w:pPr>
              <w:pStyle w:val="TabNumeri"/>
            </w:pPr>
            <w:r w:rsidRPr="008B2EAA">
              <w:t>4,9</w:t>
            </w:r>
          </w:p>
        </w:tc>
        <w:tc>
          <w:tcPr>
            <w:tcW w:w="340" w:type="dxa"/>
          </w:tcPr>
          <w:p w14:paraId="639AFC37" w14:textId="77777777" w:rsidR="00607764" w:rsidRPr="00565219" w:rsidRDefault="00607764" w:rsidP="00607764">
            <w:pPr>
              <w:pStyle w:val="TabEtichette"/>
            </w:pPr>
          </w:p>
        </w:tc>
        <w:tc>
          <w:tcPr>
            <w:tcW w:w="2552" w:type="dxa"/>
          </w:tcPr>
          <w:p w14:paraId="4BCABFB1" w14:textId="77777777" w:rsidR="00607764" w:rsidRPr="00565219" w:rsidRDefault="00607764" w:rsidP="00607764">
            <w:pPr>
              <w:pStyle w:val="TabEtichette"/>
            </w:pPr>
            <w:r w:rsidRPr="00565219">
              <w:t>Stati Uniti</w:t>
            </w:r>
          </w:p>
        </w:tc>
        <w:tc>
          <w:tcPr>
            <w:tcW w:w="510" w:type="dxa"/>
          </w:tcPr>
          <w:p w14:paraId="3C28D0DA" w14:textId="77777777" w:rsidR="00607764" w:rsidRPr="003F1AC0" w:rsidRDefault="00607764" w:rsidP="00607764">
            <w:pPr>
              <w:pStyle w:val="TabNumeri"/>
            </w:pPr>
            <w:r w:rsidRPr="00E2110F">
              <w:t>-3,4</w:t>
            </w:r>
          </w:p>
        </w:tc>
        <w:tc>
          <w:tcPr>
            <w:tcW w:w="510" w:type="dxa"/>
          </w:tcPr>
          <w:p w14:paraId="04E11616" w14:textId="77777777" w:rsidR="00607764" w:rsidRPr="003F1AC0" w:rsidRDefault="00607764" w:rsidP="00607764">
            <w:pPr>
              <w:pStyle w:val="TabNumeri"/>
            </w:pPr>
            <w:r w:rsidRPr="00E2110F">
              <w:t>6,0</w:t>
            </w:r>
          </w:p>
        </w:tc>
        <w:tc>
          <w:tcPr>
            <w:tcW w:w="514" w:type="dxa"/>
          </w:tcPr>
          <w:p w14:paraId="4A190A21" w14:textId="77777777" w:rsidR="00607764" w:rsidRPr="003F1AC0" w:rsidRDefault="00607764" w:rsidP="00607764">
            <w:pPr>
              <w:pStyle w:val="TabNumeri"/>
            </w:pPr>
            <w:r w:rsidRPr="00E2110F">
              <w:t>5,2</w:t>
            </w:r>
          </w:p>
        </w:tc>
      </w:tr>
      <w:tr w:rsidR="00607764" w:rsidRPr="00BC2A0C" w14:paraId="5BC4CC50" w14:textId="77777777" w:rsidTr="00E82FB7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7990F9E" w14:textId="77777777" w:rsidR="00607764" w:rsidRPr="00565219" w:rsidRDefault="00607764" w:rsidP="00607764">
            <w:pPr>
              <w:pStyle w:val="TabEtichette"/>
            </w:pPr>
            <w:r w:rsidRPr="00565219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5F8E137" w14:textId="21902435" w:rsidR="00607764" w:rsidRPr="00BA61A9" w:rsidRDefault="00607764" w:rsidP="00607764">
            <w:pPr>
              <w:pStyle w:val="TabNumeri"/>
            </w:pPr>
            <w:r w:rsidRPr="008B2EAA">
              <w:t>-4,5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7E4B307" w14:textId="31C9CF36" w:rsidR="00607764" w:rsidRPr="00BA61A9" w:rsidRDefault="00607764" w:rsidP="00607764">
            <w:pPr>
              <w:pStyle w:val="TabNumeri"/>
            </w:pPr>
            <w:r w:rsidRPr="008B2EAA">
              <w:t>5,2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BB4E849" w14:textId="261F08CF" w:rsidR="00607764" w:rsidRPr="00BA61A9" w:rsidRDefault="00607764" w:rsidP="00607764">
            <w:pPr>
              <w:pStyle w:val="TabNumeri"/>
            </w:pPr>
            <w:r w:rsidRPr="008B2EAA">
              <w:t>4,5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6402311" w14:textId="77777777" w:rsidR="00607764" w:rsidRPr="00565219" w:rsidRDefault="00607764" w:rsidP="0060776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258E2842" w14:textId="77777777" w:rsidR="00607764" w:rsidRPr="00565219" w:rsidRDefault="00607764" w:rsidP="00607764">
            <w:pPr>
              <w:pStyle w:val="TabEtichette"/>
            </w:pPr>
            <w:r w:rsidRPr="00565219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9AB20BA" w14:textId="77777777" w:rsidR="00607764" w:rsidRPr="003F1AC0" w:rsidRDefault="00607764" w:rsidP="00607764">
            <w:pPr>
              <w:pStyle w:val="TabNumeri"/>
            </w:pPr>
            <w:r w:rsidRPr="00E2110F">
              <w:t>2,3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513549E" w14:textId="77777777" w:rsidR="00607764" w:rsidRPr="003F1AC0" w:rsidRDefault="00607764" w:rsidP="00607764">
            <w:pPr>
              <w:pStyle w:val="TabNumeri"/>
            </w:pPr>
            <w:r w:rsidRPr="00E2110F">
              <w:t>8,0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1A1EB18" w14:textId="77777777" w:rsidR="00607764" w:rsidRPr="003F1AC0" w:rsidRDefault="00607764" w:rsidP="00607764">
            <w:pPr>
              <w:pStyle w:val="TabNumeri"/>
            </w:pPr>
            <w:r w:rsidRPr="00E2110F">
              <w:t>5,6</w:t>
            </w:r>
          </w:p>
        </w:tc>
      </w:tr>
      <w:tr w:rsidR="00607764" w:rsidRPr="00BC2A0C" w14:paraId="4125A50F" w14:textId="77777777" w:rsidTr="00E82FB7">
        <w:trPr>
          <w:cantSplit/>
          <w:trHeight w:val="255"/>
        </w:trPr>
        <w:tc>
          <w:tcPr>
            <w:tcW w:w="3402" w:type="dxa"/>
          </w:tcPr>
          <w:p w14:paraId="27DEF5AD" w14:textId="77777777" w:rsidR="00607764" w:rsidRPr="00565219" w:rsidRDefault="00607764" w:rsidP="00607764">
            <w:pPr>
              <w:pStyle w:val="TabEtichette"/>
            </w:pPr>
            <w:r w:rsidRPr="00565219">
              <w:t>Economie emergenti e in sviluppo</w:t>
            </w:r>
          </w:p>
        </w:tc>
        <w:tc>
          <w:tcPr>
            <w:tcW w:w="510" w:type="dxa"/>
          </w:tcPr>
          <w:p w14:paraId="2F83B4CE" w14:textId="4AFEEC15" w:rsidR="00607764" w:rsidRPr="00BA61A9" w:rsidRDefault="00607764" w:rsidP="00607764">
            <w:pPr>
              <w:pStyle w:val="TabNumeri"/>
            </w:pPr>
            <w:r w:rsidRPr="008B2EAA">
              <w:t>-2,1</w:t>
            </w:r>
          </w:p>
        </w:tc>
        <w:tc>
          <w:tcPr>
            <w:tcW w:w="510" w:type="dxa"/>
          </w:tcPr>
          <w:p w14:paraId="6ABC1D32" w14:textId="7AB5B60E" w:rsidR="00607764" w:rsidRPr="00BA61A9" w:rsidRDefault="00607764" w:rsidP="00607764">
            <w:pPr>
              <w:pStyle w:val="TabNumeri"/>
            </w:pPr>
            <w:r w:rsidRPr="008B2EAA">
              <w:t>6,4</w:t>
            </w:r>
          </w:p>
        </w:tc>
        <w:tc>
          <w:tcPr>
            <w:tcW w:w="510" w:type="dxa"/>
          </w:tcPr>
          <w:p w14:paraId="4DB9099D" w14:textId="765CAEC0" w:rsidR="00607764" w:rsidRPr="00BA61A9" w:rsidRDefault="00607764" w:rsidP="00607764">
            <w:pPr>
              <w:pStyle w:val="TabNumeri"/>
            </w:pPr>
            <w:r w:rsidRPr="008B2EAA">
              <w:t>5,1</w:t>
            </w:r>
          </w:p>
        </w:tc>
        <w:tc>
          <w:tcPr>
            <w:tcW w:w="340" w:type="dxa"/>
          </w:tcPr>
          <w:p w14:paraId="4EB2AEF1" w14:textId="77777777" w:rsidR="00607764" w:rsidRPr="00565219" w:rsidRDefault="00607764" w:rsidP="00607764">
            <w:pPr>
              <w:pStyle w:val="TabEtichette"/>
            </w:pPr>
          </w:p>
        </w:tc>
        <w:tc>
          <w:tcPr>
            <w:tcW w:w="2552" w:type="dxa"/>
          </w:tcPr>
          <w:p w14:paraId="37EE2466" w14:textId="77777777" w:rsidR="00607764" w:rsidRPr="00565219" w:rsidRDefault="00607764" w:rsidP="00607764">
            <w:pPr>
              <w:pStyle w:val="TabEtichette"/>
            </w:pPr>
            <w:r w:rsidRPr="00565219">
              <w:t>Giappone</w:t>
            </w:r>
          </w:p>
        </w:tc>
        <w:tc>
          <w:tcPr>
            <w:tcW w:w="510" w:type="dxa"/>
          </w:tcPr>
          <w:p w14:paraId="45F73685" w14:textId="77777777" w:rsidR="00607764" w:rsidRPr="003F1AC0" w:rsidRDefault="00607764" w:rsidP="00607764">
            <w:pPr>
              <w:pStyle w:val="TabNumeri"/>
            </w:pPr>
            <w:r w:rsidRPr="00E2110F">
              <w:t>-4,6</w:t>
            </w:r>
          </w:p>
        </w:tc>
        <w:tc>
          <w:tcPr>
            <w:tcW w:w="510" w:type="dxa"/>
          </w:tcPr>
          <w:p w14:paraId="37F36183" w14:textId="77777777" w:rsidR="00607764" w:rsidRPr="003F1AC0" w:rsidRDefault="00607764" w:rsidP="00607764">
            <w:pPr>
              <w:pStyle w:val="TabNumeri"/>
            </w:pPr>
            <w:r w:rsidRPr="00E2110F">
              <w:t>2,4</w:t>
            </w:r>
          </w:p>
        </w:tc>
        <w:tc>
          <w:tcPr>
            <w:tcW w:w="514" w:type="dxa"/>
          </w:tcPr>
          <w:p w14:paraId="0EF0A63A" w14:textId="77777777" w:rsidR="00607764" w:rsidRPr="003F1AC0" w:rsidRDefault="00607764" w:rsidP="00607764">
            <w:pPr>
              <w:pStyle w:val="TabNumeri"/>
            </w:pPr>
            <w:r w:rsidRPr="00E2110F">
              <w:t>3,2</w:t>
            </w:r>
          </w:p>
        </w:tc>
      </w:tr>
      <w:tr w:rsidR="00607764" w:rsidRPr="00BC2A0C" w14:paraId="1B4681F4" w14:textId="77777777" w:rsidTr="00E82FB7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C3A0DCF" w14:textId="77777777" w:rsidR="00607764" w:rsidRPr="00565219" w:rsidRDefault="00607764" w:rsidP="00607764">
            <w:pPr>
              <w:pStyle w:val="TabEtichette"/>
            </w:pPr>
            <w:r w:rsidRPr="00565219">
              <w:t xml:space="preserve">  Europa emergente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A30A47A" w14:textId="566F987F" w:rsidR="00607764" w:rsidRPr="00BA61A9" w:rsidRDefault="00607764" w:rsidP="00607764">
            <w:pPr>
              <w:pStyle w:val="TabNumeri"/>
            </w:pPr>
            <w:r w:rsidRPr="008B2EAA">
              <w:t>-2,0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722B3D5" w14:textId="5D19D9ED" w:rsidR="00607764" w:rsidRPr="00BA61A9" w:rsidRDefault="00607764" w:rsidP="00607764">
            <w:pPr>
              <w:pStyle w:val="TabNumeri"/>
            </w:pPr>
            <w:r w:rsidRPr="008B2EAA">
              <w:t>6,0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959F894" w14:textId="41A3353E" w:rsidR="00607764" w:rsidRPr="00BA61A9" w:rsidRDefault="00607764" w:rsidP="00607764">
            <w:pPr>
              <w:pStyle w:val="TabNumeri"/>
            </w:pPr>
            <w:r w:rsidRPr="008B2EAA">
              <w:t>3,6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BA20587" w14:textId="77777777" w:rsidR="00607764" w:rsidRPr="00565219" w:rsidRDefault="00607764" w:rsidP="0060776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1BAFBFC" w14:textId="77777777" w:rsidR="00607764" w:rsidRPr="00565219" w:rsidRDefault="00607764" w:rsidP="00607764">
            <w:pPr>
              <w:pStyle w:val="TabEtichette"/>
            </w:pPr>
            <w:r w:rsidRPr="00565219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D61DAA0" w14:textId="77777777" w:rsidR="00607764" w:rsidRPr="003F1AC0" w:rsidRDefault="00607764" w:rsidP="00607764">
            <w:pPr>
              <w:pStyle w:val="TabNumeri"/>
            </w:pPr>
            <w:r w:rsidRPr="00E2110F">
              <w:t>-6,3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E0CEB24" w14:textId="77777777" w:rsidR="00607764" w:rsidRPr="003F1AC0" w:rsidRDefault="00607764" w:rsidP="00607764">
            <w:pPr>
              <w:pStyle w:val="TabNumeri"/>
            </w:pPr>
            <w:r w:rsidRPr="00E2110F">
              <w:t>5,0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70A594B3" w14:textId="77777777" w:rsidR="00607764" w:rsidRPr="003F1AC0" w:rsidRDefault="00607764" w:rsidP="00607764">
            <w:pPr>
              <w:pStyle w:val="TabNumeri"/>
            </w:pPr>
            <w:r w:rsidRPr="00E2110F">
              <w:t>4,3</w:t>
            </w:r>
          </w:p>
        </w:tc>
      </w:tr>
      <w:tr w:rsidR="00607764" w:rsidRPr="00BC2A0C" w14:paraId="3BCCAAA3" w14:textId="77777777" w:rsidTr="00E82FB7">
        <w:trPr>
          <w:cantSplit/>
          <w:trHeight w:val="255"/>
        </w:trPr>
        <w:tc>
          <w:tcPr>
            <w:tcW w:w="3402" w:type="dxa"/>
          </w:tcPr>
          <w:p w14:paraId="7AF428E8" w14:textId="77777777" w:rsidR="00607764" w:rsidRPr="00C21B51" w:rsidRDefault="00607764" w:rsidP="00607764">
            <w:pPr>
              <w:pStyle w:val="TabEtichette"/>
            </w:pPr>
            <w:r w:rsidRPr="00C21B51">
              <w:t xml:space="preserve">  Paesi Asiatici in sviluppo </w:t>
            </w:r>
            <w:proofErr w:type="gramStart"/>
            <w:r w:rsidRPr="00C21B51">
              <w:t>e</w:t>
            </w:r>
            <w:proofErr w:type="gramEnd"/>
            <w:r w:rsidRPr="00C21B51">
              <w:t xml:space="preserve"> emergenti</w:t>
            </w:r>
          </w:p>
        </w:tc>
        <w:tc>
          <w:tcPr>
            <w:tcW w:w="510" w:type="dxa"/>
          </w:tcPr>
          <w:p w14:paraId="03D24020" w14:textId="4FFF78B8" w:rsidR="00607764" w:rsidRPr="00BA61A9" w:rsidRDefault="00607764" w:rsidP="00607764">
            <w:pPr>
              <w:pStyle w:val="TabNumeri"/>
            </w:pPr>
            <w:r w:rsidRPr="008B2EAA">
              <w:t>-0,8</w:t>
            </w:r>
          </w:p>
        </w:tc>
        <w:tc>
          <w:tcPr>
            <w:tcW w:w="510" w:type="dxa"/>
          </w:tcPr>
          <w:p w14:paraId="33F2B835" w14:textId="6F8F36C4" w:rsidR="00607764" w:rsidRPr="00BA61A9" w:rsidRDefault="00607764" w:rsidP="00607764">
            <w:pPr>
              <w:pStyle w:val="TabNumeri"/>
            </w:pPr>
            <w:r w:rsidRPr="008B2EAA">
              <w:t>7,2</w:t>
            </w:r>
          </w:p>
        </w:tc>
        <w:tc>
          <w:tcPr>
            <w:tcW w:w="510" w:type="dxa"/>
          </w:tcPr>
          <w:p w14:paraId="0191A605" w14:textId="5C441AA2" w:rsidR="00607764" w:rsidRPr="00BA61A9" w:rsidRDefault="00607764" w:rsidP="00607764">
            <w:pPr>
              <w:pStyle w:val="TabNumeri"/>
            </w:pPr>
            <w:r w:rsidRPr="008B2EAA">
              <w:t>6,3</w:t>
            </w:r>
          </w:p>
        </w:tc>
        <w:tc>
          <w:tcPr>
            <w:tcW w:w="340" w:type="dxa"/>
          </w:tcPr>
          <w:p w14:paraId="4B9ABC59" w14:textId="77777777" w:rsidR="00607764" w:rsidRPr="00565219" w:rsidRDefault="00607764" w:rsidP="00607764">
            <w:pPr>
              <w:pStyle w:val="TabEtichette"/>
            </w:pPr>
          </w:p>
        </w:tc>
        <w:tc>
          <w:tcPr>
            <w:tcW w:w="2552" w:type="dxa"/>
          </w:tcPr>
          <w:p w14:paraId="0A387475" w14:textId="77777777" w:rsidR="00607764" w:rsidRPr="00565219" w:rsidRDefault="00607764" w:rsidP="00607764">
            <w:pPr>
              <w:pStyle w:val="TabEtichette"/>
            </w:pPr>
            <w:r w:rsidRPr="00565219">
              <w:t xml:space="preserve">  Germania</w:t>
            </w:r>
          </w:p>
        </w:tc>
        <w:tc>
          <w:tcPr>
            <w:tcW w:w="510" w:type="dxa"/>
          </w:tcPr>
          <w:p w14:paraId="32D86E71" w14:textId="77777777" w:rsidR="00607764" w:rsidRPr="003F1AC0" w:rsidRDefault="00607764" w:rsidP="00607764">
            <w:pPr>
              <w:pStyle w:val="TabNumeri"/>
            </w:pPr>
            <w:r w:rsidRPr="00E2110F">
              <w:t>-4,6</w:t>
            </w:r>
          </w:p>
        </w:tc>
        <w:tc>
          <w:tcPr>
            <w:tcW w:w="510" w:type="dxa"/>
          </w:tcPr>
          <w:p w14:paraId="3411B8E6" w14:textId="77777777" w:rsidR="00607764" w:rsidRPr="003F1AC0" w:rsidRDefault="00607764" w:rsidP="00607764">
            <w:pPr>
              <w:pStyle w:val="TabNumeri"/>
            </w:pPr>
            <w:r w:rsidRPr="00E2110F">
              <w:t>3,1</w:t>
            </w:r>
          </w:p>
        </w:tc>
        <w:tc>
          <w:tcPr>
            <w:tcW w:w="514" w:type="dxa"/>
          </w:tcPr>
          <w:p w14:paraId="26EF0CD9" w14:textId="77777777" w:rsidR="00607764" w:rsidRPr="003F1AC0" w:rsidRDefault="00607764" w:rsidP="00607764">
            <w:pPr>
              <w:pStyle w:val="TabNumeri"/>
            </w:pPr>
            <w:r w:rsidRPr="00E2110F">
              <w:t>4,6</w:t>
            </w:r>
          </w:p>
        </w:tc>
      </w:tr>
      <w:tr w:rsidR="00607764" w:rsidRPr="00BC2A0C" w14:paraId="4173305E" w14:textId="77777777" w:rsidTr="00E82FB7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5BB05D5" w14:textId="77777777" w:rsidR="00607764" w:rsidRPr="00C21B51" w:rsidRDefault="00607764" w:rsidP="00607764">
            <w:pPr>
              <w:pStyle w:val="TabEtichette"/>
            </w:pPr>
            <w:r>
              <w:t xml:space="preserve">  Medio Oriente, Nord Africa e Asia centrale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2DB9551" w14:textId="1A927084" w:rsidR="00607764" w:rsidRPr="00BA61A9" w:rsidRDefault="00607764" w:rsidP="00607764">
            <w:pPr>
              <w:pStyle w:val="TabNumeri"/>
            </w:pPr>
            <w:r w:rsidRPr="008B2EAA">
              <w:t>-2,8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CFC3592" w14:textId="54A1AC6E" w:rsidR="00607764" w:rsidRPr="00BA61A9" w:rsidRDefault="00607764" w:rsidP="00607764">
            <w:pPr>
              <w:pStyle w:val="TabNumeri"/>
            </w:pPr>
            <w:r w:rsidRPr="008B2EAA">
              <w:t>4,1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29FE028" w14:textId="73C1E71B" w:rsidR="00607764" w:rsidRPr="00BA61A9" w:rsidRDefault="00607764" w:rsidP="00607764">
            <w:pPr>
              <w:pStyle w:val="TabNumeri"/>
            </w:pPr>
            <w:r w:rsidRPr="008B2EAA">
              <w:t>4,1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A672843" w14:textId="77777777" w:rsidR="00607764" w:rsidRPr="00565219" w:rsidRDefault="00607764" w:rsidP="0060776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28061FE" w14:textId="77777777" w:rsidR="00607764" w:rsidRPr="00565219" w:rsidRDefault="00607764" w:rsidP="00607764">
            <w:pPr>
              <w:pStyle w:val="TabEtichette"/>
            </w:pPr>
            <w:r w:rsidRPr="00565219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23C03F9" w14:textId="77777777" w:rsidR="00607764" w:rsidRPr="003F1AC0" w:rsidRDefault="00607764" w:rsidP="00607764">
            <w:pPr>
              <w:pStyle w:val="TabNumeri"/>
            </w:pPr>
            <w:r w:rsidRPr="00E2110F">
              <w:t>-8,0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37131DE" w14:textId="77777777" w:rsidR="00607764" w:rsidRPr="003F1AC0" w:rsidRDefault="00607764" w:rsidP="00607764">
            <w:pPr>
              <w:pStyle w:val="TabNumeri"/>
            </w:pPr>
            <w:r w:rsidRPr="00E2110F">
              <w:t>6,3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892C3ED" w14:textId="77777777" w:rsidR="00607764" w:rsidRPr="003F1AC0" w:rsidRDefault="00607764" w:rsidP="00607764">
            <w:pPr>
              <w:pStyle w:val="TabNumeri"/>
            </w:pPr>
            <w:r w:rsidRPr="00E2110F">
              <w:t>3,9</w:t>
            </w:r>
          </w:p>
        </w:tc>
      </w:tr>
      <w:tr w:rsidR="00607764" w:rsidRPr="00BC2A0C" w14:paraId="3E087345" w14:textId="77777777" w:rsidTr="00E82FB7">
        <w:trPr>
          <w:cantSplit/>
          <w:trHeight w:val="255"/>
        </w:trPr>
        <w:tc>
          <w:tcPr>
            <w:tcW w:w="3402" w:type="dxa"/>
          </w:tcPr>
          <w:p w14:paraId="7B1354BF" w14:textId="77777777" w:rsidR="00607764" w:rsidRPr="00C21B51" w:rsidRDefault="00607764" w:rsidP="00607764">
            <w:pPr>
              <w:pStyle w:val="TabEtichette"/>
            </w:pPr>
            <w:r w:rsidRPr="00C21B51">
              <w:t xml:space="preserve">  Africa Sub-Sahariana</w:t>
            </w:r>
          </w:p>
        </w:tc>
        <w:tc>
          <w:tcPr>
            <w:tcW w:w="510" w:type="dxa"/>
          </w:tcPr>
          <w:p w14:paraId="2FA711FB" w14:textId="59E755D2" w:rsidR="00607764" w:rsidRPr="00BA61A9" w:rsidRDefault="00607764" w:rsidP="00607764">
            <w:pPr>
              <w:pStyle w:val="TabNumeri"/>
            </w:pPr>
            <w:r w:rsidRPr="008B2EAA">
              <w:t>-1,7</w:t>
            </w:r>
          </w:p>
        </w:tc>
        <w:tc>
          <w:tcPr>
            <w:tcW w:w="510" w:type="dxa"/>
          </w:tcPr>
          <w:p w14:paraId="3769A7EB" w14:textId="5C386DF3" w:rsidR="00607764" w:rsidRPr="00BA61A9" w:rsidRDefault="00607764" w:rsidP="00607764">
            <w:pPr>
              <w:pStyle w:val="TabNumeri"/>
            </w:pPr>
            <w:r w:rsidRPr="008B2EAA">
              <w:t>3,7</w:t>
            </w:r>
          </w:p>
        </w:tc>
        <w:tc>
          <w:tcPr>
            <w:tcW w:w="510" w:type="dxa"/>
          </w:tcPr>
          <w:p w14:paraId="6B5BC520" w14:textId="30A49043" w:rsidR="00607764" w:rsidRPr="00BA61A9" w:rsidRDefault="00607764" w:rsidP="00607764">
            <w:pPr>
              <w:pStyle w:val="TabNumeri"/>
            </w:pPr>
            <w:r w:rsidRPr="008B2EAA">
              <w:t>3,8</w:t>
            </w:r>
          </w:p>
        </w:tc>
        <w:tc>
          <w:tcPr>
            <w:tcW w:w="340" w:type="dxa"/>
          </w:tcPr>
          <w:p w14:paraId="3AA645E6" w14:textId="77777777" w:rsidR="00607764" w:rsidRPr="00565219" w:rsidRDefault="00607764" w:rsidP="00607764">
            <w:pPr>
              <w:pStyle w:val="TabEtichette"/>
            </w:pPr>
          </w:p>
        </w:tc>
        <w:tc>
          <w:tcPr>
            <w:tcW w:w="2552" w:type="dxa"/>
          </w:tcPr>
          <w:p w14:paraId="17D46A57" w14:textId="77777777" w:rsidR="00607764" w:rsidRPr="00565219" w:rsidRDefault="00607764" w:rsidP="00607764">
            <w:pPr>
              <w:pStyle w:val="TabEtichette"/>
            </w:pPr>
            <w:r w:rsidRPr="00565219">
              <w:t>Russia</w:t>
            </w:r>
          </w:p>
        </w:tc>
        <w:tc>
          <w:tcPr>
            <w:tcW w:w="510" w:type="dxa"/>
          </w:tcPr>
          <w:p w14:paraId="4B0040A8" w14:textId="77777777" w:rsidR="00607764" w:rsidRPr="003F1AC0" w:rsidRDefault="00607764" w:rsidP="00607764">
            <w:pPr>
              <w:pStyle w:val="TabNumeri"/>
            </w:pPr>
            <w:r w:rsidRPr="00E2110F">
              <w:t>-3,0</w:t>
            </w:r>
          </w:p>
        </w:tc>
        <w:tc>
          <w:tcPr>
            <w:tcW w:w="510" w:type="dxa"/>
          </w:tcPr>
          <w:p w14:paraId="63BD3795" w14:textId="77777777" w:rsidR="00607764" w:rsidRPr="003F1AC0" w:rsidRDefault="00607764" w:rsidP="00607764">
            <w:pPr>
              <w:pStyle w:val="TabNumeri"/>
            </w:pPr>
            <w:r w:rsidRPr="00E2110F">
              <w:t>4,7</w:t>
            </w:r>
          </w:p>
        </w:tc>
        <w:tc>
          <w:tcPr>
            <w:tcW w:w="514" w:type="dxa"/>
          </w:tcPr>
          <w:p w14:paraId="6D0A4510" w14:textId="77777777" w:rsidR="00607764" w:rsidRPr="003F1AC0" w:rsidRDefault="00607764" w:rsidP="00607764">
            <w:pPr>
              <w:pStyle w:val="TabNumeri"/>
            </w:pPr>
            <w:r w:rsidRPr="00E2110F">
              <w:t>2,9</w:t>
            </w:r>
          </w:p>
        </w:tc>
      </w:tr>
      <w:tr w:rsidR="00607764" w:rsidRPr="00BC2A0C" w14:paraId="594951B8" w14:textId="77777777" w:rsidTr="00E82FB7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653AECAA" w14:textId="77777777" w:rsidR="00607764" w:rsidRPr="00C21B51" w:rsidRDefault="00607764" w:rsidP="00607764">
            <w:pPr>
              <w:pStyle w:val="TabEtichette"/>
            </w:pPr>
            <w:r w:rsidRPr="00C21B51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096245B" w14:textId="737D4B86" w:rsidR="00607764" w:rsidRPr="00BA61A9" w:rsidRDefault="00607764" w:rsidP="00607764">
            <w:pPr>
              <w:pStyle w:val="TabNumeri"/>
            </w:pPr>
            <w:r w:rsidRPr="008B2EAA">
              <w:t>-7,0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AFD6E6E" w14:textId="00D02387" w:rsidR="00607764" w:rsidRPr="00BA61A9" w:rsidRDefault="00607764" w:rsidP="00607764">
            <w:pPr>
              <w:pStyle w:val="TabNumeri"/>
            </w:pPr>
            <w:r w:rsidRPr="008B2EAA">
              <w:t>6,3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78254B8" w14:textId="41F02509" w:rsidR="00607764" w:rsidRDefault="00607764" w:rsidP="00607764">
            <w:pPr>
              <w:pStyle w:val="TabNumeri"/>
            </w:pPr>
            <w:r w:rsidRPr="008B2EAA">
              <w:t>3,0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DF8D9C1" w14:textId="77777777" w:rsidR="00607764" w:rsidRPr="00565219" w:rsidRDefault="00607764" w:rsidP="0060776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EC6A2D1" w14:textId="77777777" w:rsidR="00607764" w:rsidRPr="00565219" w:rsidRDefault="00607764" w:rsidP="00607764">
            <w:pPr>
              <w:pStyle w:val="TabEtichette"/>
            </w:pPr>
            <w:r w:rsidRPr="00565219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56126BD" w14:textId="77777777" w:rsidR="00607764" w:rsidRPr="003F1AC0" w:rsidRDefault="00607764" w:rsidP="00607764">
            <w:pPr>
              <w:pStyle w:val="TabNumeri"/>
            </w:pPr>
            <w:r w:rsidRPr="00E2110F">
              <w:t>-7,3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B17C8F8" w14:textId="77777777" w:rsidR="00607764" w:rsidRPr="003F1AC0" w:rsidRDefault="00607764" w:rsidP="00607764">
            <w:pPr>
              <w:pStyle w:val="TabNumeri"/>
            </w:pPr>
            <w:r w:rsidRPr="00E2110F">
              <w:t>9,5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5A85C7A8" w14:textId="77777777" w:rsidR="00607764" w:rsidRPr="003F1AC0" w:rsidRDefault="00607764" w:rsidP="00607764">
            <w:pPr>
              <w:pStyle w:val="TabNumeri"/>
            </w:pPr>
            <w:r w:rsidRPr="00E2110F">
              <w:t>8,5</w:t>
            </w:r>
          </w:p>
        </w:tc>
      </w:tr>
      <w:tr w:rsidR="0001394C" w:rsidRPr="00BC2A0C" w14:paraId="4B4CF238" w14:textId="77777777" w:rsidTr="00E82FB7">
        <w:trPr>
          <w:cantSplit/>
          <w:trHeight w:val="255"/>
        </w:trPr>
        <w:tc>
          <w:tcPr>
            <w:tcW w:w="3402" w:type="dxa"/>
          </w:tcPr>
          <w:p w14:paraId="6CD0E9F1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510" w:type="dxa"/>
          </w:tcPr>
          <w:p w14:paraId="25ABA42F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0" w:type="dxa"/>
          </w:tcPr>
          <w:p w14:paraId="44C66CA0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0" w:type="dxa"/>
          </w:tcPr>
          <w:p w14:paraId="0B420FE5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340" w:type="dxa"/>
          </w:tcPr>
          <w:p w14:paraId="00686889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</w:tcPr>
          <w:p w14:paraId="407F06EB" w14:textId="77777777" w:rsidR="0001394C" w:rsidRPr="00565219" w:rsidRDefault="0001394C" w:rsidP="00E82FB7">
            <w:pPr>
              <w:pStyle w:val="TabEtichette"/>
            </w:pPr>
            <w:r w:rsidRPr="00565219">
              <w:t>Brasile</w:t>
            </w:r>
          </w:p>
        </w:tc>
        <w:tc>
          <w:tcPr>
            <w:tcW w:w="510" w:type="dxa"/>
          </w:tcPr>
          <w:p w14:paraId="64393339" w14:textId="77777777" w:rsidR="0001394C" w:rsidRPr="003F1AC0" w:rsidRDefault="0001394C" w:rsidP="00E82FB7">
            <w:pPr>
              <w:pStyle w:val="TabNumeri"/>
            </w:pPr>
            <w:r w:rsidRPr="00E2110F">
              <w:t>-4,1</w:t>
            </w:r>
          </w:p>
        </w:tc>
        <w:tc>
          <w:tcPr>
            <w:tcW w:w="510" w:type="dxa"/>
          </w:tcPr>
          <w:p w14:paraId="016EEF5F" w14:textId="77777777" w:rsidR="0001394C" w:rsidRPr="003F1AC0" w:rsidRDefault="0001394C" w:rsidP="00E82FB7">
            <w:pPr>
              <w:pStyle w:val="TabNumeri"/>
            </w:pPr>
            <w:r w:rsidRPr="00E2110F">
              <w:t>5,2</w:t>
            </w:r>
          </w:p>
        </w:tc>
        <w:tc>
          <w:tcPr>
            <w:tcW w:w="514" w:type="dxa"/>
          </w:tcPr>
          <w:p w14:paraId="17E1C4F0" w14:textId="77777777" w:rsidR="0001394C" w:rsidRPr="003F1AC0" w:rsidRDefault="0001394C" w:rsidP="00E82FB7">
            <w:pPr>
              <w:pStyle w:val="TabNumeri"/>
            </w:pPr>
            <w:r w:rsidRPr="00E2110F">
              <w:t>1,5</w:t>
            </w:r>
          </w:p>
        </w:tc>
      </w:tr>
      <w:tr w:rsidR="0001394C" w:rsidRPr="00BC2A0C" w14:paraId="3549491E" w14:textId="77777777" w:rsidTr="00E82FB7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61F53B2D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7EC1401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56C817FE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554D5CDD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13F07237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A5A58FD" w14:textId="77777777" w:rsidR="0001394C" w:rsidRPr="00565219" w:rsidRDefault="0001394C" w:rsidP="00E82FB7">
            <w:pPr>
              <w:pStyle w:val="TabEtichette"/>
            </w:pPr>
            <w:r w:rsidRPr="00565219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7148D72" w14:textId="77777777" w:rsidR="0001394C" w:rsidRPr="003F1AC0" w:rsidRDefault="0001394C" w:rsidP="00E82FB7">
            <w:pPr>
              <w:pStyle w:val="TabNumeri"/>
            </w:pPr>
            <w:r w:rsidRPr="00E2110F">
              <w:t>-8,3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A831658" w14:textId="77777777" w:rsidR="0001394C" w:rsidRPr="003F1AC0" w:rsidRDefault="0001394C" w:rsidP="00E82FB7">
            <w:pPr>
              <w:pStyle w:val="TabNumeri"/>
            </w:pPr>
            <w:r w:rsidRPr="00E2110F">
              <w:t>6,2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1FD1632" w14:textId="77777777" w:rsidR="0001394C" w:rsidRDefault="0001394C" w:rsidP="00E82FB7">
            <w:pPr>
              <w:pStyle w:val="TabNumeri"/>
            </w:pPr>
            <w:r w:rsidRPr="00E2110F">
              <w:t>4,0</w:t>
            </w:r>
          </w:p>
        </w:tc>
      </w:tr>
      <w:tr w:rsidR="0001394C" w:rsidRPr="00BC2A0C" w14:paraId="6957AB76" w14:textId="77777777" w:rsidTr="00E82FB7">
        <w:trPr>
          <w:cantSplit/>
          <w:trHeight w:val="255"/>
        </w:trPr>
        <w:tc>
          <w:tcPr>
            <w:tcW w:w="9358" w:type="dxa"/>
            <w:gridSpan w:val="9"/>
          </w:tcPr>
          <w:p w14:paraId="5786CC47" w14:textId="77777777" w:rsidR="0001394C" w:rsidRPr="00565219" w:rsidRDefault="0001394C" w:rsidP="00E82FB7">
            <w:pPr>
              <w:pStyle w:val="TabIntestaSup"/>
            </w:pPr>
            <w:r w:rsidRPr="00565219">
              <w:t>Commercio mondiale</w:t>
            </w:r>
          </w:p>
        </w:tc>
      </w:tr>
      <w:tr w:rsidR="0001394C" w:rsidRPr="00BC2A0C" w14:paraId="0CDFA787" w14:textId="77777777" w:rsidTr="00E82FB7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6359CEBE" w14:textId="77777777" w:rsidR="0001394C" w:rsidRPr="00565219" w:rsidRDefault="0001394C" w:rsidP="00E82FB7">
            <w:pPr>
              <w:pStyle w:val="TabEtichette"/>
            </w:pPr>
            <w:r w:rsidRPr="00565219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75D390D" w14:textId="77777777" w:rsidR="0001394C" w:rsidRPr="00AD3B7F" w:rsidRDefault="0001394C" w:rsidP="00E82FB7">
            <w:pPr>
              <w:pStyle w:val="TabNumeri"/>
            </w:pPr>
            <w:r w:rsidRPr="0035727B">
              <w:t>-8,2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E625C06" w14:textId="77777777" w:rsidR="0001394C" w:rsidRPr="00AD3B7F" w:rsidRDefault="0001394C" w:rsidP="00E82FB7">
            <w:pPr>
              <w:pStyle w:val="TabNumeri"/>
            </w:pPr>
            <w:r w:rsidRPr="0035727B">
              <w:t>9,7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E7123C7" w14:textId="77777777" w:rsidR="0001394C" w:rsidRPr="00AD3B7F" w:rsidRDefault="0001394C" w:rsidP="00E82FB7">
            <w:pPr>
              <w:pStyle w:val="TabNumeri"/>
            </w:pPr>
            <w:r w:rsidRPr="0035727B">
              <w:t>6,7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5765BB8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8A94DD3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21B8966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4572B757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5CF061AA" w14:textId="77777777" w:rsidR="0001394C" w:rsidRPr="00565219" w:rsidRDefault="0001394C" w:rsidP="00E82FB7">
            <w:pPr>
              <w:pStyle w:val="TabNumeri"/>
            </w:pPr>
          </w:p>
        </w:tc>
      </w:tr>
      <w:tr w:rsidR="0001394C" w:rsidRPr="00BC2A0C" w14:paraId="3AE4A523" w14:textId="77777777" w:rsidTr="00E82FB7">
        <w:trPr>
          <w:cantSplit/>
          <w:trHeight w:val="255"/>
        </w:trPr>
        <w:tc>
          <w:tcPr>
            <w:tcW w:w="3402" w:type="dxa"/>
          </w:tcPr>
          <w:p w14:paraId="7B2AA7AD" w14:textId="77777777" w:rsidR="0001394C" w:rsidRPr="00565219" w:rsidRDefault="0001394C" w:rsidP="00E82FB7">
            <w:pPr>
              <w:pStyle w:val="TabEtichette"/>
            </w:pPr>
            <w:r w:rsidRPr="00565219">
              <w:t>Importazioni</w:t>
            </w:r>
          </w:p>
        </w:tc>
        <w:tc>
          <w:tcPr>
            <w:tcW w:w="510" w:type="dxa"/>
          </w:tcPr>
          <w:p w14:paraId="2E6F9C8C" w14:textId="77777777" w:rsidR="0001394C" w:rsidRPr="00AD3B7F" w:rsidRDefault="0001394C" w:rsidP="00E82FB7">
            <w:pPr>
              <w:pStyle w:val="TabNumeri"/>
            </w:pPr>
          </w:p>
        </w:tc>
        <w:tc>
          <w:tcPr>
            <w:tcW w:w="510" w:type="dxa"/>
          </w:tcPr>
          <w:p w14:paraId="0AD574B7" w14:textId="77777777" w:rsidR="0001394C" w:rsidRPr="00AD3B7F" w:rsidRDefault="0001394C" w:rsidP="00E82FB7">
            <w:pPr>
              <w:pStyle w:val="TabNumeri"/>
            </w:pPr>
          </w:p>
        </w:tc>
        <w:tc>
          <w:tcPr>
            <w:tcW w:w="510" w:type="dxa"/>
          </w:tcPr>
          <w:p w14:paraId="39EB3964" w14:textId="77777777" w:rsidR="0001394C" w:rsidRPr="00AD3B7F" w:rsidRDefault="0001394C" w:rsidP="00E82FB7">
            <w:pPr>
              <w:pStyle w:val="TabNumeri"/>
            </w:pPr>
          </w:p>
        </w:tc>
        <w:tc>
          <w:tcPr>
            <w:tcW w:w="340" w:type="dxa"/>
          </w:tcPr>
          <w:p w14:paraId="100591EA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</w:tcPr>
          <w:p w14:paraId="40BB76A7" w14:textId="77777777" w:rsidR="0001394C" w:rsidRPr="00565219" w:rsidRDefault="0001394C" w:rsidP="00E82FB7">
            <w:pPr>
              <w:pStyle w:val="TabEtichette"/>
            </w:pPr>
            <w:r w:rsidRPr="00565219">
              <w:t>Esportazioni</w:t>
            </w:r>
          </w:p>
        </w:tc>
        <w:tc>
          <w:tcPr>
            <w:tcW w:w="510" w:type="dxa"/>
          </w:tcPr>
          <w:p w14:paraId="72C3CACB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0" w:type="dxa"/>
          </w:tcPr>
          <w:p w14:paraId="5C47BDB0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4" w:type="dxa"/>
          </w:tcPr>
          <w:p w14:paraId="4744F12A" w14:textId="77777777" w:rsidR="0001394C" w:rsidRPr="00565219" w:rsidRDefault="0001394C" w:rsidP="00E82FB7">
            <w:pPr>
              <w:pStyle w:val="TabNumeri"/>
            </w:pPr>
          </w:p>
        </w:tc>
      </w:tr>
      <w:tr w:rsidR="0001394C" w:rsidRPr="00BC2A0C" w14:paraId="3D156453" w14:textId="77777777" w:rsidTr="00E82FB7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09FF120" w14:textId="77777777" w:rsidR="0001394C" w:rsidRPr="00565219" w:rsidRDefault="0001394C" w:rsidP="00E82FB7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2F2486B" w14:textId="77777777" w:rsidR="0001394C" w:rsidRPr="00AD3B7F" w:rsidRDefault="0001394C" w:rsidP="00E82FB7">
            <w:pPr>
              <w:pStyle w:val="TabNumeri"/>
            </w:pPr>
            <w:r w:rsidRPr="0035727B">
              <w:t>-9,0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3D10B02" w14:textId="77777777" w:rsidR="0001394C" w:rsidRPr="00AD3B7F" w:rsidRDefault="0001394C" w:rsidP="00E82FB7">
            <w:pPr>
              <w:pStyle w:val="TabNumeri"/>
            </w:pPr>
            <w:r w:rsidRPr="0035727B">
              <w:t>9,0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5A03945" w14:textId="77777777" w:rsidR="0001394C" w:rsidRPr="00AD3B7F" w:rsidRDefault="0001394C" w:rsidP="00E82FB7">
            <w:pPr>
              <w:pStyle w:val="TabNumeri"/>
            </w:pPr>
            <w:r w:rsidRPr="0035727B">
              <w:t>7,3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EC1FB56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2D3E1F8" w14:textId="77777777" w:rsidR="0001394C" w:rsidRPr="00565219" w:rsidRDefault="0001394C" w:rsidP="00E82FB7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590A4C3" w14:textId="77777777" w:rsidR="0001394C" w:rsidRPr="00A449F6" w:rsidRDefault="0001394C" w:rsidP="00E82FB7">
            <w:pPr>
              <w:pStyle w:val="TabNumeri"/>
            </w:pPr>
            <w:r w:rsidRPr="00ED36EA">
              <w:t>-9,4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90D931F" w14:textId="77777777" w:rsidR="0001394C" w:rsidRPr="00A449F6" w:rsidRDefault="0001394C" w:rsidP="00E82FB7">
            <w:pPr>
              <w:pStyle w:val="TabNumeri"/>
            </w:pPr>
            <w:r w:rsidRPr="00ED36EA">
              <w:t>8,0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8D20BA4" w14:textId="77777777" w:rsidR="0001394C" w:rsidRPr="00A449F6" w:rsidRDefault="0001394C" w:rsidP="00E82FB7">
            <w:pPr>
              <w:pStyle w:val="TabNumeri"/>
            </w:pPr>
            <w:r w:rsidRPr="00ED36EA">
              <w:t>6,6</w:t>
            </w:r>
          </w:p>
        </w:tc>
      </w:tr>
      <w:tr w:rsidR="0001394C" w:rsidRPr="00BC2A0C" w14:paraId="5E4473FB" w14:textId="77777777" w:rsidTr="00E82FB7">
        <w:trPr>
          <w:cantSplit/>
          <w:trHeight w:val="255"/>
        </w:trPr>
        <w:tc>
          <w:tcPr>
            <w:tcW w:w="3402" w:type="dxa"/>
          </w:tcPr>
          <w:p w14:paraId="78B6A482" w14:textId="77777777" w:rsidR="0001394C" w:rsidRPr="00565219" w:rsidRDefault="0001394C" w:rsidP="00E82FB7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14:paraId="11D1FFB2" w14:textId="77777777" w:rsidR="0001394C" w:rsidRPr="00AD3B7F" w:rsidRDefault="0001394C" w:rsidP="00E82FB7">
            <w:pPr>
              <w:pStyle w:val="TabNumeri"/>
            </w:pPr>
            <w:r w:rsidRPr="0035727B">
              <w:t>-8,0</w:t>
            </w:r>
          </w:p>
        </w:tc>
        <w:tc>
          <w:tcPr>
            <w:tcW w:w="510" w:type="dxa"/>
          </w:tcPr>
          <w:p w14:paraId="404B1BDE" w14:textId="77777777" w:rsidR="0001394C" w:rsidRPr="00AD3B7F" w:rsidRDefault="0001394C" w:rsidP="00E82FB7">
            <w:pPr>
              <w:pStyle w:val="TabNumeri"/>
            </w:pPr>
            <w:r w:rsidRPr="0035727B">
              <w:t>12,1</w:t>
            </w:r>
          </w:p>
        </w:tc>
        <w:tc>
          <w:tcPr>
            <w:tcW w:w="510" w:type="dxa"/>
          </w:tcPr>
          <w:p w14:paraId="1C78E313" w14:textId="77777777" w:rsidR="0001394C" w:rsidRDefault="0001394C" w:rsidP="00E82FB7">
            <w:pPr>
              <w:pStyle w:val="TabNumeri"/>
            </w:pPr>
            <w:r w:rsidRPr="0035727B">
              <w:t>7,1</w:t>
            </w:r>
          </w:p>
        </w:tc>
        <w:tc>
          <w:tcPr>
            <w:tcW w:w="340" w:type="dxa"/>
          </w:tcPr>
          <w:p w14:paraId="64AC180E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</w:tcPr>
          <w:p w14:paraId="3923CE38" w14:textId="77777777" w:rsidR="0001394C" w:rsidRPr="00565219" w:rsidRDefault="0001394C" w:rsidP="00E82FB7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14:paraId="2DAAFADC" w14:textId="77777777" w:rsidR="0001394C" w:rsidRPr="00A449F6" w:rsidRDefault="0001394C" w:rsidP="00E82FB7">
            <w:pPr>
              <w:pStyle w:val="TabNumeri"/>
            </w:pPr>
            <w:r w:rsidRPr="00ED36EA">
              <w:t>-5,2</w:t>
            </w:r>
          </w:p>
        </w:tc>
        <w:tc>
          <w:tcPr>
            <w:tcW w:w="510" w:type="dxa"/>
          </w:tcPr>
          <w:p w14:paraId="13668C76" w14:textId="77777777" w:rsidR="0001394C" w:rsidRPr="00A449F6" w:rsidRDefault="0001394C" w:rsidP="00E82FB7">
            <w:pPr>
              <w:pStyle w:val="TabNumeri"/>
            </w:pPr>
            <w:r w:rsidRPr="00ED36EA">
              <w:t>11,6</w:t>
            </w:r>
          </w:p>
        </w:tc>
        <w:tc>
          <w:tcPr>
            <w:tcW w:w="514" w:type="dxa"/>
          </w:tcPr>
          <w:p w14:paraId="602749BB" w14:textId="77777777" w:rsidR="0001394C" w:rsidRDefault="0001394C" w:rsidP="00E82FB7">
            <w:pPr>
              <w:pStyle w:val="TabNumeri"/>
            </w:pPr>
            <w:r w:rsidRPr="00ED36EA">
              <w:t>5,8</w:t>
            </w:r>
          </w:p>
        </w:tc>
      </w:tr>
      <w:tr w:rsidR="0001394C" w:rsidRPr="00BC2A0C" w14:paraId="577DD223" w14:textId="77777777" w:rsidTr="00E82FB7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0322575A" w14:textId="77777777" w:rsidR="0001394C" w:rsidRPr="00565219" w:rsidRDefault="0001394C" w:rsidP="00E82FB7">
            <w:pPr>
              <w:pStyle w:val="TabIntestaSup"/>
            </w:pPr>
            <w:r w:rsidRPr="00565219">
              <w:t>Prezzi</w:t>
            </w:r>
          </w:p>
        </w:tc>
      </w:tr>
      <w:tr w:rsidR="0001394C" w:rsidRPr="00BC2A0C" w14:paraId="3F86FC20" w14:textId="77777777" w:rsidTr="00E82FB7">
        <w:trPr>
          <w:cantSplit/>
          <w:trHeight w:val="255"/>
        </w:trPr>
        <w:tc>
          <w:tcPr>
            <w:tcW w:w="3402" w:type="dxa"/>
          </w:tcPr>
          <w:p w14:paraId="10F37CA2" w14:textId="77777777" w:rsidR="0001394C" w:rsidRPr="00565219" w:rsidRDefault="0001394C" w:rsidP="00E82FB7">
            <w:pPr>
              <w:pStyle w:val="TabEtichette"/>
            </w:pPr>
            <w:r w:rsidRPr="00565219">
              <w:t xml:space="preserve">Prezzi materie prime (in </w:t>
            </w:r>
            <w:proofErr w:type="spellStart"/>
            <w:r w:rsidRPr="00565219">
              <w:t>Usd</w:t>
            </w:r>
            <w:proofErr w:type="spellEnd"/>
            <w:r w:rsidRPr="00565219">
              <w:t>)</w:t>
            </w:r>
          </w:p>
        </w:tc>
        <w:tc>
          <w:tcPr>
            <w:tcW w:w="510" w:type="dxa"/>
          </w:tcPr>
          <w:p w14:paraId="68011D41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0" w:type="dxa"/>
          </w:tcPr>
          <w:p w14:paraId="0DCC2E9E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0" w:type="dxa"/>
          </w:tcPr>
          <w:p w14:paraId="6D251B5E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340" w:type="dxa"/>
          </w:tcPr>
          <w:p w14:paraId="4397D94A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</w:tcPr>
          <w:p w14:paraId="3377B457" w14:textId="77777777" w:rsidR="0001394C" w:rsidRPr="00565219" w:rsidRDefault="0001394C" w:rsidP="00E82FB7">
            <w:pPr>
              <w:pStyle w:val="TabEtichette"/>
            </w:pPr>
            <w:r w:rsidRPr="00565219">
              <w:t>Prezzi al consumo</w:t>
            </w:r>
          </w:p>
        </w:tc>
        <w:tc>
          <w:tcPr>
            <w:tcW w:w="510" w:type="dxa"/>
          </w:tcPr>
          <w:p w14:paraId="124E39E3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0" w:type="dxa"/>
          </w:tcPr>
          <w:p w14:paraId="5E0F697E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4" w:type="dxa"/>
          </w:tcPr>
          <w:p w14:paraId="104EF12D" w14:textId="77777777" w:rsidR="0001394C" w:rsidRPr="00565219" w:rsidRDefault="0001394C" w:rsidP="00E82FB7">
            <w:pPr>
              <w:pStyle w:val="TabNumeri"/>
            </w:pPr>
          </w:p>
        </w:tc>
      </w:tr>
      <w:tr w:rsidR="0001394C" w:rsidRPr="00BC2A0C" w14:paraId="718E600D" w14:textId="77777777" w:rsidTr="00E82FB7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8833AFB" w14:textId="77777777" w:rsidR="0001394C" w:rsidRPr="00565219" w:rsidRDefault="0001394C" w:rsidP="00E82FB7">
            <w:pPr>
              <w:pStyle w:val="TabEtichette"/>
            </w:pPr>
            <w:r w:rsidRPr="00565219">
              <w:t xml:space="preserve"> - Petrolio (d)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D7A837B" w14:textId="77777777" w:rsidR="0001394C" w:rsidRPr="005F79FD" w:rsidRDefault="0001394C" w:rsidP="00E82FB7">
            <w:pPr>
              <w:pStyle w:val="TabNumeri"/>
            </w:pPr>
            <w:r w:rsidRPr="0015592E">
              <w:t>-32,7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012C66D" w14:textId="77777777" w:rsidR="0001394C" w:rsidRPr="005F79FD" w:rsidRDefault="0001394C" w:rsidP="00E82FB7">
            <w:pPr>
              <w:pStyle w:val="TabNumeri"/>
            </w:pPr>
            <w:r w:rsidRPr="0015592E">
              <w:t>59,1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B52F4AC" w14:textId="77777777" w:rsidR="0001394C" w:rsidRPr="005F79FD" w:rsidRDefault="0001394C" w:rsidP="00E82FB7">
            <w:pPr>
              <w:pStyle w:val="TabNumeri"/>
            </w:pPr>
            <w:r w:rsidRPr="0015592E">
              <w:t>-1,8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688169B6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47C16314" w14:textId="77777777" w:rsidR="0001394C" w:rsidRPr="00565219" w:rsidRDefault="0001394C" w:rsidP="00E82FB7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102C8AF" w14:textId="77777777" w:rsidR="0001394C" w:rsidRPr="001E31B0" w:rsidRDefault="0001394C" w:rsidP="00E82FB7">
            <w:pPr>
              <w:pStyle w:val="TabNumeri"/>
            </w:pPr>
            <w:r w:rsidRPr="006171D2">
              <w:t>1,4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2D9DA49" w14:textId="77777777" w:rsidR="0001394C" w:rsidRPr="001E31B0" w:rsidRDefault="0001394C" w:rsidP="00E82FB7">
            <w:pPr>
              <w:pStyle w:val="TabNumeri"/>
            </w:pPr>
            <w:r w:rsidRPr="006171D2">
              <w:t>0,8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3A97EDE6" w14:textId="77777777" w:rsidR="0001394C" w:rsidRPr="001E31B0" w:rsidRDefault="0001394C" w:rsidP="00E82FB7">
            <w:pPr>
              <w:pStyle w:val="TabNumeri"/>
            </w:pPr>
            <w:r w:rsidRPr="006171D2">
              <w:t>1,6</w:t>
            </w:r>
          </w:p>
        </w:tc>
      </w:tr>
      <w:tr w:rsidR="0001394C" w:rsidRPr="00BC2A0C" w14:paraId="3EC9A58F" w14:textId="77777777" w:rsidTr="00E82FB7">
        <w:trPr>
          <w:cantSplit/>
          <w:trHeight w:val="255"/>
        </w:trPr>
        <w:tc>
          <w:tcPr>
            <w:tcW w:w="3402" w:type="dxa"/>
          </w:tcPr>
          <w:p w14:paraId="7E07C835" w14:textId="77777777" w:rsidR="0001394C" w:rsidRPr="00565219" w:rsidRDefault="0001394C" w:rsidP="00E82FB7">
            <w:pPr>
              <w:pStyle w:val="TabEtichette"/>
            </w:pPr>
            <w:r w:rsidRPr="00565219">
              <w:t xml:space="preserve"> - Materie prime non energetiche(e)</w:t>
            </w:r>
          </w:p>
        </w:tc>
        <w:tc>
          <w:tcPr>
            <w:tcW w:w="510" w:type="dxa"/>
          </w:tcPr>
          <w:p w14:paraId="0B989244" w14:textId="77777777" w:rsidR="0001394C" w:rsidRPr="005F79FD" w:rsidRDefault="0001394C" w:rsidP="00E82FB7">
            <w:pPr>
              <w:pStyle w:val="TabNumeri"/>
            </w:pPr>
            <w:r w:rsidRPr="0015592E">
              <w:t>6,7</w:t>
            </w:r>
          </w:p>
        </w:tc>
        <w:tc>
          <w:tcPr>
            <w:tcW w:w="510" w:type="dxa"/>
          </w:tcPr>
          <w:p w14:paraId="772FFBAA" w14:textId="77777777" w:rsidR="0001394C" w:rsidRPr="005F79FD" w:rsidRDefault="0001394C" w:rsidP="00E82FB7">
            <w:pPr>
              <w:pStyle w:val="TabNumeri"/>
            </w:pPr>
            <w:r w:rsidRPr="0015592E">
              <w:t>26,7</w:t>
            </w:r>
          </w:p>
        </w:tc>
        <w:tc>
          <w:tcPr>
            <w:tcW w:w="510" w:type="dxa"/>
          </w:tcPr>
          <w:p w14:paraId="06D6951C" w14:textId="77777777" w:rsidR="0001394C" w:rsidRDefault="0001394C" w:rsidP="00E82FB7">
            <w:pPr>
              <w:pStyle w:val="TabNumeri"/>
            </w:pPr>
            <w:r w:rsidRPr="0015592E">
              <w:t>-0,9</w:t>
            </w:r>
          </w:p>
        </w:tc>
        <w:tc>
          <w:tcPr>
            <w:tcW w:w="340" w:type="dxa"/>
          </w:tcPr>
          <w:p w14:paraId="7122F975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</w:tcPr>
          <w:p w14:paraId="65C8F6BC" w14:textId="77777777" w:rsidR="0001394C" w:rsidRPr="00565219" w:rsidRDefault="0001394C" w:rsidP="00E82FB7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14:paraId="69AE869A" w14:textId="77777777" w:rsidR="0001394C" w:rsidRPr="001E31B0" w:rsidRDefault="0001394C" w:rsidP="00E82FB7">
            <w:pPr>
              <w:pStyle w:val="TabNumeri"/>
            </w:pPr>
            <w:r w:rsidRPr="006171D2">
              <w:t>5,1</w:t>
            </w:r>
          </w:p>
        </w:tc>
        <w:tc>
          <w:tcPr>
            <w:tcW w:w="510" w:type="dxa"/>
          </w:tcPr>
          <w:p w14:paraId="676EA8E5" w14:textId="77777777" w:rsidR="0001394C" w:rsidRPr="001E31B0" w:rsidRDefault="0001394C" w:rsidP="00E82FB7">
            <w:pPr>
              <w:pStyle w:val="TabNumeri"/>
            </w:pPr>
            <w:r w:rsidRPr="006171D2">
              <w:t>5,0</w:t>
            </w:r>
          </w:p>
        </w:tc>
        <w:tc>
          <w:tcPr>
            <w:tcW w:w="514" w:type="dxa"/>
          </w:tcPr>
          <w:p w14:paraId="1B524910" w14:textId="77777777" w:rsidR="0001394C" w:rsidRDefault="0001394C" w:rsidP="00E82FB7">
            <w:pPr>
              <w:pStyle w:val="TabNumeri"/>
            </w:pPr>
            <w:r w:rsidRPr="006171D2">
              <w:t>4,7</w:t>
            </w:r>
          </w:p>
        </w:tc>
      </w:tr>
      <w:tr w:rsidR="0001394C" w:rsidRPr="00BC2A0C" w14:paraId="4FE2965E" w14:textId="77777777" w:rsidTr="00E82FB7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58E12202" w14:textId="77777777" w:rsidR="0001394C" w:rsidRPr="00565219" w:rsidRDefault="0001394C" w:rsidP="00E82FB7">
            <w:pPr>
              <w:pStyle w:val="TabIntestaSup"/>
            </w:pPr>
            <w:r w:rsidRPr="00565219">
              <w:t>Libor su depositi in (f)</w:t>
            </w:r>
          </w:p>
        </w:tc>
      </w:tr>
      <w:tr w:rsidR="0001394C" w:rsidRPr="00BC2A0C" w14:paraId="33AAAD77" w14:textId="77777777" w:rsidTr="00E82FB7">
        <w:trPr>
          <w:cantSplit/>
          <w:trHeight w:val="255"/>
        </w:trPr>
        <w:tc>
          <w:tcPr>
            <w:tcW w:w="3402" w:type="dxa"/>
            <w:shd w:val="clear" w:color="auto" w:fill="auto"/>
          </w:tcPr>
          <w:p w14:paraId="42AF86B7" w14:textId="77777777" w:rsidR="0001394C" w:rsidRPr="00565219" w:rsidRDefault="0001394C" w:rsidP="00E82FB7">
            <w:pPr>
              <w:pStyle w:val="TabEtichette"/>
            </w:pPr>
            <w:r w:rsidRPr="00565219">
              <w:t>Dollari Usa</w:t>
            </w:r>
          </w:p>
        </w:tc>
        <w:tc>
          <w:tcPr>
            <w:tcW w:w="510" w:type="dxa"/>
            <w:shd w:val="clear" w:color="auto" w:fill="auto"/>
          </w:tcPr>
          <w:p w14:paraId="62CFE9E7" w14:textId="77777777" w:rsidR="0001394C" w:rsidRPr="006F44B9" w:rsidRDefault="0001394C" w:rsidP="00E82FB7">
            <w:pPr>
              <w:pStyle w:val="TabNumeri"/>
            </w:pPr>
            <w:r w:rsidRPr="00AD53A6">
              <w:t>0,7</w:t>
            </w:r>
          </w:p>
        </w:tc>
        <w:tc>
          <w:tcPr>
            <w:tcW w:w="510" w:type="dxa"/>
            <w:shd w:val="clear" w:color="auto" w:fill="auto"/>
          </w:tcPr>
          <w:p w14:paraId="5D4D3170" w14:textId="77777777" w:rsidR="0001394C" w:rsidRPr="006F44B9" w:rsidRDefault="0001394C" w:rsidP="00E82FB7">
            <w:pPr>
              <w:pStyle w:val="TabNumeri"/>
            </w:pPr>
            <w:r w:rsidRPr="00AD53A6">
              <w:t>0,2</w:t>
            </w:r>
          </w:p>
        </w:tc>
        <w:tc>
          <w:tcPr>
            <w:tcW w:w="510" w:type="dxa"/>
            <w:shd w:val="clear" w:color="auto" w:fill="auto"/>
          </w:tcPr>
          <w:p w14:paraId="756E6C74" w14:textId="77777777" w:rsidR="0001394C" w:rsidRPr="006F44B9" w:rsidRDefault="0001394C" w:rsidP="00E82FB7">
            <w:pPr>
              <w:pStyle w:val="TabNumeri"/>
            </w:pPr>
            <w:r w:rsidRPr="00AD53A6">
              <w:t>0,4</w:t>
            </w:r>
          </w:p>
        </w:tc>
        <w:tc>
          <w:tcPr>
            <w:tcW w:w="340" w:type="dxa"/>
            <w:shd w:val="clear" w:color="auto" w:fill="auto"/>
          </w:tcPr>
          <w:p w14:paraId="28438505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14:paraId="4152D36E" w14:textId="77777777" w:rsidR="0001394C" w:rsidRPr="00565219" w:rsidRDefault="0001394C" w:rsidP="00E82FB7">
            <w:pPr>
              <w:pStyle w:val="TabEtichette"/>
            </w:pPr>
            <w:r w:rsidRPr="00565219">
              <w:t>Yen</w:t>
            </w:r>
          </w:p>
        </w:tc>
        <w:tc>
          <w:tcPr>
            <w:tcW w:w="510" w:type="dxa"/>
            <w:shd w:val="clear" w:color="auto" w:fill="auto"/>
          </w:tcPr>
          <w:p w14:paraId="2185E8CC" w14:textId="77777777" w:rsidR="0001394C" w:rsidRPr="00565219" w:rsidRDefault="0001394C" w:rsidP="00E82FB7">
            <w:pPr>
              <w:pStyle w:val="TabNumeri"/>
            </w:pPr>
            <w:r w:rsidRPr="00565219">
              <w:t>0,0</w:t>
            </w:r>
          </w:p>
        </w:tc>
        <w:tc>
          <w:tcPr>
            <w:tcW w:w="510" w:type="dxa"/>
            <w:shd w:val="clear" w:color="auto" w:fill="auto"/>
          </w:tcPr>
          <w:p w14:paraId="294098AD" w14:textId="77777777" w:rsidR="0001394C" w:rsidRPr="00565219" w:rsidRDefault="0001394C" w:rsidP="00E82FB7">
            <w:pPr>
              <w:pStyle w:val="TabNumeri"/>
            </w:pPr>
            <w:r>
              <w:t>-</w:t>
            </w:r>
            <w:r w:rsidRPr="00565219">
              <w:t>0,1</w:t>
            </w:r>
          </w:p>
        </w:tc>
        <w:tc>
          <w:tcPr>
            <w:tcW w:w="514" w:type="dxa"/>
            <w:shd w:val="clear" w:color="auto" w:fill="auto"/>
          </w:tcPr>
          <w:p w14:paraId="2E2DF206" w14:textId="77777777" w:rsidR="0001394C" w:rsidRPr="00565219" w:rsidRDefault="0001394C" w:rsidP="00E82FB7">
            <w:pPr>
              <w:pStyle w:val="TabNumeri"/>
            </w:pPr>
            <w:r w:rsidRPr="00565219">
              <w:t>0,0</w:t>
            </w:r>
          </w:p>
        </w:tc>
      </w:tr>
      <w:tr w:rsidR="0001394C" w:rsidRPr="00BC2A0C" w14:paraId="1E37C42D" w14:textId="77777777" w:rsidTr="00E82FB7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5CD8D8A" w14:textId="77777777" w:rsidR="0001394C" w:rsidRPr="00565219" w:rsidRDefault="0001394C" w:rsidP="00E82FB7">
            <w:pPr>
              <w:pStyle w:val="TabEtichette"/>
            </w:pPr>
            <w:r w:rsidRPr="00565219">
              <w:t>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9BBC2C6" w14:textId="77777777" w:rsidR="0001394C" w:rsidRPr="006F44B9" w:rsidRDefault="0001394C" w:rsidP="00E82FB7">
            <w:pPr>
              <w:pStyle w:val="TabNumeri"/>
            </w:pPr>
            <w:r w:rsidRPr="00AD53A6">
              <w:t>-0,4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32BDF07" w14:textId="77777777" w:rsidR="0001394C" w:rsidRPr="006F44B9" w:rsidRDefault="0001394C" w:rsidP="00E82FB7">
            <w:pPr>
              <w:pStyle w:val="TabNumeri"/>
            </w:pPr>
            <w:r w:rsidRPr="00AD53A6">
              <w:t>-0,5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517D2C0" w14:textId="77777777" w:rsidR="0001394C" w:rsidRDefault="0001394C" w:rsidP="00E82FB7">
            <w:pPr>
              <w:pStyle w:val="TabNumeri"/>
            </w:pPr>
            <w:r w:rsidRPr="00AD53A6">
              <w:t>-0,5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DFD0D54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4FF539D7" w14:textId="77777777" w:rsidR="0001394C" w:rsidRPr="00565219" w:rsidRDefault="0001394C" w:rsidP="00E82FB7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DB8BD48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3423446" w14:textId="77777777" w:rsidR="0001394C" w:rsidRPr="00565219" w:rsidRDefault="0001394C" w:rsidP="00E82FB7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1DDC0EFD" w14:textId="77777777" w:rsidR="0001394C" w:rsidRPr="00565219" w:rsidRDefault="0001394C" w:rsidP="00E82FB7">
            <w:pPr>
              <w:pStyle w:val="TabNumeri"/>
            </w:pPr>
          </w:p>
        </w:tc>
      </w:tr>
      <w:tr w:rsidR="0001394C" w:rsidRPr="00607764" w14:paraId="11393E64" w14:textId="77777777" w:rsidTr="00E82FB7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5C6DA8AB" w14:textId="77777777" w:rsidR="0001394C" w:rsidRPr="0001394C" w:rsidRDefault="0001394C" w:rsidP="00E82FB7">
            <w:pPr>
              <w:pStyle w:val="TabNoteSuperiori"/>
            </w:pPr>
            <w:r>
              <w:t>(</w:t>
            </w: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Conventions.</w:t>
            </w:r>
            <w:r w:rsidRPr="00BC2A0C">
              <w:t xml:space="preserve"> (b) Tasso di variazione percentuale sul periodo precedente. (c) Beni e servizi in volume. (d) Media dei prezzi spot del petrolio greggio Brent, Dubai e West Texas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(London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tasso di interesse percentuale: a) sui depositi a 6 mesi in U.S.$; sui depositi a 6 mesi in yen; sui </w:t>
            </w:r>
            <w:r w:rsidRPr="0001394C">
              <w:t xml:space="preserve">depositi a 3 mesi in euro. </w:t>
            </w:r>
          </w:p>
          <w:p w14:paraId="75EC9C68" w14:textId="77777777" w:rsidR="0001394C" w:rsidRPr="00BC2A0C" w:rsidRDefault="0001394C" w:rsidP="00E82FB7">
            <w:pPr>
              <w:pStyle w:val="TabNoteSuperiori"/>
              <w:rPr>
                <w:lang w:val="en-US"/>
              </w:rPr>
            </w:pPr>
            <w:r w:rsidRPr="0001394C">
              <w:rPr>
                <w:lang w:val="en-GB"/>
              </w:rPr>
              <w:t xml:space="preserve">IMF, World Economic Outlook, 12 </w:t>
            </w:r>
            <w:proofErr w:type="spellStart"/>
            <w:r w:rsidRPr="0001394C">
              <w:rPr>
                <w:lang w:val="en-GB"/>
              </w:rPr>
              <w:t>ottobre</w:t>
            </w:r>
            <w:proofErr w:type="spellEnd"/>
            <w:r w:rsidRPr="0001394C">
              <w:rPr>
                <w:lang w:val="en-GB"/>
              </w:rPr>
              <w:t xml:space="preserve"> </w:t>
            </w:r>
            <w:r w:rsidRPr="0001394C">
              <w:rPr>
                <w:lang w:val="en-US"/>
              </w:rPr>
              <w:t>2021</w:t>
            </w:r>
          </w:p>
        </w:tc>
      </w:tr>
    </w:tbl>
    <w:bookmarkEnd w:id="5"/>
    <w:p w14:paraId="5AA97820" w14:textId="77777777" w:rsidR="00E40A1B" w:rsidRDefault="00E40A1B" w:rsidP="00E40A1B">
      <w:r>
        <w:t xml:space="preserve">Ancora </w:t>
      </w:r>
    </w:p>
    <w:p w14:paraId="32725A3D" w14:textId="77777777" w:rsidR="00E40A1B" w:rsidRPr="007862B1" w:rsidRDefault="00E40A1B" w:rsidP="00E40A1B"/>
    <w:p w14:paraId="67FC9E3D" w14:textId="77777777"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p w14:paraId="0AFCF781" w14:textId="77777777" w:rsidR="003A3163" w:rsidRDefault="003A3163" w:rsidP="003A3163">
      <w:bookmarkStart w:id="6" w:name="_Toc448399721"/>
      <w:bookmarkEnd w:id="4"/>
    </w:p>
    <w:tbl>
      <w:tblPr>
        <w:tblStyle w:val="Grigliatabella"/>
        <w:tblpPr w:topFromText="425" w:bottomFromText="425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47383B" w:rsidRPr="002B550F" w14:paraId="177C3631" w14:textId="77777777" w:rsidTr="00D34AEB">
        <w:tc>
          <w:tcPr>
            <w:tcW w:w="9356" w:type="dxa"/>
          </w:tcPr>
          <w:p w14:paraId="19E8EA96" w14:textId="77777777" w:rsidR="0047383B" w:rsidRPr="002B550F" w:rsidRDefault="0047383B" w:rsidP="00D34AEB">
            <w:pPr>
              <w:pStyle w:val="FigTitolo"/>
            </w:pPr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47383B" w:rsidRPr="002B550F" w14:paraId="589CA384" w14:textId="77777777" w:rsidTr="00D34AEB">
        <w:tc>
          <w:tcPr>
            <w:tcW w:w="9356" w:type="dxa"/>
          </w:tcPr>
          <w:p w14:paraId="1337A409" w14:textId="77777777" w:rsidR="0047383B" w:rsidRPr="004C3A94" w:rsidRDefault="0047383B" w:rsidP="00D34AEB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517F8449" wp14:editId="2402B55F">
                  <wp:extent cx="5904000" cy="1980000"/>
                  <wp:effectExtent l="0" t="0" r="0" b="0"/>
                  <wp:docPr id="15" name="Grafico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  <w:tr w:rsidR="0047383B" w:rsidRPr="0038435E" w14:paraId="5A462ED5" w14:textId="77777777" w:rsidTr="00D34AEB">
        <w:tc>
          <w:tcPr>
            <w:tcW w:w="9356" w:type="dxa"/>
          </w:tcPr>
          <w:p w14:paraId="0C39EC47" w14:textId="77777777" w:rsidR="0047383B" w:rsidRDefault="0047383B" w:rsidP="00D34AEB">
            <w:pPr>
              <w:pStyle w:val="Fineoggettoword"/>
            </w:pPr>
          </w:p>
          <w:p w14:paraId="252A13CC" w14:textId="2B927805" w:rsidR="0047383B" w:rsidRPr="0038435E" w:rsidRDefault="00FE6429" w:rsidP="00D34AEB">
            <w:pPr>
              <w:pStyle w:val="TabNoteInferiori"/>
              <w:rPr>
                <w:lang w:val="en-GB"/>
              </w:rPr>
            </w:pPr>
            <w:r w:rsidRPr="00FE6429">
              <w:rPr>
                <w:lang w:val="en-GB"/>
              </w:rPr>
              <w:t xml:space="preserve">Fonte: </w:t>
            </w:r>
            <w:proofErr w:type="spellStart"/>
            <w:r w:rsidRPr="00FE6429">
              <w:rPr>
                <w:lang w:val="en-GB"/>
              </w:rPr>
              <w:t>Oecd</w:t>
            </w:r>
            <w:proofErr w:type="spellEnd"/>
            <w:r w:rsidRPr="00FE6429">
              <w:rPr>
                <w:lang w:val="en-GB"/>
              </w:rPr>
              <w:t xml:space="preserve">, Interim Economic Outlook, 21 </w:t>
            </w:r>
            <w:proofErr w:type="spellStart"/>
            <w:r w:rsidRPr="00FE6429">
              <w:rPr>
                <w:lang w:val="en-GB"/>
              </w:rPr>
              <w:t>settembre</w:t>
            </w:r>
            <w:proofErr w:type="spellEnd"/>
            <w:r w:rsidRPr="00FE6429">
              <w:rPr>
                <w:lang w:val="en-GB"/>
              </w:rPr>
              <w:t xml:space="preserve"> 2021.</w:t>
            </w:r>
          </w:p>
        </w:tc>
      </w:tr>
    </w:tbl>
    <w:p w14:paraId="23190F03" w14:textId="1382BF13" w:rsidR="003A3163" w:rsidRDefault="003A3163" w:rsidP="003A3163">
      <w:r w:rsidRPr="002F175C">
        <w:t>Ancora</w:t>
      </w:r>
      <w:r w:rsidR="000D4EBF">
        <w:t xml:space="preserve"> </w:t>
      </w:r>
    </w:p>
    <w:p w14:paraId="1361B00C" w14:textId="77777777" w:rsidR="003A3163" w:rsidRDefault="003A3163" w:rsidP="003A3163"/>
    <w:p w14:paraId="0EE867C7" w14:textId="77777777" w:rsidR="003A3163" w:rsidRPr="002F175C" w:rsidRDefault="003A3163" w:rsidP="003A3163">
      <w:pPr>
        <w:spacing w:line="240" w:lineRule="auto"/>
        <w:ind w:firstLine="0"/>
        <w:jc w:val="left"/>
      </w:pPr>
      <w:r w:rsidRPr="002F175C">
        <w:br w:type="page"/>
      </w:r>
    </w:p>
    <w:p w14:paraId="574823C6" w14:textId="78ABE518" w:rsidR="002A3FE8" w:rsidRDefault="002A3FE8" w:rsidP="002A3FE8"/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F73450" w14:paraId="02AC0FA5" w14:textId="77777777" w:rsidTr="00D34AEB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14:paraId="74DAA2FF" w14:textId="66EF2DE2" w:rsidR="00F73450" w:rsidRDefault="00F73450" w:rsidP="00D34AEB">
            <w:pPr>
              <w:pStyle w:val="TabTitolo"/>
            </w:pPr>
            <w:r>
              <w:t>Proiezioni macroeconomiche per l’area dell’euro.</w:t>
            </w:r>
          </w:p>
        </w:tc>
      </w:tr>
      <w:tr w:rsidR="00F73450" w:rsidRPr="00DD211F" w14:paraId="7D4BC719" w14:textId="77777777" w:rsidTr="00D34AEB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14:paraId="1DE0DBED" w14:textId="77777777" w:rsidR="00F73450" w:rsidRPr="00DD211F" w:rsidRDefault="00F73450" w:rsidP="00D34AEB">
            <w:pPr>
              <w:pStyle w:val="TabIntestazioni"/>
            </w:pPr>
          </w:p>
        </w:tc>
        <w:tc>
          <w:tcPr>
            <w:tcW w:w="737" w:type="dxa"/>
            <w:noWrap/>
          </w:tcPr>
          <w:p w14:paraId="5661C24E" w14:textId="77777777" w:rsidR="00F73450" w:rsidRPr="00DD211F" w:rsidRDefault="00F73450" w:rsidP="00D34AEB">
            <w:pPr>
              <w:pStyle w:val="TabIntestazioni"/>
            </w:pPr>
            <w:r w:rsidRPr="009C013A">
              <w:t>2020</w:t>
            </w:r>
          </w:p>
        </w:tc>
        <w:tc>
          <w:tcPr>
            <w:tcW w:w="737" w:type="dxa"/>
          </w:tcPr>
          <w:p w14:paraId="7F680572" w14:textId="77777777" w:rsidR="00F73450" w:rsidRPr="00DD211F" w:rsidRDefault="00F73450" w:rsidP="00D34AEB">
            <w:pPr>
              <w:pStyle w:val="TabIntestazioni"/>
            </w:pPr>
            <w:r w:rsidRPr="009C013A">
              <w:t>2021</w:t>
            </w:r>
          </w:p>
        </w:tc>
        <w:tc>
          <w:tcPr>
            <w:tcW w:w="737" w:type="dxa"/>
          </w:tcPr>
          <w:p w14:paraId="54A5E1D2" w14:textId="77777777" w:rsidR="00F73450" w:rsidRPr="00DD211F" w:rsidRDefault="00F73450" w:rsidP="00D34AEB">
            <w:pPr>
              <w:pStyle w:val="TabIntestazioni"/>
            </w:pPr>
            <w:r w:rsidRPr="009C013A">
              <w:t>2022</w:t>
            </w:r>
          </w:p>
        </w:tc>
        <w:tc>
          <w:tcPr>
            <w:tcW w:w="510" w:type="dxa"/>
            <w:noWrap/>
          </w:tcPr>
          <w:p w14:paraId="7AD5156B" w14:textId="77777777" w:rsidR="00F73450" w:rsidRPr="00DD211F" w:rsidRDefault="00F73450" w:rsidP="00D34AEB">
            <w:pPr>
              <w:pStyle w:val="TabIntestazioni"/>
            </w:pPr>
          </w:p>
        </w:tc>
        <w:tc>
          <w:tcPr>
            <w:tcW w:w="2211" w:type="dxa"/>
          </w:tcPr>
          <w:p w14:paraId="5BA3ABCC" w14:textId="77777777" w:rsidR="00F73450" w:rsidRPr="00DD211F" w:rsidRDefault="00F73450" w:rsidP="00D34AEB">
            <w:pPr>
              <w:pStyle w:val="TabIntestazioni"/>
            </w:pPr>
          </w:p>
        </w:tc>
        <w:tc>
          <w:tcPr>
            <w:tcW w:w="737" w:type="dxa"/>
          </w:tcPr>
          <w:p w14:paraId="310289C0" w14:textId="77777777" w:rsidR="00F73450" w:rsidRPr="00DD211F" w:rsidRDefault="00F73450" w:rsidP="00D34AEB">
            <w:pPr>
              <w:pStyle w:val="TabIntestazioni"/>
            </w:pPr>
            <w:r w:rsidRPr="00B81BCF">
              <w:t>2020</w:t>
            </w:r>
          </w:p>
        </w:tc>
        <w:tc>
          <w:tcPr>
            <w:tcW w:w="737" w:type="dxa"/>
          </w:tcPr>
          <w:p w14:paraId="496B6005" w14:textId="77777777" w:rsidR="00F73450" w:rsidRPr="00DD211F" w:rsidRDefault="00F73450" w:rsidP="00D34AEB">
            <w:pPr>
              <w:pStyle w:val="TabIntestazioni"/>
            </w:pPr>
            <w:r w:rsidRPr="00B81BCF">
              <w:t>2021</w:t>
            </w:r>
          </w:p>
        </w:tc>
        <w:tc>
          <w:tcPr>
            <w:tcW w:w="737" w:type="dxa"/>
          </w:tcPr>
          <w:p w14:paraId="374F6E6B" w14:textId="77777777" w:rsidR="00F73450" w:rsidRPr="00DD211F" w:rsidRDefault="00F73450" w:rsidP="00D34AEB">
            <w:pPr>
              <w:pStyle w:val="TabIntestazioni"/>
            </w:pPr>
            <w:r w:rsidRPr="00B81BCF">
              <w:t>2022</w:t>
            </w:r>
          </w:p>
        </w:tc>
      </w:tr>
      <w:tr w:rsidR="00F73450" w14:paraId="21C100B6" w14:textId="77777777" w:rsidTr="00D34AEB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14:paraId="5F220E2E" w14:textId="77777777" w:rsidR="00F73450" w:rsidRDefault="00F73450" w:rsidP="00D34AEB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3886DD8B" w14:textId="77777777" w:rsidR="00F73450" w:rsidRDefault="00F73450" w:rsidP="00D34AEB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28EDE761" w14:textId="77777777" w:rsidR="00F73450" w:rsidRDefault="00F73450" w:rsidP="00D34AEB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49D22B76" w14:textId="77777777" w:rsidR="00F73450" w:rsidRDefault="00F73450" w:rsidP="00D34AEB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1EDA22B0" w14:textId="77777777" w:rsidR="00F73450" w:rsidRDefault="00F73450" w:rsidP="00D34AEB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14:paraId="31718517" w14:textId="77777777" w:rsidR="00F73450" w:rsidRDefault="00F73450" w:rsidP="00D34AEB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6B0BA44F" w14:textId="77777777" w:rsidR="00F73450" w:rsidRDefault="00F73450" w:rsidP="00D34AEB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14:paraId="38AB6C8D" w14:textId="77777777" w:rsidR="00F73450" w:rsidRDefault="00F73450" w:rsidP="00D34AEB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23702ED2" w14:textId="77777777" w:rsidR="00F73450" w:rsidRDefault="00F73450" w:rsidP="00D34AEB">
            <w:pPr>
              <w:pStyle w:val="TabNumeri"/>
            </w:pPr>
          </w:p>
        </w:tc>
      </w:tr>
      <w:tr w:rsidR="00F73450" w:rsidRPr="008D37A3" w14:paraId="37E47623" w14:textId="77777777" w:rsidTr="00D34AEB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04451878" w14:textId="77777777" w:rsidR="00F73450" w:rsidRPr="00233F5C" w:rsidRDefault="00F73450" w:rsidP="00D34AEB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14:paraId="69C8589B" w14:textId="77777777" w:rsidR="00F73450" w:rsidRPr="00902005" w:rsidRDefault="00F73450" w:rsidP="00D34AEB">
            <w:pPr>
              <w:pStyle w:val="TabNumeri"/>
            </w:pPr>
            <w:r w:rsidRPr="00E330E1">
              <w:t>-6,5</w:t>
            </w:r>
          </w:p>
        </w:tc>
        <w:tc>
          <w:tcPr>
            <w:tcW w:w="737" w:type="dxa"/>
            <w:noWrap/>
          </w:tcPr>
          <w:p w14:paraId="45FC282C" w14:textId="77777777" w:rsidR="00F73450" w:rsidRPr="00902005" w:rsidRDefault="00F73450" w:rsidP="00D34AEB">
            <w:pPr>
              <w:pStyle w:val="TabNumeri"/>
            </w:pPr>
            <w:r w:rsidRPr="00E330E1">
              <w:t>5,0</w:t>
            </w:r>
          </w:p>
        </w:tc>
        <w:tc>
          <w:tcPr>
            <w:tcW w:w="737" w:type="dxa"/>
            <w:noWrap/>
          </w:tcPr>
          <w:p w14:paraId="759DEF1B" w14:textId="77777777" w:rsidR="00F73450" w:rsidRPr="00902005" w:rsidRDefault="00F73450" w:rsidP="00D34AEB">
            <w:pPr>
              <w:pStyle w:val="TabNumeri"/>
            </w:pPr>
            <w:r w:rsidRPr="00E330E1">
              <w:t>4,6</w:t>
            </w:r>
          </w:p>
        </w:tc>
        <w:tc>
          <w:tcPr>
            <w:tcW w:w="510" w:type="dxa"/>
            <w:noWrap/>
          </w:tcPr>
          <w:p w14:paraId="46EAD7D1" w14:textId="77777777" w:rsidR="00F73450" w:rsidRPr="000770A1" w:rsidRDefault="00F73450" w:rsidP="00D34AE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3A665441" w14:textId="77777777" w:rsidR="00F73450" w:rsidRPr="00233F5C" w:rsidRDefault="00F73450" w:rsidP="00D34AEB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14:paraId="02BB079A" w14:textId="77777777" w:rsidR="00F73450" w:rsidRPr="008D37A3" w:rsidRDefault="00F73450" w:rsidP="00D34AEB">
            <w:pPr>
              <w:pStyle w:val="TabNumeri"/>
            </w:pPr>
            <w:r w:rsidRPr="002202AC">
              <w:t>2,1</w:t>
            </w:r>
          </w:p>
        </w:tc>
        <w:tc>
          <w:tcPr>
            <w:tcW w:w="737" w:type="dxa"/>
          </w:tcPr>
          <w:p w14:paraId="5C1F4515" w14:textId="77777777" w:rsidR="00F73450" w:rsidRPr="008D37A3" w:rsidRDefault="00F73450" w:rsidP="00D34AEB">
            <w:pPr>
              <w:pStyle w:val="TabNumeri"/>
            </w:pPr>
            <w:r w:rsidRPr="002202AC">
              <w:t>1,8</w:t>
            </w:r>
          </w:p>
        </w:tc>
        <w:tc>
          <w:tcPr>
            <w:tcW w:w="737" w:type="dxa"/>
            <w:noWrap/>
          </w:tcPr>
          <w:p w14:paraId="36AA21EE" w14:textId="77777777" w:rsidR="00F73450" w:rsidRPr="008D37A3" w:rsidRDefault="00F73450" w:rsidP="00D34AEB">
            <w:pPr>
              <w:pStyle w:val="TabNumeri"/>
            </w:pPr>
            <w:r w:rsidRPr="002202AC">
              <w:t>1,3</w:t>
            </w:r>
          </w:p>
        </w:tc>
      </w:tr>
      <w:tr w:rsidR="00F73450" w:rsidRPr="008D37A3" w14:paraId="2FED9C94" w14:textId="77777777" w:rsidTr="00D34AEB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5294EBEA" w14:textId="77777777" w:rsidR="00F73450" w:rsidRPr="00233F5C" w:rsidRDefault="00F73450" w:rsidP="00D34AEB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362B499F" w14:textId="77777777" w:rsidR="00F73450" w:rsidRPr="00902005" w:rsidRDefault="00F73450" w:rsidP="00D34AEB">
            <w:pPr>
              <w:pStyle w:val="TabNumeri"/>
            </w:pPr>
            <w:r w:rsidRPr="00E330E1">
              <w:t>-8,0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35B43BE5" w14:textId="77777777" w:rsidR="00F73450" w:rsidRPr="00902005" w:rsidRDefault="00F73450" w:rsidP="00D34AEB">
            <w:pPr>
              <w:pStyle w:val="TabNumeri"/>
            </w:pPr>
            <w:r w:rsidRPr="00E330E1">
              <w:t>3,6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E6A7F94" w14:textId="77777777" w:rsidR="00F73450" w:rsidRPr="00902005" w:rsidRDefault="00F73450" w:rsidP="00D34AEB">
            <w:pPr>
              <w:pStyle w:val="TabNumeri"/>
            </w:pPr>
            <w:r w:rsidRPr="00E330E1">
              <w:t>7,0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6AD443B" w14:textId="77777777" w:rsidR="00F73450" w:rsidRPr="000770A1" w:rsidRDefault="00F73450" w:rsidP="00D34AE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301F61C1" w14:textId="77777777" w:rsidR="00F73450" w:rsidRPr="00233F5C" w:rsidRDefault="00F73450" w:rsidP="00D34AEB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3EF5E62E" w14:textId="77777777" w:rsidR="00F73450" w:rsidRPr="008D37A3" w:rsidRDefault="00F73450" w:rsidP="00D34AEB">
            <w:pPr>
              <w:pStyle w:val="TabNumeri"/>
            </w:pPr>
            <w:r w:rsidRPr="002202AC">
              <w:t>-1,5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7A8C4DF8" w14:textId="77777777" w:rsidR="00F73450" w:rsidRPr="008D37A3" w:rsidRDefault="00F73450" w:rsidP="00D34AEB">
            <w:pPr>
              <w:pStyle w:val="TabNumeri"/>
            </w:pPr>
            <w:r w:rsidRPr="002202AC">
              <w:t>0,5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3982C6F" w14:textId="77777777" w:rsidR="00F73450" w:rsidRPr="008D37A3" w:rsidRDefault="00F73450" w:rsidP="00D34AEB">
            <w:pPr>
              <w:pStyle w:val="TabNumeri"/>
            </w:pPr>
            <w:r w:rsidRPr="002202AC">
              <w:t>1,2</w:t>
            </w:r>
          </w:p>
        </w:tc>
      </w:tr>
      <w:tr w:rsidR="00F73450" w:rsidRPr="008D37A3" w14:paraId="7719E4E8" w14:textId="77777777" w:rsidTr="00D34AEB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499CB627" w14:textId="77777777" w:rsidR="00F73450" w:rsidRPr="00233F5C" w:rsidRDefault="00F73450" w:rsidP="00D34AEB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14:paraId="1C04CE96" w14:textId="77777777" w:rsidR="00F73450" w:rsidRPr="00902005" w:rsidRDefault="00F73450" w:rsidP="00D34AEB">
            <w:pPr>
              <w:pStyle w:val="TabNumeri"/>
            </w:pPr>
            <w:r w:rsidRPr="00E330E1">
              <w:t>1,3</w:t>
            </w:r>
          </w:p>
        </w:tc>
        <w:tc>
          <w:tcPr>
            <w:tcW w:w="737" w:type="dxa"/>
            <w:noWrap/>
          </w:tcPr>
          <w:p w14:paraId="7F7610DA" w14:textId="77777777" w:rsidR="00F73450" w:rsidRPr="00902005" w:rsidRDefault="00F73450" w:rsidP="00D34AEB">
            <w:pPr>
              <w:pStyle w:val="TabNumeri"/>
            </w:pPr>
            <w:r w:rsidRPr="00E330E1">
              <w:t>3,4</w:t>
            </w:r>
          </w:p>
        </w:tc>
        <w:tc>
          <w:tcPr>
            <w:tcW w:w="737" w:type="dxa"/>
            <w:noWrap/>
          </w:tcPr>
          <w:p w14:paraId="6F717C85" w14:textId="77777777" w:rsidR="00F73450" w:rsidRPr="00902005" w:rsidRDefault="00F73450" w:rsidP="00D34AEB">
            <w:pPr>
              <w:pStyle w:val="TabNumeri"/>
            </w:pPr>
            <w:r w:rsidRPr="00E330E1">
              <w:t>-1,2</w:t>
            </w:r>
          </w:p>
        </w:tc>
        <w:tc>
          <w:tcPr>
            <w:tcW w:w="510" w:type="dxa"/>
            <w:noWrap/>
          </w:tcPr>
          <w:p w14:paraId="6FC2E7EF" w14:textId="77777777" w:rsidR="00F73450" w:rsidRPr="000770A1" w:rsidRDefault="00F73450" w:rsidP="00D34AE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2348B223" w14:textId="77777777" w:rsidR="00F73450" w:rsidRPr="00233F5C" w:rsidRDefault="00F73450" w:rsidP="00D34AEB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14:paraId="36E6BB5D" w14:textId="77777777" w:rsidR="00F73450" w:rsidRPr="008D37A3" w:rsidRDefault="00F73450" w:rsidP="00D34AEB">
            <w:pPr>
              <w:pStyle w:val="TabNumeri"/>
            </w:pPr>
            <w:r w:rsidRPr="002202AC">
              <w:t>7,9</w:t>
            </w:r>
          </w:p>
        </w:tc>
        <w:tc>
          <w:tcPr>
            <w:tcW w:w="737" w:type="dxa"/>
          </w:tcPr>
          <w:p w14:paraId="4CAE9FAC" w14:textId="77777777" w:rsidR="00F73450" w:rsidRPr="008D37A3" w:rsidRDefault="00F73450" w:rsidP="00D34AEB">
            <w:pPr>
              <w:pStyle w:val="TabNumeri"/>
            </w:pPr>
            <w:r w:rsidRPr="002202AC">
              <w:t>7,9</w:t>
            </w:r>
          </w:p>
        </w:tc>
        <w:tc>
          <w:tcPr>
            <w:tcW w:w="737" w:type="dxa"/>
            <w:noWrap/>
          </w:tcPr>
          <w:p w14:paraId="62306EDC" w14:textId="77777777" w:rsidR="00F73450" w:rsidRPr="008D37A3" w:rsidRDefault="00F73450" w:rsidP="00D34AEB">
            <w:pPr>
              <w:pStyle w:val="TabNumeri"/>
            </w:pPr>
            <w:r w:rsidRPr="002202AC">
              <w:t>7,7</w:t>
            </w:r>
          </w:p>
        </w:tc>
      </w:tr>
      <w:tr w:rsidR="00F73450" w:rsidRPr="008D37A3" w14:paraId="358C4BC9" w14:textId="77777777" w:rsidTr="00D34AEB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376F8334" w14:textId="77777777" w:rsidR="00F73450" w:rsidRPr="00233F5C" w:rsidRDefault="00F73450" w:rsidP="00D34AEB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C094386" w14:textId="77777777" w:rsidR="00F73450" w:rsidRPr="00902005" w:rsidRDefault="00F73450" w:rsidP="00D34AEB">
            <w:pPr>
              <w:pStyle w:val="TabNumeri"/>
            </w:pPr>
            <w:r w:rsidRPr="00E330E1">
              <w:t>-7,5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A703928" w14:textId="77777777" w:rsidR="00F73450" w:rsidRPr="00902005" w:rsidRDefault="00F73450" w:rsidP="00D34AEB">
            <w:pPr>
              <w:pStyle w:val="TabNumeri"/>
            </w:pPr>
            <w:r w:rsidRPr="00E330E1">
              <w:t>7,2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E4D8653" w14:textId="77777777" w:rsidR="00F73450" w:rsidRPr="00902005" w:rsidRDefault="00F73450" w:rsidP="00D34AEB">
            <w:pPr>
              <w:pStyle w:val="TabNumeri"/>
            </w:pPr>
            <w:r w:rsidRPr="00E330E1">
              <w:t>5,3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5F271357" w14:textId="77777777" w:rsidR="00F73450" w:rsidRPr="000770A1" w:rsidRDefault="00F73450" w:rsidP="00D34AE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791DCDBD" w14:textId="77777777" w:rsidR="00F73450" w:rsidRPr="00233F5C" w:rsidRDefault="00F73450" w:rsidP="00D34AEB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076AC366" w14:textId="77777777" w:rsidR="00F73450" w:rsidRPr="008D37A3" w:rsidRDefault="00F73450" w:rsidP="00D34AEB">
            <w:pPr>
              <w:pStyle w:val="TabNumeri"/>
            </w:pPr>
            <w:r w:rsidRPr="002202AC">
              <w:t>0,3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25D6DDB9" w14:textId="77777777" w:rsidR="00F73450" w:rsidRPr="008D37A3" w:rsidRDefault="00F73450" w:rsidP="00D34AEB">
            <w:pPr>
              <w:pStyle w:val="TabNumeri"/>
            </w:pPr>
            <w:r w:rsidRPr="002202AC">
              <w:t>2,2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3F04C87D" w14:textId="77777777" w:rsidR="00F73450" w:rsidRPr="008D37A3" w:rsidRDefault="00F73450" w:rsidP="00D34AEB">
            <w:pPr>
              <w:pStyle w:val="TabNumeri"/>
            </w:pPr>
            <w:r w:rsidRPr="002202AC">
              <w:t>1,7</w:t>
            </w:r>
          </w:p>
        </w:tc>
      </w:tr>
      <w:tr w:rsidR="00E21B65" w:rsidRPr="008D37A3" w14:paraId="02C56080" w14:textId="77777777" w:rsidTr="00D34AEB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624438D5" w14:textId="77777777" w:rsidR="00E21B65" w:rsidRPr="00233F5C" w:rsidRDefault="00E21B65" w:rsidP="00E21B65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14:paraId="6E4522E9" w14:textId="77777777" w:rsidR="00E21B65" w:rsidRPr="00902005" w:rsidRDefault="00E21B65" w:rsidP="00E21B65">
            <w:pPr>
              <w:pStyle w:val="TabNumeri"/>
            </w:pPr>
            <w:r w:rsidRPr="00E330E1">
              <w:t>-9,3</w:t>
            </w:r>
          </w:p>
        </w:tc>
        <w:tc>
          <w:tcPr>
            <w:tcW w:w="737" w:type="dxa"/>
            <w:noWrap/>
          </w:tcPr>
          <w:p w14:paraId="6D59352F" w14:textId="77777777" w:rsidR="00E21B65" w:rsidRPr="00902005" w:rsidRDefault="00E21B65" w:rsidP="00E21B65">
            <w:pPr>
              <w:pStyle w:val="TabNumeri"/>
            </w:pPr>
            <w:r w:rsidRPr="00E330E1">
              <w:t>8,9</w:t>
            </w:r>
          </w:p>
        </w:tc>
        <w:tc>
          <w:tcPr>
            <w:tcW w:w="737" w:type="dxa"/>
            <w:noWrap/>
          </w:tcPr>
          <w:p w14:paraId="125A45B0" w14:textId="77777777" w:rsidR="00E21B65" w:rsidRPr="00902005" w:rsidRDefault="00E21B65" w:rsidP="00E21B65">
            <w:pPr>
              <w:pStyle w:val="TabNumeri"/>
            </w:pPr>
            <w:r w:rsidRPr="00E330E1">
              <w:t>6,7</w:t>
            </w:r>
          </w:p>
        </w:tc>
        <w:tc>
          <w:tcPr>
            <w:tcW w:w="510" w:type="dxa"/>
            <w:noWrap/>
          </w:tcPr>
          <w:p w14:paraId="2C301CEC" w14:textId="77777777" w:rsidR="00E21B65" w:rsidRPr="000770A1" w:rsidRDefault="00E21B65" w:rsidP="00E21B65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4CD2551D" w14:textId="77777777" w:rsidR="00E21B65" w:rsidRPr="00233F5C" w:rsidRDefault="00E21B65" w:rsidP="00E21B65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14:paraId="3C180909" w14:textId="6B7CCBE6" w:rsidR="00E21B65" w:rsidRPr="008D37A3" w:rsidRDefault="00E21B65" w:rsidP="00E21B65">
            <w:pPr>
              <w:pStyle w:val="TabNumeri"/>
            </w:pPr>
            <w:r w:rsidRPr="002202AC">
              <w:t>7,3</w:t>
            </w:r>
          </w:p>
        </w:tc>
        <w:tc>
          <w:tcPr>
            <w:tcW w:w="737" w:type="dxa"/>
          </w:tcPr>
          <w:p w14:paraId="011F6D66" w14:textId="01A7C7D8" w:rsidR="00E21B65" w:rsidRPr="008D37A3" w:rsidRDefault="00E21B65" w:rsidP="00E21B65">
            <w:pPr>
              <w:pStyle w:val="TabNumeri"/>
            </w:pPr>
            <w:r w:rsidRPr="002202AC">
              <w:t>7,1</w:t>
            </w:r>
          </w:p>
        </w:tc>
        <w:tc>
          <w:tcPr>
            <w:tcW w:w="737" w:type="dxa"/>
            <w:noWrap/>
          </w:tcPr>
          <w:p w14:paraId="2DB48E57" w14:textId="1BB846D7" w:rsidR="00E21B65" w:rsidRPr="008D37A3" w:rsidRDefault="00E21B65" w:rsidP="00E21B65">
            <w:pPr>
              <w:pStyle w:val="TabNumeri"/>
            </w:pPr>
            <w:r>
              <w:t>3,0</w:t>
            </w:r>
          </w:p>
        </w:tc>
      </w:tr>
      <w:tr w:rsidR="00F73450" w14:paraId="7D2AB344" w14:textId="77777777" w:rsidTr="00D34AEB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913B2A7" w14:textId="77777777" w:rsidR="00F73450" w:rsidRDefault="00F73450" w:rsidP="00D34AEB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3B98FF1" w14:textId="77777777" w:rsidR="00F73450" w:rsidRPr="00902005" w:rsidRDefault="00F73450" w:rsidP="00D34AEB">
            <w:pPr>
              <w:pStyle w:val="TabNumeri"/>
            </w:pPr>
            <w:r w:rsidRPr="00E330E1">
              <w:t>-9,2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0D3EC7C" w14:textId="77777777" w:rsidR="00F73450" w:rsidRPr="00902005" w:rsidRDefault="00F73450" w:rsidP="00D34AEB">
            <w:pPr>
              <w:pStyle w:val="TabNumeri"/>
            </w:pPr>
            <w:r w:rsidRPr="00E330E1">
              <w:t>9,0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D244C62" w14:textId="77777777" w:rsidR="00F73450" w:rsidRDefault="00F73450" w:rsidP="00D34AEB">
            <w:pPr>
              <w:pStyle w:val="TabNumeri"/>
            </w:pPr>
            <w:r w:rsidRPr="00E330E1">
              <w:t>7,0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492FE7A" w14:textId="77777777" w:rsidR="00F73450" w:rsidRPr="000770A1" w:rsidRDefault="00F73450" w:rsidP="00D34AE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563974F9" w14:textId="77777777" w:rsidR="00F73450" w:rsidRDefault="00F73450" w:rsidP="00D34AEB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5494873" w14:textId="77777777" w:rsidR="00F73450" w:rsidRPr="008D37A3" w:rsidRDefault="00F73450" w:rsidP="00D34AEB">
            <w:pPr>
              <w:pStyle w:val="TabNumeri"/>
            </w:pPr>
            <w:r w:rsidRPr="002202AC">
              <w:t>98,0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176D555F" w14:textId="77777777" w:rsidR="00F73450" w:rsidRPr="008D37A3" w:rsidRDefault="00F73450" w:rsidP="00D34AEB">
            <w:pPr>
              <w:pStyle w:val="TabNumeri"/>
            </w:pPr>
            <w:r w:rsidRPr="002202AC">
              <w:t>98,7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870DF13" w14:textId="77777777" w:rsidR="00F73450" w:rsidRDefault="00F73450" w:rsidP="00D34AEB">
            <w:pPr>
              <w:pStyle w:val="TabNumeri"/>
            </w:pPr>
            <w:r w:rsidRPr="002202AC">
              <w:t>95,1</w:t>
            </w:r>
          </w:p>
        </w:tc>
      </w:tr>
      <w:tr w:rsidR="00F73450" w:rsidRPr="00006AB3" w14:paraId="6CC5C17D" w14:textId="77777777" w:rsidTr="00D34AEB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14:paraId="164F0C18" w14:textId="77777777" w:rsidR="00F73450" w:rsidRDefault="00F73450" w:rsidP="00F73450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corretti per il numero di giornate lavorative. [3] Compreso il commercio all’interno dell’area dell’euro. [4] In percentuale del Pil. [5] Percentuale della forza lavoro. [6] Tasso di inflazione armonizzato Ue. </w:t>
            </w:r>
          </w:p>
          <w:p w14:paraId="3C38DEBD" w14:textId="718FAA37" w:rsidR="00F73450" w:rsidRPr="00006AB3" w:rsidRDefault="00F73450" w:rsidP="00F73450">
            <w:pPr>
              <w:pStyle w:val="TabNoteInferiori"/>
            </w:pPr>
            <w:r>
              <w:t xml:space="preserve">Fonte: </w:t>
            </w:r>
            <w:proofErr w:type="spellStart"/>
            <w:r>
              <w:t>European</w:t>
            </w:r>
            <w:proofErr w:type="spellEnd"/>
            <w:r>
              <w:t xml:space="preserve"> Central Bank, ECB </w:t>
            </w:r>
            <w:proofErr w:type="spellStart"/>
            <w:r>
              <w:t>macroeconomic</w:t>
            </w:r>
            <w:proofErr w:type="spellEnd"/>
            <w:r>
              <w:t xml:space="preserve"> </w:t>
            </w:r>
            <w:proofErr w:type="spellStart"/>
            <w:r>
              <w:t>projections</w:t>
            </w:r>
            <w:proofErr w:type="spellEnd"/>
            <w:r>
              <w:t xml:space="preserve"> for the euro area, 09 settembre 2021</w:t>
            </w:r>
          </w:p>
        </w:tc>
      </w:tr>
    </w:tbl>
    <w:p w14:paraId="7580C9FE" w14:textId="00469FEB" w:rsidR="007C4E48" w:rsidRDefault="007C4E48" w:rsidP="002A3FE8">
      <w:r>
        <w:t>ancora</w:t>
      </w:r>
    </w:p>
    <w:p w14:paraId="5E60BD22" w14:textId="2FFAC799" w:rsidR="007C4E48" w:rsidRDefault="007C4E48" w:rsidP="002A3FE8"/>
    <w:p w14:paraId="42C817D1" w14:textId="1318FBAA" w:rsidR="007C4E48" w:rsidRDefault="007C4E48" w:rsidP="002A3FE8">
      <w:r>
        <w:br w:type="page"/>
      </w:r>
    </w:p>
    <w:p w14:paraId="0A6191E6" w14:textId="77777777" w:rsidR="00017471" w:rsidRPr="00962B46" w:rsidRDefault="00017471" w:rsidP="00017471"/>
    <w:tbl>
      <w:tblPr>
        <w:tblStyle w:val="Grigliatabella"/>
        <w:tblpPr w:topFromText="425" w:bottomFromText="425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C363E0" w:rsidRPr="002B550F" w14:paraId="1EDA625A" w14:textId="77777777" w:rsidTr="000B5D20">
        <w:tc>
          <w:tcPr>
            <w:tcW w:w="9356" w:type="dxa"/>
          </w:tcPr>
          <w:p w14:paraId="58ADCE90" w14:textId="77777777" w:rsidR="00C363E0" w:rsidRPr="002B550F" w:rsidRDefault="00C363E0" w:rsidP="000B5D20">
            <w:pPr>
              <w:pStyle w:val="FigTitolo"/>
            </w:pP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. Area dell’euro, alcuni paesi appartenenti </w:t>
            </w:r>
            <w:proofErr w:type="gramStart"/>
            <w:r>
              <w:t>e</w:t>
            </w:r>
            <w:proofErr w:type="gramEnd"/>
            <w:r>
              <w:t xml:space="preserve"> esterni all’area e all’Unione Europea.</w:t>
            </w:r>
          </w:p>
        </w:tc>
      </w:tr>
      <w:tr w:rsidR="00C363E0" w:rsidRPr="00674C12" w14:paraId="68768C6E" w14:textId="77777777" w:rsidTr="000B5D20">
        <w:tc>
          <w:tcPr>
            <w:tcW w:w="9356" w:type="dxa"/>
          </w:tcPr>
          <w:p w14:paraId="3AFBC9B9" w14:textId="77777777" w:rsidR="00C363E0" w:rsidRPr="00674C12" w:rsidRDefault="00C363E0" w:rsidP="000B5D20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69F70467" wp14:editId="4470DE4D">
                  <wp:extent cx="5868000" cy="1980000"/>
                  <wp:effectExtent l="0" t="0" r="0" b="0"/>
                  <wp:docPr id="13" name="Grafico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C363E0" w:rsidRPr="00607764" w14:paraId="5184AD3E" w14:textId="77777777" w:rsidTr="000B5D20">
        <w:tc>
          <w:tcPr>
            <w:tcW w:w="9356" w:type="dxa"/>
          </w:tcPr>
          <w:p w14:paraId="26F64A14" w14:textId="22DEA2A0" w:rsidR="00C363E0" w:rsidRPr="00570902" w:rsidRDefault="00C363E0" w:rsidP="000B5D20">
            <w:pPr>
              <w:pStyle w:val="TabNoteSuperiori"/>
              <w:rPr>
                <w:lang w:val="en-GB"/>
              </w:rPr>
            </w:pPr>
            <w:r w:rsidRPr="00BC2A0C">
              <w:rPr>
                <w:lang w:val="en-GB"/>
              </w:rPr>
              <w:t>IMF, World Economic Outl</w:t>
            </w:r>
            <w:r>
              <w:rPr>
                <w:lang w:val="en-GB"/>
              </w:rPr>
              <w:t xml:space="preserve">ook, </w:t>
            </w:r>
            <w:r w:rsidRPr="00C363E0">
              <w:rPr>
                <w:lang w:val="en-GB"/>
              </w:rPr>
              <w:t xml:space="preserve">12 </w:t>
            </w:r>
            <w:proofErr w:type="spellStart"/>
            <w:r w:rsidRPr="00C363E0">
              <w:rPr>
                <w:lang w:val="en-GB"/>
              </w:rPr>
              <w:t>ottobre</w:t>
            </w:r>
            <w:proofErr w:type="spellEnd"/>
            <w:r w:rsidRPr="00C363E0">
              <w:rPr>
                <w:lang w:val="en-GB"/>
              </w:rPr>
              <w:t xml:space="preserve"> </w:t>
            </w:r>
            <w:r w:rsidRPr="00C363E0">
              <w:rPr>
                <w:lang w:val="en-US"/>
              </w:rPr>
              <w:fldChar w:fldCharType="begin"/>
            </w:r>
            <w:r w:rsidRPr="00C363E0">
              <w:rPr>
                <w:lang w:val="en-US"/>
              </w:rPr>
              <w:instrText xml:space="preserve"> DATE  \@ "yyyy"  \* MERGEFORMAT </w:instrText>
            </w:r>
            <w:r w:rsidRPr="00C363E0">
              <w:rPr>
                <w:lang w:val="en-US"/>
              </w:rPr>
              <w:fldChar w:fldCharType="separate"/>
            </w:r>
            <w:r w:rsidR="00607764">
              <w:rPr>
                <w:noProof/>
                <w:lang w:val="en-US"/>
              </w:rPr>
              <w:t>2021</w:t>
            </w:r>
            <w:r w:rsidRPr="00C363E0">
              <w:rPr>
                <w:lang w:val="en-US"/>
              </w:rPr>
              <w:fldChar w:fldCharType="end"/>
            </w:r>
          </w:p>
        </w:tc>
      </w:tr>
    </w:tbl>
    <w:p w14:paraId="5C26D1F6" w14:textId="77777777" w:rsidR="00017471" w:rsidRDefault="00017471" w:rsidP="00017471">
      <w:r>
        <w:t>ancora</w:t>
      </w:r>
    </w:p>
    <w:p w14:paraId="5851A70D" w14:textId="77777777" w:rsidR="00017471" w:rsidRPr="00E40A1B" w:rsidRDefault="00017471" w:rsidP="00017471"/>
    <w:p w14:paraId="4F829203" w14:textId="77777777" w:rsidR="00017471" w:rsidRPr="00E40A1B" w:rsidRDefault="00017471" w:rsidP="00017471">
      <w:pPr>
        <w:spacing w:line="240" w:lineRule="auto"/>
        <w:ind w:firstLine="0"/>
        <w:jc w:val="left"/>
      </w:pPr>
      <w:r w:rsidRPr="00E40A1B">
        <w:br w:type="page"/>
      </w:r>
    </w:p>
    <w:p w14:paraId="11CC253D" w14:textId="77777777" w:rsidR="00F81CE8" w:rsidRDefault="00CF2079" w:rsidP="00F81CE8">
      <w:pPr>
        <w:pStyle w:val="Titolo2"/>
      </w:pPr>
      <w:bookmarkStart w:id="7" w:name="_Toc85200528"/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6"/>
      <w:bookmarkEnd w:id="7"/>
    </w:p>
    <w:p w14:paraId="5FBD4B8E" w14:textId="77777777" w:rsidR="002958B5" w:rsidRDefault="002958B5" w:rsidP="002958B5"/>
    <w:tbl>
      <w:tblPr>
        <w:tblpPr w:topFromText="284" w:bottomFromText="284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6A3DE5" w14:paraId="24868FA3" w14:textId="77777777" w:rsidTr="005D7346">
        <w:tc>
          <w:tcPr>
            <w:tcW w:w="9356" w:type="dxa"/>
          </w:tcPr>
          <w:p w14:paraId="65024E66" w14:textId="77777777" w:rsidR="006A3DE5" w:rsidRDefault="006A3DE5" w:rsidP="005D7346">
            <w:pPr>
              <w:pStyle w:val="FigTitolo"/>
            </w:pPr>
            <w:bookmarkStart w:id="8" w:name="_Hlk52805805"/>
            <w:r>
              <w:t>Prodotto interno lordo, valori concatenati (anno di riferimento 2015), dati destagionalizzati e corretti.</w:t>
            </w:r>
            <w:r>
              <w:br/>
              <w:t>Numero indice (2019=100) e tasso di variazione sul trimestre precedente.</w:t>
            </w:r>
          </w:p>
        </w:tc>
      </w:tr>
      <w:tr w:rsidR="006A3DE5" w14:paraId="3301836D" w14:textId="77777777" w:rsidTr="005D7346">
        <w:tblPrEx>
          <w:tblCellMar>
            <w:left w:w="70" w:type="dxa"/>
            <w:right w:w="70" w:type="dxa"/>
          </w:tblCellMar>
        </w:tblPrEx>
        <w:tc>
          <w:tcPr>
            <w:tcW w:w="9356" w:type="dxa"/>
          </w:tcPr>
          <w:p w14:paraId="594123A6" w14:textId="77777777" w:rsidR="006A3DE5" w:rsidRPr="00064064" w:rsidRDefault="006A3DE5" w:rsidP="005D7346">
            <w:pPr>
              <w:pStyle w:val="Figure"/>
            </w:pPr>
            <w:r w:rsidRPr="00D13BD9">
              <w:rPr>
                <w:noProof/>
              </w:rPr>
              <w:drawing>
                <wp:inline distT="0" distB="0" distL="0" distR="0" wp14:anchorId="17D4CACD" wp14:editId="5974D6F0">
                  <wp:extent cx="5905500" cy="218122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3DE5" w14:paraId="3136A13F" w14:textId="77777777" w:rsidTr="005D7346">
        <w:tc>
          <w:tcPr>
            <w:tcW w:w="9356" w:type="dxa"/>
          </w:tcPr>
          <w:p w14:paraId="5C1BCA8E" w14:textId="77777777" w:rsidR="006A3DE5" w:rsidRDefault="006A3DE5" w:rsidP="005D7346">
            <w:pPr>
              <w:pStyle w:val="TabNoteSuperiori"/>
            </w:pPr>
            <w:r>
              <w:t>Fonte Istat</w:t>
            </w:r>
          </w:p>
        </w:tc>
      </w:tr>
    </w:tbl>
    <w:bookmarkEnd w:id="8"/>
    <w:p w14:paraId="7D1117FA" w14:textId="77777777"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14:paraId="13D1D46C" w14:textId="77777777" w:rsidR="002958B5" w:rsidRDefault="002958B5" w:rsidP="002958B5"/>
    <w:p w14:paraId="73CEFDC9" w14:textId="77777777" w:rsidR="002958B5" w:rsidRDefault="002958B5" w:rsidP="002958B5">
      <w:r>
        <w:br w:type="page"/>
      </w:r>
    </w:p>
    <w:p w14:paraId="7BAC2590" w14:textId="77777777" w:rsidR="00A13F9E" w:rsidRDefault="00A13F9E" w:rsidP="00A13F9E"/>
    <w:tbl>
      <w:tblPr>
        <w:tblStyle w:val="Grigliatabella"/>
        <w:tblpPr w:bottomFromText="284" w:horzAnchor="margin" w:tblpXSpec="center" w:tblpYSpec="top"/>
        <w:tblOverlap w:val="nev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849"/>
        <w:gridCol w:w="283"/>
        <w:gridCol w:w="851"/>
        <w:gridCol w:w="284"/>
        <w:gridCol w:w="851"/>
        <w:gridCol w:w="285"/>
        <w:gridCol w:w="59"/>
        <w:gridCol w:w="851"/>
        <w:gridCol w:w="284"/>
        <w:gridCol w:w="851"/>
        <w:gridCol w:w="284"/>
        <w:gridCol w:w="851"/>
        <w:gridCol w:w="284"/>
      </w:tblGrid>
      <w:tr w:rsidR="00FD57CD" w14:paraId="5B933287" w14:textId="77777777" w:rsidTr="000B5D20">
        <w:trPr>
          <w:cantSplit/>
          <w:trHeight w:val="255"/>
        </w:trPr>
        <w:tc>
          <w:tcPr>
            <w:tcW w:w="9356" w:type="dxa"/>
            <w:gridSpan w:val="14"/>
            <w:tcBorders>
              <w:bottom w:val="single" w:sz="4" w:space="0" w:color="632423" w:themeColor="accent2" w:themeShade="80"/>
            </w:tcBorders>
            <w:noWrap/>
          </w:tcPr>
          <w:p w14:paraId="2B78FD1E" w14:textId="77777777" w:rsidR="00FD57CD" w:rsidRDefault="00FD57CD" w:rsidP="000B5D20">
            <w:pPr>
              <w:pStyle w:val="TabTitolo"/>
            </w:pPr>
            <w:r>
              <w:t>L'economia italiana. Previsioni recenti, variazioni percentuali annue a prezzi costanti salvo diversa indicazione.</w:t>
            </w:r>
          </w:p>
        </w:tc>
      </w:tr>
      <w:tr w:rsidR="00FD57CD" w:rsidRPr="00C744DD" w14:paraId="0B558EF9" w14:textId="77777777" w:rsidTr="000B5D20">
        <w:trPr>
          <w:cantSplit/>
          <w:trHeight w:val="255"/>
        </w:trPr>
        <w:tc>
          <w:tcPr>
            <w:tcW w:w="2489" w:type="dxa"/>
            <w:tcBorders>
              <w:top w:val="single" w:sz="4" w:space="0" w:color="632423" w:themeColor="accent2" w:themeShade="80"/>
            </w:tcBorders>
            <w:noWrap/>
          </w:tcPr>
          <w:p w14:paraId="39063B96" w14:textId="77777777" w:rsidR="00FD57CD" w:rsidRPr="00C744DD" w:rsidRDefault="00FD57CD" w:rsidP="000B5D20">
            <w:pPr>
              <w:pStyle w:val="TabIntestaSup"/>
            </w:pPr>
          </w:p>
        </w:tc>
        <w:tc>
          <w:tcPr>
            <w:tcW w:w="3403" w:type="dxa"/>
            <w:gridSpan w:val="6"/>
            <w:tcBorders>
              <w:top w:val="single" w:sz="4" w:space="0" w:color="632423" w:themeColor="accent2" w:themeShade="80"/>
            </w:tcBorders>
            <w:noWrap/>
          </w:tcPr>
          <w:p w14:paraId="3F28BB77" w14:textId="77777777" w:rsidR="00FD57CD" w:rsidRPr="00C744DD" w:rsidRDefault="00FD57CD" w:rsidP="000B5D20">
            <w:pPr>
              <w:pStyle w:val="TabIntestaSupBordo"/>
            </w:pPr>
            <w:r>
              <w:t>Previsioni 2021</w:t>
            </w:r>
          </w:p>
        </w:tc>
        <w:tc>
          <w:tcPr>
            <w:tcW w:w="59" w:type="dxa"/>
            <w:tcBorders>
              <w:top w:val="single" w:sz="4" w:space="0" w:color="632423" w:themeColor="accent2" w:themeShade="80"/>
            </w:tcBorders>
            <w:noWrap/>
          </w:tcPr>
          <w:p w14:paraId="18AC9322" w14:textId="77777777" w:rsidR="00FD57CD" w:rsidRPr="00C744DD" w:rsidRDefault="00FD57CD" w:rsidP="000B5D20">
            <w:pPr>
              <w:pStyle w:val="TabIntestaSup"/>
            </w:pPr>
          </w:p>
        </w:tc>
        <w:tc>
          <w:tcPr>
            <w:tcW w:w="3405" w:type="dxa"/>
            <w:gridSpan w:val="6"/>
            <w:tcBorders>
              <w:top w:val="single" w:sz="4" w:space="0" w:color="632423" w:themeColor="accent2" w:themeShade="80"/>
            </w:tcBorders>
          </w:tcPr>
          <w:p w14:paraId="2F953D18" w14:textId="77777777" w:rsidR="00FD57CD" w:rsidRPr="00C744DD" w:rsidRDefault="00FD57CD" w:rsidP="000B5D20">
            <w:pPr>
              <w:pStyle w:val="TabIntestaSupBordo"/>
            </w:pPr>
            <w:r>
              <w:t>Previsioni 2022</w:t>
            </w:r>
          </w:p>
        </w:tc>
      </w:tr>
      <w:tr w:rsidR="00FD57CD" w:rsidRPr="00C744DD" w14:paraId="77EA04B0" w14:textId="77777777" w:rsidTr="000B5D20">
        <w:trPr>
          <w:cantSplit/>
          <w:trHeight w:val="255"/>
        </w:trPr>
        <w:tc>
          <w:tcPr>
            <w:tcW w:w="2489" w:type="dxa"/>
            <w:noWrap/>
          </w:tcPr>
          <w:p w14:paraId="6C5AA458" w14:textId="77777777" w:rsidR="00FD57CD" w:rsidRPr="00C744DD" w:rsidRDefault="00FD57CD" w:rsidP="000B5D20">
            <w:pPr>
              <w:pStyle w:val="TabIntestaSup"/>
            </w:pPr>
          </w:p>
        </w:tc>
        <w:tc>
          <w:tcPr>
            <w:tcW w:w="1132" w:type="dxa"/>
            <w:gridSpan w:val="2"/>
            <w:noWrap/>
          </w:tcPr>
          <w:p w14:paraId="6C5FC584" w14:textId="77777777" w:rsidR="00FD57CD" w:rsidRPr="00C744DD" w:rsidRDefault="00FD57CD" w:rsidP="000B5D20">
            <w:pPr>
              <w:pStyle w:val="TabIntestaSup"/>
            </w:pPr>
            <w:r w:rsidRPr="00C744DD">
              <w:t>Prometeia</w:t>
            </w:r>
          </w:p>
        </w:tc>
        <w:tc>
          <w:tcPr>
            <w:tcW w:w="1135" w:type="dxa"/>
            <w:gridSpan w:val="2"/>
            <w:noWrap/>
          </w:tcPr>
          <w:p w14:paraId="31295B68" w14:textId="77777777" w:rsidR="00FD57CD" w:rsidRPr="00C744DD" w:rsidRDefault="00FD57CD" w:rsidP="000B5D20">
            <w:pPr>
              <w:pStyle w:val="TabIntestaSup"/>
            </w:pPr>
            <w:r w:rsidRPr="00C744DD">
              <w:t>Fmi</w:t>
            </w:r>
          </w:p>
        </w:tc>
        <w:tc>
          <w:tcPr>
            <w:tcW w:w="1136" w:type="dxa"/>
            <w:gridSpan w:val="2"/>
            <w:noWrap/>
          </w:tcPr>
          <w:p w14:paraId="1AA46167" w14:textId="77777777" w:rsidR="00FD57CD" w:rsidRPr="00C744DD" w:rsidRDefault="00FD57CD" w:rsidP="000B5D20">
            <w:pPr>
              <w:pStyle w:val="TabIntestaSup"/>
            </w:pPr>
            <w:r>
              <w:t>Confindustria</w:t>
            </w:r>
          </w:p>
        </w:tc>
        <w:tc>
          <w:tcPr>
            <w:tcW w:w="59" w:type="dxa"/>
            <w:noWrap/>
          </w:tcPr>
          <w:p w14:paraId="2F395DDF" w14:textId="77777777" w:rsidR="00FD57CD" w:rsidRPr="00C744DD" w:rsidRDefault="00FD57CD" w:rsidP="000B5D20">
            <w:pPr>
              <w:pStyle w:val="TabIntestaSup"/>
            </w:pPr>
          </w:p>
        </w:tc>
        <w:tc>
          <w:tcPr>
            <w:tcW w:w="1135" w:type="dxa"/>
            <w:gridSpan w:val="2"/>
          </w:tcPr>
          <w:p w14:paraId="46D3095B" w14:textId="77777777" w:rsidR="00FD57CD" w:rsidRPr="00C744DD" w:rsidRDefault="00FD57CD" w:rsidP="000B5D20">
            <w:pPr>
              <w:pStyle w:val="TabIntestaSup"/>
            </w:pPr>
            <w:r w:rsidRPr="00C744DD">
              <w:t>Prometeia</w:t>
            </w:r>
          </w:p>
        </w:tc>
        <w:tc>
          <w:tcPr>
            <w:tcW w:w="1135" w:type="dxa"/>
            <w:gridSpan w:val="2"/>
            <w:noWrap/>
          </w:tcPr>
          <w:p w14:paraId="291ABDA1" w14:textId="77777777" w:rsidR="00FD57CD" w:rsidRPr="00C744DD" w:rsidRDefault="00FD57CD" w:rsidP="000B5D20">
            <w:pPr>
              <w:pStyle w:val="TabIntestaSup"/>
            </w:pPr>
            <w:r w:rsidRPr="00C744DD">
              <w:t>Fmi</w:t>
            </w:r>
          </w:p>
        </w:tc>
        <w:tc>
          <w:tcPr>
            <w:tcW w:w="1135" w:type="dxa"/>
            <w:gridSpan w:val="2"/>
            <w:noWrap/>
          </w:tcPr>
          <w:p w14:paraId="01E98D9A" w14:textId="77777777" w:rsidR="00FD57CD" w:rsidRPr="00C744DD" w:rsidRDefault="00FD57CD" w:rsidP="000B5D20">
            <w:pPr>
              <w:pStyle w:val="TabIntestaSup"/>
            </w:pPr>
            <w:r>
              <w:t>Confindustria</w:t>
            </w:r>
          </w:p>
        </w:tc>
      </w:tr>
      <w:tr w:rsidR="00FD57CD" w14:paraId="1074085A" w14:textId="77777777" w:rsidTr="000B5D20">
        <w:trPr>
          <w:cantSplit/>
          <w:trHeight w:val="255"/>
        </w:trPr>
        <w:tc>
          <w:tcPr>
            <w:tcW w:w="2489" w:type="dxa"/>
            <w:tcBorders>
              <w:bottom w:val="single" w:sz="4" w:space="0" w:color="632423" w:themeColor="accent2" w:themeShade="80"/>
            </w:tcBorders>
            <w:noWrap/>
          </w:tcPr>
          <w:p w14:paraId="67C2D989" w14:textId="77777777" w:rsidR="00FD57CD" w:rsidRDefault="00FD57CD" w:rsidP="000B5D20">
            <w:pPr>
              <w:pStyle w:val="TabIntestaInf"/>
            </w:pPr>
          </w:p>
        </w:tc>
        <w:tc>
          <w:tcPr>
            <w:tcW w:w="1132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39204871" w14:textId="77777777" w:rsidR="00FD57CD" w:rsidRDefault="00FD57CD" w:rsidP="000B5D20">
            <w:pPr>
              <w:pStyle w:val="TabIntestaInf"/>
            </w:pPr>
            <w:r>
              <w:t>set-21 [1]</w:t>
            </w:r>
          </w:p>
        </w:tc>
        <w:tc>
          <w:tcPr>
            <w:tcW w:w="1135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2687F191" w14:textId="77777777" w:rsidR="00FD57CD" w:rsidRDefault="00FD57CD" w:rsidP="000B5D20">
            <w:pPr>
              <w:pStyle w:val="TabIntestaInf"/>
            </w:pPr>
            <w:r>
              <w:t>ott-21</w:t>
            </w:r>
          </w:p>
        </w:tc>
        <w:tc>
          <w:tcPr>
            <w:tcW w:w="1136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484B0B56" w14:textId="67AD58D9" w:rsidR="00FD57CD" w:rsidRDefault="004974C8" w:rsidP="000B5D20">
            <w:pPr>
              <w:pStyle w:val="TabIntestaInf"/>
            </w:pPr>
            <w:r>
              <w:t>ott-21</w:t>
            </w:r>
          </w:p>
        </w:tc>
        <w:tc>
          <w:tcPr>
            <w:tcW w:w="59" w:type="dxa"/>
            <w:tcBorders>
              <w:bottom w:val="single" w:sz="4" w:space="0" w:color="632423" w:themeColor="accent2" w:themeShade="80"/>
            </w:tcBorders>
            <w:noWrap/>
          </w:tcPr>
          <w:p w14:paraId="01FEBCE9" w14:textId="77777777" w:rsidR="00FD57CD" w:rsidRDefault="00FD57CD" w:rsidP="000B5D20">
            <w:pPr>
              <w:pStyle w:val="TabIntestaInf"/>
            </w:pPr>
          </w:p>
        </w:tc>
        <w:tc>
          <w:tcPr>
            <w:tcW w:w="1135" w:type="dxa"/>
            <w:gridSpan w:val="2"/>
            <w:tcBorders>
              <w:bottom w:val="single" w:sz="4" w:space="0" w:color="632423" w:themeColor="accent2" w:themeShade="80"/>
            </w:tcBorders>
          </w:tcPr>
          <w:p w14:paraId="24A1E1E1" w14:textId="77777777" w:rsidR="00FD57CD" w:rsidRDefault="00FD57CD" w:rsidP="000B5D20">
            <w:pPr>
              <w:pStyle w:val="TabIntestaInf"/>
            </w:pPr>
            <w:r>
              <w:t>set-21 [1]</w:t>
            </w:r>
          </w:p>
        </w:tc>
        <w:tc>
          <w:tcPr>
            <w:tcW w:w="1135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71634729" w14:textId="77777777" w:rsidR="00FD57CD" w:rsidRDefault="00FD57CD" w:rsidP="000B5D20">
            <w:pPr>
              <w:pStyle w:val="TabIntestaInf"/>
            </w:pPr>
            <w:r>
              <w:t>ott-21</w:t>
            </w:r>
          </w:p>
        </w:tc>
        <w:tc>
          <w:tcPr>
            <w:tcW w:w="1135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08ADD93F" w14:textId="40F54728" w:rsidR="00FD57CD" w:rsidRDefault="004974C8" w:rsidP="000B5D20">
            <w:pPr>
              <w:pStyle w:val="TabIntestaInf"/>
            </w:pPr>
            <w:r>
              <w:t>ott-21</w:t>
            </w:r>
          </w:p>
        </w:tc>
      </w:tr>
      <w:tr w:rsidR="00FD57CD" w14:paraId="105C5D8B" w14:textId="77777777" w:rsidTr="000B5D20">
        <w:trPr>
          <w:cantSplit/>
          <w:trHeight w:hRule="exact" w:val="113"/>
        </w:trPr>
        <w:tc>
          <w:tcPr>
            <w:tcW w:w="2489" w:type="dxa"/>
            <w:tcBorders>
              <w:top w:val="single" w:sz="4" w:space="0" w:color="632423" w:themeColor="accent2" w:themeShade="80"/>
            </w:tcBorders>
            <w:noWrap/>
          </w:tcPr>
          <w:p w14:paraId="4E711C97" w14:textId="77777777" w:rsidR="00FD57CD" w:rsidRDefault="00FD57CD" w:rsidP="000B5D20">
            <w:pPr>
              <w:pStyle w:val="TabEtichette"/>
            </w:pPr>
          </w:p>
        </w:tc>
        <w:tc>
          <w:tcPr>
            <w:tcW w:w="849" w:type="dxa"/>
            <w:tcBorders>
              <w:top w:val="single" w:sz="4" w:space="0" w:color="632423" w:themeColor="accent2" w:themeShade="80"/>
            </w:tcBorders>
            <w:noWrap/>
          </w:tcPr>
          <w:p w14:paraId="6462BA06" w14:textId="77777777" w:rsidR="00FD57CD" w:rsidRDefault="00FD57CD" w:rsidP="000B5D20">
            <w:pPr>
              <w:pStyle w:val="TabNumeri"/>
            </w:pPr>
          </w:p>
        </w:tc>
        <w:tc>
          <w:tcPr>
            <w:tcW w:w="283" w:type="dxa"/>
            <w:tcBorders>
              <w:top w:val="single" w:sz="4" w:space="0" w:color="632423" w:themeColor="accent2" w:themeShade="80"/>
            </w:tcBorders>
            <w:noWrap/>
          </w:tcPr>
          <w:p w14:paraId="3A876AF8" w14:textId="77777777" w:rsidR="00FD57CD" w:rsidRDefault="00FD57CD" w:rsidP="000B5D20">
            <w:pPr>
              <w:pStyle w:val="TabNumeri"/>
            </w:pPr>
          </w:p>
        </w:tc>
        <w:tc>
          <w:tcPr>
            <w:tcW w:w="851" w:type="dxa"/>
            <w:tcBorders>
              <w:top w:val="single" w:sz="4" w:space="0" w:color="632423" w:themeColor="accent2" w:themeShade="80"/>
            </w:tcBorders>
            <w:noWrap/>
          </w:tcPr>
          <w:p w14:paraId="781F906B" w14:textId="77777777" w:rsidR="00FD57CD" w:rsidRDefault="00FD57CD" w:rsidP="000B5D20">
            <w:pPr>
              <w:pStyle w:val="TabNumeri"/>
            </w:pPr>
          </w:p>
        </w:tc>
        <w:tc>
          <w:tcPr>
            <w:tcW w:w="284" w:type="dxa"/>
            <w:tcBorders>
              <w:top w:val="single" w:sz="4" w:space="0" w:color="632423" w:themeColor="accent2" w:themeShade="80"/>
            </w:tcBorders>
            <w:noWrap/>
          </w:tcPr>
          <w:p w14:paraId="6DF46163" w14:textId="77777777" w:rsidR="00FD57CD" w:rsidRDefault="00FD57CD" w:rsidP="000B5D20">
            <w:pPr>
              <w:pStyle w:val="TabNumeri"/>
            </w:pPr>
          </w:p>
        </w:tc>
        <w:tc>
          <w:tcPr>
            <w:tcW w:w="851" w:type="dxa"/>
            <w:tcBorders>
              <w:top w:val="single" w:sz="4" w:space="0" w:color="632423" w:themeColor="accent2" w:themeShade="80"/>
            </w:tcBorders>
            <w:noWrap/>
          </w:tcPr>
          <w:p w14:paraId="5349115E" w14:textId="77777777" w:rsidR="00FD57CD" w:rsidRDefault="00FD57CD" w:rsidP="000B5D20">
            <w:pPr>
              <w:pStyle w:val="TabNumeri"/>
            </w:pPr>
          </w:p>
        </w:tc>
        <w:tc>
          <w:tcPr>
            <w:tcW w:w="285" w:type="dxa"/>
            <w:tcBorders>
              <w:top w:val="single" w:sz="4" w:space="0" w:color="632423" w:themeColor="accent2" w:themeShade="80"/>
            </w:tcBorders>
          </w:tcPr>
          <w:p w14:paraId="352C2D79" w14:textId="77777777" w:rsidR="00FD57CD" w:rsidRDefault="00FD57CD" w:rsidP="000B5D20">
            <w:pPr>
              <w:pStyle w:val="TabNumeri"/>
            </w:pPr>
          </w:p>
        </w:tc>
        <w:tc>
          <w:tcPr>
            <w:tcW w:w="59" w:type="dxa"/>
            <w:tcBorders>
              <w:top w:val="single" w:sz="4" w:space="0" w:color="632423" w:themeColor="accent2" w:themeShade="80"/>
            </w:tcBorders>
            <w:noWrap/>
          </w:tcPr>
          <w:p w14:paraId="7AD94B21" w14:textId="77777777" w:rsidR="00FD57CD" w:rsidRDefault="00FD57CD" w:rsidP="000B5D20">
            <w:pPr>
              <w:pStyle w:val="TabNumeri"/>
            </w:pPr>
          </w:p>
        </w:tc>
        <w:tc>
          <w:tcPr>
            <w:tcW w:w="851" w:type="dxa"/>
            <w:tcBorders>
              <w:top w:val="single" w:sz="4" w:space="0" w:color="632423" w:themeColor="accent2" w:themeShade="80"/>
            </w:tcBorders>
          </w:tcPr>
          <w:p w14:paraId="7D241876" w14:textId="77777777" w:rsidR="00FD57CD" w:rsidRDefault="00FD57CD" w:rsidP="000B5D20">
            <w:pPr>
              <w:pStyle w:val="TabNumeri"/>
            </w:pPr>
          </w:p>
        </w:tc>
        <w:tc>
          <w:tcPr>
            <w:tcW w:w="284" w:type="dxa"/>
            <w:tcBorders>
              <w:top w:val="single" w:sz="4" w:space="0" w:color="632423" w:themeColor="accent2" w:themeShade="80"/>
            </w:tcBorders>
            <w:noWrap/>
          </w:tcPr>
          <w:p w14:paraId="6CCB6139" w14:textId="77777777" w:rsidR="00FD57CD" w:rsidRDefault="00FD57CD" w:rsidP="000B5D20">
            <w:pPr>
              <w:pStyle w:val="TabNumeri"/>
            </w:pPr>
          </w:p>
        </w:tc>
        <w:tc>
          <w:tcPr>
            <w:tcW w:w="851" w:type="dxa"/>
            <w:tcBorders>
              <w:top w:val="single" w:sz="4" w:space="0" w:color="632423" w:themeColor="accent2" w:themeShade="80"/>
            </w:tcBorders>
            <w:noWrap/>
          </w:tcPr>
          <w:p w14:paraId="515DB95F" w14:textId="77777777" w:rsidR="00FD57CD" w:rsidRDefault="00FD57CD" w:rsidP="000B5D20">
            <w:pPr>
              <w:pStyle w:val="TabNumeri"/>
            </w:pPr>
          </w:p>
        </w:tc>
        <w:tc>
          <w:tcPr>
            <w:tcW w:w="284" w:type="dxa"/>
            <w:tcBorders>
              <w:top w:val="single" w:sz="4" w:space="0" w:color="632423" w:themeColor="accent2" w:themeShade="80"/>
            </w:tcBorders>
            <w:noWrap/>
          </w:tcPr>
          <w:p w14:paraId="139D607C" w14:textId="77777777" w:rsidR="00FD57CD" w:rsidRDefault="00FD57CD" w:rsidP="000B5D20">
            <w:pPr>
              <w:pStyle w:val="TabNumeri"/>
            </w:pPr>
          </w:p>
        </w:tc>
        <w:tc>
          <w:tcPr>
            <w:tcW w:w="851" w:type="dxa"/>
            <w:tcBorders>
              <w:top w:val="single" w:sz="4" w:space="0" w:color="632423" w:themeColor="accent2" w:themeShade="80"/>
            </w:tcBorders>
            <w:noWrap/>
          </w:tcPr>
          <w:p w14:paraId="178B28E6" w14:textId="77777777" w:rsidR="00FD57CD" w:rsidRDefault="00FD57CD" w:rsidP="000B5D20">
            <w:pPr>
              <w:pStyle w:val="TabNumeri"/>
            </w:pPr>
          </w:p>
        </w:tc>
        <w:tc>
          <w:tcPr>
            <w:tcW w:w="284" w:type="dxa"/>
            <w:tcBorders>
              <w:top w:val="single" w:sz="4" w:space="0" w:color="632423" w:themeColor="accent2" w:themeShade="80"/>
            </w:tcBorders>
            <w:noWrap/>
          </w:tcPr>
          <w:p w14:paraId="50ACCDB4" w14:textId="77777777" w:rsidR="00FD57CD" w:rsidRDefault="00FD57CD" w:rsidP="000B5D20">
            <w:pPr>
              <w:pStyle w:val="TabNumeri"/>
            </w:pPr>
          </w:p>
        </w:tc>
      </w:tr>
      <w:tr w:rsidR="004974C8" w14:paraId="6D4471E9" w14:textId="77777777" w:rsidTr="000B5D20">
        <w:trPr>
          <w:cantSplit/>
          <w:trHeight w:val="255"/>
        </w:trPr>
        <w:tc>
          <w:tcPr>
            <w:tcW w:w="2489" w:type="dxa"/>
            <w:noWrap/>
          </w:tcPr>
          <w:p w14:paraId="427D473B" w14:textId="77777777" w:rsidR="004974C8" w:rsidRPr="00233F5C" w:rsidRDefault="004974C8" w:rsidP="004974C8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849" w:type="dxa"/>
            <w:noWrap/>
          </w:tcPr>
          <w:p w14:paraId="5B2282F1" w14:textId="046AB850" w:rsidR="004974C8" w:rsidRPr="00A1339D" w:rsidRDefault="004974C8" w:rsidP="004974C8">
            <w:pPr>
              <w:pStyle w:val="TabNumeri"/>
            </w:pPr>
            <w:r w:rsidRPr="00A773D5">
              <w:t>6,0</w:t>
            </w:r>
          </w:p>
        </w:tc>
        <w:tc>
          <w:tcPr>
            <w:tcW w:w="283" w:type="dxa"/>
            <w:noWrap/>
          </w:tcPr>
          <w:p w14:paraId="56062F97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465C9E1B" w14:textId="27B65DFA" w:rsidR="004974C8" w:rsidRPr="00A1339D" w:rsidRDefault="004974C8" w:rsidP="004974C8">
            <w:pPr>
              <w:pStyle w:val="TabNumeri"/>
            </w:pPr>
            <w:r w:rsidRPr="00A728B4">
              <w:t>5,8</w:t>
            </w:r>
          </w:p>
        </w:tc>
        <w:tc>
          <w:tcPr>
            <w:tcW w:w="284" w:type="dxa"/>
            <w:noWrap/>
          </w:tcPr>
          <w:p w14:paraId="6A2A3B03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7126CDAF" w14:textId="1A4012EB" w:rsidR="004974C8" w:rsidRPr="00A1339D" w:rsidRDefault="004974C8" w:rsidP="004974C8">
            <w:pPr>
              <w:pStyle w:val="TabNumeri"/>
            </w:pPr>
            <w:r w:rsidRPr="002059D4">
              <w:t>6,1</w:t>
            </w:r>
          </w:p>
        </w:tc>
        <w:tc>
          <w:tcPr>
            <w:tcW w:w="285" w:type="dxa"/>
          </w:tcPr>
          <w:p w14:paraId="78ADAC7B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noWrap/>
          </w:tcPr>
          <w:p w14:paraId="39BED8E7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</w:tcPr>
          <w:p w14:paraId="6993F73F" w14:textId="72703D67" w:rsidR="004974C8" w:rsidRPr="00A1339D" w:rsidRDefault="004974C8" w:rsidP="004974C8">
            <w:pPr>
              <w:pStyle w:val="TabNumeri"/>
            </w:pPr>
            <w:r w:rsidRPr="00D100BE">
              <w:t>3,8</w:t>
            </w:r>
          </w:p>
        </w:tc>
        <w:tc>
          <w:tcPr>
            <w:tcW w:w="284" w:type="dxa"/>
            <w:noWrap/>
          </w:tcPr>
          <w:p w14:paraId="6C812A37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323D6343" w14:textId="6610899C" w:rsidR="004974C8" w:rsidRPr="00A1339D" w:rsidRDefault="004974C8" w:rsidP="004974C8">
            <w:pPr>
              <w:pStyle w:val="TabNumeri"/>
            </w:pPr>
            <w:r w:rsidRPr="00C33BA9">
              <w:t>4,2</w:t>
            </w:r>
          </w:p>
        </w:tc>
        <w:tc>
          <w:tcPr>
            <w:tcW w:w="284" w:type="dxa"/>
            <w:noWrap/>
          </w:tcPr>
          <w:p w14:paraId="7815CEBD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77A91AD9" w14:textId="237C0CA0" w:rsidR="004974C8" w:rsidRPr="00A1339D" w:rsidRDefault="004974C8" w:rsidP="004974C8">
            <w:pPr>
              <w:pStyle w:val="TabNumeri"/>
            </w:pPr>
            <w:r w:rsidRPr="00FC403E">
              <w:t>4,1</w:t>
            </w:r>
          </w:p>
        </w:tc>
        <w:tc>
          <w:tcPr>
            <w:tcW w:w="284" w:type="dxa"/>
            <w:noWrap/>
          </w:tcPr>
          <w:p w14:paraId="2D77F024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6C2FC593" w14:textId="77777777" w:rsidTr="000B5D20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14:paraId="75D2F9DE" w14:textId="77777777" w:rsidR="004974C8" w:rsidRPr="00233F5C" w:rsidRDefault="004974C8" w:rsidP="004974C8">
            <w:pPr>
              <w:pStyle w:val="TabEtichette"/>
            </w:pPr>
            <w:r w:rsidRPr="00233F5C">
              <w:t>Importazioni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14:paraId="39C8AE2A" w14:textId="51B34498" w:rsidR="004974C8" w:rsidRPr="00A1339D" w:rsidRDefault="004974C8" w:rsidP="004974C8">
            <w:pPr>
              <w:pStyle w:val="TabNumeri"/>
            </w:pPr>
            <w:r w:rsidRPr="00A773D5">
              <w:t>13,2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14:paraId="62CE461D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1E64C3F8" w14:textId="7E30D738" w:rsidR="004974C8" w:rsidRPr="00A1339D" w:rsidRDefault="004974C8" w:rsidP="004974C8">
            <w:pPr>
              <w:pStyle w:val="TabNumeri"/>
            </w:pPr>
            <w:r w:rsidRPr="00A728B4">
              <w:t>13,5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1ABEB71F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2183D251" w14:textId="32BD71E9" w:rsidR="004974C8" w:rsidRPr="00A1339D" w:rsidRDefault="004974C8" w:rsidP="004974C8">
            <w:pPr>
              <w:pStyle w:val="TabNumeri"/>
            </w:pPr>
            <w:r w:rsidRPr="002059D4">
              <w:t>13,3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14:paraId="59282DCA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14:paraId="75717958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1D491271" w14:textId="132FA592" w:rsidR="004974C8" w:rsidRPr="00A1339D" w:rsidRDefault="004974C8" w:rsidP="004974C8">
            <w:pPr>
              <w:pStyle w:val="TabNumeri"/>
            </w:pPr>
            <w:r w:rsidRPr="00D100BE">
              <w:t>11,9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17553B11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3BC7AFA0" w14:textId="6FCDF70A" w:rsidR="004974C8" w:rsidRPr="00A1339D" w:rsidRDefault="004974C8" w:rsidP="004974C8">
            <w:pPr>
              <w:pStyle w:val="TabNumeri"/>
            </w:pPr>
            <w:r w:rsidRPr="00C33BA9">
              <w:t>10,2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76A96CA8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5CBA5992" w14:textId="4B8B2003" w:rsidR="004974C8" w:rsidRPr="00A1339D" w:rsidRDefault="004974C8" w:rsidP="004974C8">
            <w:pPr>
              <w:pStyle w:val="TabNumeri"/>
            </w:pPr>
            <w:r w:rsidRPr="00FC403E">
              <w:t>8,2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740B2FA5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2BE4AF56" w14:textId="77777777" w:rsidTr="000B5D20">
        <w:trPr>
          <w:cantSplit/>
          <w:trHeight w:val="255"/>
        </w:trPr>
        <w:tc>
          <w:tcPr>
            <w:tcW w:w="2489" w:type="dxa"/>
            <w:noWrap/>
          </w:tcPr>
          <w:p w14:paraId="7FBB8352" w14:textId="77777777" w:rsidR="004974C8" w:rsidRPr="00233F5C" w:rsidRDefault="004974C8" w:rsidP="004974C8">
            <w:pPr>
              <w:pStyle w:val="TabEtichette"/>
            </w:pPr>
            <w:r w:rsidRPr="00233F5C">
              <w:t>Esportazioni</w:t>
            </w:r>
          </w:p>
        </w:tc>
        <w:tc>
          <w:tcPr>
            <w:tcW w:w="849" w:type="dxa"/>
            <w:noWrap/>
          </w:tcPr>
          <w:p w14:paraId="57A9E8C8" w14:textId="4DCA87E9" w:rsidR="004974C8" w:rsidRPr="00A1339D" w:rsidRDefault="004974C8" w:rsidP="004974C8">
            <w:pPr>
              <w:pStyle w:val="TabNumeri"/>
            </w:pPr>
            <w:r w:rsidRPr="00A773D5">
              <w:t>12,6</w:t>
            </w:r>
          </w:p>
        </w:tc>
        <w:tc>
          <w:tcPr>
            <w:tcW w:w="283" w:type="dxa"/>
            <w:noWrap/>
          </w:tcPr>
          <w:p w14:paraId="2C543492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35719ECE" w14:textId="65CA9382" w:rsidR="004974C8" w:rsidRPr="00A1339D" w:rsidRDefault="004974C8" w:rsidP="004974C8">
            <w:pPr>
              <w:pStyle w:val="TabNumeri"/>
            </w:pPr>
            <w:r w:rsidRPr="00A728B4">
              <w:t>12,9</w:t>
            </w:r>
          </w:p>
        </w:tc>
        <w:tc>
          <w:tcPr>
            <w:tcW w:w="284" w:type="dxa"/>
            <w:noWrap/>
          </w:tcPr>
          <w:p w14:paraId="62E60F8A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2EEEFEA5" w14:textId="2789DC23" w:rsidR="004974C8" w:rsidRPr="00A1339D" w:rsidRDefault="004974C8" w:rsidP="004974C8">
            <w:pPr>
              <w:pStyle w:val="TabNumeri"/>
            </w:pPr>
            <w:r w:rsidRPr="002059D4">
              <w:t>12,4</w:t>
            </w:r>
          </w:p>
        </w:tc>
        <w:tc>
          <w:tcPr>
            <w:tcW w:w="285" w:type="dxa"/>
          </w:tcPr>
          <w:p w14:paraId="21ABCDCB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noWrap/>
          </w:tcPr>
          <w:p w14:paraId="5702B405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</w:tcPr>
          <w:p w14:paraId="1DC10467" w14:textId="1439CC6E" w:rsidR="004974C8" w:rsidRPr="00A1339D" w:rsidRDefault="004974C8" w:rsidP="004974C8">
            <w:pPr>
              <w:pStyle w:val="TabNumeri"/>
            </w:pPr>
            <w:r w:rsidRPr="00D100BE">
              <w:t>9,2</w:t>
            </w:r>
          </w:p>
        </w:tc>
        <w:tc>
          <w:tcPr>
            <w:tcW w:w="284" w:type="dxa"/>
            <w:noWrap/>
          </w:tcPr>
          <w:p w14:paraId="10D29C11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7AB9F7F0" w14:textId="09FCA162" w:rsidR="004974C8" w:rsidRPr="00A1339D" w:rsidRDefault="004974C8" w:rsidP="004974C8">
            <w:pPr>
              <w:pStyle w:val="TabNumeri"/>
            </w:pPr>
            <w:r w:rsidRPr="00C33BA9">
              <w:t>9,4</w:t>
            </w:r>
          </w:p>
        </w:tc>
        <w:tc>
          <w:tcPr>
            <w:tcW w:w="284" w:type="dxa"/>
            <w:noWrap/>
          </w:tcPr>
          <w:p w14:paraId="4B69A221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2E7DB437" w14:textId="3BC7D297" w:rsidR="004974C8" w:rsidRPr="00A1339D" w:rsidRDefault="004974C8" w:rsidP="004974C8">
            <w:pPr>
              <w:pStyle w:val="TabNumeri"/>
            </w:pPr>
            <w:r w:rsidRPr="00FC403E">
              <w:t>7,7</w:t>
            </w:r>
          </w:p>
        </w:tc>
        <w:tc>
          <w:tcPr>
            <w:tcW w:w="284" w:type="dxa"/>
            <w:noWrap/>
          </w:tcPr>
          <w:p w14:paraId="27776EDC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392B3045" w14:textId="77777777" w:rsidTr="000B5D20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14:paraId="7F273FAB" w14:textId="77777777" w:rsidR="004974C8" w:rsidRPr="00233F5C" w:rsidRDefault="004974C8" w:rsidP="004974C8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14:paraId="1FC283A0" w14:textId="5F9BCC42" w:rsidR="004974C8" w:rsidRPr="00A1339D" w:rsidRDefault="004974C8" w:rsidP="004974C8">
            <w:pPr>
              <w:pStyle w:val="TabNumeri"/>
            </w:pPr>
            <w:r w:rsidRPr="00A773D5">
              <w:t>6,1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14:paraId="04405863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338B777A" w14:textId="1D15BC7B" w:rsidR="004974C8" w:rsidRPr="00A1339D" w:rsidRDefault="004974C8" w:rsidP="004974C8">
            <w:pPr>
              <w:pStyle w:val="TabNumeri"/>
            </w:pPr>
            <w:r w:rsidRPr="00A728B4">
              <w:t>5,8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08734EED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4AA79823" w14:textId="65EC7640" w:rsidR="004974C8" w:rsidRPr="00A1339D" w:rsidRDefault="004974C8" w:rsidP="004974C8">
            <w:pPr>
              <w:pStyle w:val="TabNumeri"/>
            </w:pPr>
            <w:proofErr w:type="spellStart"/>
            <w:r w:rsidRPr="002059D4">
              <w:t>n.d.</w:t>
            </w:r>
            <w:proofErr w:type="spellEnd"/>
          </w:p>
        </w:tc>
        <w:tc>
          <w:tcPr>
            <w:tcW w:w="285" w:type="dxa"/>
            <w:shd w:val="clear" w:color="auto" w:fill="EAF1DD" w:themeFill="accent3" w:themeFillTint="33"/>
          </w:tcPr>
          <w:p w14:paraId="1A845FD8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14:paraId="635D8EE0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173F0410" w14:textId="6D16FC41" w:rsidR="004974C8" w:rsidRPr="00A1339D" w:rsidRDefault="004974C8" w:rsidP="004974C8">
            <w:pPr>
              <w:pStyle w:val="TabNumeri"/>
            </w:pPr>
            <w:r w:rsidRPr="00D100BE">
              <w:t>4,5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678BA7BC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73AED3E6" w14:textId="74279905" w:rsidR="004974C8" w:rsidRPr="00A1339D" w:rsidRDefault="004974C8" w:rsidP="004974C8">
            <w:pPr>
              <w:pStyle w:val="TabNumeri"/>
            </w:pPr>
            <w:r w:rsidRPr="00C33BA9">
              <w:t>4,4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15042162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5A8165C5" w14:textId="2E2646DC" w:rsidR="004974C8" w:rsidRPr="00A1339D" w:rsidRDefault="004974C8" w:rsidP="004974C8">
            <w:pPr>
              <w:pStyle w:val="TabNumeri"/>
            </w:pPr>
            <w:proofErr w:type="spellStart"/>
            <w:r w:rsidRPr="00FC403E">
              <w:t>n.d.</w:t>
            </w:r>
            <w:proofErr w:type="spellEnd"/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312A271C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40E3A445" w14:textId="77777777" w:rsidTr="000B5D20">
        <w:trPr>
          <w:cantSplit/>
          <w:trHeight w:val="255"/>
        </w:trPr>
        <w:tc>
          <w:tcPr>
            <w:tcW w:w="2489" w:type="dxa"/>
            <w:noWrap/>
          </w:tcPr>
          <w:p w14:paraId="48E78B67" w14:textId="77777777" w:rsidR="004974C8" w:rsidRPr="00233F5C" w:rsidRDefault="004974C8" w:rsidP="004974C8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849" w:type="dxa"/>
            <w:noWrap/>
          </w:tcPr>
          <w:p w14:paraId="75DBBB11" w14:textId="7C769134" w:rsidR="004974C8" w:rsidRPr="00A1339D" w:rsidRDefault="004974C8" w:rsidP="004974C8">
            <w:pPr>
              <w:pStyle w:val="TabNumeri"/>
            </w:pPr>
            <w:r w:rsidRPr="00A773D5">
              <w:t>4,8</w:t>
            </w:r>
          </w:p>
        </w:tc>
        <w:tc>
          <w:tcPr>
            <w:tcW w:w="283" w:type="dxa"/>
            <w:noWrap/>
          </w:tcPr>
          <w:p w14:paraId="09A4746A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0512B617" w14:textId="76CE5A84" w:rsidR="004974C8" w:rsidRPr="00A1339D" w:rsidRDefault="004974C8" w:rsidP="004974C8">
            <w:pPr>
              <w:pStyle w:val="TabNumeri"/>
            </w:pPr>
            <w:r w:rsidRPr="00A728B4">
              <w:t>4,2</w:t>
            </w:r>
          </w:p>
        </w:tc>
        <w:tc>
          <w:tcPr>
            <w:tcW w:w="284" w:type="dxa"/>
            <w:noWrap/>
          </w:tcPr>
          <w:p w14:paraId="39E050F2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6D8E1D6B" w14:textId="65737FFF" w:rsidR="004974C8" w:rsidRPr="00A1339D" w:rsidRDefault="004974C8" w:rsidP="004974C8">
            <w:pPr>
              <w:pStyle w:val="TabNumeri"/>
            </w:pPr>
            <w:r w:rsidRPr="002059D4">
              <w:t>4,3</w:t>
            </w:r>
          </w:p>
        </w:tc>
        <w:tc>
          <w:tcPr>
            <w:tcW w:w="285" w:type="dxa"/>
          </w:tcPr>
          <w:p w14:paraId="000B72FB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noWrap/>
          </w:tcPr>
          <w:p w14:paraId="5246CA3E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</w:tcPr>
          <w:p w14:paraId="00C99C2C" w14:textId="43FE219F" w:rsidR="004974C8" w:rsidRPr="00A1339D" w:rsidRDefault="004974C8" w:rsidP="004974C8">
            <w:pPr>
              <w:pStyle w:val="TabNumeri"/>
            </w:pPr>
            <w:r w:rsidRPr="00D100BE">
              <w:t>3,8</w:t>
            </w:r>
          </w:p>
        </w:tc>
        <w:tc>
          <w:tcPr>
            <w:tcW w:w="284" w:type="dxa"/>
            <w:noWrap/>
          </w:tcPr>
          <w:p w14:paraId="5178F776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28BA3B8B" w14:textId="0B0F1058" w:rsidR="004974C8" w:rsidRPr="00A1339D" w:rsidRDefault="004974C8" w:rsidP="004974C8">
            <w:pPr>
              <w:pStyle w:val="TabNumeri"/>
            </w:pPr>
            <w:r w:rsidRPr="00C33BA9">
              <w:t>5,0</w:t>
            </w:r>
          </w:p>
        </w:tc>
        <w:tc>
          <w:tcPr>
            <w:tcW w:w="284" w:type="dxa"/>
            <w:noWrap/>
          </w:tcPr>
          <w:p w14:paraId="0B8B01FD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6ED80D1E" w14:textId="5BF2A61B" w:rsidR="004974C8" w:rsidRPr="00A1339D" w:rsidRDefault="004974C8" w:rsidP="004974C8">
            <w:pPr>
              <w:pStyle w:val="TabNumeri"/>
            </w:pPr>
            <w:r w:rsidRPr="00FC403E">
              <w:t>3,5</w:t>
            </w:r>
          </w:p>
        </w:tc>
        <w:tc>
          <w:tcPr>
            <w:tcW w:w="284" w:type="dxa"/>
            <w:noWrap/>
          </w:tcPr>
          <w:p w14:paraId="717C194D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106DFC67" w14:textId="77777777" w:rsidTr="000B5D20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14:paraId="7821CA4C" w14:textId="77777777" w:rsidR="004974C8" w:rsidRPr="00233F5C" w:rsidRDefault="004974C8" w:rsidP="004974C8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14:paraId="435AC0A4" w14:textId="24F6FAD8" w:rsidR="004974C8" w:rsidRPr="00A1339D" w:rsidRDefault="004974C8" w:rsidP="004974C8">
            <w:pPr>
              <w:pStyle w:val="TabNumeri"/>
            </w:pPr>
            <w:r w:rsidRPr="00A773D5">
              <w:t>1,4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14:paraId="0B9D3750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295FA279" w14:textId="1315ED17" w:rsidR="004974C8" w:rsidRPr="00A1339D" w:rsidRDefault="004974C8" w:rsidP="004974C8">
            <w:pPr>
              <w:pStyle w:val="TabNumeri"/>
            </w:pPr>
            <w:r w:rsidRPr="00A728B4">
              <w:t>1,4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54E8CE74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02451176" w14:textId="4B354832" w:rsidR="004974C8" w:rsidRPr="00A1339D" w:rsidRDefault="004974C8" w:rsidP="004974C8">
            <w:pPr>
              <w:pStyle w:val="TabNumeri"/>
            </w:pPr>
            <w:proofErr w:type="spellStart"/>
            <w:r w:rsidRPr="002059D4">
              <w:t>n.d.</w:t>
            </w:r>
            <w:proofErr w:type="spellEnd"/>
          </w:p>
        </w:tc>
        <w:tc>
          <w:tcPr>
            <w:tcW w:w="285" w:type="dxa"/>
            <w:shd w:val="clear" w:color="auto" w:fill="EAF1DD" w:themeFill="accent3" w:themeFillTint="33"/>
          </w:tcPr>
          <w:p w14:paraId="2EBB7CC3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14:paraId="69AE14B7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565D9316" w14:textId="1452D773" w:rsidR="004974C8" w:rsidRPr="00A1339D" w:rsidRDefault="004974C8" w:rsidP="004974C8">
            <w:pPr>
              <w:pStyle w:val="TabNumeri"/>
            </w:pPr>
            <w:r w:rsidRPr="00D100BE">
              <w:t>0,5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5EE08E54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67C11676" w14:textId="6CBD76B7" w:rsidR="004974C8" w:rsidRPr="00A1339D" w:rsidRDefault="004974C8" w:rsidP="004974C8">
            <w:pPr>
              <w:pStyle w:val="TabNumeri"/>
            </w:pPr>
            <w:r w:rsidRPr="00C33BA9">
              <w:t>0,8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7587A6EC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701BA7D0" w14:textId="3B803780" w:rsidR="004974C8" w:rsidRPr="00A1339D" w:rsidRDefault="004974C8" w:rsidP="004974C8">
            <w:pPr>
              <w:pStyle w:val="TabNumeri"/>
            </w:pPr>
            <w:proofErr w:type="spellStart"/>
            <w:r w:rsidRPr="00FC403E">
              <w:t>n.d.</w:t>
            </w:r>
            <w:proofErr w:type="spellEnd"/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7001CEF8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2D2F0814" w14:textId="77777777" w:rsidTr="000B5D20">
        <w:trPr>
          <w:cantSplit/>
          <w:trHeight w:val="255"/>
        </w:trPr>
        <w:tc>
          <w:tcPr>
            <w:tcW w:w="2489" w:type="dxa"/>
            <w:noWrap/>
          </w:tcPr>
          <w:p w14:paraId="6678BC14" w14:textId="77777777" w:rsidR="004974C8" w:rsidRPr="00233F5C" w:rsidRDefault="004974C8" w:rsidP="004974C8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849" w:type="dxa"/>
            <w:noWrap/>
          </w:tcPr>
          <w:p w14:paraId="40D4421A" w14:textId="21DC5F24" w:rsidR="004974C8" w:rsidRPr="00A1339D" w:rsidRDefault="004974C8" w:rsidP="004974C8">
            <w:pPr>
              <w:pStyle w:val="TabNumeri"/>
            </w:pPr>
            <w:r w:rsidRPr="00A773D5">
              <w:t>16,0</w:t>
            </w:r>
          </w:p>
        </w:tc>
        <w:tc>
          <w:tcPr>
            <w:tcW w:w="283" w:type="dxa"/>
            <w:noWrap/>
          </w:tcPr>
          <w:p w14:paraId="29F8BC6F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4661B1C2" w14:textId="49F2A24F" w:rsidR="004974C8" w:rsidRPr="00A1339D" w:rsidRDefault="004974C8" w:rsidP="004974C8">
            <w:pPr>
              <w:pStyle w:val="TabNumeri"/>
            </w:pPr>
            <w:r w:rsidRPr="00A728B4">
              <w:t>15,0</w:t>
            </w:r>
          </w:p>
        </w:tc>
        <w:tc>
          <w:tcPr>
            <w:tcW w:w="284" w:type="dxa"/>
            <w:noWrap/>
          </w:tcPr>
          <w:p w14:paraId="2CED4B99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267A0A8B" w14:textId="7C498C55" w:rsidR="004974C8" w:rsidRPr="00A1339D" w:rsidRDefault="004974C8" w:rsidP="004974C8">
            <w:pPr>
              <w:pStyle w:val="TabNumeri"/>
            </w:pPr>
            <w:r w:rsidRPr="002059D4">
              <w:t>18,3</w:t>
            </w:r>
          </w:p>
        </w:tc>
        <w:tc>
          <w:tcPr>
            <w:tcW w:w="285" w:type="dxa"/>
          </w:tcPr>
          <w:p w14:paraId="32F347CB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noWrap/>
          </w:tcPr>
          <w:p w14:paraId="3A1613A8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</w:tcPr>
          <w:p w14:paraId="7BFCF6DC" w14:textId="1C6A22C1" w:rsidR="004974C8" w:rsidRPr="00A1339D" w:rsidRDefault="004974C8" w:rsidP="004974C8">
            <w:pPr>
              <w:pStyle w:val="TabNumeri"/>
            </w:pPr>
            <w:r w:rsidRPr="00D100BE">
              <w:t>8,7</w:t>
            </w:r>
          </w:p>
        </w:tc>
        <w:tc>
          <w:tcPr>
            <w:tcW w:w="284" w:type="dxa"/>
            <w:noWrap/>
          </w:tcPr>
          <w:p w14:paraId="3297462A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706B96FE" w14:textId="30FCF400" w:rsidR="004974C8" w:rsidRPr="00A1339D" w:rsidRDefault="004974C8" w:rsidP="004974C8">
            <w:pPr>
              <w:pStyle w:val="TabNumeri"/>
            </w:pPr>
            <w:r w:rsidRPr="00C33BA9">
              <w:t>5,1</w:t>
            </w:r>
          </w:p>
        </w:tc>
        <w:tc>
          <w:tcPr>
            <w:tcW w:w="284" w:type="dxa"/>
            <w:noWrap/>
          </w:tcPr>
          <w:p w14:paraId="6A8C7107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28D902F8" w14:textId="732974EB" w:rsidR="004974C8" w:rsidRPr="00A1339D" w:rsidRDefault="004974C8" w:rsidP="004974C8">
            <w:pPr>
              <w:pStyle w:val="TabNumeri"/>
            </w:pPr>
            <w:r w:rsidRPr="00FC403E">
              <w:t>9,6</w:t>
            </w:r>
          </w:p>
        </w:tc>
        <w:tc>
          <w:tcPr>
            <w:tcW w:w="284" w:type="dxa"/>
            <w:noWrap/>
          </w:tcPr>
          <w:p w14:paraId="2853AD60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546E813E" w14:textId="77777777" w:rsidTr="000B5D20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14:paraId="0055B6B2" w14:textId="77777777" w:rsidR="004974C8" w:rsidRPr="00233F5C" w:rsidRDefault="004974C8" w:rsidP="004974C8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14:paraId="734E6C74" w14:textId="36FDDCC5" w:rsidR="004974C8" w:rsidRPr="00A1339D" w:rsidRDefault="004974C8" w:rsidP="004974C8">
            <w:pPr>
              <w:pStyle w:val="TabNumeri"/>
            </w:pPr>
            <w:r w:rsidRPr="00A773D5">
              <w:t>11,2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14:paraId="22A39B46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79889B53" w14:textId="7EB7D934" w:rsidR="004974C8" w:rsidRPr="00A1339D" w:rsidRDefault="004974C8" w:rsidP="004974C8">
            <w:pPr>
              <w:pStyle w:val="TabNumeri"/>
            </w:pPr>
            <w:proofErr w:type="spellStart"/>
            <w:r w:rsidRPr="00A728B4">
              <w:t>n.d.</w:t>
            </w:r>
            <w:proofErr w:type="spellEnd"/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08BBC9A0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2732A604" w14:textId="6E148F62" w:rsidR="004974C8" w:rsidRPr="00A1339D" w:rsidRDefault="004974C8" w:rsidP="004974C8">
            <w:pPr>
              <w:pStyle w:val="TabNumeri"/>
            </w:pPr>
            <w:r w:rsidRPr="002059D4">
              <w:t>15,2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14:paraId="5D17A558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14:paraId="6F2EFC27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788C668A" w14:textId="58C9BA2C" w:rsidR="004974C8" w:rsidRPr="00A1339D" w:rsidRDefault="004974C8" w:rsidP="004974C8">
            <w:pPr>
              <w:pStyle w:val="TabNumeri"/>
            </w:pPr>
            <w:r w:rsidRPr="00D100BE">
              <w:t>9,4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3D46BE6F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5E047D5E" w14:textId="42BF78E5" w:rsidR="004974C8" w:rsidRPr="00A1339D" w:rsidRDefault="004974C8" w:rsidP="004974C8">
            <w:pPr>
              <w:pStyle w:val="TabNumeri"/>
            </w:pPr>
            <w:proofErr w:type="spellStart"/>
            <w:r w:rsidRPr="00C33BA9">
              <w:t>n.d.</w:t>
            </w:r>
            <w:proofErr w:type="spellEnd"/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6D4A5F34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593348D9" w14:textId="468DD34A" w:rsidR="004974C8" w:rsidRPr="00A1339D" w:rsidRDefault="004974C8" w:rsidP="004974C8">
            <w:pPr>
              <w:pStyle w:val="TabNumeri"/>
            </w:pPr>
            <w:r w:rsidRPr="00FC403E">
              <w:t>9,9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1F7E8985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406CAB79" w14:textId="77777777" w:rsidTr="000B5D20">
        <w:trPr>
          <w:cantSplit/>
          <w:trHeight w:val="255"/>
        </w:trPr>
        <w:tc>
          <w:tcPr>
            <w:tcW w:w="2489" w:type="dxa"/>
            <w:noWrap/>
          </w:tcPr>
          <w:p w14:paraId="2E60FDC4" w14:textId="77777777" w:rsidR="004974C8" w:rsidRPr="00233F5C" w:rsidRDefault="004974C8" w:rsidP="004974C8">
            <w:pPr>
              <w:pStyle w:val="TabEtichette"/>
            </w:pPr>
            <w:r w:rsidRPr="00233F5C">
              <w:t>- costruzioni</w:t>
            </w:r>
          </w:p>
        </w:tc>
        <w:tc>
          <w:tcPr>
            <w:tcW w:w="849" w:type="dxa"/>
            <w:noWrap/>
          </w:tcPr>
          <w:p w14:paraId="59F424AA" w14:textId="08C7586F" w:rsidR="004974C8" w:rsidRPr="00A1339D" w:rsidRDefault="004974C8" w:rsidP="004974C8">
            <w:pPr>
              <w:pStyle w:val="TabNumeri"/>
            </w:pPr>
            <w:r w:rsidRPr="00A773D5">
              <w:t>21,6</w:t>
            </w:r>
          </w:p>
        </w:tc>
        <w:tc>
          <w:tcPr>
            <w:tcW w:w="283" w:type="dxa"/>
            <w:noWrap/>
          </w:tcPr>
          <w:p w14:paraId="062F6D25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647AE0AF" w14:textId="06DF4F4E" w:rsidR="004974C8" w:rsidRPr="00A1339D" w:rsidRDefault="004974C8" w:rsidP="004974C8">
            <w:pPr>
              <w:pStyle w:val="TabNumeri"/>
            </w:pPr>
            <w:proofErr w:type="spellStart"/>
            <w:r w:rsidRPr="00A728B4">
              <w:t>n.d.</w:t>
            </w:r>
            <w:proofErr w:type="spellEnd"/>
          </w:p>
        </w:tc>
        <w:tc>
          <w:tcPr>
            <w:tcW w:w="284" w:type="dxa"/>
            <w:noWrap/>
          </w:tcPr>
          <w:p w14:paraId="590A74E9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0133F899" w14:textId="3FF21A1C" w:rsidR="004974C8" w:rsidRPr="00A1339D" w:rsidRDefault="004974C8" w:rsidP="004974C8">
            <w:pPr>
              <w:pStyle w:val="TabNumeri"/>
            </w:pPr>
            <w:r w:rsidRPr="002059D4">
              <w:t>22,0</w:t>
            </w:r>
          </w:p>
        </w:tc>
        <w:tc>
          <w:tcPr>
            <w:tcW w:w="285" w:type="dxa"/>
          </w:tcPr>
          <w:p w14:paraId="41D4B2EA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noWrap/>
          </w:tcPr>
          <w:p w14:paraId="17E090BB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</w:tcPr>
          <w:p w14:paraId="1D1D0D15" w14:textId="4F0A3960" w:rsidR="004974C8" w:rsidRPr="00A1339D" w:rsidRDefault="004974C8" w:rsidP="004974C8">
            <w:pPr>
              <w:pStyle w:val="TabNumeri"/>
            </w:pPr>
            <w:r w:rsidRPr="00D100BE">
              <w:t>8,0</w:t>
            </w:r>
          </w:p>
        </w:tc>
        <w:tc>
          <w:tcPr>
            <w:tcW w:w="284" w:type="dxa"/>
            <w:noWrap/>
          </w:tcPr>
          <w:p w14:paraId="7E8BAC7A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4F64B9F5" w14:textId="21CBA2C0" w:rsidR="004974C8" w:rsidRPr="00A1339D" w:rsidRDefault="004974C8" w:rsidP="004974C8">
            <w:pPr>
              <w:pStyle w:val="TabNumeri"/>
            </w:pPr>
            <w:proofErr w:type="spellStart"/>
            <w:r w:rsidRPr="00C33BA9">
              <w:t>n.d.</w:t>
            </w:r>
            <w:proofErr w:type="spellEnd"/>
          </w:p>
        </w:tc>
        <w:tc>
          <w:tcPr>
            <w:tcW w:w="284" w:type="dxa"/>
            <w:noWrap/>
          </w:tcPr>
          <w:p w14:paraId="663ECCBC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1241353F" w14:textId="1C2F5374" w:rsidR="004974C8" w:rsidRPr="00A1339D" w:rsidRDefault="004974C8" w:rsidP="004974C8">
            <w:pPr>
              <w:pStyle w:val="TabNumeri"/>
            </w:pPr>
            <w:r w:rsidRPr="00FC403E">
              <w:t>9,2</w:t>
            </w:r>
          </w:p>
        </w:tc>
        <w:tc>
          <w:tcPr>
            <w:tcW w:w="284" w:type="dxa"/>
            <w:noWrap/>
          </w:tcPr>
          <w:p w14:paraId="6AA46968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1AAE7FCD" w14:textId="77777777" w:rsidTr="000B5D20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14:paraId="23FB21FE" w14:textId="77777777" w:rsidR="004974C8" w:rsidRPr="00233F5C" w:rsidRDefault="004974C8" w:rsidP="004974C8">
            <w:pPr>
              <w:pStyle w:val="TabEtichette"/>
            </w:pPr>
            <w:r>
              <w:t>Occupazione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14:paraId="7453C95D" w14:textId="6C87F515" w:rsidR="004974C8" w:rsidRPr="00A1339D" w:rsidRDefault="004974C8" w:rsidP="004974C8">
            <w:pPr>
              <w:pStyle w:val="TabNumeri"/>
            </w:pPr>
            <w:r w:rsidRPr="00A773D5">
              <w:t>6,2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14:paraId="4D60E88D" w14:textId="35961D3B" w:rsidR="004974C8" w:rsidRPr="00A1339D" w:rsidRDefault="004974C8" w:rsidP="004974C8">
            <w:pPr>
              <w:pStyle w:val="TabNumeri"/>
            </w:pPr>
            <w:r w:rsidRPr="00A1339D">
              <w:t>[</w:t>
            </w:r>
            <w:r>
              <w:t>3</w:t>
            </w:r>
            <w:r w:rsidRPr="00A1339D">
              <w:t>]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19C63521" w14:textId="34B7F344" w:rsidR="004974C8" w:rsidRPr="00A1339D" w:rsidRDefault="004974C8" w:rsidP="004974C8">
            <w:pPr>
              <w:pStyle w:val="TabNumeri"/>
            </w:pPr>
            <w:r w:rsidRPr="00A728B4">
              <w:t>0,1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63F0E689" w14:textId="5AE894A9" w:rsidR="004974C8" w:rsidRPr="00A1339D" w:rsidRDefault="004974C8" w:rsidP="004974C8">
            <w:pPr>
              <w:pStyle w:val="TabNumeri"/>
            </w:pPr>
            <w:r w:rsidRPr="00A1339D">
              <w:t>[</w:t>
            </w:r>
            <w:r>
              <w:t>2</w:t>
            </w:r>
            <w:r w:rsidRPr="00A1339D">
              <w:t>]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2BC914C6" w14:textId="279C1055" w:rsidR="004974C8" w:rsidRPr="00A1339D" w:rsidRDefault="004974C8" w:rsidP="004974C8">
            <w:pPr>
              <w:pStyle w:val="TabNumeri"/>
            </w:pPr>
            <w:r w:rsidRPr="002059D4">
              <w:t>6,1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14:paraId="5C2EC532" w14:textId="292B46CD" w:rsidR="004974C8" w:rsidRPr="00A1339D" w:rsidRDefault="004974C8" w:rsidP="004974C8">
            <w:pPr>
              <w:pStyle w:val="TabNumeri"/>
            </w:pPr>
            <w:r>
              <w:t>[3]</w:t>
            </w: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14:paraId="09500421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5DBB2E38" w14:textId="6DD9D5EB" w:rsidR="004974C8" w:rsidRPr="00A1339D" w:rsidRDefault="004974C8" w:rsidP="004974C8">
            <w:pPr>
              <w:pStyle w:val="TabNumeri"/>
            </w:pPr>
            <w:r w:rsidRPr="00D100BE">
              <w:t>3,5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70E8F814" w14:textId="1E73AFAC" w:rsidR="004974C8" w:rsidRPr="00A1339D" w:rsidRDefault="004974C8" w:rsidP="004974C8">
            <w:pPr>
              <w:pStyle w:val="TabNumeri"/>
            </w:pPr>
            <w:r w:rsidRPr="00A1339D">
              <w:t>[</w:t>
            </w:r>
            <w:r>
              <w:t>3</w:t>
            </w:r>
            <w:r w:rsidRPr="00A1339D">
              <w:t>]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3481FA06" w14:textId="13288883" w:rsidR="004974C8" w:rsidRPr="00A1339D" w:rsidRDefault="004974C8" w:rsidP="004974C8">
            <w:pPr>
              <w:pStyle w:val="TabNumeri"/>
            </w:pPr>
            <w:r w:rsidRPr="00C33BA9">
              <w:t>0,8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79617B3D" w14:textId="336A528B" w:rsidR="004974C8" w:rsidRPr="00A1339D" w:rsidRDefault="004974C8" w:rsidP="004974C8">
            <w:pPr>
              <w:pStyle w:val="TabNumeri"/>
            </w:pPr>
            <w:r w:rsidRPr="00A1339D">
              <w:t>[</w:t>
            </w:r>
            <w:r>
              <w:t>2</w:t>
            </w:r>
            <w:r w:rsidRPr="00A1339D">
              <w:t>]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2BC1C2CE" w14:textId="10ED7D0F" w:rsidR="004974C8" w:rsidRPr="00A1339D" w:rsidRDefault="004974C8" w:rsidP="004974C8">
            <w:pPr>
              <w:pStyle w:val="TabNumeri"/>
            </w:pPr>
            <w:r w:rsidRPr="00FC403E">
              <w:t>3,5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435B2530" w14:textId="01E364C5" w:rsidR="004974C8" w:rsidRPr="00A1339D" w:rsidRDefault="004974C8" w:rsidP="004974C8">
            <w:pPr>
              <w:pStyle w:val="TabNumeri"/>
            </w:pPr>
            <w:r>
              <w:t>[3]</w:t>
            </w:r>
          </w:p>
        </w:tc>
      </w:tr>
      <w:tr w:rsidR="004974C8" w14:paraId="15A530EA" w14:textId="77777777" w:rsidTr="000B5D20">
        <w:trPr>
          <w:cantSplit/>
          <w:trHeight w:val="255"/>
        </w:trPr>
        <w:tc>
          <w:tcPr>
            <w:tcW w:w="2489" w:type="dxa"/>
            <w:noWrap/>
          </w:tcPr>
          <w:p w14:paraId="33699B63" w14:textId="77777777" w:rsidR="004974C8" w:rsidRPr="00233F5C" w:rsidRDefault="004974C8" w:rsidP="004974C8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849" w:type="dxa"/>
            <w:noWrap/>
          </w:tcPr>
          <w:p w14:paraId="757AFC7A" w14:textId="377D820F" w:rsidR="004974C8" w:rsidRPr="00A1339D" w:rsidRDefault="004974C8" w:rsidP="004974C8">
            <w:pPr>
              <w:pStyle w:val="TabNumeri"/>
            </w:pPr>
            <w:r w:rsidRPr="00A773D5">
              <w:t>9,8</w:t>
            </w:r>
          </w:p>
        </w:tc>
        <w:tc>
          <w:tcPr>
            <w:tcW w:w="283" w:type="dxa"/>
            <w:noWrap/>
          </w:tcPr>
          <w:p w14:paraId="0A34DA85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28AFE015" w14:textId="62A41803" w:rsidR="004974C8" w:rsidRPr="00A1339D" w:rsidRDefault="004974C8" w:rsidP="004974C8">
            <w:pPr>
              <w:pStyle w:val="TabNumeri"/>
            </w:pPr>
            <w:r w:rsidRPr="00A728B4">
              <w:t>10,3</w:t>
            </w:r>
          </w:p>
        </w:tc>
        <w:tc>
          <w:tcPr>
            <w:tcW w:w="284" w:type="dxa"/>
            <w:noWrap/>
          </w:tcPr>
          <w:p w14:paraId="7E344F34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37CF8C55" w14:textId="4C3A0D9F" w:rsidR="004974C8" w:rsidRPr="00A1339D" w:rsidRDefault="004974C8" w:rsidP="004974C8">
            <w:pPr>
              <w:pStyle w:val="TabNumeri"/>
            </w:pPr>
            <w:r w:rsidRPr="002059D4">
              <w:t>9,9</w:t>
            </w:r>
          </w:p>
        </w:tc>
        <w:tc>
          <w:tcPr>
            <w:tcW w:w="285" w:type="dxa"/>
          </w:tcPr>
          <w:p w14:paraId="304757E5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noWrap/>
          </w:tcPr>
          <w:p w14:paraId="3C03BCD1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</w:tcPr>
          <w:p w14:paraId="766F627B" w14:textId="50801D0F" w:rsidR="004974C8" w:rsidRPr="00A1339D" w:rsidRDefault="004974C8" w:rsidP="004974C8">
            <w:pPr>
              <w:pStyle w:val="TabNumeri"/>
            </w:pPr>
            <w:r w:rsidRPr="00D100BE">
              <w:t>10,4</w:t>
            </w:r>
          </w:p>
        </w:tc>
        <w:tc>
          <w:tcPr>
            <w:tcW w:w="284" w:type="dxa"/>
            <w:noWrap/>
          </w:tcPr>
          <w:p w14:paraId="2A22109B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77E3D0F6" w14:textId="194FADCF" w:rsidR="004974C8" w:rsidRPr="00A1339D" w:rsidRDefault="004974C8" w:rsidP="004974C8">
            <w:pPr>
              <w:pStyle w:val="TabNumeri"/>
            </w:pPr>
            <w:r w:rsidRPr="00C33BA9">
              <w:t>11,6</w:t>
            </w:r>
          </w:p>
        </w:tc>
        <w:tc>
          <w:tcPr>
            <w:tcW w:w="284" w:type="dxa"/>
            <w:noWrap/>
          </w:tcPr>
          <w:p w14:paraId="79D47895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6722D8D9" w14:textId="20CB9E7D" w:rsidR="004974C8" w:rsidRPr="00A1339D" w:rsidRDefault="004974C8" w:rsidP="004974C8">
            <w:pPr>
              <w:pStyle w:val="TabNumeri"/>
            </w:pPr>
            <w:r w:rsidRPr="00FC403E">
              <w:t>9,6</w:t>
            </w:r>
          </w:p>
        </w:tc>
        <w:tc>
          <w:tcPr>
            <w:tcW w:w="284" w:type="dxa"/>
            <w:noWrap/>
          </w:tcPr>
          <w:p w14:paraId="3EE5EC40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6FF4B6A2" w14:textId="77777777" w:rsidTr="000B5D20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14:paraId="7D52366E" w14:textId="77777777" w:rsidR="004974C8" w:rsidRPr="00233F5C" w:rsidRDefault="004974C8" w:rsidP="004974C8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14:paraId="55FF075B" w14:textId="1A526203" w:rsidR="004974C8" w:rsidRPr="00A1339D" w:rsidRDefault="004974C8" w:rsidP="004974C8">
            <w:pPr>
              <w:pStyle w:val="TabNumeri"/>
            </w:pPr>
            <w:r w:rsidRPr="00A773D5">
              <w:t>1,8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14:paraId="33CA0F64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69BD474B" w14:textId="7FB2B408" w:rsidR="004974C8" w:rsidRPr="00A1339D" w:rsidRDefault="004974C8" w:rsidP="004974C8">
            <w:pPr>
              <w:pStyle w:val="TabNumeri"/>
            </w:pPr>
            <w:r w:rsidRPr="00A728B4">
              <w:t>1,7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1D64EB87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43AC675E" w14:textId="05B18F2C" w:rsidR="004974C8" w:rsidRPr="00A1339D" w:rsidRDefault="004974C8" w:rsidP="004974C8">
            <w:pPr>
              <w:pStyle w:val="TabNumeri"/>
            </w:pPr>
            <w:r w:rsidRPr="002059D4">
              <w:t>1,8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14:paraId="48066C5F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14:paraId="39784F94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5791BD27" w14:textId="0B92E552" w:rsidR="004974C8" w:rsidRPr="00A1339D" w:rsidRDefault="004974C8" w:rsidP="004974C8">
            <w:pPr>
              <w:pStyle w:val="TabNumeri"/>
            </w:pPr>
            <w:r w:rsidRPr="00D100BE">
              <w:t>1,5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0D125996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14038FDC" w14:textId="105013A6" w:rsidR="004974C8" w:rsidRPr="00A1339D" w:rsidRDefault="004974C8" w:rsidP="004974C8">
            <w:pPr>
              <w:pStyle w:val="TabNumeri"/>
            </w:pPr>
            <w:r w:rsidRPr="00C33BA9">
              <w:t>1,8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67B29F85" w14:textId="6B0E8D36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4A9E9EC9" w14:textId="284C3C84" w:rsidR="004974C8" w:rsidRPr="00A1339D" w:rsidRDefault="004974C8" w:rsidP="004974C8">
            <w:pPr>
              <w:pStyle w:val="TabNumeri"/>
            </w:pPr>
            <w:r w:rsidRPr="00FC403E">
              <w:t>1,4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423E6D52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7CDFD319" w14:textId="77777777" w:rsidTr="000B5D20">
        <w:trPr>
          <w:cantSplit/>
          <w:trHeight w:val="255"/>
        </w:trPr>
        <w:tc>
          <w:tcPr>
            <w:tcW w:w="2489" w:type="dxa"/>
            <w:noWrap/>
          </w:tcPr>
          <w:p w14:paraId="1A0F4882" w14:textId="77777777" w:rsidR="004974C8" w:rsidRPr="00233F5C" w:rsidRDefault="004974C8" w:rsidP="004974C8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849" w:type="dxa"/>
            <w:noWrap/>
          </w:tcPr>
          <w:p w14:paraId="575D6D2E" w14:textId="7B8EF362" w:rsidR="004974C8" w:rsidRPr="00A1339D" w:rsidRDefault="004974C8" w:rsidP="004974C8">
            <w:pPr>
              <w:pStyle w:val="TabNumeri"/>
            </w:pPr>
            <w:r w:rsidRPr="00A773D5">
              <w:t>2,6</w:t>
            </w:r>
          </w:p>
        </w:tc>
        <w:tc>
          <w:tcPr>
            <w:tcW w:w="283" w:type="dxa"/>
            <w:noWrap/>
          </w:tcPr>
          <w:p w14:paraId="36326244" w14:textId="6A22CB38" w:rsidR="004974C8" w:rsidRPr="00A1339D" w:rsidRDefault="004974C8" w:rsidP="004974C8">
            <w:pPr>
              <w:pStyle w:val="TabNumeri"/>
            </w:pPr>
            <w:r w:rsidRPr="00A1339D">
              <w:t>[</w:t>
            </w:r>
            <w:r>
              <w:t>4</w:t>
            </w:r>
            <w:r w:rsidRPr="00A1339D">
              <w:t>]</w:t>
            </w:r>
          </w:p>
        </w:tc>
        <w:tc>
          <w:tcPr>
            <w:tcW w:w="851" w:type="dxa"/>
            <w:noWrap/>
          </w:tcPr>
          <w:p w14:paraId="45F09B67" w14:textId="155A8CCA" w:rsidR="004974C8" w:rsidRPr="00A1339D" w:rsidRDefault="004974C8" w:rsidP="004974C8">
            <w:pPr>
              <w:pStyle w:val="TabNumeri"/>
            </w:pPr>
            <w:r w:rsidRPr="00A728B4">
              <w:t>3,7</w:t>
            </w:r>
          </w:p>
        </w:tc>
        <w:tc>
          <w:tcPr>
            <w:tcW w:w="284" w:type="dxa"/>
            <w:noWrap/>
          </w:tcPr>
          <w:p w14:paraId="3A8689F2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5666E659" w14:textId="4DD7DEAC" w:rsidR="004974C8" w:rsidRPr="00A1339D" w:rsidRDefault="004974C8" w:rsidP="004974C8">
            <w:pPr>
              <w:pStyle w:val="TabNumeri"/>
            </w:pPr>
            <w:r w:rsidRPr="002059D4">
              <w:t>3,0</w:t>
            </w:r>
          </w:p>
        </w:tc>
        <w:tc>
          <w:tcPr>
            <w:tcW w:w="285" w:type="dxa"/>
          </w:tcPr>
          <w:p w14:paraId="449FD194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noWrap/>
          </w:tcPr>
          <w:p w14:paraId="4237EE29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</w:tcPr>
          <w:p w14:paraId="76B87B19" w14:textId="569D4949" w:rsidR="004974C8" w:rsidRPr="00A1339D" w:rsidRDefault="004974C8" w:rsidP="004974C8">
            <w:pPr>
              <w:pStyle w:val="TabNumeri"/>
            </w:pPr>
            <w:r w:rsidRPr="00D100BE">
              <w:t>2,2</w:t>
            </w:r>
          </w:p>
        </w:tc>
        <w:tc>
          <w:tcPr>
            <w:tcW w:w="284" w:type="dxa"/>
            <w:noWrap/>
          </w:tcPr>
          <w:p w14:paraId="1E5776FA" w14:textId="6B114E75" w:rsidR="004974C8" w:rsidRPr="00A1339D" w:rsidRDefault="004974C8" w:rsidP="004974C8">
            <w:pPr>
              <w:pStyle w:val="TabNumeri"/>
            </w:pPr>
            <w:r w:rsidRPr="00A1339D">
              <w:t>[</w:t>
            </w:r>
            <w:r>
              <w:t>4</w:t>
            </w:r>
            <w:r w:rsidRPr="00A1339D">
              <w:t>]</w:t>
            </w:r>
          </w:p>
        </w:tc>
        <w:tc>
          <w:tcPr>
            <w:tcW w:w="851" w:type="dxa"/>
            <w:noWrap/>
          </w:tcPr>
          <w:p w14:paraId="1C7C2944" w14:textId="0459D193" w:rsidR="004974C8" w:rsidRPr="00A1339D" w:rsidRDefault="004974C8" w:rsidP="004974C8">
            <w:pPr>
              <w:pStyle w:val="TabNumeri"/>
            </w:pPr>
            <w:r w:rsidRPr="00C33BA9">
              <w:t>3,6</w:t>
            </w:r>
          </w:p>
        </w:tc>
        <w:tc>
          <w:tcPr>
            <w:tcW w:w="284" w:type="dxa"/>
            <w:noWrap/>
          </w:tcPr>
          <w:p w14:paraId="6247E460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7B112C6F" w14:textId="04C9A5B6" w:rsidR="004974C8" w:rsidRPr="00A1339D" w:rsidRDefault="004974C8" w:rsidP="004974C8">
            <w:pPr>
              <w:pStyle w:val="TabNumeri"/>
            </w:pPr>
            <w:r w:rsidRPr="00FC403E">
              <w:t>3,2</w:t>
            </w:r>
          </w:p>
        </w:tc>
        <w:tc>
          <w:tcPr>
            <w:tcW w:w="284" w:type="dxa"/>
            <w:noWrap/>
          </w:tcPr>
          <w:p w14:paraId="5CE29E4D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03C1B0C8" w14:textId="77777777" w:rsidTr="000B5D20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14:paraId="31B27233" w14:textId="77777777" w:rsidR="004974C8" w:rsidRPr="00233F5C" w:rsidRDefault="004974C8" w:rsidP="004974C8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14:paraId="25D3DBC8" w14:textId="20FF7AB5" w:rsidR="004974C8" w:rsidRPr="00A1339D" w:rsidRDefault="004974C8" w:rsidP="004974C8">
            <w:pPr>
              <w:pStyle w:val="TabNumeri"/>
            </w:pPr>
            <w:r w:rsidRPr="00A773D5">
              <w:t>-6,6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14:paraId="4BA3458C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51AFE70C" w14:textId="6FE97EB0" w:rsidR="004974C8" w:rsidRPr="00A1339D" w:rsidRDefault="004974C8" w:rsidP="004974C8">
            <w:pPr>
              <w:pStyle w:val="TabNumeri"/>
            </w:pPr>
            <w:r w:rsidRPr="00A728B4">
              <w:t>-7,1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643F935F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76057F72" w14:textId="6BAE0804" w:rsidR="004974C8" w:rsidRPr="00A1339D" w:rsidRDefault="004974C8" w:rsidP="004974C8">
            <w:pPr>
              <w:pStyle w:val="TabNumeri"/>
            </w:pPr>
            <w:r w:rsidRPr="002059D4">
              <w:t>-6,0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14:paraId="4BF733BF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14:paraId="6588FFA0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53C383C7" w14:textId="7205AB09" w:rsidR="004974C8" w:rsidRPr="00A1339D" w:rsidRDefault="004974C8" w:rsidP="004974C8">
            <w:pPr>
              <w:pStyle w:val="TabNumeri"/>
            </w:pPr>
            <w:r w:rsidRPr="00D100BE">
              <w:t>-2,3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0EA33D4A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27730B1D" w14:textId="5A5A75D8" w:rsidR="004974C8" w:rsidRPr="00A1339D" w:rsidRDefault="004974C8" w:rsidP="004974C8">
            <w:pPr>
              <w:pStyle w:val="TabNumeri"/>
            </w:pPr>
            <w:r w:rsidRPr="00C33BA9">
              <w:t>-1,7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037E191A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14:paraId="1795AB74" w14:textId="5B67CB84" w:rsidR="004974C8" w:rsidRPr="00A1339D" w:rsidRDefault="004974C8" w:rsidP="004974C8">
            <w:pPr>
              <w:pStyle w:val="TabNumeri"/>
            </w:pPr>
            <w:r w:rsidRPr="00FC403E">
              <w:t>-1,7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14:paraId="63DF2CAC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52664232" w14:textId="77777777" w:rsidTr="000B5D20">
        <w:trPr>
          <w:cantSplit/>
          <w:trHeight w:val="255"/>
        </w:trPr>
        <w:tc>
          <w:tcPr>
            <w:tcW w:w="2489" w:type="dxa"/>
            <w:noWrap/>
          </w:tcPr>
          <w:p w14:paraId="38A7AA85" w14:textId="77777777" w:rsidR="004974C8" w:rsidRPr="00233F5C" w:rsidRDefault="004974C8" w:rsidP="004974C8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849" w:type="dxa"/>
            <w:noWrap/>
          </w:tcPr>
          <w:p w14:paraId="13457D32" w14:textId="27DBE256" w:rsidR="004974C8" w:rsidRPr="00A1339D" w:rsidRDefault="004974C8" w:rsidP="004974C8">
            <w:pPr>
              <w:pStyle w:val="TabNumeri"/>
            </w:pPr>
            <w:r w:rsidRPr="00A773D5">
              <w:t>9,7</w:t>
            </w:r>
          </w:p>
        </w:tc>
        <w:tc>
          <w:tcPr>
            <w:tcW w:w="283" w:type="dxa"/>
            <w:noWrap/>
          </w:tcPr>
          <w:p w14:paraId="6BE0A893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24AFFF33" w14:textId="7F9DCFDB" w:rsidR="004974C8" w:rsidRPr="00A1339D" w:rsidRDefault="004974C8" w:rsidP="004974C8">
            <w:pPr>
              <w:pStyle w:val="TabNumeri"/>
            </w:pPr>
            <w:r w:rsidRPr="00A728B4">
              <w:t>10,2</w:t>
            </w:r>
          </w:p>
        </w:tc>
        <w:tc>
          <w:tcPr>
            <w:tcW w:w="284" w:type="dxa"/>
            <w:noWrap/>
          </w:tcPr>
          <w:p w14:paraId="0EDDFB4E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74FEA684" w14:textId="643C0968" w:rsidR="004974C8" w:rsidRPr="00A1339D" w:rsidRDefault="004974C8" w:rsidP="004974C8">
            <w:pPr>
              <w:pStyle w:val="TabNumeri"/>
            </w:pPr>
            <w:r w:rsidRPr="002059D4">
              <w:t>9,4</w:t>
            </w:r>
          </w:p>
        </w:tc>
        <w:tc>
          <w:tcPr>
            <w:tcW w:w="285" w:type="dxa"/>
          </w:tcPr>
          <w:p w14:paraId="68470538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noWrap/>
          </w:tcPr>
          <w:p w14:paraId="07A02B82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</w:tcPr>
          <w:p w14:paraId="26B1DEDD" w14:textId="6A05C612" w:rsidR="004974C8" w:rsidRPr="00A1339D" w:rsidRDefault="004974C8" w:rsidP="004974C8">
            <w:pPr>
              <w:pStyle w:val="TabNumeri"/>
            </w:pPr>
            <w:r w:rsidRPr="00D100BE">
              <w:t>5,3</w:t>
            </w:r>
          </w:p>
        </w:tc>
        <w:tc>
          <w:tcPr>
            <w:tcW w:w="284" w:type="dxa"/>
            <w:noWrap/>
          </w:tcPr>
          <w:p w14:paraId="10BF8673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1E95AC2B" w14:textId="7B5F1FF9" w:rsidR="004974C8" w:rsidRPr="00A1339D" w:rsidRDefault="004974C8" w:rsidP="004974C8">
            <w:pPr>
              <w:pStyle w:val="TabNumeri"/>
            </w:pPr>
            <w:r w:rsidRPr="00C33BA9">
              <w:t>4,7</w:t>
            </w:r>
          </w:p>
        </w:tc>
        <w:tc>
          <w:tcPr>
            <w:tcW w:w="284" w:type="dxa"/>
            <w:noWrap/>
          </w:tcPr>
          <w:p w14:paraId="6EFA9E8C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noWrap/>
          </w:tcPr>
          <w:p w14:paraId="1FA15227" w14:textId="0B5A9D41" w:rsidR="004974C8" w:rsidRPr="00A1339D" w:rsidRDefault="004974C8" w:rsidP="004974C8">
            <w:pPr>
              <w:pStyle w:val="TabNumeri"/>
            </w:pPr>
            <w:r w:rsidRPr="00FC403E">
              <w:t>4,6</w:t>
            </w:r>
          </w:p>
        </w:tc>
        <w:tc>
          <w:tcPr>
            <w:tcW w:w="284" w:type="dxa"/>
            <w:noWrap/>
          </w:tcPr>
          <w:p w14:paraId="0AD96E39" w14:textId="77777777" w:rsidR="004974C8" w:rsidRPr="00A1339D" w:rsidRDefault="004974C8" w:rsidP="004974C8">
            <w:pPr>
              <w:pStyle w:val="TabNumeri"/>
            </w:pPr>
          </w:p>
        </w:tc>
      </w:tr>
      <w:tr w:rsidR="004974C8" w14:paraId="6B947007" w14:textId="77777777" w:rsidTr="000B5D20">
        <w:trPr>
          <w:cantSplit/>
          <w:trHeight w:val="255"/>
        </w:trPr>
        <w:tc>
          <w:tcPr>
            <w:tcW w:w="248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8064890" w14:textId="77777777" w:rsidR="004974C8" w:rsidRDefault="004974C8" w:rsidP="004974C8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84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41A9254" w14:textId="3A451371" w:rsidR="004974C8" w:rsidRPr="00A1339D" w:rsidRDefault="004974C8" w:rsidP="004974C8">
            <w:pPr>
              <w:pStyle w:val="TabNumeri"/>
            </w:pPr>
            <w:r w:rsidRPr="00A773D5">
              <w:t>155,6</w:t>
            </w:r>
          </w:p>
        </w:tc>
        <w:tc>
          <w:tcPr>
            <w:tcW w:w="28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A6C8E6F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1A12412" w14:textId="4C07DA1B" w:rsidR="004974C8" w:rsidRPr="00A1339D" w:rsidRDefault="004974C8" w:rsidP="004974C8">
            <w:pPr>
              <w:pStyle w:val="TabNumeri"/>
            </w:pPr>
            <w:r>
              <w:t>154,8</w:t>
            </w:r>
          </w:p>
        </w:tc>
        <w:tc>
          <w:tcPr>
            <w:tcW w:w="28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DF1A804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AC7ADB8" w14:textId="64470FDA" w:rsidR="004974C8" w:rsidRPr="00A1339D" w:rsidRDefault="004974C8" w:rsidP="004974C8">
            <w:pPr>
              <w:pStyle w:val="TabNumeri"/>
            </w:pPr>
            <w:r w:rsidRPr="002059D4">
              <w:t>154,2</w:t>
            </w:r>
          </w:p>
        </w:tc>
        <w:tc>
          <w:tcPr>
            <w:tcW w:w="285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196046E2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5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D8C1A2E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22D51487" w14:textId="245AA795" w:rsidR="004974C8" w:rsidRPr="00A1339D" w:rsidRDefault="004974C8" w:rsidP="004974C8">
            <w:pPr>
              <w:pStyle w:val="TabNumeri"/>
            </w:pPr>
            <w:r w:rsidRPr="00D100BE">
              <w:t>153,0</w:t>
            </w:r>
          </w:p>
        </w:tc>
        <w:tc>
          <w:tcPr>
            <w:tcW w:w="28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3815343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3641178" w14:textId="3F4AE8D9" w:rsidR="004974C8" w:rsidRPr="00A1339D" w:rsidRDefault="004974C8" w:rsidP="004974C8">
            <w:pPr>
              <w:pStyle w:val="TabNumeri"/>
            </w:pPr>
            <w:r w:rsidRPr="00C33BA9">
              <w:t>150,4</w:t>
            </w:r>
          </w:p>
        </w:tc>
        <w:tc>
          <w:tcPr>
            <w:tcW w:w="28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0FF2A85" w14:textId="77777777" w:rsidR="004974C8" w:rsidRPr="00A1339D" w:rsidRDefault="004974C8" w:rsidP="004974C8">
            <w:pPr>
              <w:pStyle w:val="TabNumeri"/>
            </w:pPr>
          </w:p>
        </w:tc>
        <w:tc>
          <w:tcPr>
            <w:tcW w:w="85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80F08F5" w14:textId="37D3936A" w:rsidR="004974C8" w:rsidRPr="00A1339D" w:rsidRDefault="004974C8" w:rsidP="004974C8">
            <w:pPr>
              <w:pStyle w:val="TabNumeri"/>
            </w:pPr>
            <w:r w:rsidRPr="00FC403E">
              <w:t>150,7</w:t>
            </w:r>
          </w:p>
        </w:tc>
        <w:tc>
          <w:tcPr>
            <w:tcW w:w="28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3D77446" w14:textId="77777777" w:rsidR="004974C8" w:rsidRDefault="004974C8" w:rsidP="004974C8">
            <w:pPr>
              <w:pStyle w:val="TabNumeri"/>
            </w:pPr>
          </w:p>
        </w:tc>
      </w:tr>
      <w:tr w:rsidR="00FD57CD" w14:paraId="57898D88" w14:textId="77777777" w:rsidTr="000B5D20">
        <w:trPr>
          <w:cantSplit/>
          <w:trHeight w:val="255"/>
        </w:trPr>
        <w:tc>
          <w:tcPr>
            <w:tcW w:w="9356" w:type="dxa"/>
            <w:gridSpan w:val="14"/>
            <w:tcBorders>
              <w:top w:val="single" w:sz="4" w:space="0" w:color="632423" w:themeColor="accent2" w:themeShade="80"/>
            </w:tcBorders>
            <w:shd w:val="clear" w:color="auto" w:fill="auto"/>
            <w:noWrap/>
          </w:tcPr>
          <w:p w14:paraId="3413E237" w14:textId="77777777" w:rsidR="008B6A8D" w:rsidRPr="008B6A8D" w:rsidRDefault="008B6A8D" w:rsidP="008B6A8D">
            <w:pPr>
              <w:pStyle w:val="TabNoteSuperiori"/>
            </w:pPr>
            <w:r w:rsidRPr="006F4A37">
              <w:t xml:space="preserve">a] Tasso percentuale. [b] Percentuale sul Pil. [1] Variazioni del PIL e delle sue componenti stimate su dati trimestrali destagionalizzati e corretti per il numero di giornate. </w:t>
            </w:r>
            <w:r w:rsidRPr="00D76DB6">
              <w:t>[</w:t>
            </w:r>
            <w:r>
              <w:t>2</w:t>
            </w:r>
            <w:r w:rsidRPr="00D76DB6">
              <w:t xml:space="preserve">] </w:t>
            </w:r>
            <w:r>
              <w:t xml:space="preserve">Persone. [3] </w:t>
            </w:r>
            <w:r w:rsidRPr="00D76DB6">
              <w:t xml:space="preserve">Unità di lavoro standard. </w:t>
            </w:r>
            <w:r w:rsidRPr="006F4A37">
              <w:t>[</w:t>
            </w:r>
            <w:r>
              <w:t>4</w:t>
            </w:r>
            <w:r w:rsidRPr="006F4A37">
              <w:t xml:space="preserve">] </w:t>
            </w:r>
            <w:r>
              <w:t xml:space="preserve">Bilancio </w:t>
            </w:r>
            <w:r w:rsidRPr="006F4A37">
              <w:t xml:space="preserve">commerciale (in % del Pil). </w:t>
            </w:r>
          </w:p>
          <w:p w14:paraId="20A43B74" w14:textId="79DA2022" w:rsidR="00FD57CD" w:rsidRPr="00B64650" w:rsidRDefault="008B6A8D" w:rsidP="008B6A8D">
            <w:pPr>
              <w:pStyle w:val="TabNoteSuperiori"/>
            </w:pPr>
            <w:r w:rsidRPr="006F4A37">
              <w:t>Fonte</w:t>
            </w:r>
            <w:r>
              <w:t>:</w:t>
            </w:r>
            <w:r w:rsidRPr="006F4A37">
              <w:t xml:space="preserve"> Fmi, World </w:t>
            </w:r>
            <w:proofErr w:type="spellStart"/>
            <w:r w:rsidRPr="006F4A37">
              <w:t>Economic</w:t>
            </w:r>
            <w:proofErr w:type="spellEnd"/>
            <w:r w:rsidRPr="006F4A37">
              <w:t xml:space="preserve"> Outlook; Centro studi Confindustria; Prometeia, Rapporto di Previsione</w:t>
            </w:r>
            <w:r>
              <w:t>.</w:t>
            </w:r>
          </w:p>
        </w:tc>
      </w:tr>
    </w:tbl>
    <w:p w14:paraId="5999B831" w14:textId="77777777" w:rsidR="00D37A56" w:rsidRDefault="008741B6" w:rsidP="00D37A56">
      <w:r>
        <w:t>Ancora</w:t>
      </w:r>
      <w:r w:rsidR="00CE2787">
        <w:t xml:space="preserve"> tabella</w:t>
      </w:r>
    </w:p>
    <w:p w14:paraId="793C2583" w14:textId="77777777" w:rsidR="00992B5F" w:rsidRDefault="00992B5F" w:rsidP="003D7D2C"/>
    <w:p w14:paraId="1377FA25" w14:textId="77777777" w:rsidR="00981333" w:rsidRDefault="00981333" w:rsidP="00981333">
      <w:pPr>
        <w:pStyle w:val="FigTitolo"/>
      </w:pPr>
      <w:r>
        <w:br w:type="page"/>
      </w:r>
    </w:p>
    <w:p w14:paraId="7CC4121D" w14:textId="77777777" w:rsidR="00F858D8" w:rsidRDefault="00CF2079" w:rsidP="00F858D8">
      <w:pPr>
        <w:pStyle w:val="Titolo2"/>
      </w:pPr>
      <w:bookmarkStart w:id="9" w:name="_Toc448399722"/>
      <w:bookmarkStart w:id="10" w:name="_Toc85200529"/>
      <w:r>
        <w:lastRenderedPageBreak/>
        <w:t>X</w:t>
      </w:r>
      <w:r w:rsidR="00F858D8">
        <w:t>.3.</w:t>
      </w:r>
      <w:r w:rsidR="00F858D8">
        <w:tab/>
      </w:r>
      <w:bookmarkStart w:id="11" w:name="OLE_LINK1"/>
      <w:r w:rsidR="00F858D8">
        <w:t>Il quadro regionale</w:t>
      </w:r>
      <w:bookmarkEnd w:id="9"/>
      <w:bookmarkEnd w:id="10"/>
      <w:bookmarkEnd w:id="11"/>
    </w:p>
    <w:p w14:paraId="50E1F694" w14:textId="77777777" w:rsidR="00DF0CEB" w:rsidRDefault="00DF0CEB" w:rsidP="000A6AC8"/>
    <w:tbl>
      <w:tblPr>
        <w:tblpPr w:bottomFromText="284" w:horzAnchor="margin" w:tblpXSpec="center" w:tblpYSpec="top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14:paraId="0A3FE258" w14:textId="77777777" w:rsidTr="00E02BBA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14:paraId="07BD750B" w14:textId="0B8F5BFB" w:rsidR="000A6AC8" w:rsidRPr="007C570B" w:rsidRDefault="000A6AC8" w:rsidP="00E02BBA">
            <w:pPr>
              <w:pStyle w:val="TabTitolo"/>
              <w:ind w:left="1134" w:hanging="1134"/>
            </w:pPr>
            <w:bookmarkStart w:id="12" w:name="_Hlk85455706"/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>concatenati, anno di riferim</w:t>
            </w:r>
            <w:r w:rsidR="00374DCA">
              <w:t>ento</w:t>
            </w:r>
            <w:r>
              <w:t xml:space="preserve"> 201</w:t>
            </w:r>
            <w:r w:rsidR="00504545">
              <w:t>5</w:t>
            </w:r>
          </w:p>
        </w:tc>
      </w:tr>
      <w:tr w:rsidR="00400B20" w14:paraId="75F17E47" w14:textId="77777777" w:rsidTr="00E02BBA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14:paraId="4FDAF80D" w14:textId="77777777" w:rsidR="00400B20" w:rsidRDefault="00400B20" w:rsidP="00E02BBA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1E6AD966" w14:textId="66FE8C3A" w:rsidR="00400B20" w:rsidRPr="0085406E" w:rsidRDefault="00400B20" w:rsidP="00E02BBA">
            <w:pPr>
              <w:pStyle w:val="TabIntestazioni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0422ED42" w14:textId="6438247F" w:rsidR="00400B20" w:rsidRPr="0085406E" w:rsidRDefault="00400B20" w:rsidP="00E02BBA">
            <w:pPr>
              <w:pStyle w:val="TabIntestazioni"/>
            </w:pPr>
            <w:r w:rsidRPr="0085406E">
              <w:t>20</w:t>
            </w:r>
            <w:r>
              <w:t>20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4AF4B03A" w14:textId="30B85F47" w:rsidR="00400B20" w:rsidRPr="0085406E" w:rsidRDefault="00400B20" w:rsidP="00E02BBA">
            <w:pPr>
              <w:pStyle w:val="TabIntestazioni"/>
            </w:pPr>
            <w:r w:rsidRPr="0085406E">
              <w:t>20</w:t>
            </w:r>
            <w:r>
              <w:t>21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28198434" w14:textId="2C441981" w:rsidR="00400B20" w:rsidRPr="0085406E" w:rsidRDefault="00400B20" w:rsidP="00E02BBA">
            <w:pPr>
              <w:pStyle w:val="TabIntestazioni"/>
            </w:pPr>
            <w:r w:rsidRPr="0085406E">
              <w:t>20</w:t>
            </w:r>
            <w:r>
              <w:t>22</w:t>
            </w:r>
          </w:p>
        </w:tc>
      </w:tr>
      <w:tr w:rsidR="000A6AC8" w14:paraId="28B0A33A" w14:textId="77777777" w:rsidTr="00E02BBA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14:paraId="4C865D42" w14:textId="77777777" w:rsidR="000A6AC8" w:rsidRPr="00686A56" w:rsidRDefault="000A6AC8" w:rsidP="00E02BBA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14:paraId="59B4835E" w14:textId="77777777" w:rsidR="000A6AC8" w:rsidRPr="0085406E" w:rsidRDefault="000A6AC8" w:rsidP="00E02BBA"/>
        </w:tc>
        <w:tc>
          <w:tcPr>
            <w:tcW w:w="1134" w:type="dxa"/>
            <w:tcBorders>
              <w:top w:val="single" w:sz="4" w:space="0" w:color="800000"/>
            </w:tcBorders>
          </w:tcPr>
          <w:p w14:paraId="7D20978B" w14:textId="77777777" w:rsidR="000A6AC8" w:rsidRPr="0085406E" w:rsidRDefault="000A6AC8" w:rsidP="00E02BBA"/>
        </w:tc>
        <w:tc>
          <w:tcPr>
            <w:tcW w:w="1134" w:type="dxa"/>
            <w:tcBorders>
              <w:top w:val="single" w:sz="4" w:space="0" w:color="800000"/>
            </w:tcBorders>
          </w:tcPr>
          <w:p w14:paraId="6662AD00" w14:textId="77777777" w:rsidR="000A6AC8" w:rsidRPr="0085406E" w:rsidRDefault="000A6AC8" w:rsidP="00E02BBA"/>
        </w:tc>
        <w:tc>
          <w:tcPr>
            <w:tcW w:w="1134" w:type="dxa"/>
            <w:tcBorders>
              <w:top w:val="single" w:sz="4" w:space="0" w:color="800000"/>
            </w:tcBorders>
          </w:tcPr>
          <w:p w14:paraId="7293BC6D" w14:textId="77777777" w:rsidR="000A6AC8" w:rsidRPr="0085406E" w:rsidRDefault="000A6AC8" w:rsidP="00E02BBA"/>
        </w:tc>
      </w:tr>
      <w:tr w:rsidR="000A6AC8" w14:paraId="47612E03" w14:textId="77777777" w:rsidTr="00E02BBA">
        <w:trPr>
          <w:cantSplit/>
          <w:trHeight w:val="227"/>
        </w:trPr>
        <w:tc>
          <w:tcPr>
            <w:tcW w:w="4820" w:type="dxa"/>
          </w:tcPr>
          <w:p w14:paraId="1B72A4D7" w14:textId="77777777" w:rsidR="000A6AC8" w:rsidRPr="00F039B7" w:rsidRDefault="000A6AC8" w:rsidP="00E02BBA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14:paraId="182A8B7F" w14:textId="77777777" w:rsidR="000A6AC8" w:rsidRPr="0085406E" w:rsidRDefault="000A6AC8" w:rsidP="00E02BBA">
            <w:pPr>
              <w:pStyle w:val="tabnum"/>
            </w:pPr>
          </w:p>
        </w:tc>
        <w:tc>
          <w:tcPr>
            <w:tcW w:w="1134" w:type="dxa"/>
          </w:tcPr>
          <w:p w14:paraId="3336543D" w14:textId="77777777" w:rsidR="000A6AC8" w:rsidRPr="0085406E" w:rsidRDefault="000A6AC8" w:rsidP="00E02BBA">
            <w:pPr>
              <w:pStyle w:val="tabnum"/>
            </w:pPr>
          </w:p>
        </w:tc>
        <w:tc>
          <w:tcPr>
            <w:tcW w:w="1134" w:type="dxa"/>
          </w:tcPr>
          <w:p w14:paraId="464A7E7A" w14:textId="77777777" w:rsidR="000A6AC8" w:rsidRPr="0085406E" w:rsidRDefault="000A6AC8" w:rsidP="00E02BBA">
            <w:pPr>
              <w:pStyle w:val="tabnum"/>
            </w:pPr>
          </w:p>
        </w:tc>
        <w:tc>
          <w:tcPr>
            <w:tcW w:w="1134" w:type="dxa"/>
          </w:tcPr>
          <w:p w14:paraId="32E2F1C0" w14:textId="77777777" w:rsidR="000A6AC8" w:rsidRPr="0085406E" w:rsidRDefault="000A6AC8" w:rsidP="00E02BBA">
            <w:pPr>
              <w:pStyle w:val="tabnum"/>
            </w:pPr>
          </w:p>
        </w:tc>
      </w:tr>
      <w:tr w:rsidR="008914AB" w14:paraId="398855ED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62F0C11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5EEE65C" w14:textId="432E1D6D" w:rsidR="008914AB" w:rsidRPr="00AE376F" w:rsidRDefault="008914AB" w:rsidP="00E02BBA">
            <w:pPr>
              <w:pStyle w:val="TabNumeri"/>
            </w:pPr>
            <w:r w:rsidRPr="00DB6B5B">
              <w:t>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9080667" w14:textId="397199CA" w:rsidR="008914AB" w:rsidRPr="00AE376F" w:rsidRDefault="008914AB" w:rsidP="00E02BBA">
            <w:pPr>
              <w:pStyle w:val="TabNumeri"/>
            </w:pPr>
            <w:r w:rsidRPr="00DB6B5B">
              <w:t>-9,1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3EA72FD" w14:textId="7D12DC4F" w:rsidR="008914AB" w:rsidRPr="00AE376F" w:rsidRDefault="008914AB" w:rsidP="00E02BBA">
            <w:pPr>
              <w:pStyle w:val="TabNumeri"/>
            </w:pPr>
            <w:r w:rsidRPr="00DB6B5B">
              <w:t>6,5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4A1805" w14:textId="684D9CFD" w:rsidR="008914AB" w:rsidRPr="00AE376F" w:rsidRDefault="008914AB" w:rsidP="00E02BBA">
            <w:pPr>
              <w:pStyle w:val="TabNumeri"/>
            </w:pPr>
            <w:r w:rsidRPr="00DB6B5B">
              <w:t>3,8</w:t>
            </w:r>
          </w:p>
        </w:tc>
      </w:tr>
      <w:tr w:rsidR="008914AB" w14:paraId="40624A75" w14:textId="77777777" w:rsidTr="00E02BBA">
        <w:trPr>
          <w:cantSplit/>
          <w:trHeight w:val="227"/>
        </w:trPr>
        <w:tc>
          <w:tcPr>
            <w:tcW w:w="4820" w:type="dxa"/>
          </w:tcPr>
          <w:p w14:paraId="3E554455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 xml:space="preserve">Domanda </w:t>
            </w:r>
            <w:proofErr w:type="gramStart"/>
            <w:r>
              <w:t>interna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682B458C" w14:textId="1E599FE0" w:rsidR="008914AB" w:rsidRPr="00AE376F" w:rsidRDefault="008914AB" w:rsidP="00E02BBA">
            <w:pPr>
              <w:pStyle w:val="TabNumeri"/>
            </w:pPr>
            <w:r w:rsidRPr="00DB6B5B">
              <w:t>0,7</w:t>
            </w:r>
          </w:p>
        </w:tc>
        <w:tc>
          <w:tcPr>
            <w:tcW w:w="1134" w:type="dxa"/>
          </w:tcPr>
          <w:p w14:paraId="5F17EF70" w14:textId="7C8C7D0F" w:rsidR="008914AB" w:rsidRPr="00AE376F" w:rsidRDefault="008914AB" w:rsidP="00E02BBA">
            <w:pPr>
              <w:pStyle w:val="TabNumeri"/>
            </w:pPr>
            <w:r w:rsidRPr="00DB6B5B">
              <w:t>-8,8</w:t>
            </w:r>
          </w:p>
        </w:tc>
        <w:tc>
          <w:tcPr>
            <w:tcW w:w="1134" w:type="dxa"/>
          </w:tcPr>
          <w:p w14:paraId="344984E3" w14:textId="755F45EB" w:rsidR="008914AB" w:rsidRPr="00AE376F" w:rsidRDefault="008914AB" w:rsidP="00E02BBA">
            <w:pPr>
              <w:pStyle w:val="TabNumeri"/>
            </w:pPr>
            <w:r w:rsidRPr="00DB6B5B">
              <w:t>6,9</w:t>
            </w:r>
          </w:p>
        </w:tc>
        <w:tc>
          <w:tcPr>
            <w:tcW w:w="1134" w:type="dxa"/>
          </w:tcPr>
          <w:p w14:paraId="037BD335" w14:textId="18A98DF4" w:rsidR="008914AB" w:rsidRPr="00AE376F" w:rsidRDefault="008914AB" w:rsidP="00E02BBA">
            <w:pPr>
              <w:pStyle w:val="TabNumeri"/>
            </w:pPr>
            <w:r w:rsidRPr="00DB6B5B">
              <w:t>5,0</w:t>
            </w:r>
          </w:p>
        </w:tc>
      </w:tr>
      <w:tr w:rsidR="008914AB" w14:paraId="02BA9AE3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5CF38CF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C3098E" w14:textId="0ACBC81D" w:rsidR="008914AB" w:rsidRPr="00AE376F" w:rsidRDefault="008914AB" w:rsidP="00E02BBA">
            <w:pPr>
              <w:pStyle w:val="TabNumeri"/>
            </w:pPr>
            <w:r w:rsidRPr="00DB6B5B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A527ACE" w14:textId="1F7A6890" w:rsidR="008914AB" w:rsidRPr="00AE376F" w:rsidRDefault="008914AB" w:rsidP="00E02BBA">
            <w:pPr>
              <w:pStyle w:val="TabNumeri"/>
            </w:pPr>
            <w:r w:rsidRPr="00DB6B5B">
              <w:t>-11,4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93E1218" w14:textId="3C6E1A26" w:rsidR="008914AB" w:rsidRPr="00AE376F" w:rsidRDefault="008914AB" w:rsidP="00E02BBA">
            <w:pPr>
              <w:pStyle w:val="TabNumeri"/>
            </w:pPr>
            <w:r w:rsidRPr="00DB6B5B">
              <w:t>4,6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D48F3B7" w14:textId="51DDE37C" w:rsidR="008914AB" w:rsidRPr="00AE376F" w:rsidRDefault="008914AB" w:rsidP="00E02BBA">
            <w:pPr>
              <w:pStyle w:val="TabNumeri"/>
            </w:pPr>
            <w:r w:rsidRPr="00DB6B5B">
              <w:t>4,6</w:t>
            </w:r>
          </w:p>
        </w:tc>
      </w:tr>
      <w:tr w:rsidR="008914AB" w14:paraId="40A77F76" w14:textId="77777777" w:rsidTr="00E02BBA">
        <w:trPr>
          <w:cantSplit/>
          <w:trHeight w:val="227"/>
        </w:trPr>
        <w:tc>
          <w:tcPr>
            <w:tcW w:w="4820" w:type="dxa"/>
          </w:tcPr>
          <w:p w14:paraId="4BD49D0D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14:paraId="3699EA78" w14:textId="16B31082" w:rsidR="008914AB" w:rsidRPr="00AE376F" w:rsidRDefault="008914AB" w:rsidP="00E02BBA">
            <w:pPr>
              <w:pStyle w:val="TabNumeri"/>
            </w:pPr>
            <w:r w:rsidRPr="00DB6B5B">
              <w:t>-0,2</w:t>
            </w:r>
          </w:p>
        </w:tc>
        <w:tc>
          <w:tcPr>
            <w:tcW w:w="1134" w:type="dxa"/>
          </w:tcPr>
          <w:p w14:paraId="49C4D9E8" w14:textId="332AE485" w:rsidR="008914AB" w:rsidRPr="00AE376F" w:rsidRDefault="008914AB" w:rsidP="00E02BBA">
            <w:pPr>
              <w:pStyle w:val="TabNumeri"/>
            </w:pPr>
            <w:r w:rsidRPr="00DB6B5B">
              <w:t>1,6</w:t>
            </w:r>
          </w:p>
        </w:tc>
        <w:tc>
          <w:tcPr>
            <w:tcW w:w="1134" w:type="dxa"/>
          </w:tcPr>
          <w:p w14:paraId="1FE86ABB" w14:textId="443418A8" w:rsidR="008914AB" w:rsidRPr="00AE376F" w:rsidRDefault="008914AB" w:rsidP="00E02BBA">
            <w:pPr>
              <w:pStyle w:val="TabNumeri"/>
            </w:pPr>
            <w:r w:rsidRPr="00DB6B5B">
              <w:t>1,6</w:t>
            </w:r>
          </w:p>
        </w:tc>
        <w:tc>
          <w:tcPr>
            <w:tcW w:w="1134" w:type="dxa"/>
          </w:tcPr>
          <w:p w14:paraId="32534C6B" w14:textId="05539BC7" w:rsidR="008914AB" w:rsidRPr="00AE376F" w:rsidRDefault="008914AB" w:rsidP="00E02BBA">
            <w:pPr>
              <w:pStyle w:val="TabNumeri"/>
            </w:pPr>
            <w:r w:rsidRPr="00DB6B5B">
              <w:t>0,8</w:t>
            </w:r>
          </w:p>
        </w:tc>
      </w:tr>
      <w:tr w:rsidR="008914AB" w14:paraId="41CC19C4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4D19C7E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6D8AAE" w14:textId="5571669E" w:rsidR="008914AB" w:rsidRPr="00AE376F" w:rsidRDefault="008914AB" w:rsidP="00E02BBA">
            <w:pPr>
              <w:pStyle w:val="TabNumeri"/>
            </w:pPr>
            <w:r w:rsidRPr="00DB6B5B">
              <w:t>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6E0743" w14:textId="4E4B7958" w:rsidR="008914AB" w:rsidRPr="00AE376F" w:rsidRDefault="008914AB" w:rsidP="00E02BBA">
            <w:pPr>
              <w:pStyle w:val="TabNumeri"/>
            </w:pPr>
            <w:r w:rsidRPr="00DB6B5B">
              <w:t>-9,2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1944D8" w14:textId="4C6DFBC3" w:rsidR="008914AB" w:rsidRPr="00AE376F" w:rsidRDefault="008914AB" w:rsidP="00E02BBA">
            <w:pPr>
              <w:pStyle w:val="TabNumeri"/>
            </w:pPr>
            <w:r w:rsidRPr="00DB6B5B">
              <w:t>18,2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72F273" w14:textId="3493218D" w:rsidR="008914AB" w:rsidRPr="00AE376F" w:rsidRDefault="008914AB" w:rsidP="00E02BBA">
            <w:pPr>
              <w:pStyle w:val="TabNumeri"/>
            </w:pPr>
            <w:r w:rsidRPr="00DB6B5B">
              <w:t>8,9</w:t>
            </w:r>
          </w:p>
        </w:tc>
      </w:tr>
      <w:tr w:rsidR="008914AB" w14:paraId="58CF5494" w14:textId="77777777" w:rsidTr="00E02BBA">
        <w:trPr>
          <w:cantSplit/>
          <w:trHeight w:val="227"/>
        </w:trPr>
        <w:tc>
          <w:tcPr>
            <w:tcW w:w="4820" w:type="dxa"/>
          </w:tcPr>
          <w:p w14:paraId="4E0554EF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14:paraId="3D9841C5" w14:textId="084EC6B2" w:rsidR="008914AB" w:rsidRPr="00AE376F" w:rsidRDefault="008914AB" w:rsidP="00E02BBA">
            <w:pPr>
              <w:pStyle w:val="TabNumeri"/>
            </w:pPr>
            <w:r w:rsidRPr="00DB6B5B">
              <w:t>1,3</w:t>
            </w:r>
          </w:p>
        </w:tc>
        <w:tc>
          <w:tcPr>
            <w:tcW w:w="1134" w:type="dxa"/>
          </w:tcPr>
          <w:p w14:paraId="15200074" w14:textId="36D5E1B4" w:rsidR="008914AB" w:rsidRPr="00AE376F" w:rsidRDefault="008914AB" w:rsidP="00E02BBA">
            <w:pPr>
              <w:pStyle w:val="TabNumeri"/>
            </w:pPr>
            <w:r w:rsidRPr="00DB6B5B">
              <w:t>-4,8</w:t>
            </w:r>
          </w:p>
        </w:tc>
        <w:tc>
          <w:tcPr>
            <w:tcW w:w="1134" w:type="dxa"/>
          </w:tcPr>
          <w:p w14:paraId="07BE2C79" w14:textId="32692175" w:rsidR="008914AB" w:rsidRPr="00AE376F" w:rsidRDefault="008914AB" w:rsidP="00E02BBA">
            <w:pPr>
              <w:pStyle w:val="TabNumeri"/>
            </w:pPr>
            <w:r w:rsidRPr="00DB6B5B">
              <w:t>15,1</w:t>
            </w:r>
          </w:p>
        </w:tc>
        <w:tc>
          <w:tcPr>
            <w:tcW w:w="1134" w:type="dxa"/>
          </w:tcPr>
          <w:p w14:paraId="25BCD8A1" w14:textId="45BD657D" w:rsidR="008914AB" w:rsidRPr="00AE376F" w:rsidRDefault="008914AB" w:rsidP="00E02BBA">
            <w:pPr>
              <w:pStyle w:val="TabNumeri"/>
            </w:pPr>
            <w:r w:rsidRPr="00DB6B5B">
              <w:t>12,2</w:t>
            </w:r>
          </w:p>
        </w:tc>
      </w:tr>
      <w:tr w:rsidR="008914AB" w14:paraId="5B6F7521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4ECA588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971E3C" w14:textId="178544D2" w:rsidR="008914AB" w:rsidRPr="00AE376F" w:rsidRDefault="008914AB" w:rsidP="00E02BBA">
            <w:pPr>
              <w:pStyle w:val="TabNumeri"/>
            </w:pPr>
            <w:r w:rsidRPr="00DB6B5B">
              <w:t>3,8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16FB6BE" w14:textId="1F23773D" w:rsidR="008914AB" w:rsidRPr="00AE376F" w:rsidRDefault="008914AB" w:rsidP="00E02BBA">
            <w:pPr>
              <w:pStyle w:val="TabNumeri"/>
            </w:pPr>
            <w:r w:rsidRPr="00DB6B5B">
              <w:t>-7,8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C273C9" w14:textId="1F2F9529" w:rsidR="008914AB" w:rsidRPr="00AE376F" w:rsidRDefault="008914AB" w:rsidP="00E02BBA">
            <w:pPr>
              <w:pStyle w:val="TabNumeri"/>
            </w:pPr>
            <w:r w:rsidRPr="00DB6B5B">
              <w:t>13,4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FE0BAEA" w14:textId="057D41E5" w:rsidR="008914AB" w:rsidRPr="00AE376F" w:rsidRDefault="008914AB" w:rsidP="00E02BBA">
            <w:pPr>
              <w:pStyle w:val="TabNumeri"/>
            </w:pPr>
            <w:r w:rsidRPr="00DB6B5B">
              <w:t>8,6</w:t>
            </w:r>
          </w:p>
        </w:tc>
      </w:tr>
      <w:tr w:rsidR="008914AB" w14:paraId="60D3834A" w14:textId="77777777" w:rsidTr="00E02BBA">
        <w:trPr>
          <w:cantSplit/>
          <w:trHeight w:val="227"/>
        </w:trPr>
        <w:tc>
          <w:tcPr>
            <w:tcW w:w="4820" w:type="dxa"/>
          </w:tcPr>
          <w:p w14:paraId="5DED4FD3" w14:textId="77777777" w:rsidR="008914AB" w:rsidRPr="00EC6592" w:rsidRDefault="008914AB" w:rsidP="00E02BBA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14:paraId="741C2D83" w14:textId="77777777" w:rsidR="008914AB" w:rsidRPr="00AE376F" w:rsidRDefault="008914AB" w:rsidP="00E02BBA">
            <w:pPr>
              <w:pStyle w:val="TabNumeri"/>
            </w:pPr>
          </w:p>
        </w:tc>
        <w:tc>
          <w:tcPr>
            <w:tcW w:w="1134" w:type="dxa"/>
          </w:tcPr>
          <w:p w14:paraId="780AEEF3" w14:textId="77777777" w:rsidR="008914AB" w:rsidRPr="00AE376F" w:rsidRDefault="008914AB" w:rsidP="00E02BBA">
            <w:pPr>
              <w:pStyle w:val="TabNumeri"/>
            </w:pPr>
          </w:p>
        </w:tc>
        <w:tc>
          <w:tcPr>
            <w:tcW w:w="1134" w:type="dxa"/>
          </w:tcPr>
          <w:p w14:paraId="567DE3ED" w14:textId="77777777" w:rsidR="008914AB" w:rsidRPr="00AE376F" w:rsidRDefault="008914AB" w:rsidP="00E02BBA">
            <w:pPr>
              <w:pStyle w:val="TabNumeri"/>
            </w:pPr>
          </w:p>
        </w:tc>
        <w:tc>
          <w:tcPr>
            <w:tcW w:w="1134" w:type="dxa"/>
          </w:tcPr>
          <w:p w14:paraId="369DDA7B" w14:textId="77777777" w:rsidR="008914AB" w:rsidRPr="00AE376F" w:rsidRDefault="008914AB" w:rsidP="00E02BBA">
            <w:pPr>
              <w:pStyle w:val="TabNumeri"/>
            </w:pPr>
          </w:p>
        </w:tc>
      </w:tr>
      <w:tr w:rsidR="008914AB" w14:paraId="12671B4C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D608939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B7D134A" w14:textId="3CA9747C" w:rsidR="008914AB" w:rsidRPr="00AE376F" w:rsidRDefault="008914AB" w:rsidP="00E02BBA">
            <w:pPr>
              <w:pStyle w:val="TabNumeri"/>
            </w:pPr>
            <w:r w:rsidRPr="00DB6B5B">
              <w:t>-6,9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859F7F1" w14:textId="65FA3304" w:rsidR="008914AB" w:rsidRPr="00AE376F" w:rsidRDefault="008914AB" w:rsidP="00E02BBA">
            <w:pPr>
              <w:pStyle w:val="TabNumeri"/>
            </w:pPr>
            <w:r w:rsidRPr="00DB6B5B">
              <w:t>-3,1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89AE57" w14:textId="4802B46E" w:rsidR="008914AB" w:rsidRPr="00AE376F" w:rsidRDefault="008914AB" w:rsidP="00E02BBA">
            <w:pPr>
              <w:pStyle w:val="TabNumeri"/>
            </w:pPr>
            <w:r w:rsidRPr="00DB6B5B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F23EFC" w14:textId="24A87CD2" w:rsidR="008914AB" w:rsidRPr="00AE376F" w:rsidRDefault="008914AB" w:rsidP="00E02BBA">
            <w:pPr>
              <w:pStyle w:val="TabNumeri"/>
            </w:pPr>
            <w:r w:rsidRPr="00DB6B5B">
              <w:t>2,7</w:t>
            </w:r>
          </w:p>
        </w:tc>
      </w:tr>
      <w:tr w:rsidR="008914AB" w14:paraId="1E53DC3C" w14:textId="77777777" w:rsidTr="00E02BBA">
        <w:trPr>
          <w:cantSplit/>
          <w:trHeight w:val="227"/>
        </w:trPr>
        <w:tc>
          <w:tcPr>
            <w:tcW w:w="4820" w:type="dxa"/>
          </w:tcPr>
          <w:p w14:paraId="188EEC9B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14:paraId="3E17C06A" w14:textId="38BDA841" w:rsidR="008914AB" w:rsidRPr="00AE376F" w:rsidRDefault="008914AB" w:rsidP="00E02BBA">
            <w:pPr>
              <w:pStyle w:val="TabNumeri"/>
            </w:pPr>
            <w:r w:rsidRPr="00DB6B5B">
              <w:t>0,4</w:t>
            </w:r>
          </w:p>
        </w:tc>
        <w:tc>
          <w:tcPr>
            <w:tcW w:w="1134" w:type="dxa"/>
          </w:tcPr>
          <w:p w14:paraId="303D6EA3" w14:textId="3696F7D9" w:rsidR="008914AB" w:rsidRPr="00AE376F" w:rsidRDefault="008914AB" w:rsidP="00E02BBA">
            <w:pPr>
              <w:pStyle w:val="TabNumeri"/>
            </w:pPr>
            <w:r w:rsidRPr="00DB6B5B">
              <w:t>-10,2</w:t>
            </w:r>
          </w:p>
        </w:tc>
        <w:tc>
          <w:tcPr>
            <w:tcW w:w="1134" w:type="dxa"/>
          </w:tcPr>
          <w:p w14:paraId="3FCA2BAC" w14:textId="4F98773E" w:rsidR="008914AB" w:rsidRPr="00AE376F" w:rsidRDefault="008914AB" w:rsidP="00E02BBA">
            <w:pPr>
              <w:pStyle w:val="TabNumeri"/>
            </w:pPr>
            <w:r w:rsidRPr="00DB6B5B">
              <w:t>10,5</w:t>
            </w:r>
          </w:p>
        </w:tc>
        <w:tc>
          <w:tcPr>
            <w:tcW w:w="1134" w:type="dxa"/>
          </w:tcPr>
          <w:p w14:paraId="49FA31C3" w14:textId="152AAC26" w:rsidR="008914AB" w:rsidRPr="00AE376F" w:rsidRDefault="008914AB" w:rsidP="00E02BBA">
            <w:pPr>
              <w:pStyle w:val="TabNumeri"/>
            </w:pPr>
            <w:r w:rsidRPr="00DB6B5B">
              <w:t>2,4</w:t>
            </w:r>
          </w:p>
        </w:tc>
      </w:tr>
      <w:tr w:rsidR="008914AB" w14:paraId="076CB923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234ADD6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9FD9B86" w14:textId="1E10A68A" w:rsidR="008914AB" w:rsidRPr="00AE376F" w:rsidRDefault="008914AB" w:rsidP="00E02BBA">
            <w:pPr>
              <w:pStyle w:val="TabNumeri"/>
            </w:pPr>
            <w:r w:rsidRPr="00DB6B5B">
              <w:t>2,7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14420AB" w14:textId="2C72AC84" w:rsidR="008914AB" w:rsidRPr="00AE376F" w:rsidRDefault="008914AB" w:rsidP="00E02BBA">
            <w:pPr>
              <w:pStyle w:val="TabNumeri"/>
            </w:pPr>
            <w:r w:rsidRPr="00DB6B5B">
              <w:t>-6,3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A63AC8" w14:textId="2D4D7052" w:rsidR="008914AB" w:rsidRPr="00AE376F" w:rsidRDefault="008914AB" w:rsidP="00E02BBA">
            <w:pPr>
              <w:pStyle w:val="TabNumeri"/>
            </w:pPr>
            <w:r w:rsidRPr="00DB6B5B">
              <w:t>20,9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D29CB65" w14:textId="7AC4E6DE" w:rsidR="008914AB" w:rsidRPr="00AE376F" w:rsidRDefault="008914AB" w:rsidP="00E02BBA">
            <w:pPr>
              <w:pStyle w:val="TabNumeri"/>
            </w:pPr>
            <w:r w:rsidRPr="00DB6B5B">
              <w:t>7,9</w:t>
            </w:r>
          </w:p>
        </w:tc>
      </w:tr>
      <w:tr w:rsidR="008914AB" w14:paraId="2C2C23CA" w14:textId="77777777" w:rsidTr="00E02BBA">
        <w:trPr>
          <w:cantSplit/>
          <w:trHeight w:val="227"/>
        </w:trPr>
        <w:tc>
          <w:tcPr>
            <w:tcW w:w="4820" w:type="dxa"/>
          </w:tcPr>
          <w:p w14:paraId="71072637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14:paraId="3A51F628" w14:textId="31E2F054" w:rsidR="008914AB" w:rsidRPr="00AE376F" w:rsidRDefault="008914AB" w:rsidP="00E02BBA">
            <w:pPr>
              <w:pStyle w:val="TabNumeri"/>
            </w:pPr>
            <w:r w:rsidRPr="00DB6B5B">
              <w:t>0,9</w:t>
            </w:r>
          </w:p>
        </w:tc>
        <w:tc>
          <w:tcPr>
            <w:tcW w:w="1134" w:type="dxa"/>
          </w:tcPr>
          <w:p w14:paraId="755D1ED7" w14:textId="7DBBB2BB" w:rsidR="008914AB" w:rsidRPr="00AE376F" w:rsidRDefault="008914AB" w:rsidP="00E02BBA">
            <w:pPr>
              <w:pStyle w:val="TabNumeri"/>
            </w:pPr>
            <w:r w:rsidRPr="00DB6B5B">
              <w:t>-8,6</w:t>
            </w:r>
          </w:p>
        </w:tc>
        <w:tc>
          <w:tcPr>
            <w:tcW w:w="1134" w:type="dxa"/>
          </w:tcPr>
          <w:p w14:paraId="107514CC" w14:textId="2821C66A" w:rsidR="008914AB" w:rsidRPr="00AE376F" w:rsidRDefault="008914AB" w:rsidP="00E02BBA">
            <w:pPr>
              <w:pStyle w:val="TabNumeri"/>
            </w:pPr>
            <w:r w:rsidRPr="00DB6B5B">
              <w:t>4,2</w:t>
            </w:r>
          </w:p>
        </w:tc>
        <w:tc>
          <w:tcPr>
            <w:tcW w:w="1134" w:type="dxa"/>
          </w:tcPr>
          <w:p w14:paraId="76AB7ECB" w14:textId="5F0904D8" w:rsidR="008914AB" w:rsidRPr="00AE376F" w:rsidRDefault="008914AB" w:rsidP="00E02BBA">
            <w:pPr>
              <w:pStyle w:val="TabNumeri"/>
            </w:pPr>
            <w:r w:rsidRPr="00DB6B5B">
              <w:t>4,2</w:t>
            </w:r>
          </w:p>
        </w:tc>
      </w:tr>
      <w:tr w:rsidR="008914AB" w14:paraId="2E730199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65C18B" w14:textId="77777777" w:rsidR="008914AB" w:rsidRDefault="008914AB" w:rsidP="00E02BBA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EBEBE13" w14:textId="77D78B14" w:rsidR="008914AB" w:rsidRPr="00AE376F" w:rsidRDefault="008914AB" w:rsidP="00E02BBA">
            <w:pPr>
              <w:pStyle w:val="TabNumeri"/>
            </w:pPr>
            <w:r w:rsidRPr="00DB6B5B">
              <w:t>0,6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68EAACE" w14:textId="3B33FAEA" w:rsidR="008914AB" w:rsidRPr="00AE376F" w:rsidRDefault="008914AB" w:rsidP="00E02BBA">
            <w:pPr>
              <w:pStyle w:val="TabNumeri"/>
            </w:pPr>
            <w:r w:rsidRPr="00DB6B5B">
              <w:t>-8,8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A3B7AC1" w14:textId="79EEFFC9" w:rsidR="008914AB" w:rsidRPr="00AE376F" w:rsidRDefault="008914AB" w:rsidP="00E02BBA">
            <w:pPr>
              <w:pStyle w:val="TabNumeri"/>
            </w:pPr>
            <w:r w:rsidRPr="00DB6B5B">
              <w:t>6,5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6E0F063" w14:textId="4EB9083F" w:rsidR="008914AB" w:rsidRPr="00AE376F" w:rsidRDefault="008914AB" w:rsidP="00E02BBA">
            <w:pPr>
              <w:pStyle w:val="TabNumeri"/>
            </w:pPr>
            <w:r w:rsidRPr="00DB6B5B">
              <w:t>3,8</w:t>
            </w:r>
          </w:p>
        </w:tc>
      </w:tr>
      <w:tr w:rsidR="008914AB" w14:paraId="5F434ED6" w14:textId="77777777" w:rsidTr="00E02BBA">
        <w:trPr>
          <w:cantSplit/>
          <w:trHeight w:val="227"/>
        </w:trPr>
        <w:tc>
          <w:tcPr>
            <w:tcW w:w="4820" w:type="dxa"/>
          </w:tcPr>
          <w:p w14:paraId="0D111956" w14:textId="77777777" w:rsidR="008914AB" w:rsidRPr="00EC6592" w:rsidRDefault="008914AB" w:rsidP="00E02BBA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14:paraId="6405A80B" w14:textId="77777777" w:rsidR="008914AB" w:rsidRPr="00AE376F" w:rsidRDefault="008914AB" w:rsidP="00E02BBA">
            <w:pPr>
              <w:pStyle w:val="TabNumeri"/>
            </w:pPr>
          </w:p>
        </w:tc>
        <w:tc>
          <w:tcPr>
            <w:tcW w:w="1134" w:type="dxa"/>
          </w:tcPr>
          <w:p w14:paraId="480CA9DA" w14:textId="77777777" w:rsidR="008914AB" w:rsidRPr="00AE376F" w:rsidRDefault="008914AB" w:rsidP="00E02BBA">
            <w:pPr>
              <w:pStyle w:val="TabNumeri"/>
            </w:pPr>
          </w:p>
        </w:tc>
        <w:tc>
          <w:tcPr>
            <w:tcW w:w="1134" w:type="dxa"/>
          </w:tcPr>
          <w:p w14:paraId="28DCF3B4" w14:textId="77777777" w:rsidR="008914AB" w:rsidRPr="00AE376F" w:rsidRDefault="008914AB" w:rsidP="00E02BBA">
            <w:pPr>
              <w:pStyle w:val="TabNumeri"/>
            </w:pPr>
          </w:p>
        </w:tc>
        <w:tc>
          <w:tcPr>
            <w:tcW w:w="1134" w:type="dxa"/>
          </w:tcPr>
          <w:p w14:paraId="3F7DFC42" w14:textId="77777777" w:rsidR="008914AB" w:rsidRPr="00AE376F" w:rsidRDefault="008914AB" w:rsidP="00E02BBA">
            <w:pPr>
              <w:pStyle w:val="TabNumeri"/>
            </w:pPr>
          </w:p>
        </w:tc>
      </w:tr>
      <w:tr w:rsidR="008914AB" w14:paraId="41625814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343FEF" w14:textId="77777777" w:rsidR="008914AB" w:rsidRPr="00983308" w:rsidRDefault="008914AB" w:rsidP="00E02BBA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8585A5" w14:textId="23D176B8" w:rsidR="008914AB" w:rsidRPr="00AE376F" w:rsidRDefault="008914AB" w:rsidP="00E02BBA">
            <w:pPr>
              <w:pStyle w:val="TabNumeri"/>
            </w:pPr>
            <w:r w:rsidRPr="00DB6B5B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464F244" w14:textId="42028054" w:rsidR="008914AB" w:rsidRPr="00AE376F" w:rsidRDefault="008914AB" w:rsidP="00E02BBA">
            <w:pPr>
              <w:pStyle w:val="TabNumeri"/>
            </w:pPr>
            <w:r w:rsidRPr="00DB6B5B">
              <w:t>-2,6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FAF070C" w14:textId="68D8A8EC" w:rsidR="008914AB" w:rsidRPr="00AE376F" w:rsidRDefault="008914AB" w:rsidP="00E02BBA">
            <w:pPr>
              <w:pStyle w:val="TabNumeri"/>
            </w:pPr>
            <w:r w:rsidRPr="00DB6B5B">
              <w:t>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AE4A3A" w14:textId="471940D8" w:rsidR="008914AB" w:rsidRPr="00AE376F" w:rsidRDefault="008914AB" w:rsidP="00E02BBA">
            <w:pPr>
              <w:pStyle w:val="TabNumeri"/>
            </w:pPr>
            <w:r w:rsidRPr="00DB6B5B">
              <w:t>2,0</w:t>
            </w:r>
          </w:p>
        </w:tc>
      </w:tr>
      <w:tr w:rsidR="008914AB" w14:paraId="22BDA044" w14:textId="77777777" w:rsidTr="00E02BBA">
        <w:trPr>
          <w:cantSplit/>
          <w:trHeight w:val="227"/>
        </w:trPr>
        <w:tc>
          <w:tcPr>
            <w:tcW w:w="4820" w:type="dxa"/>
          </w:tcPr>
          <w:p w14:paraId="74D9DC44" w14:textId="77777777" w:rsidR="008914AB" w:rsidRDefault="008914AB" w:rsidP="00E02BBA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14:paraId="64E41735" w14:textId="66B2CE56" w:rsidR="008914AB" w:rsidRPr="00AE376F" w:rsidRDefault="008914AB" w:rsidP="00E02BBA">
            <w:pPr>
              <w:pStyle w:val="TabNumeri"/>
            </w:pPr>
            <w:r w:rsidRPr="00DB6B5B">
              <w:t>1,3</w:t>
            </w:r>
          </w:p>
        </w:tc>
        <w:tc>
          <w:tcPr>
            <w:tcW w:w="1134" w:type="dxa"/>
          </w:tcPr>
          <w:p w14:paraId="1D5B4BDC" w14:textId="1F55773F" w:rsidR="008914AB" w:rsidRPr="00AE376F" w:rsidRDefault="008914AB" w:rsidP="00E02BBA">
            <w:pPr>
              <w:pStyle w:val="TabNumeri"/>
            </w:pPr>
            <w:r w:rsidRPr="00DB6B5B">
              <w:t>-2,9</w:t>
            </w:r>
          </w:p>
        </w:tc>
        <w:tc>
          <w:tcPr>
            <w:tcW w:w="1134" w:type="dxa"/>
          </w:tcPr>
          <w:p w14:paraId="5279F736" w14:textId="3A98203F" w:rsidR="008914AB" w:rsidRPr="00AE376F" w:rsidRDefault="008914AB" w:rsidP="00E02BBA">
            <w:pPr>
              <w:pStyle w:val="TabNumeri"/>
            </w:pPr>
            <w:r w:rsidRPr="00DB6B5B">
              <w:t>0,5</w:t>
            </w:r>
          </w:p>
        </w:tc>
        <w:tc>
          <w:tcPr>
            <w:tcW w:w="1134" w:type="dxa"/>
          </w:tcPr>
          <w:p w14:paraId="2C0DA69D" w14:textId="71CA7930" w:rsidR="008914AB" w:rsidRPr="00AE376F" w:rsidRDefault="008914AB" w:rsidP="00E02BBA">
            <w:pPr>
              <w:pStyle w:val="TabNumeri"/>
            </w:pPr>
            <w:r w:rsidRPr="00DB6B5B">
              <w:t>1,5</w:t>
            </w:r>
          </w:p>
        </w:tc>
      </w:tr>
      <w:tr w:rsidR="008914AB" w14:paraId="4A28A52C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5FBA1244" w14:textId="77777777" w:rsidR="008914AB" w:rsidRPr="007427DC" w:rsidRDefault="008914AB" w:rsidP="00E02BBA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05B9213" w14:textId="0AA7B7FC" w:rsidR="008914AB" w:rsidRPr="00AE376F" w:rsidRDefault="008914AB" w:rsidP="00E02BBA">
            <w:pPr>
              <w:pStyle w:val="TabNumeri"/>
            </w:pPr>
            <w:r w:rsidRPr="00DB6B5B">
              <w:t>48,5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FF8E6F" w14:textId="33101F44" w:rsidR="008914AB" w:rsidRPr="00AE376F" w:rsidRDefault="008914AB" w:rsidP="00E02BBA">
            <w:pPr>
              <w:pStyle w:val="TabNumeri"/>
            </w:pPr>
            <w:r w:rsidRPr="00DB6B5B">
              <w:t>47,3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E0826A0" w14:textId="7C9BE9C5" w:rsidR="008914AB" w:rsidRPr="00AE376F" w:rsidRDefault="008914AB" w:rsidP="00E02BBA">
            <w:pPr>
              <w:pStyle w:val="TabNumeri"/>
            </w:pPr>
            <w:r w:rsidRPr="00DB6B5B">
              <w:t>47,5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9BE7202" w14:textId="109EA6C4" w:rsidR="008914AB" w:rsidRPr="00AE376F" w:rsidRDefault="008914AB" w:rsidP="00E02BBA">
            <w:pPr>
              <w:pStyle w:val="TabNumeri"/>
            </w:pPr>
            <w:r w:rsidRPr="00DB6B5B">
              <w:t>48,4</w:t>
            </w:r>
          </w:p>
        </w:tc>
      </w:tr>
      <w:tr w:rsidR="008914AB" w14:paraId="3DE420A0" w14:textId="77777777" w:rsidTr="00E02BBA">
        <w:trPr>
          <w:cantSplit/>
          <w:trHeight w:val="227"/>
        </w:trPr>
        <w:tc>
          <w:tcPr>
            <w:tcW w:w="4820" w:type="dxa"/>
          </w:tcPr>
          <w:p w14:paraId="145558C9" w14:textId="77777777" w:rsidR="008914AB" w:rsidRPr="007427DC" w:rsidRDefault="008914AB" w:rsidP="00E02BBA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14:paraId="293BDBA8" w14:textId="4130CE40" w:rsidR="008914AB" w:rsidRPr="00AE376F" w:rsidRDefault="008914AB" w:rsidP="00E02BBA">
            <w:pPr>
              <w:pStyle w:val="TabNumeri"/>
            </w:pPr>
            <w:r w:rsidRPr="00DB6B5B">
              <w:t>45,9</w:t>
            </w:r>
          </w:p>
        </w:tc>
        <w:tc>
          <w:tcPr>
            <w:tcW w:w="1134" w:type="dxa"/>
          </w:tcPr>
          <w:p w14:paraId="78667E31" w14:textId="317BE27C" w:rsidR="008914AB" w:rsidRPr="00AE376F" w:rsidRDefault="008914AB" w:rsidP="00E02BBA">
            <w:pPr>
              <w:pStyle w:val="TabNumeri"/>
            </w:pPr>
            <w:r w:rsidRPr="00DB6B5B">
              <w:t>44,5</w:t>
            </w:r>
          </w:p>
        </w:tc>
        <w:tc>
          <w:tcPr>
            <w:tcW w:w="1134" w:type="dxa"/>
          </w:tcPr>
          <w:p w14:paraId="0F04068E" w14:textId="0B90FAB9" w:rsidR="008914AB" w:rsidRPr="00AE376F" w:rsidRDefault="008914AB" w:rsidP="00E02BBA">
            <w:pPr>
              <w:pStyle w:val="TabNumeri"/>
            </w:pPr>
            <w:r w:rsidRPr="00DB6B5B">
              <w:t>44,7</w:t>
            </w:r>
          </w:p>
        </w:tc>
        <w:tc>
          <w:tcPr>
            <w:tcW w:w="1134" w:type="dxa"/>
          </w:tcPr>
          <w:p w14:paraId="287C26AA" w14:textId="1AB7E318" w:rsidR="008914AB" w:rsidRPr="00AE376F" w:rsidRDefault="008914AB" w:rsidP="00E02BBA">
            <w:pPr>
              <w:pStyle w:val="TabNumeri"/>
            </w:pPr>
            <w:r w:rsidRPr="00DB6B5B">
              <w:t>45,3</w:t>
            </w:r>
          </w:p>
        </w:tc>
      </w:tr>
      <w:tr w:rsidR="008914AB" w14:paraId="32DB9DFF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3C45DEF" w14:textId="77777777" w:rsidR="008914AB" w:rsidRPr="007427DC" w:rsidRDefault="008914AB" w:rsidP="00E02BBA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F54826C" w14:textId="79EBF108" w:rsidR="008914AB" w:rsidRPr="00AE376F" w:rsidRDefault="008914AB" w:rsidP="00E02BBA">
            <w:pPr>
              <w:pStyle w:val="TabNumeri"/>
            </w:pPr>
            <w:r w:rsidRPr="00DB6B5B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81C58F3" w14:textId="46B37001" w:rsidR="008914AB" w:rsidRPr="00AE376F" w:rsidRDefault="008914AB" w:rsidP="00E02BBA">
            <w:pPr>
              <w:pStyle w:val="TabNumeri"/>
            </w:pPr>
            <w:r w:rsidRPr="00DB6B5B">
              <w:t>5,8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8D5BCF" w14:textId="673E6522" w:rsidR="008914AB" w:rsidRPr="00AE376F" w:rsidRDefault="008914AB" w:rsidP="00E02BBA">
            <w:pPr>
              <w:pStyle w:val="TabNumeri"/>
            </w:pPr>
            <w:r w:rsidRPr="00DB6B5B">
              <w:t>6,0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4080604" w14:textId="185DC618" w:rsidR="008914AB" w:rsidRPr="00AE376F" w:rsidRDefault="008914AB" w:rsidP="00E02BBA">
            <w:pPr>
              <w:pStyle w:val="TabNumeri"/>
            </w:pPr>
            <w:r w:rsidRPr="00DB6B5B">
              <w:t>6,4</w:t>
            </w:r>
          </w:p>
        </w:tc>
      </w:tr>
      <w:tr w:rsidR="008914AB" w14:paraId="7EB8B1C5" w14:textId="77777777" w:rsidTr="00E02BBA">
        <w:trPr>
          <w:cantSplit/>
          <w:trHeight w:val="227"/>
        </w:trPr>
        <w:tc>
          <w:tcPr>
            <w:tcW w:w="4820" w:type="dxa"/>
          </w:tcPr>
          <w:p w14:paraId="2E49119C" w14:textId="77777777" w:rsidR="008914AB" w:rsidRPr="00EC6592" w:rsidRDefault="008914AB" w:rsidP="00E02BBA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14:paraId="44355C92" w14:textId="77777777" w:rsidR="008914AB" w:rsidRPr="00AE376F" w:rsidRDefault="008914AB" w:rsidP="00E02BBA">
            <w:pPr>
              <w:pStyle w:val="TabNumeri"/>
            </w:pPr>
          </w:p>
        </w:tc>
        <w:tc>
          <w:tcPr>
            <w:tcW w:w="1134" w:type="dxa"/>
          </w:tcPr>
          <w:p w14:paraId="4E2D3125" w14:textId="77777777" w:rsidR="008914AB" w:rsidRPr="00AE376F" w:rsidRDefault="008914AB" w:rsidP="00E02BBA">
            <w:pPr>
              <w:pStyle w:val="TabNumeri"/>
            </w:pPr>
          </w:p>
        </w:tc>
        <w:tc>
          <w:tcPr>
            <w:tcW w:w="1134" w:type="dxa"/>
          </w:tcPr>
          <w:p w14:paraId="36C325B2" w14:textId="77777777" w:rsidR="008914AB" w:rsidRPr="00AE376F" w:rsidRDefault="008914AB" w:rsidP="00E02BBA">
            <w:pPr>
              <w:pStyle w:val="TabNumeri"/>
            </w:pPr>
          </w:p>
        </w:tc>
        <w:tc>
          <w:tcPr>
            <w:tcW w:w="1134" w:type="dxa"/>
          </w:tcPr>
          <w:p w14:paraId="7789DB8D" w14:textId="77777777" w:rsidR="008914AB" w:rsidRPr="00AE376F" w:rsidRDefault="008914AB" w:rsidP="00E02BBA">
            <w:pPr>
              <w:pStyle w:val="TabNumeri"/>
            </w:pPr>
          </w:p>
        </w:tc>
      </w:tr>
      <w:tr w:rsidR="008914AB" w14:paraId="16526FF3" w14:textId="77777777" w:rsidTr="00E02BBA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0E88D505" w14:textId="77777777" w:rsidR="008914AB" w:rsidRPr="00B130A5" w:rsidRDefault="008914AB" w:rsidP="00E02BBA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60DD6F" w14:textId="72839CEB" w:rsidR="008914AB" w:rsidRPr="00AE376F" w:rsidRDefault="008914AB" w:rsidP="00E02BBA">
            <w:pPr>
              <w:pStyle w:val="TabNumeri"/>
            </w:pPr>
            <w:r w:rsidRPr="00DB6B5B">
              <w:t>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BC324" w14:textId="1AC8565C" w:rsidR="008914AB" w:rsidRPr="00AE376F" w:rsidRDefault="008914AB" w:rsidP="00E02BBA">
            <w:pPr>
              <w:pStyle w:val="TabNumeri"/>
            </w:pPr>
            <w:r w:rsidRPr="00DB6B5B">
              <w:t>-4,1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A116C" w14:textId="7CDFE5A0" w:rsidR="008914AB" w:rsidRPr="00AE376F" w:rsidRDefault="008914AB" w:rsidP="00E02BBA">
            <w:pPr>
              <w:pStyle w:val="TabNumeri"/>
            </w:pPr>
            <w:r w:rsidRPr="00DB6B5B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81B31CE" w14:textId="27C7E3F5" w:rsidR="008914AB" w:rsidRPr="00AE376F" w:rsidRDefault="008914AB" w:rsidP="00E02BBA">
            <w:pPr>
              <w:pStyle w:val="TabNumeri"/>
            </w:pPr>
            <w:r w:rsidRPr="00DB6B5B">
              <w:t>3,5</w:t>
            </w:r>
          </w:p>
        </w:tc>
      </w:tr>
      <w:tr w:rsidR="008914AB" w14:paraId="3970B371" w14:textId="77777777" w:rsidTr="00E02BBA">
        <w:trPr>
          <w:cantSplit/>
          <w:trHeight w:val="227"/>
        </w:trPr>
        <w:tc>
          <w:tcPr>
            <w:tcW w:w="4820" w:type="dxa"/>
          </w:tcPr>
          <w:p w14:paraId="739D7505" w14:textId="77777777" w:rsidR="008914AB" w:rsidRDefault="008914AB" w:rsidP="00E02BBA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14:paraId="7A9F4669" w14:textId="7F14894E" w:rsidR="008914AB" w:rsidRPr="00AE376F" w:rsidRDefault="008914AB" w:rsidP="00E02BBA">
            <w:pPr>
              <w:pStyle w:val="TabNumeri"/>
            </w:pPr>
            <w:r w:rsidRPr="00DB6B5B">
              <w:t>31,9</w:t>
            </w:r>
          </w:p>
        </w:tc>
        <w:tc>
          <w:tcPr>
            <w:tcW w:w="1134" w:type="dxa"/>
          </w:tcPr>
          <w:p w14:paraId="4B5D2540" w14:textId="466F4A6E" w:rsidR="008914AB" w:rsidRPr="00AE376F" w:rsidRDefault="008914AB" w:rsidP="00E02BBA">
            <w:pPr>
              <w:pStyle w:val="TabNumeri"/>
            </w:pPr>
            <w:r w:rsidRPr="00DB6B5B">
              <w:t>29,1</w:t>
            </w:r>
          </w:p>
        </w:tc>
        <w:tc>
          <w:tcPr>
            <w:tcW w:w="1134" w:type="dxa"/>
          </w:tcPr>
          <w:p w14:paraId="4F6AF2DF" w14:textId="7EC78A5F" w:rsidR="008914AB" w:rsidRPr="00AE376F" w:rsidRDefault="008914AB" w:rsidP="00E02BBA">
            <w:pPr>
              <w:pStyle w:val="TabNumeri"/>
            </w:pPr>
            <w:r w:rsidRPr="00DB6B5B">
              <w:t>31,0</w:t>
            </w:r>
          </w:p>
        </w:tc>
        <w:tc>
          <w:tcPr>
            <w:tcW w:w="1134" w:type="dxa"/>
          </w:tcPr>
          <w:p w14:paraId="54F4410F" w14:textId="4F155493" w:rsidR="008914AB" w:rsidRDefault="008914AB" w:rsidP="00E02BBA">
            <w:pPr>
              <w:pStyle w:val="TabNumeri"/>
            </w:pPr>
            <w:r w:rsidRPr="00DB6B5B">
              <w:t>32,2</w:t>
            </w:r>
          </w:p>
        </w:tc>
      </w:tr>
      <w:tr w:rsidR="000A6AC8" w14:paraId="3D74B357" w14:textId="77777777" w:rsidTr="00E02BBA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14:paraId="33A0CB78" w14:textId="77777777" w:rsidR="000A6AC8" w:rsidRDefault="000A6AC8" w:rsidP="00E02BBA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14:paraId="3AAA9721" w14:textId="46FD31D7" w:rsidR="000A6AC8" w:rsidRPr="007C570B" w:rsidRDefault="000A6AC8" w:rsidP="00E02BBA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C2766D">
              <w:t>aprile</w:t>
            </w:r>
            <w:r w:rsidR="009C6AFC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607764">
              <w:rPr>
                <w:noProof/>
              </w:rPr>
              <w:t>2021</w:t>
            </w:r>
            <w:r>
              <w:fldChar w:fldCharType="end"/>
            </w:r>
            <w:r w:rsidRPr="00B60C06">
              <w:t>.</w:t>
            </w:r>
          </w:p>
        </w:tc>
      </w:tr>
    </w:tbl>
    <w:bookmarkEnd w:id="12"/>
    <w:p w14:paraId="4110EF17" w14:textId="77777777" w:rsidR="000A6AC8" w:rsidRDefault="000A6AC8" w:rsidP="000A6AC8">
      <w:r>
        <w:t>Ancora tabella</w:t>
      </w:r>
    </w:p>
    <w:p w14:paraId="41B12111" w14:textId="77777777" w:rsidR="000A6AC8" w:rsidRDefault="000A6AC8" w:rsidP="000A6AC8"/>
    <w:p w14:paraId="434E6F9A" w14:textId="77777777"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14:paraId="331C4C66" w14:textId="77777777" w:rsidR="00551593" w:rsidRDefault="00551593" w:rsidP="00092240"/>
    <w:p w14:paraId="5FABBCA5" w14:textId="77777777"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55A00D95" w14:textId="77777777" w:rsidTr="00DB059D">
        <w:trPr>
          <w:cantSplit/>
        </w:trPr>
        <w:tc>
          <w:tcPr>
            <w:tcW w:w="9356" w:type="dxa"/>
          </w:tcPr>
          <w:p w14:paraId="5A70ECBE" w14:textId="77777777" w:rsidR="00551593" w:rsidRDefault="00F51EF7" w:rsidP="00DB059D">
            <w:pPr>
              <w:pStyle w:val="FigTitolo"/>
              <w:ind w:left="1134" w:hanging="1134"/>
            </w:pPr>
            <w:bookmarkStart w:id="13" w:name="_Hlk85201010"/>
            <w:r>
              <w:t>Il quadro regionale</w:t>
            </w:r>
            <w:r w:rsidR="00551593">
              <w:t>: tasso di variazione e numero indice del Pil (2000=100)</w:t>
            </w:r>
          </w:p>
          <w:p w14:paraId="393716F5" w14:textId="77777777" w:rsidR="00551593" w:rsidRDefault="00551593" w:rsidP="00DB059D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0CE5C14A" wp14:editId="5E42FBAB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117877FE" w14:textId="61340139" w:rsidR="00551593" w:rsidRDefault="00551593" w:rsidP="00DB059D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C2766D">
              <w:t>aprile</w:t>
            </w:r>
            <w:r w:rsidR="006917BC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607764">
              <w:rPr>
                <w:noProof/>
              </w:rPr>
              <w:t>2021</w:t>
            </w:r>
            <w:r>
              <w:fldChar w:fldCharType="end"/>
            </w:r>
            <w:r w:rsidRPr="00B60C06">
              <w:t>.</w:t>
            </w:r>
          </w:p>
        </w:tc>
      </w:tr>
      <w:bookmarkEnd w:id="13"/>
    </w:tbl>
    <w:p w14:paraId="783603D0" w14:textId="77777777" w:rsidR="00551593" w:rsidRDefault="00551593" w:rsidP="00092240"/>
    <w:p w14:paraId="4B3D37FA" w14:textId="77777777" w:rsidR="00551593" w:rsidRDefault="00551593">
      <w:pPr>
        <w:spacing w:line="240" w:lineRule="auto"/>
        <w:ind w:firstLine="0"/>
        <w:jc w:val="left"/>
      </w:pPr>
      <w:r>
        <w:br w:type="page"/>
      </w:r>
    </w:p>
    <w:p w14:paraId="06993D94" w14:textId="77777777" w:rsidR="00551593" w:rsidRDefault="00551593" w:rsidP="00092240"/>
    <w:p w14:paraId="3FDBFC61" w14:textId="77777777" w:rsidR="00551593" w:rsidRDefault="00551593" w:rsidP="00092240">
      <w:r>
        <w:t>Ancora figura</w:t>
      </w:r>
    </w:p>
    <w:tbl>
      <w:tblPr>
        <w:tblpPr w:top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379BFA0D" w14:textId="77777777" w:rsidTr="00E02BBA">
        <w:trPr>
          <w:cantSplit/>
        </w:trPr>
        <w:tc>
          <w:tcPr>
            <w:tcW w:w="9356" w:type="dxa"/>
          </w:tcPr>
          <w:p w14:paraId="756DF61E" w14:textId="77777777" w:rsidR="00551593" w:rsidRDefault="00F51EF7" w:rsidP="00E02BBA">
            <w:pPr>
              <w:pStyle w:val="FigTitolo"/>
              <w:ind w:left="1134" w:hanging="1134"/>
            </w:pPr>
            <w:bookmarkStart w:id="14" w:name="_Hlk85201055"/>
            <w:r>
              <w:t>Il quadro</w:t>
            </w:r>
            <w:r w:rsidR="00551593">
              <w:t xml:space="preserve"> regionale, i </w:t>
            </w:r>
            <w:proofErr w:type="gramStart"/>
            <w:r w:rsidR="00551593">
              <w:t>settori :</w:t>
            </w:r>
            <w:proofErr w:type="gramEnd"/>
            <w:r w:rsidR="00551593">
              <w:t xml:space="preserve"> tassi di variazione e numeri indice del valore aggiunto (2000=100)</w:t>
            </w:r>
          </w:p>
          <w:p w14:paraId="1687D7C9" w14:textId="77777777" w:rsidR="00551593" w:rsidRDefault="00551593" w:rsidP="00E02BBA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3812B7D0" wp14:editId="2F45DB69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746DE94C" w14:textId="5811ECFA" w:rsidR="00551593" w:rsidRDefault="00551593" w:rsidP="00E02BBA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C2766D">
              <w:t>aprile</w:t>
            </w:r>
            <w:r w:rsidR="006917BC">
              <w:t xml:space="preserve">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607764">
              <w:rPr>
                <w:noProof/>
              </w:rPr>
              <w:t>2021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  <w:bookmarkEnd w:id="14"/>
    </w:tbl>
    <w:p w14:paraId="75D49EDC" w14:textId="77777777" w:rsidR="00551593" w:rsidRDefault="00551593" w:rsidP="00092240"/>
    <w:sectPr w:rsidR="00551593" w:rsidSect="00EC7F1C">
      <w:footerReference w:type="even" r:id="rId12"/>
      <w:footerReference w:type="default" r:id="rId13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035D" w14:textId="77777777" w:rsidR="005F6ACC" w:rsidRDefault="005F6ACC">
      <w:r>
        <w:separator/>
      </w:r>
    </w:p>
    <w:p w14:paraId="4200B730" w14:textId="77777777" w:rsidR="005F6ACC" w:rsidRDefault="005F6ACC"/>
  </w:endnote>
  <w:endnote w:type="continuationSeparator" w:id="0">
    <w:p w14:paraId="4FA04CF6" w14:textId="77777777" w:rsidR="005F6ACC" w:rsidRDefault="005F6ACC">
      <w:r>
        <w:continuationSeparator/>
      </w:r>
    </w:p>
    <w:p w14:paraId="53B55E98" w14:textId="77777777" w:rsidR="005F6ACC" w:rsidRDefault="005F6A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00C49" w14:textId="77777777" w:rsidR="00243439" w:rsidRDefault="00243439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10</w:t>
    </w:r>
    <w:r>
      <w:rPr>
        <w:rStyle w:val="Numeropagina"/>
      </w:rPr>
      <w:fldChar w:fldCharType="end"/>
    </w:r>
  </w:p>
  <w:p w14:paraId="138423D0" w14:textId="77777777" w:rsidR="00243439" w:rsidRDefault="00243439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86D2" w14:textId="77777777" w:rsidR="00243439" w:rsidRDefault="00243439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9</w:t>
    </w:r>
    <w:r>
      <w:rPr>
        <w:rStyle w:val="Numeropagina"/>
      </w:rPr>
      <w:fldChar w:fldCharType="end"/>
    </w:r>
  </w:p>
  <w:p w14:paraId="736B3480" w14:textId="77777777" w:rsidR="00243439" w:rsidRDefault="00243439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ECA09" w14:textId="77777777" w:rsidR="005F6ACC" w:rsidRDefault="005F6ACC">
      <w:r>
        <w:separator/>
      </w:r>
    </w:p>
    <w:p w14:paraId="1029AA3E" w14:textId="77777777" w:rsidR="005F6ACC" w:rsidRDefault="005F6ACC"/>
  </w:footnote>
  <w:footnote w:type="continuationSeparator" w:id="0">
    <w:p w14:paraId="7F04F106" w14:textId="77777777" w:rsidR="005F6ACC" w:rsidRDefault="005F6ACC">
      <w:r>
        <w:continuationSeparator/>
      </w:r>
    </w:p>
    <w:p w14:paraId="7B9F5E53" w14:textId="77777777" w:rsidR="005F6ACC" w:rsidRDefault="005F6AC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2A"/>
    <w:rsid w:val="00002661"/>
    <w:rsid w:val="00006931"/>
    <w:rsid w:val="000112AF"/>
    <w:rsid w:val="0001394C"/>
    <w:rsid w:val="00014186"/>
    <w:rsid w:val="00017471"/>
    <w:rsid w:val="00023493"/>
    <w:rsid w:val="000256C1"/>
    <w:rsid w:val="000355D6"/>
    <w:rsid w:val="00042A50"/>
    <w:rsid w:val="0005477E"/>
    <w:rsid w:val="00055096"/>
    <w:rsid w:val="00055AA0"/>
    <w:rsid w:val="00061D42"/>
    <w:rsid w:val="00072096"/>
    <w:rsid w:val="00073656"/>
    <w:rsid w:val="0008614C"/>
    <w:rsid w:val="00091C7A"/>
    <w:rsid w:val="00092240"/>
    <w:rsid w:val="000929E9"/>
    <w:rsid w:val="000954C7"/>
    <w:rsid w:val="000A136A"/>
    <w:rsid w:val="000A47C0"/>
    <w:rsid w:val="000A6AC8"/>
    <w:rsid w:val="000A7543"/>
    <w:rsid w:val="000A7ACE"/>
    <w:rsid w:val="000B1312"/>
    <w:rsid w:val="000B4E48"/>
    <w:rsid w:val="000B711D"/>
    <w:rsid w:val="000C35DD"/>
    <w:rsid w:val="000C3780"/>
    <w:rsid w:val="000C731A"/>
    <w:rsid w:val="000D058A"/>
    <w:rsid w:val="000D2AF5"/>
    <w:rsid w:val="000D3408"/>
    <w:rsid w:val="000D4EBF"/>
    <w:rsid w:val="000D77D9"/>
    <w:rsid w:val="000E7C99"/>
    <w:rsid w:val="0011376D"/>
    <w:rsid w:val="00116309"/>
    <w:rsid w:val="001169DB"/>
    <w:rsid w:val="0012006D"/>
    <w:rsid w:val="00134F68"/>
    <w:rsid w:val="0013784E"/>
    <w:rsid w:val="00137F63"/>
    <w:rsid w:val="00145433"/>
    <w:rsid w:val="00151819"/>
    <w:rsid w:val="00153771"/>
    <w:rsid w:val="00155A22"/>
    <w:rsid w:val="001629EC"/>
    <w:rsid w:val="00165D0C"/>
    <w:rsid w:val="00172D69"/>
    <w:rsid w:val="00196169"/>
    <w:rsid w:val="0019786B"/>
    <w:rsid w:val="001A2E23"/>
    <w:rsid w:val="001A30EE"/>
    <w:rsid w:val="001B00BB"/>
    <w:rsid w:val="001C0714"/>
    <w:rsid w:val="001C7B8A"/>
    <w:rsid w:val="001D3849"/>
    <w:rsid w:val="001D3F9B"/>
    <w:rsid w:val="001D496D"/>
    <w:rsid w:val="001E2EB1"/>
    <w:rsid w:val="001F4A61"/>
    <w:rsid w:val="00204CFD"/>
    <w:rsid w:val="002112CA"/>
    <w:rsid w:val="00213B74"/>
    <w:rsid w:val="00215E5B"/>
    <w:rsid w:val="00226FD7"/>
    <w:rsid w:val="0023194D"/>
    <w:rsid w:val="002340F9"/>
    <w:rsid w:val="00243439"/>
    <w:rsid w:val="00245072"/>
    <w:rsid w:val="00250494"/>
    <w:rsid w:val="00253503"/>
    <w:rsid w:val="002624CD"/>
    <w:rsid w:val="002638B0"/>
    <w:rsid w:val="00277B53"/>
    <w:rsid w:val="00290645"/>
    <w:rsid w:val="002917E5"/>
    <w:rsid w:val="002958B5"/>
    <w:rsid w:val="00295CB4"/>
    <w:rsid w:val="00297826"/>
    <w:rsid w:val="002A0339"/>
    <w:rsid w:val="002A3FE8"/>
    <w:rsid w:val="002A4363"/>
    <w:rsid w:val="002A5A5F"/>
    <w:rsid w:val="002A67C3"/>
    <w:rsid w:val="002B4A67"/>
    <w:rsid w:val="002B5F45"/>
    <w:rsid w:val="002C41D2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30763"/>
    <w:rsid w:val="00343BBA"/>
    <w:rsid w:val="00350269"/>
    <w:rsid w:val="0036493F"/>
    <w:rsid w:val="00365631"/>
    <w:rsid w:val="00370DD3"/>
    <w:rsid w:val="00374C2B"/>
    <w:rsid w:val="00374DCA"/>
    <w:rsid w:val="0037602F"/>
    <w:rsid w:val="003826E3"/>
    <w:rsid w:val="00383B44"/>
    <w:rsid w:val="00386683"/>
    <w:rsid w:val="00392CCA"/>
    <w:rsid w:val="003A3163"/>
    <w:rsid w:val="003A4CBD"/>
    <w:rsid w:val="003A7986"/>
    <w:rsid w:val="003B3B32"/>
    <w:rsid w:val="003C6E43"/>
    <w:rsid w:val="003D4594"/>
    <w:rsid w:val="003D5CB9"/>
    <w:rsid w:val="003D7D2C"/>
    <w:rsid w:val="003E1102"/>
    <w:rsid w:val="003F1887"/>
    <w:rsid w:val="003F66B1"/>
    <w:rsid w:val="003F7D8E"/>
    <w:rsid w:val="00400B20"/>
    <w:rsid w:val="00403C5A"/>
    <w:rsid w:val="004045CE"/>
    <w:rsid w:val="00413019"/>
    <w:rsid w:val="00421C45"/>
    <w:rsid w:val="004233A0"/>
    <w:rsid w:val="004308CF"/>
    <w:rsid w:val="00434AFD"/>
    <w:rsid w:val="00435CA0"/>
    <w:rsid w:val="00436B0A"/>
    <w:rsid w:val="00454296"/>
    <w:rsid w:val="00455939"/>
    <w:rsid w:val="00463C20"/>
    <w:rsid w:val="004713F6"/>
    <w:rsid w:val="004727C6"/>
    <w:rsid w:val="0047383B"/>
    <w:rsid w:val="00474F23"/>
    <w:rsid w:val="00475E64"/>
    <w:rsid w:val="0048031B"/>
    <w:rsid w:val="004821B2"/>
    <w:rsid w:val="0048538D"/>
    <w:rsid w:val="004878E2"/>
    <w:rsid w:val="004974C8"/>
    <w:rsid w:val="004B0C54"/>
    <w:rsid w:val="004B18C5"/>
    <w:rsid w:val="004B6004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4F064C"/>
    <w:rsid w:val="0050153E"/>
    <w:rsid w:val="0050347A"/>
    <w:rsid w:val="00504545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6091"/>
    <w:rsid w:val="00551593"/>
    <w:rsid w:val="00560490"/>
    <w:rsid w:val="005701F7"/>
    <w:rsid w:val="00576C2B"/>
    <w:rsid w:val="00577102"/>
    <w:rsid w:val="005A3111"/>
    <w:rsid w:val="005A35E9"/>
    <w:rsid w:val="005A50E2"/>
    <w:rsid w:val="005B1DC4"/>
    <w:rsid w:val="005B24A0"/>
    <w:rsid w:val="005B36AB"/>
    <w:rsid w:val="005E16BE"/>
    <w:rsid w:val="005E335D"/>
    <w:rsid w:val="005E5662"/>
    <w:rsid w:val="005E7630"/>
    <w:rsid w:val="005E7C67"/>
    <w:rsid w:val="005F6ACC"/>
    <w:rsid w:val="005F729A"/>
    <w:rsid w:val="006017C5"/>
    <w:rsid w:val="00607764"/>
    <w:rsid w:val="0061438E"/>
    <w:rsid w:val="006232D9"/>
    <w:rsid w:val="00624FD5"/>
    <w:rsid w:val="00627304"/>
    <w:rsid w:val="0063075B"/>
    <w:rsid w:val="006317B1"/>
    <w:rsid w:val="0063791E"/>
    <w:rsid w:val="006415BF"/>
    <w:rsid w:val="00646138"/>
    <w:rsid w:val="00652680"/>
    <w:rsid w:val="006648D0"/>
    <w:rsid w:val="006657DD"/>
    <w:rsid w:val="0067025A"/>
    <w:rsid w:val="006716DF"/>
    <w:rsid w:val="00675B59"/>
    <w:rsid w:val="00676271"/>
    <w:rsid w:val="006765D7"/>
    <w:rsid w:val="00676EB4"/>
    <w:rsid w:val="00680B91"/>
    <w:rsid w:val="0068342D"/>
    <w:rsid w:val="00687E65"/>
    <w:rsid w:val="006917BC"/>
    <w:rsid w:val="00693137"/>
    <w:rsid w:val="006A2313"/>
    <w:rsid w:val="006A3DE5"/>
    <w:rsid w:val="006A5F7D"/>
    <w:rsid w:val="006B24FA"/>
    <w:rsid w:val="006B25D9"/>
    <w:rsid w:val="006B38E4"/>
    <w:rsid w:val="006B3E1B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2AB2"/>
    <w:rsid w:val="007279E5"/>
    <w:rsid w:val="00731040"/>
    <w:rsid w:val="00736E99"/>
    <w:rsid w:val="0073726E"/>
    <w:rsid w:val="007413B2"/>
    <w:rsid w:val="00745853"/>
    <w:rsid w:val="00745F38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302C"/>
    <w:rsid w:val="007B6006"/>
    <w:rsid w:val="007C32E7"/>
    <w:rsid w:val="007C4E48"/>
    <w:rsid w:val="007D4EF0"/>
    <w:rsid w:val="007E3254"/>
    <w:rsid w:val="007E5C6E"/>
    <w:rsid w:val="007F4A37"/>
    <w:rsid w:val="007F7D9B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2932"/>
    <w:rsid w:val="00847E0A"/>
    <w:rsid w:val="00853D40"/>
    <w:rsid w:val="00853E52"/>
    <w:rsid w:val="008575CD"/>
    <w:rsid w:val="00860AE6"/>
    <w:rsid w:val="00863834"/>
    <w:rsid w:val="00863D09"/>
    <w:rsid w:val="00865C3E"/>
    <w:rsid w:val="00865D33"/>
    <w:rsid w:val="00872A34"/>
    <w:rsid w:val="00872B5F"/>
    <w:rsid w:val="0087322A"/>
    <w:rsid w:val="008741B6"/>
    <w:rsid w:val="008761FF"/>
    <w:rsid w:val="00885A3D"/>
    <w:rsid w:val="008914AB"/>
    <w:rsid w:val="008917D4"/>
    <w:rsid w:val="00892C7E"/>
    <w:rsid w:val="00895570"/>
    <w:rsid w:val="00897417"/>
    <w:rsid w:val="008A59C8"/>
    <w:rsid w:val="008A6682"/>
    <w:rsid w:val="008B6A8D"/>
    <w:rsid w:val="008C78B1"/>
    <w:rsid w:val="008D2187"/>
    <w:rsid w:val="008D3AD6"/>
    <w:rsid w:val="008E1F7C"/>
    <w:rsid w:val="008E4B16"/>
    <w:rsid w:val="008F5EE9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43A"/>
    <w:rsid w:val="00956CB8"/>
    <w:rsid w:val="00962949"/>
    <w:rsid w:val="00962B46"/>
    <w:rsid w:val="00964213"/>
    <w:rsid w:val="0096720D"/>
    <w:rsid w:val="00981333"/>
    <w:rsid w:val="00986FFE"/>
    <w:rsid w:val="00992B5F"/>
    <w:rsid w:val="00996C02"/>
    <w:rsid w:val="00997DEE"/>
    <w:rsid w:val="00997F90"/>
    <w:rsid w:val="009A19E1"/>
    <w:rsid w:val="009A3337"/>
    <w:rsid w:val="009B1D1A"/>
    <w:rsid w:val="009B6044"/>
    <w:rsid w:val="009C6AFC"/>
    <w:rsid w:val="009D0172"/>
    <w:rsid w:val="009D3B36"/>
    <w:rsid w:val="009D4503"/>
    <w:rsid w:val="009F1A6A"/>
    <w:rsid w:val="009F7EE6"/>
    <w:rsid w:val="00A02841"/>
    <w:rsid w:val="00A04E5E"/>
    <w:rsid w:val="00A06976"/>
    <w:rsid w:val="00A13F9E"/>
    <w:rsid w:val="00A206B3"/>
    <w:rsid w:val="00A226D3"/>
    <w:rsid w:val="00A25260"/>
    <w:rsid w:val="00A30C67"/>
    <w:rsid w:val="00A56554"/>
    <w:rsid w:val="00A62507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012FC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40CC5"/>
    <w:rsid w:val="00B619AA"/>
    <w:rsid w:val="00B727E5"/>
    <w:rsid w:val="00B74896"/>
    <w:rsid w:val="00B7658C"/>
    <w:rsid w:val="00B87DAA"/>
    <w:rsid w:val="00BA3EF7"/>
    <w:rsid w:val="00BA4E1E"/>
    <w:rsid w:val="00BA6EC0"/>
    <w:rsid w:val="00BB0B6C"/>
    <w:rsid w:val="00BB38CE"/>
    <w:rsid w:val="00BB4979"/>
    <w:rsid w:val="00BB5AA7"/>
    <w:rsid w:val="00BB6F42"/>
    <w:rsid w:val="00BB71D8"/>
    <w:rsid w:val="00BC1241"/>
    <w:rsid w:val="00BC5420"/>
    <w:rsid w:val="00BD2EA7"/>
    <w:rsid w:val="00BD561C"/>
    <w:rsid w:val="00BD7C77"/>
    <w:rsid w:val="00BD7ED5"/>
    <w:rsid w:val="00BF262A"/>
    <w:rsid w:val="00BF4352"/>
    <w:rsid w:val="00C10760"/>
    <w:rsid w:val="00C2766D"/>
    <w:rsid w:val="00C35C72"/>
    <w:rsid w:val="00C363E0"/>
    <w:rsid w:val="00C4031B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CF65FA"/>
    <w:rsid w:val="00D011E2"/>
    <w:rsid w:val="00D04D32"/>
    <w:rsid w:val="00D11BF6"/>
    <w:rsid w:val="00D1201C"/>
    <w:rsid w:val="00D12CCD"/>
    <w:rsid w:val="00D171F1"/>
    <w:rsid w:val="00D31C48"/>
    <w:rsid w:val="00D3233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059D"/>
    <w:rsid w:val="00DB7F10"/>
    <w:rsid w:val="00DD0CFC"/>
    <w:rsid w:val="00DD14C1"/>
    <w:rsid w:val="00DD2803"/>
    <w:rsid w:val="00DD43EA"/>
    <w:rsid w:val="00DD68E8"/>
    <w:rsid w:val="00DE20DD"/>
    <w:rsid w:val="00DF0CEB"/>
    <w:rsid w:val="00DF3629"/>
    <w:rsid w:val="00DF42E6"/>
    <w:rsid w:val="00E0114B"/>
    <w:rsid w:val="00E01DC4"/>
    <w:rsid w:val="00E02373"/>
    <w:rsid w:val="00E02BBA"/>
    <w:rsid w:val="00E0444A"/>
    <w:rsid w:val="00E11A1D"/>
    <w:rsid w:val="00E167FF"/>
    <w:rsid w:val="00E21B65"/>
    <w:rsid w:val="00E3355E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7750D"/>
    <w:rsid w:val="00E8095D"/>
    <w:rsid w:val="00E83F16"/>
    <w:rsid w:val="00E85754"/>
    <w:rsid w:val="00E92F52"/>
    <w:rsid w:val="00E94CC3"/>
    <w:rsid w:val="00EA294A"/>
    <w:rsid w:val="00EA5336"/>
    <w:rsid w:val="00EB042A"/>
    <w:rsid w:val="00EB5E4A"/>
    <w:rsid w:val="00EC5856"/>
    <w:rsid w:val="00EC614E"/>
    <w:rsid w:val="00EC6592"/>
    <w:rsid w:val="00EC7F1C"/>
    <w:rsid w:val="00ED09E7"/>
    <w:rsid w:val="00ED3474"/>
    <w:rsid w:val="00ED37A7"/>
    <w:rsid w:val="00ED3E7E"/>
    <w:rsid w:val="00EE115B"/>
    <w:rsid w:val="00EE2F9D"/>
    <w:rsid w:val="00EE5211"/>
    <w:rsid w:val="00EF0628"/>
    <w:rsid w:val="00EF0E8E"/>
    <w:rsid w:val="00EF2792"/>
    <w:rsid w:val="00EF78C5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61C97"/>
    <w:rsid w:val="00F661DA"/>
    <w:rsid w:val="00F71F66"/>
    <w:rsid w:val="00F73450"/>
    <w:rsid w:val="00F81090"/>
    <w:rsid w:val="00F81CE8"/>
    <w:rsid w:val="00F82353"/>
    <w:rsid w:val="00F858D8"/>
    <w:rsid w:val="00F90D52"/>
    <w:rsid w:val="00F91DDE"/>
    <w:rsid w:val="00F94364"/>
    <w:rsid w:val="00F97B57"/>
    <w:rsid w:val="00FA4C39"/>
    <w:rsid w:val="00FA4F3E"/>
    <w:rsid w:val="00FB0790"/>
    <w:rsid w:val="00FB0872"/>
    <w:rsid w:val="00FB5FA2"/>
    <w:rsid w:val="00FC1708"/>
    <w:rsid w:val="00FC2012"/>
    <w:rsid w:val="00FC22A8"/>
    <w:rsid w:val="00FD256F"/>
    <w:rsid w:val="00FD57CD"/>
    <w:rsid w:val="00FD7576"/>
    <w:rsid w:val="00FE6429"/>
    <w:rsid w:val="00FF03A4"/>
    <w:rsid w:val="00FF1483"/>
    <w:rsid w:val="00FF29BA"/>
    <w:rsid w:val="00FF4238"/>
    <w:rsid w:val="00FF4A16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03F59A"/>
  <w15:docId w15:val="{EF254C11-9693-4703-9318-0AABD27C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373964618059108E-2"/>
          <c:y val="4.7619047619047616E-2"/>
          <c:w val="0.92515015168558479"/>
          <c:h val="0.778662882021081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FFFFCC"/>
            </a:solidFill>
            <a:ln w="9525"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Foglio1!$A$2:$A$12</c:f>
              <c:strCache>
                <c:ptCount val="11"/>
                <c:pt idx="0">
                  <c:v>World</c:v>
                </c:pt>
                <c:pt idx="1">
                  <c:v>Usa</c:v>
                </c:pt>
                <c:pt idx="2">
                  <c:v>Brazil</c:v>
                </c:pt>
                <c:pt idx="3">
                  <c:v>Mexico</c:v>
                </c:pt>
                <c:pt idx="4">
                  <c:v>Turkey</c:v>
                </c:pt>
                <c:pt idx="5">
                  <c:v>Russia</c:v>
                </c:pt>
                <c:pt idx="6">
                  <c:v>India</c:v>
                </c:pt>
                <c:pt idx="7">
                  <c:v>Indonesia</c:v>
                </c:pt>
                <c:pt idx="8">
                  <c:v>China</c:v>
                </c:pt>
                <c:pt idx="9">
                  <c:v>S. Korea</c:v>
                </c:pt>
                <c:pt idx="10">
                  <c:v>Japan</c:v>
                </c:pt>
              </c:strCache>
            </c:strRef>
          </c:cat>
          <c:val>
            <c:numRef>
              <c:f>Foglio1!$B$2:$B$12</c:f>
              <c:numCache>
                <c:formatCode>0.0;[Red]\-0.0</c:formatCode>
                <c:ptCount val="11"/>
                <c:pt idx="0">
                  <c:v>-3.4</c:v>
                </c:pt>
                <c:pt idx="1">
                  <c:v>-3.5</c:v>
                </c:pt>
                <c:pt idx="2">
                  <c:v>-4.4000000000000004</c:v>
                </c:pt>
                <c:pt idx="3">
                  <c:v>-8.3000000000000007</c:v>
                </c:pt>
                <c:pt idx="4">
                  <c:v>1.8</c:v>
                </c:pt>
                <c:pt idx="5">
                  <c:v>-2.5</c:v>
                </c:pt>
                <c:pt idx="6">
                  <c:v>-7.3</c:v>
                </c:pt>
                <c:pt idx="7">
                  <c:v>-2.1</c:v>
                </c:pt>
                <c:pt idx="8">
                  <c:v>2.2999999999999998</c:v>
                </c:pt>
                <c:pt idx="9">
                  <c:v>-0.9</c:v>
                </c:pt>
                <c:pt idx="10">
                  <c:v>-4.5999999999999996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28-40DD-B3B5-016B8C793D46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Foglio1!$A$2:$A$12</c:f>
              <c:strCache>
                <c:ptCount val="11"/>
                <c:pt idx="0">
                  <c:v>World</c:v>
                </c:pt>
                <c:pt idx="1">
                  <c:v>Usa</c:v>
                </c:pt>
                <c:pt idx="2">
                  <c:v>Brazil</c:v>
                </c:pt>
                <c:pt idx="3">
                  <c:v>Mexico</c:v>
                </c:pt>
                <c:pt idx="4">
                  <c:v>Turkey</c:v>
                </c:pt>
                <c:pt idx="5">
                  <c:v>Russia</c:v>
                </c:pt>
                <c:pt idx="6">
                  <c:v>India</c:v>
                </c:pt>
                <c:pt idx="7">
                  <c:v>Indonesia</c:v>
                </c:pt>
                <c:pt idx="8">
                  <c:v>China</c:v>
                </c:pt>
                <c:pt idx="9">
                  <c:v>S. Korea</c:v>
                </c:pt>
                <c:pt idx="10">
                  <c:v>Japan</c:v>
                </c:pt>
              </c:strCache>
            </c:strRef>
          </c:cat>
          <c:val>
            <c:numRef>
              <c:f>Foglio1!$C$2:$C$12</c:f>
              <c:numCache>
                <c:formatCode>0.0;[Red]\-0.0</c:formatCode>
                <c:ptCount val="11"/>
                <c:pt idx="0">
                  <c:v>5.7</c:v>
                </c:pt>
                <c:pt idx="1">
                  <c:v>6</c:v>
                </c:pt>
                <c:pt idx="2">
                  <c:v>5.2</c:v>
                </c:pt>
                <c:pt idx="3">
                  <c:v>6.3</c:v>
                </c:pt>
                <c:pt idx="4">
                  <c:v>5.9</c:v>
                </c:pt>
                <c:pt idx="5">
                  <c:v>2.7</c:v>
                </c:pt>
                <c:pt idx="6">
                  <c:v>9.6999999999999993</c:v>
                </c:pt>
                <c:pt idx="7">
                  <c:v>3.7</c:v>
                </c:pt>
                <c:pt idx="8">
                  <c:v>8.5</c:v>
                </c:pt>
                <c:pt idx="9">
                  <c:v>4</c:v>
                </c:pt>
                <c:pt idx="10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A28-40DD-B3B5-016B8C793D46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Foglio1!$A$2:$A$12</c:f>
              <c:strCache>
                <c:ptCount val="11"/>
                <c:pt idx="0">
                  <c:v>World</c:v>
                </c:pt>
                <c:pt idx="1">
                  <c:v>Usa</c:v>
                </c:pt>
                <c:pt idx="2">
                  <c:v>Brazil</c:v>
                </c:pt>
                <c:pt idx="3">
                  <c:v>Mexico</c:v>
                </c:pt>
                <c:pt idx="4">
                  <c:v>Turkey</c:v>
                </c:pt>
                <c:pt idx="5">
                  <c:v>Russia</c:v>
                </c:pt>
                <c:pt idx="6">
                  <c:v>India</c:v>
                </c:pt>
                <c:pt idx="7">
                  <c:v>Indonesia</c:v>
                </c:pt>
                <c:pt idx="8">
                  <c:v>China</c:v>
                </c:pt>
                <c:pt idx="9">
                  <c:v>S. Korea</c:v>
                </c:pt>
                <c:pt idx="10">
                  <c:v>Japan</c:v>
                </c:pt>
              </c:strCache>
            </c:strRef>
          </c:cat>
          <c:val>
            <c:numRef>
              <c:f>Foglio1!$D$2:$D$12</c:f>
              <c:numCache>
                <c:formatCode>0.0;[Red]\-0.0</c:formatCode>
                <c:ptCount val="11"/>
                <c:pt idx="0">
                  <c:v>4.5</c:v>
                </c:pt>
                <c:pt idx="1">
                  <c:v>3.9</c:v>
                </c:pt>
                <c:pt idx="2">
                  <c:v>2.2999999999999998</c:v>
                </c:pt>
                <c:pt idx="3">
                  <c:v>3.4</c:v>
                </c:pt>
                <c:pt idx="4">
                  <c:v>3</c:v>
                </c:pt>
                <c:pt idx="5">
                  <c:v>3.4</c:v>
                </c:pt>
                <c:pt idx="6">
                  <c:v>7.9</c:v>
                </c:pt>
                <c:pt idx="7">
                  <c:v>4.9000000000000004</c:v>
                </c:pt>
                <c:pt idx="8">
                  <c:v>5.8</c:v>
                </c:pt>
                <c:pt idx="9">
                  <c:v>2.9</c:v>
                </c:pt>
                <c:pt idx="10">
                  <c:v>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A28-40DD-B3B5-016B8C793D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731300752"/>
        <c:axId val="731302416"/>
      </c:barChart>
      <c:catAx>
        <c:axId val="7313007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9525" cap="flat" cmpd="sng" algn="ctr">
            <a:solidFill>
              <a:srgbClr val="FF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2416"/>
        <c:crosses val="autoZero"/>
        <c:auto val="1"/>
        <c:lblAlgn val="ctr"/>
        <c:lblOffset val="100"/>
        <c:noMultiLvlLbl val="0"/>
      </c:catAx>
      <c:valAx>
        <c:axId val="731302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numFmt formatCode="0.0;[Red]\-0.0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0752"/>
        <c:crosses val="autoZero"/>
        <c:crossBetween val="between"/>
        <c:majorUnit val="3"/>
      </c:valAx>
      <c:spPr>
        <a:noFill/>
        <a:ln w="25400">
          <a:noFill/>
        </a:ln>
        <a:effectLst/>
      </c:spPr>
    </c:plotArea>
    <c:legend>
      <c:legendPos val="b"/>
      <c:layout>
        <c:manualLayout>
          <c:xMode val="edge"/>
          <c:yMode val="edge"/>
          <c:x val="0.3969566564596092"/>
          <c:y val="0.93315241844769403"/>
          <c:w val="0.20012771878829763"/>
          <c:h val="6.68478178521462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it-I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373964618059108E-2"/>
          <c:y val="4.7619047619047616E-2"/>
          <c:w val="0.92515015168558479"/>
          <c:h val="0.778662882021081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Olanda</c:v>
                </c:pt>
                <c:pt idx="5">
                  <c:v>Euro Area</c:v>
                </c:pt>
                <c:pt idx="6">
                  <c:v>Svezia</c:v>
                </c:pt>
                <c:pt idx="7">
                  <c:v>Polonia</c:v>
                </c:pt>
                <c:pt idx="8">
                  <c:v>Romania</c:v>
                </c:pt>
                <c:pt idx="9">
                  <c:v>Regno Unito</c:v>
                </c:pt>
              </c:strCache>
            </c:strRef>
          </c:cat>
          <c:val>
            <c:numRef>
              <c:f>Foglio1!$B$2:$B$11</c:f>
              <c:numCache>
                <c:formatCode>0.0;[Red]\-0.0</c:formatCode>
                <c:ptCount val="10"/>
                <c:pt idx="0">
                  <c:v>-4.5999999999999996</c:v>
                </c:pt>
                <c:pt idx="1">
                  <c:v>-8</c:v>
                </c:pt>
                <c:pt idx="2">
                  <c:v>-8.9</c:v>
                </c:pt>
                <c:pt idx="3">
                  <c:v>-10.8</c:v>
                </c:pt>
                <c:pt idx="4">
                  <c:v>-3.8</c:v>
                </c:pt>
                <c:pt idx="5">
                  <c:v>-6.3</c:v>
                </c:pt>
                <c:pt idx="6">
                  <c:v>-2.8</c:v>
                </c:pt>
                <c:pt idx="7">
                  <c:v>-2.7</c:v>
                </c:pt>
                <c:pt idx="8">
                  <c:v>3.9</c:v>
                </c:pt>
                <c:pt idx="9">
                  <c:v>-9.8000000000000007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6F-46D3-94F2-556E87E20D46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Olanda</c:v>
                </c:pt>
                <c:pt idx="5">
                  <c:v>Euro Area</c:v>
                </c:pt>
                <c:pt idx="6">
                  <c:v>Svezia</c:v>
                </c:pt>
                <c:pt idx="7">
                  <c:v>Polonia</c:v>
                </c:pt>
                <c:pt idx="8">
                  <c:v>Romania</c:v>
                </c:pt>
                <c:pt idx="9">
                  <c:v>Regno Unito</c:v>
                </c:pt>
              </c:strCache>
            </c:strRef>
          </c:cat>
          <c:val>
            <c:numRef>
              <c:f>Foglio1!$C$2:$C$11</c:f>
              <c:numCache>
                <c:formatCode>0.0;[Red]\-0.0</c:formatCode>
                <c:ptCount val="10"/>
                <c:pt idx="0">
                  <c:v>3.1</c:v>
                </c:pt>
                <c:pt idx="1">
                  <c:v>6.3</c:v>
                </c:pt>
                <c:pt idx="2">
                  <c:v>5.8</c:v>
                </c:pt>
                <c:pt idx="3">
                  <c:v>5.7</c:v>
                </c:pt>
                <c:pt idx="4">
                  <c:v>3.8</c:v>
                </c:pt>
                <c:pt idx="5">
                  <c:v>5</c:v>
                </c:pt>
                <c:pt idx="6">
                  <c:v>4</c:v>
                </c:pt>
                <c:pt idx="7">
                  <c:v>5.0999999999999996</c:v>
                </c:pt>
                <c:pt idx="8">
                  <c:v>7</c:v>
                </c:pt>
                <c:pt idx="9">
                  <c:v>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6F-46D3-94F2-556E87E20D46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Olanda</c:v>
                </c:pt>
                <c:pt idx="5">
                  <c:v>Euro Area</c:v>
                </c:pt>
                <c:pt idx="6">
                  <c:v>Svezia</c:v>
                </c:pt>
                <c:pt idx="7">
                  <c:v>Polonia</c:v>
                </c:pt>
                <c:pt idx="8">
                  <c:v>Romania</c:v>
                </c:pt>
                <c:pt idx="9">
                  <c:v>Regno Unito</c:v>
                </c:pt>
              </c:strCache>
            </c:strRef>
          </c:cat>
          <c:val>
            <c:numRef>
              <c:f>Foglio1!$D$2:$D$11</c:f>
              <c:numCache>
                <c:formatCode>0.0;[Red]\-0.0</c:formatCode>
                <c:ptCount val="10"/>
                <c:pt idx="0">
                  <c:v>4.5999999999999996</c:v>
                </c:pt>
                <c:pt idx="1">
                  <c:v>3.9</c:v>
                </c:pt>
                <c:pt idx="2">
                  <c:v>4.2</c:v>
                </c:pt>
                <c:pt idx="3">
                  <c:v>6.4</c:v>
                </c:pt>
                <c:pt idx="4">
                  <c:v>3.2</c:v>
                </c:pt>
                <c:pt idx="5">
                  <c:v>4.3</c:v>
                </c:pt>
                <c:pt idx="6">
                  <c:v>3.4</c:v>
                </c:pt>
                <c:pt idx="7">
                  <c:v>5.0999999999999996</c:v>
                </c:pt>
                <c:pt idx="8">
                  <c:v>4.8</c:v>
                </c:pt>
                <c:pt idx="9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86F-46D3-94F2-556E87E20D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731300752"/>
        <c:axId val="731302416"/>
      </c:barChart>
      <c:catAx>
        <c:axId val="7313007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9525" cap="flat" cmpd="sng" algn="ctr">
            <a:solidFill>
              <a:srgbClr val="FF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2416"/>
        <c:crosses val="autoZero"/>
        <c:auto val="1"/>
        <c:lblAlgn val="ctr"/>
        <c:lblOffset val="100"/>
        <c:noMultiLvlLbl val="0"/>
      </c:catAx>
      <c:valAx>
        <c:axId val="731302416"/>
        <c:scaling>
          <c:orientation val="minMax"/>
          <c:min val="-1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numFmt formatCode="0.0;[Red]\-0.0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0752"/>
        <c:crosses val="autoZero"/>
        <c:crossBetween val="between"/>
        <c:majorUnit val="3"/>
      </c:valAx>
      <c:spPr>
        <a:noFill/>
        <a:ln w="25400">
          <a:noFill/>
        </a:ln>
        <a:effectLst/>
      </c:spPr>
    </c:plotArea>
    <c:legend>
      <c:legendPos val="b"/>
      <c:layout>
        <c:manualLayout>
          <c:xMode val="edge"/>
          <c:yMode val="edge"/>
          <c:x val="0.3969566564596092"/>
          <c:y val="0.93315241844769403"/>
          <c:w val="0.20136227289770597"/>
          <c:h val="6.68478178521462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it-I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7C-4AD8-922E-6FDB849AF20B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67C-4AD8-922E-6FDB849AF20B}"/>
                </c:ext>
              </c:extLst>
            </c:dLbl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307-4546-95F6-5DE7B9DFE85E}"/>
                </c:ext>
              </c:extLst>
            </c:dLbl>
            <c:numFmt formatCode="0.0;[Red]\-0.0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-0.93204009612679606</c:v>
                </c:pt>
                <c:pt idx="1">
                  <c:v>-6.6972449348851271</c:v>
                </c:pt>
                <c:pt idx="2">
                  <c:v>2.2055064983735218</c:v>
                </c:pt>
                <c:pt idx="3">
                  <c:v>2.6405205145021426</c:v>
                </c:pt>
                <c:pt idx="4">
                  <c:v>-2.8586457435854418</c:v>
                </c:pt>
                <c:pt idx="5">
                  <c:v>-0.73800762952651588</c:v>
                </c:pt>
                <c:pt idx="6">
                  <c:v>1.0096462934914063</c:v>
                </c:pt>
                <c:pt idx="7">
                  <c:v>0.53568021273482369</c:v>
                </c:pt>
                <c:pt idx="8">
                  <c:v>1.6937762975938631</c:v>
                </c:pt>
                <c:pt idx="9">
                  <c:v>2.321015694141626</c:v>
                </c:pt>
                <c:pt idx="10">
                  <c:v>1.495981133790103</c:v>
                </c:pt>
                <c:pt idx="11">
                  <c:v>0.68416427054653894</c:v>
                </c:pt>
                <c:pt idx="12">
                  <c:v>-9.1459874356629829</c:v>
                </c:pt>
                <c:pt idx="13">
                  <c:v>6.4502967275784862</c:v>
                </c:pt>
                <c:pt idx="14">
                  <c:v>3.8019373473071827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7C-4AD8-922E-6FDB849AF20B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-0.96201284057929604</c:v>
                </c:pt>
                <c:pt idx="1">
                  <c:v>-5.2809372082931016</c:v>
                </c:pt>
                <c:pt idx="2">
                  <c:v>1.7132958391692155</c:v>
                </c:pt>
                <c:pt idx="3">
                  <c:v>0.7073333470344334</c:v>
                </c:pt>
                <c:pt idx="4">
                  <c:v>-2.9809057682377071</c:v>
                </c:pt>
                <c:pt idx="5">
                  <c:v>-1.8410654508824953</c:v>
                </c:pt>
                <c:pt idx="6">
                  <c:v>-4.5475423638197121E-3</c:v>
                </c:pt>
                <c:pt idx="7">
                  <c:v>0.77830435071657433</c:v>
                </c:pt>
                <c:pt idx="8">
                  <c:v>1.293462731559103</c:v>
                </c:pt>
                <c:pt idx="9">
                  <c:v>1.6678590410685645</c:v>
                </c:pt>
                <c:pt idx="10">
                  <c:v>0.92581094101273909</c:v>
                </c:pt>
                <c:pt idx="11">
                  <c:v>0.41027829398299076</c:v>
                </c:pt>
                <c:pt idx="12">
                  <c:v>-8.9385925002344315</c:v>
                </c:pt>
                <c:pt idx="13">
                  <c:v>6.0166626650018706</c:v>
                </c:pt>
                <c:pt idx="14">
                  <c:v>3.8331083702301205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1676928"/>
        <c:axId val="33191283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67C-4AD8-922E-6FDB849AF20B}"/>
                </c:ext>
              </c:extLst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67C-4AD8-922E-6FDB849AF20B}"/>
                </c:ext>
              </c:extLst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67C-4AD8-922E-6FDB849AF20B}"/>
                </c:ext>
              </c:extLst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67C-4AD8-922E-6FDB849AF20B}"/>
                </c:ext>
              </c:extLst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67C-4AD8-922E-6FDB849AF20B}"/>
                </c:ext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109.32286520967401</c:v>
                </c:pt>
                <c:pt idx="1">
                  <c:v>102.00124515674781</c:v>
                </c:pt>
                <c:pt idx="2">
                  <c:v>104.25088924710178</c:v>
                </c:pt>
                <c:pt idx="3">
                  <c:v>107.00365536422241</c:v>
                </c:pt>
                <c:pt idx="4">
                  <c:v>103.94479992467222</c:v>
                </c:pt>
                <c:pt idx="5">
                  <c:v>103.17767937073208</c:v>
                </c:pt>
                <c:pt idx="6">
                  <c:v>104.21940898620912</c:v>
                </c:pt>
                <c:pt idx="7">
                  <c:v>104.77769173797742</c:v>
                </c:pt>
                <c:pt idx="8">
                  <c:v>106.55239144580126</c:v>
                </c:pt>
                <c:pt idx="9">
                  <c:v>109.02548917374155</c:v>
                </c:pt>
                <c:pt idx="10">
                  <c:v>110.65648992280309</c:v>
                </c:pt>
                <c:pt idx="11">
                  <c:v>111.41356208989583</c:v>
                </c:pt>
                <c:pt idx="12">
                  <c:v>101.22369169952938</c:v>
                </c:pt>
                <c:pt idx="13">
                  <c:v>107.75292017275827</c:v>
                </c:pt>
                <c:pt idx="14">
                  <c:v>111.84961868762046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67C-4AD8-922E-6FDB849AF20B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67C-4AD8-922E-6FDB849AF20B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107.07620411683644</c:v>
                </c:pt>
                <c:pt idx="1">
                  <c:v>101.42157701240255</c:v>
                </c:pt>
                <c:pt idx="2">
                  <c:v>103.15922867137584</c:v>
                </c:pt>
                <c:pt idx="3">
                  <c:v>103.888908296312</c:v>
                </c:pt>
                <c:pt idx="4">
                  <c:v>100.79207783634804</c:v>
                </c:pt>
                <c:pt idx="5">
                  <c:v>98.936429714076453</c:v>
                </c:pt>
                <c:pt idx="6">
                  <c:v>98.931930538021959</c:v>
                </c:pt>
                <c:pt idx="7">
                  <c:v>99.70192205764728</c:v>
                </c:pt>
                <c:pt idx="8">
                  <c:v>100.99152926211103</c:v>
                </c:pt>
                <c:pt idx="9">
                  <c:v>102.67592561362257</c:v>
                </c:pt>
                <c:pt idx="10">
                  <c:v>103.62651056673958</c:v>
                </c:pt>
                <c:pt idx="11">
                  <c:v>104.05166764640693</c:v>
                </c:pt>
                <c:pt idx="12">
                  <c:v>94.750913085796341</c:v>
                </c:pt>
                <c:pt idx="13">
                  <c:v>100.45175589817782</c:v>
                </c:pt>
                <c:pt idx="14">
                  <c:v>104.30218056155401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676416"/>
        <c:axId val="331911104"/>
      </c:lineChart>
      <c:catAx>
        <c:axId val="351676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31911104"/>
        <c:crosses val="autoZero"/>
        <c:auto val="1"/>
        <c:lblAlgn val="ctr"/>
        <c:lblOffset val="100"/>
        <c:noMultiLvlLbl val="0"/>
      </c:catAx>
      <c:valAx>
        <c:axId val="331911104"/>
        <c:scaling>
          <c:orientation val="minMax"/>
          <c:min val="91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351676416"/>
        <c:crosses val="autoZero"/>
        <c:crossBetween val="between"/>
        <c:majorUnit val="3"/>
      </c:valAx>
      <c:valAx>
        <c:axId val="331912832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351676928"/>
        <c:crosses val="max"/>
        <c:crossBetween val="between"/>
        <c:majorUnit val="4"/>
      </c:valAx>
      <c:catAx>
        <c:axId val="351676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3191283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23170034529807684"/>
          <c:y val="0.73023130589002017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-2.2213679303614842</c:v>
                </c:pt>
                <c:pt idx="1">
                  <c:v>-20.000824821632314</c:v>
                </c:pt>
                <c:pt idx="2">
                  <c:v>13.716581491499081</c:v>
                </c:pt>
                <c:pt idx="3">
                  <c:v>4.7869318181818166</c:v>
                </c:pt>
                <c:pt idx="4">
                  <c:v>-4.1165900916880886</c:v>
                </c:pt>
                <c:pt idx="5">
                  <c:v>1.2817119171233848</c:v>
                </c:pt>
                <c:pt idx="6">
                  <c:v>1.575850813912405</c:v>
                </c:pt>
                <c:pt idx="7">
                  <c:v>2.2572241406028315</c:v>
                </c:pt>
                <c:pt idx="8">
                  <c:v>3.5364120629165496</c:v>
                </c:pt>
                <c:pt idx="9">
                  <c:v>4.6788050847691887</c:v>
                </c:pt>
                <c:pt idx="10">
                  <c:v>3.647607263555841</c:v>
                </c:pt>
                <c:pt idx="11">
                  <c:v>0.41362387971564107</c:v>
                </c:pt>
                <c:pt idx="12">
                  <c:v>-10.216062376916446</c:v>
                </c:pt>
                <c:pt idx="13">
                  <c:v>10.535386173816486</c:v>
                </c:pt>
                <c:pt idx="14">
                  <c:v>2.3887326952547694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8A-423E-A41C-667788FE043C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-5.4949778774979414</c:v>
                </c:pt>
                <c:pt idx="1">
                  <c:v>-8.4926278886583777</c:v>
                </c:pt>
                <c:pt idx="2">
                  <c:v>-9.9221648359642209</c:v>
                </c:pt>
                <c:pt idx="3">
                  <c:v>-6.0472691054940908</c:v>
                </c:pt>
                <c:pt idx="4">
                  <c:v>-9.5609197048921892</c:v>
                </c:pt>
                <c:pt idx="5">
                  <c:v>-4.7773676957437727</c:v>
                </c:pt>
                <c:pt idx="6">
                  <c:v>-10.380104799134992</c:v>
                </c:pt>
                <c:pt idx="7">
                  <c:v>-3.3373549883990772</c:v>
                </c:pt>
                <c:pt idx="8">
                  <c:v>3.1261401386408538</c:v>
                </c:pt>
                <c:pt idx="9">
                  <c:v>1.1972814449306535</c:v>
                </c:pt>
                <c:pt idx="10">
                  <c:v>2.8004710384926801</c:v>
                </c:pt>
                <c:pt idx="11">
                  <c:v>2.6597458385537953</c:v>
                </c:pt>
                <c:pt idx="12">
                  <c:v>-6.2841672611770321</c:v>
                </c:pt>
                <c:pt idx="13">
                  <c:v>20.865718689130919</c:v>
                </c:pt>
                <c:pt idx="14">
                  <c:v>7.9166259515409676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A-423E-A41C-667788FE043C}"/>
            </c:ext>
          </c:extLst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0.25126352190103507</c:v>
                </c:pt>
                <c:pt idx="1">
                  <c:v>-2.0110402683450768</c:v>
                </c:pt>
                <c:pt idx="2">
                  <c:v>-0.28601504879179895</c:v>
                </c:pt>
                <c:pt idx="3">
                  <c:v>2.3518243186668286</c:v>
                </c:pt>
                <c:pt idx="4">
                  <c:v>-1.3586611052580966</c:v>
                </c:pt>
                <c:pt idx="5">
                  <c:v>-0.91204861270658411</c:v>
                </c:pt>
                <c:pt idx="6">
                  <c:v>1.5647992001257771</c:v>
                </c:pt>
                <c:pt idx="7">
                  <c:v>0.27450683427359124</c:v>
                </c:pt>
                <c:pt idx="8">
                  <c:v>0.86113551278874656</c:v>
                </c:pt>
                <c:pt idx="9">
                  <c:v>1.6404002233005643</c:v>
                </c:pt>
                <c:pt idx="10">
                  <c:v>0.65204838959538325</c:v>
                </c:pt>
                <c:pt idx="11">
                  <c:v>0.89246698453357975</c:v>
                </c:pt>
                <c:pt idx="12">
                  <c:v>-8.600121561534035</c:v>
                </c:pt>
                <c:pt idx="13">
                  <c:v>4.1728021511085123</c:v>
                </c:pt>
                <c:pt idx="14">
                  <c:v>4.2131654018701559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2104448"/>
        <c:axId val="330173248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38A-423E-A41C-667788FE043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A-423E-A41C-667788FE043C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111.38178766980658</c:v>
                </c:pt>
                <c:pt idx="1">
                  <c:v>89.104511434766096</c:v>
                </c:pt>
                <c:pt idx="2">
                  <c:v>101.32660435831792</c:v>
                </c:pt>
                <c:pt idx="3">
                  <c:v>106.17703982262945</c:v>
                </c:pt>
                <c:pt idx="4">
                  <c:v>101.80616632164337</c:v>
                </c:pt>
                <c:pt idx="5">
                  <c:v>103.11102808775432</c:v>
                </c:pt>
                <c:pt idx="6">
                  <c:v>104.73590406310866</c:v>
                </c:pt>
                <c:pt idx="7">
                  <c:v>107.10002817349978</c:v>
                </c:pt>
                <c:pt idx="8">
                  <c:v>110.88752648921445</c:v>
                </c:pt>
                <c:pt idx="9">
                  <c:v>116.07573771696659</c:v>
                </c:pt>
                <c:pt idx="10">
                  <c:v>120.30972475715669</c:v>
                </c:pt>
                <c:pt idx="11">
                  <c:v>120.80735450837243</c:v>
                </c:pt>
                <c:pt idx="12">
                  <c:v>108.46559981589454</c:v>
                </c:pt>
                <c:pt idx="13">
                  <c:v>119.8928696222454</c:v>
                </c:pt>
                <c:pt idx="14">
                  <c:v>122.75678979819115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38A-423E-A41C-667788FE043C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38A-423E-A41C-667788FE043C}"/>
                </c:ext>
              </c:extLst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129.63197330763811</c:v>
                </c:pt>
                <c:pt idx="1">
                  <c:v>118.62281218989546</c:v>
                </c:pt>
                <c:pt idx="2">
                  <c:v>106.85286123135776</c:v>
                </c:pt>
                <c:pt idx="3">
                  <c:v>100.3911811657774</c:v>
                </c:pt>
                <c:pt idx="4">
                  <c:v>90.792860943724563</c:v>
                </c:pt>
                <c:pt idx="5">
                  <c:v>86.455352134957494</c:v>
                </c:pt>
                <c:pt idx="6">
                  <c:v>77.481195978887726</c:v>
                </c:pt>
                <c:pt idx="7">
                  <c:v>74.895373419815044</c:v>
                </c:pt>
                <c:pt idx="8">
                  <c:v>77.23670775027685</c:v>
                </c:pt>
                <c:pt idx="9">
                  <c:v>78.161448520846221</c:v>
                </c:pt>
                <c:pt idx="10">
                  <c:v>80.350337249938875</c:v>
                </c:pt>
                <c:pt idx="11">
                  <c:v>82.487452001208055</c:v>
                </c:pt>
                <c:pt idx="12">
                  <c:v>77.303802547969028</c:v>
                </c:pt>
                <c:pt idx="13">
                  <c:v>93.433796523629468</c:v>
                </c:pt>
                <c:pt idx="14">
                  <c:v>100.8306007067291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38A-423E-A41C-667788FE043C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38A-423E-A41C-667788FE043C}"/>
                </c:ext>
              </c:extLst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109.16904233722532</c:v>
                </c:pt>
                <c:pt idx="1">
                  <c:v>106.97360893525703</c:v>
                </c:pt>
                <c:pt idx="2">
                  <c:v>106.66764831546652</c:v>
                </c:pt>
                <c:pt idx="3">
                  <c:v>109.17628400869965</c:v>
                </c:pt>
                <c:pt idx="4">
                  <c:v>107.69294830170735</c:v>
                </c:pt>
                <c:pt idx="5">
                  <c:v>106.7107362607388</c:v>
                </c:pt>
                <c:pt idx="6">
                  <c:v>108.38054500819516</c:v>
                </c:pt>
                <c:pt idx="7">
                  <c:v>108.67805701126562</c:v>
                </c:pt>
                <c:pt idx="8">
                  <c:v>109.61392235479845</c:v>
                </c:pt>
                <c:pt idx="9">
                  <c:v>111.41202938187506</c:v>
                </c:pt>
                <c:pt idx="10">
                  <c:v>112.13848972527512</c:v>
                </c:pt>
                <c:pt idx="11">
                  <c:v>113.13928872302779</c:v>
                </c:pt>
                <c:pt idx="12">
                  <c:v>103.40917235899244</c:v>
                </c:pt>
                <c:pt idx="13">
                  <c:v>107.72423252763198</c:v>
                </c:pt>
                <c:pt idx="14">
                  <c:v>112.26283262191633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677952"/>
        <c:axId val="330172672"/>
      </c:lineChart>
      <c:catAx>
        <c:axId val="351677952"/>
        <c:scaling>
          <c:orientation val="minMax"/>
        </c:scaling>
        <c:delete val="0"/>
        <c:axPos val="b"/>
        <c:majorGridlines>
          <c:spPr>
            <a:ln w="3175"/>
          </c:spPr>
        </c:majorGridlines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330172672"/>
        <c:crossesAt val="100"/>
        <c:auto val="1"/>
        <c:lblAlgn val="ctr"/>
        <c:lblOffset val="100"/>
        <c:noMultiLvlLbl val="0"/>
      </c:catAx>
      <c:valAx>
        <c:axId val="330172672"/>
        <c:scaling>
          <c:orientation val="minMax"/>
          <c:max val="14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crossAx val="351677952"/>
        <c:crossesAt val="1"/>
        <c:crossBetween val="between"/>
        <c:majorUnit val="10"/>
        <c:minorUnit val="5"/>
      </c:valAx>
      <c:valAx>
        <c:axId val="330173248"/>
        <c:scaling>
          <c:orientation val="minMax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352104448"/>
        <c:crosses val="max"/>
        <c:crossBetween val="between"/>
      </c:valAx>
      <c:catAx>
        <c:axId val="352104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30173248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23127416430158226"/>
          <c:y val="4.5343219478840589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0.61762</cdr:x>
      <cdr:y>0.04811</cdr:y>
    </cdr:from>
    <cdr:to>
      <cdr:x>0.61827</cdr:x>
      <cdr:y>0.82553</cdr:y>
    </cdr:to>
    <cdr:cxnSp macro="">
      <cdr:nvCxnSpPr>
        <cdr:cNvPr id="4" name="Connettore diritto 3"/>
        <cdr:cNvCxnSpPr/>
      </cdr:nvCxnSpPr>
      <cdr:spPr>
        <a:xfrm xmlns:a="http://schemas.openxmlformats.org/drawingml/2006/main" flipH="1">
          <a:off x="3623848" y="95254"/>
          <a:ext cx="3814" cy="1539238"/>
        </a:xfrm>
        <a:prstGeom xmlns:a="http://schemas.openxmlformats.org/drawingml/2006/main" prst="line">
          <a:avLst/>
        </a:prstGeom>
        <a:ln xmlns:a="http://schemas.openxmlformats.org/drawingml/2006/main" w="19050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56A4F-A835-4B1A-9492-137784BF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8</TotalTime>
  <Pages>10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Guaitoli</dc:creator>
  <cp:lastModifiedBy>Mauro Guaitoli</cp:lastModifiedBy>
  <cp:revision>12</cp:revision>
  <cp:lastPrinted>2012-03-30T09:15:00Z</cp:lastPrinted>
  <dcterms:created xsi:type="dcterms:W3CDTF">2021-10-15T12:05:00Z</dcterms:created>
  <dcterms:modified xsi:type="dcterms:W3CDTF">2021-10-18T13:38:00Z</dcterms:modified>
</cp:coreProperties>
</file>